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63" w:rsidRPr="006F1963" w:rsidRDefault="006F1963" w:rsidP="006F1963">
      <w:pPr>
        <w:jc w:val="center"/>
        <w:outlineLvl w:val="0"/>
        <w:rPr>
          <w:b/>
          <w:spacing w:val="38"/>
          <w:sz w:val="24"/>
          <w:szCs w:val="24"/>
        </w:rPr>
      </w:pPr>
      <w:r w:rsidRPr="006F1963">
        <w:rPr>
          <w:b/>
          <w:noProof/>
          <w:spacing w:val="60"/>
          <w:sz w:val="36"/>
          <w:szCs w:val="36"/>
        </w:rPr>
        <w:drawing>
          <wp:anchor distT="0" distB="0" distL="114300" distR="114300" simplePos="0" relativeHeight="251659264"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anchor>
        </w:drawing>
      </w:r>
    </w:p>
    <w:p w:rsidR="006F1963" w:rsidRPr="006F1963" w:rsidRDefault="006F1963" w:rsidP="006F1963">
      <w:pPr>
        <w:jc w:val="center"/>
        <w:rPr>
          <w:b/>
          <w:spacing w:val="60"/>
          <w:sz w:val="36"/>
          <w:szCs w:val="36"/>
        </w:rPr>
      </w:pPr>
    </w:p>
    <w:p w:rsidR="006F1963" w:rsidRPr="006F1963" w:rsidRDefault="006F1963" w:rsidP="006F1963">
      <w:pPr>
        <w:jc w:val="center"/>
        <w:rPr>
          <w:b/>
          <w:spacing w:val="60"/>
          <w:sz w:val="36"/>
          <w:szCs w:val="36"/>
        </w:rPr>
      </w:pPr>
    </w:p>
    <w:p w:rsidR="006F1963" w:rsidRPr="006F1963" w:rsidRDefault="006F1963" w:rsidP="006F1963">
      <w:pPr>
        <w:jc w:val="center"/>
        <w:rPr>
          <w:b/>
          <w:spacing w:val="60"/>
          <w:sz w:val="36"/>
          <w:szCs w:val="36"/>
        </w:rPr>
      </w:pPr>
    </w:p>
    <w:p w:rsidR="006F1963" w:rsidRPr="006F1963" w:rsidRDefault="006F1963" w:rsidP="006F1963">
      <w:pPr>
        <w:jc w:val="center"/>
        <w:rPr>
          <w:b/>
          <w:bCs/>
          <w:spacing w:val="38"/>
          <w:sz w:val="36"/>
          <w:szCs w:val="36"/>
        </w:rPr>
      </w:pPr>
      <w:r w:rsidRPr="006F1963">
        <w:rPr>
          <w:b/>
          <w:bCs/>
          <w:spacing w:val="38"/>
          <w:sz w:val="36"/>
          <w:szCs w:val="36"/>
        </w:rPr>
        <w:t>Администрация города Шахты</w:t>
      </w:r>
    </w:p>
    <w:p w:rsidR="006F1963" w:rsidRPr="00C30422" w:rsidRDefault="006F1963" w:rsidP="006F1963">
      <w:pPr>
        <w:jc w:val="center"/>
        <w:rPr>
          <w:spacing w:val="60"/>
          <w:sz w:val="28"/>
          <w:szCs w:val="28"/>
        </w:rPr>
      </w:pPr>
    </w:p>
    <w:p w:rsidR="006F1963" w:rsidRPr="006F1963" w:rsidRDefault="003F3C00" w:rsidP="006F1963">
      <w:pPr>
        <w:jc w:val="center"/>
        <w:rPr>
          <w:sz w:val="28"/>
          <w:szCs w:val="28"/>
        </w:rPr>
      </w:pPr>
      <w:r>
        <w:rPr>
          <w:b/>
          <w:spacing w:val="60"/>
          <w:sz w:val="36"/>
          <w:szCs w:val="36"/>
        </w:rPr>
        <w:t>ПОСТАНОВЛЕНИЕ</w:t>
      </w:r>
    </w:p>
    <w:p w:rsidR="006F1963" w:rsidRPr="006F1963" w:rsidRDefault="006F1963" w:rsidP="006F1963">
      <w:pPr>
        <w:jc w:val="center"/>
        <w:rPr>
          <w:sz w:val="28"/>
          <w:szCs w:val="28"/>
        </w:rPr>
      </w:pPr>
    </w:p>
    <w:p w:rsidR="006F1963" w:rsidRPr="006F1963" w:rsidRDefault="006F1963" w:rsidP="006F1963">
      <w:pPr>
        <w:jc w:val="center"/>
        <w:rPr>
          <w:sz w:val="28"/>
          <w:szCs w:val="28"/>
        </w:rPr>
      </w:pPr>
      <w:r w:rsidRPr="006F1963">
        <w:rPr>
          <w:sz w:val="28"/>
          <w:szCs w:val="28"/>
        </w:rPr>
        <w:t xml:space="preserve">от </w:t>
      </w:r>
      <w:r w:rsidR="001D7E14">
        <w:rPr>
          <w:sz w:val="28"/>
          <w:szCs w:val="28"/>
        </w:rPr>
        <w:t>22.12.</w:t>
      </w:r>
      <w:r w:rsidRPr="006F1963">
        <w:rPr>
          <w:sz w:val="28"/>
          <w:szCs w:val="28"/>
        </w:rPr>
        <w:t>2025 №</w:t>
      </w:r>
      <w:r w:rsidR="001D7E14">
        <w:rPr>
          <w:sz w:val="28"/>
          <w:szCs w:val="28"/>
        </w:rPr>
        <w:t>4838</w:t>
      </w:r>
    </w:p>
    <w:p w:rsidR="00800B7D" w:rsidRPr="008B1FD5" w:rsidRDefault="00800B7D" w:rsidP="00F978C8">
      <w:pPr>
        <w:ind w:right="-62"/>
        <w:jc w:val="center"/>
        <w:rPr>
          <w:sz w:val="28"/>
          <w:szCs w:val="28"/>
        </w:rPr>
      </w:pPr>
    </w:p>
    <w:p w:rsidR="00CB521C" w:rsidRDefault="003F3C00" w:rsidP="003F3C00">
      <w:pPr>
        <w:jc w:val="center"/>
        <w:rPr>
          <w:b/>
          <w:sz w:val="28"/>
        </w:rPr>
      </w:pPr>
      <w:r w:rsidRPr="008E45E9">
        <w:rPr>
          <w:b/>
          <w:sz w:val="28"/>
        </w:rPr>
        <w:t xml:space="preserve">О внесении изменений в постановление Администрации города Шахты от 08.11.2012 №5430 «Об утверждении Порядка предоставления льгот </w:t>
      </w:r>
    </w:p>
    <w:p w:rsidR="00CB521C" w:rsidRDefault="003F3C00" w:rsidP="003F3C00">
      <w:pPr>
        <w:jc w:val="center"/>
        <w:rPr>
          <w:b/>
          <w:sz w:val="28"/>
        </w:rPr>
      </w:pPr>
      <w:r w:rsidRPr="008E45E9">
        <w:rPr>
          <w:b/>
          <w:sz w:val="28"/>
        </w:rPr>
        <w:t xml:space="preserve">отдельным категориям граждан при посещении муниципальных </w:t>
      </w:r>
    </w:p>
    <w:p w:rsidR="00CB521C" w:rsidRDefault="003F3C00" w:rsidP="003F3C00">
      <w:pPr>
        <w:jc w:val="center"/>
        <w:rPr>
          <w:b/>
          <w:sz w:val="28"/>
        </w:rPr>
      </w:pPr>
      <w:r w:rsidRPr="008E45E9">
        <w:rPr>
          <w:b/>
          <w:sz w:val="28"/>
        </w:rPr>
        <w:t xml:space="preserve">учреждений культуры городского округа муниципального </w:t>
      </w:r>
    </w:p>
    <w:p w:rsidR="003F3C00" w:rsidRDefault="003F3C00" w:rsidP="003F3C00">
      <w:pPr>
        <w:jc w:val="center"/>
        <w:rPr>
          <w:b/>
          <w:sz w:val="28"/>
        </w:rPr>
      </w:pPr>
      <w:r w:rsidRPr="008E45E9">
        <w:rPr>
          <w:b/>
          <w:sz w:val="28"/>
        </w:rPr>
        <w:t>образования «Город Шахты»»</w:t>
      </w:r>
    </w:p>
    <w:p w:rsidR="003F3C00" w:rsidRPr="00500989" w:rsidRDefault="003F3C00" w:rsidP="003F3C00">
      <w:pPr>
        <w:jc w:val="center"/>
        <w:rPr>
          <w:sz w:val="28"/>
        </w:rPr>
      </w:pPr>
    </w:p>
    <w:p w:rsidR="003F3C00" w:rsidRPr="00095319" w:rsidRDefault="003F3C00" w:rsidP="003F3C00">
      <w:pPr>
        <w:ind w:firstLine="720"/>
        <w:jc w:val="both"/>
        <w:rPr>
          <w:sz w:val="28"/>
          <w:szCs w:val="28"/>
        </w:rPr>
      </w:pPr>
      <w:r w:rsidRPr="005C07E7">
        <w:rPr>
          <w:kern w:val="2"/>
          <w:sz w:val="28"/>
          <w:szCs w:val="28"/>
        </w:rPr>
        <w:t xml:space="preserve">В </w:t>
      </w:r>
      <w:r w:rsidR="00C244C9">
        <w:rPr>
          <w:kern w:val="2"/>
          <w:sz w:val="28"/>
          <w:szCs w:val="28"/>
        </w:rPr>
        <w:t>целях приведения нормативного акта в соответствие действующему законодательству</w:t>
      </w:r>
      <w:r>
        <w:rPr>
          <w:kern w:val="2"/>
          <w:sz w:val="28"/>
          <w:szCs w:val="28"/>
        </w:rPr>
        <w:t xml:space="preserve">, Администрация города Шахты </w:t>
      </w:r>
    </w:p>
    <w:p w:rsidR="0084249E" w:rsidRPr="00902F77" w:rsidRDefault="0084249E" w:rsidP="0084249E">
      <w:pPr>
        <w:rPr>
          <w:sz w:val="28"/>
          <w:szCs w:val="28"/>
        </w:rPr>
      </w:pPr>
    </w:p>
    <w:p w:rsidR="002130ED" w:rsidRDefault="002130ED" w:rsidP="002130ED">
      <w:pPr>
        <w:jc w:val="center"/>
        <w:rPr>
          <w:b/>
          <w:sz w:val="28"/>
        </w:rPr>
      </w:pPr>
      <w:r>
        <w:rPr>
          <w:b/>
          <w:spacing w:val="60"/>
          <w:sz w:val="28"/>
        </w:rPr>
        <w:t>ПОСТАНОВЛЯЕТ</w:t>
      </w:r>
      <w:r>
        <w:rPr>
          <w:b/>
          <w:sz w:val="28"/>
        </w:rPr>
        <w:t>:</w:t>
      </w:r>
    </w:p>
    <w:p w:rsidR="003F3C00" w:rsidRDefault="003F3C00" w:rsidP="003F3C00">
      <w:pPr>
        <w:ind w:firstLine="708"/>
        <w:jc w:val="both"/>
        <w:rPr>
          <w:sz w:val="28"/>
          <w:szCs w:val="28"/>
        </w:rPr>
      </w:pPr>
    </w:p>
    <w:p w:rsidR="003F3C00" w:rsidRDefault="003F3C00" w:rsidP="00500989">
      <w:pPr>
        <w:ind w:firstLine="709"/>
        <w:jc w:val="both"/>
        <w:rPr>
          <w:sz w:val="28"/>
          <w:szCs w:val="28"/>
        </w:rPr>
      </w:pPr>
      <w:r w:rsidRPr="006E353A">
        <w:rPr>
          <w:sz w:val="28"/>
          <w:szCs w:val="28"/>
        </w:rPr>
        <w:t>1.Внести в постановление Администрации города Шахты от 08.11.2012 №5430 «Об утверждении Порядка предоставления льгот отдельным категориям граждан при посещении муниципальных учреждений культуры городского округа муниципального образования «Город Шахты» следующие изменения:</w:t>
      </w:r>
    </w:p>
    <w:p w:rsidR="003F3C00" w:rsidRDefault="003F3C00" w:rsidP="00500989">
      <w:pPr>
        <w:ind w:firstLine="709"/>
        <w:jc w:val="both"/>
        <w:rPr>
          <w:sz w:val="28"/>
          <w:szCs w:val="28"/>
        </w:rPr>
      </w:pPr>
      <w:r>
        <w:rPr>
          <w:sz w:val="28"/>
          <w:szCs w:val="28"/>
        </w:rPr>
        <w:t>1.1.</w:t>
      </w:r>
      <w:r w:rsidR="00C244C9">
        <w:rPr>
          <w:sz w:val="28"/>
          <w:szCs w:val="28"/>
        </w:rPr>
        <w:t xml:space="preserve">Приложение к постановлению изложить </w:t>
      </w:r>
      <w:r w:rsidR="00500989">
        <w:rPr>
          <w:sz w:val="28"/>
          <w:szCs w:val="28"/>
        </w:rPr>
        <w:t xml:space="preserve">в редакции </w:t>
      </w:r>
      <w:r w:rsidR="00C244C9">
        <w:rPr>
          <w:sz w:val="28"/>
          <w:szCs w:val="28"/>
        </w:rPr>
        <w:t>согласно приложению к настоящему постановлению.</w:t>
      </w:r>
    </w:p>
    <w:p w:rsidR="003F3C00" w:rsidRPr="00920ABE" w:rsidRDefault="00851E2C" w:rsidP="00500989">
      <w:pPr>
        <w:ind w:firstLine="709"/>
        <w:contextualSpacing/>
        <w:jc w:val="both"/>
        <w:rPr>
          <w:sz w:val="28"/>
          <w:szCs w:val="28"/>
        </w:rPr>
      </w:pPr>
      <w:r>
        <w:rPr>
          <w:sz w:val="28"/>
          <w:szCs w:val="28"/>
        </w:rPr>
        <w:t>2</w:t>
      </w:r>
      <w:r w:rsidR="003F3C00" w:rsidRPr="00BB3A3A">
        <w:rPr>
          <w:sz w:val="28"/>
          <w:szCs w:val="28"/>
        </w:rPr>
        <w:t>.</w:t>
      </w:r>
      <w:r w:rsidR="003F3C00" w:rsidRPr="00920ABE">
        <w:rPr>
          <w:sz w:val="28"/>
          <w:szCs w:val="28"/>
        </w:rPr>
        <w:t>Настоящее постановление подлежит опубликованию в газете «Шахтинские известия» и размещению на официальном сайте Администрации города Шахты в информационно-телекоммуникационной сети «Интернет».</w:t>
      </w:r>
    </w:p>
    <w:p w:rsidR="00851E2C" w:rsidRDefault="00851E2C" w:rsidP="00500989">
      <w:pPr>
        <w:ind w:firstLine="709"/>
        <w:contextualSpacing/>
        <w:jc w:val="both"/>
        <w:rPr>
          <w:sz w:val="28"/>
          <w:szCs w:val="28"/>
        </w:rPr>
      </w:pPr>
      <w:r>
        <w:rPr>
          <w:sz w:val="28"/>
          <w:szCs w:val="28"/>
        </w:rPr>
        <w:t>3.Настоящее постановление вступает в силу со дня его официального опубликования.</w:t>
      </w:r>
    </w:p>
    <w:p w:rsidR="00CB521C" w:rsidRDefault="003F3C00" w:rsidP="00500989">
      <w:pPr>
        <w:ind w:firstLine="709"/>
        <w:contextualSpacing/>
        <w:jc w:val="both"/>
      </w:pPr>
      <w:r>
        <w:rPr>
          <w:sz w:val="28"/>
        </w:rPr>
        <w:t>4.</w:t>
      </w:r>
      <w:proofErr w:type="gramStart"/>
      <w:r>
        <w:rPr>
          <w:sz w:val="28"/>
        </w:rPr>
        <w:t>Контроль за</w:t>
      </w:r>
      <w:proofErr w:type="gramEnd"/>
      <w:r>
        <w:rPr>
          <w:sz w:val="28"/>
        </w:rPr>
        <w:t xml:space="preserve"> исполнением постановления возложить на заместителя главы Администрации </w:t>
      </w:r>
      <w:r w:rsidR="00851E2C" w:rsidRPr="00DA6C19">
        <w:rPr>
          <w:sz w:val="28"/>
        </w:rPr>
        <w:t>города Шахты</w:t>
      </w:r>
      <w:r w:rsidR="00DA131E">
        <w:rPr>
          <w:sz w:val="28"/>
        </w:rPr>
        <w:t xml:space="preserve"> </w:t>
      </w:r>
      <w:r>
        <w:rPr>
          <w:sz w:val="28"/>
        </w:rPr>
        <w:t>Морозову С.Н.</w:t>
      </w:r>
      <w:r w:rsidR="00CB521C">
        <w:t xml:space="preserve"> </w:t>
      </w:r>
    </w:p>
    <w:p w:rsidR="00CB521C" w:rsidRPr="00CB521C" w:rsidRDefault="00CB521C" w:rsidP="00CB521C">
      <w:pPr>
        <w:ind w:left="-567" w:firstLine="709"/>
        <w:contextualSpacing/>
        <w:jc w:val="both"/>
        <w:rPr>
          <w:sz w:val="28"/>
          <w:szCs w:val="28"/>
        </w:rPr>
      </w:pPr>
    </w:p>
    <w:p w:rsidR="00CB521C" w:rsidRPr="00CB521C" w:rsidRDefault="00CB521C" w:rsidP="00CB521C">
      <w:pPr>
        <w:ind w:left="-567"/>
        <w:contextualSpacing/>
        <w:jc w:val="both"/>
        <w:rPr>
          <w:sz w:val="28"/>
          <w:szCs w:val="28"/>
        </w:rPr>
      </w:pPr>
    </w:p>
    <w:p w:rsidR="00CB521C" w:rsidRDefault="0084249E" w:rsidP="00500989">
      <w:pPr>
        <w:contextualSpacing/>
        <w:jc w:val="both"/>
      </w:pPr>
      <w:r w:rsidRPr="00902F77">
        <w:rPr>
          <w:sz w:val="28"/>
          <w:szCs w:val="28"/>
        </w:rPr>
        <w:t xml:space="preserve">Глава города Шахты                                                                             Л.В. </w:t>
      </w:r>
      <w:proofErr w:type="spellStart"/>
      <w:r w:rsidRPr="00902F77">
        <w:rPr>
          <w:sz w:val="28"/>
          <w:szCs w:val="28"/>
        </w:rPr>
        <w:t>Овчиева</w:t>
      </w:r>
      <w:proofErr w:type="spellEnd"/>
      <w:r w:rsidR="00CB521C">
        <w:t xml:space="preserve"> </w:t>
      </w:r>
    </w:p>
    <w:p w:rsidR="00CB521C" w:rsidRDefault="00CB521C" w:rsidP="00CB521C">
      <w:pPr>
        <w:ind w:left="-567"/>
        <w:contextualSpacing/>
        <w:jc w:val="both"/>
        <w:rPr>
          <w:sz w:val="28"/>
          <w:szCs w:val="28"/>
        </w:rPr>
      </w:pPr>
    </w:p>
    <w:p w:rsidR="00CB521C" w:rsidRDefault="00CB521C" w:rsidP="00CB521C">
      <w:pPr>
        <w:ind w:left="-567"/>
        <w:contextualSpacing/>
        <w:jc w:val="both"/>
        <w:rPr>
          <w:sz w:val="28"/>
          <w:szCs w:val="28"/>
        </w:rPr>
      </w:pPr>
    </w:p>
    <w:p w:rsidR="00CB521C" w:rsidRDefault="00851E2C" w:rsidP="00500989">
      <w:pPr>
        <w:contextualSpacing/>
        <w:jc w:val="both"/>
      </w:pPr>
      <w:r w:rsidRPr="00DA6C19">
        <w:rPr>
          <w:sz w:val="28"/>
          <w:szCs w:val="28"/>
        </w:rPr>
        <w:t>Постановление</w:t>
      </w:r>
      <w:r w:rsidR="0084249E" w:rsidRPr="00902F77">
        <w:rPr>
          <w:sz w:val="28"/>
          <w:szCs w:val="28"/>
        </w:rPr>
        <w:t xml:space="preserve"> вносит: ДК</w:t>
      </w:r>
    </w:p>
    <w:p w:rsidR="00617777" w:rsidRPr="00CB521C" w:rsidRDefault="00835FC2" w:rsidP="00500989">
      <w:pPr>
        <w:contextualSpacing/>
        <w:jc w:val="both"/>
      </w:pPr>
      <w:r>
        <w:rPr>
          <w:sz w:val="28"/>
          <w:szCs w:val="28"/>
        </w:rPr>
        <w:t>Разослано: Морозова С.Н.,</w:t>
      </w:r>
      <w:r w:rsidR="0094171B">
        <w:rPr>
          <w:sz w:val="28"/>
          <w:szCs w:val="28"/>
        </w:rPr>
        <w:t xml:space="preserve"> </w:t>
      </w:r>
      <w:r w:rsidR="00C55927">
        <w:rPr>
          <w:sz w:val="28"/>
        </w:rPr>
        <w:t>ДК, ОСПК</w:t>
      </w:r>
      <w:r>
        <w:rPr>
          <w:sz w:val="28"/>
        </w:rPr>
        <w:t>, МБУК «ЦБС», МБУК «ГДК и К», МБУК «ШКМ», МБУК «ШФ», МАУК «ШДТ»</w:t>
      </w:r>
      <w:r w:rsidR="0059263F">
        <w:rPr>
          <w:sz w:val="28"/>
        </w:rPr>
        <w:t>, МБУ ДО «ДШИ»</w:t>
      </w:r>
    </w:p>
    <w:p w:rsidR="00F60BA4" w:rsidRPr="00CB521C" w:rsidRDefault="00F60BA4" w:rsidP="00C244C9">
      <w:pPr>
        <w:jc w:val="both"/>
        <w:rPr>
          <w:sz w:val="28"/>
          <w:szCs w:val="28"/>
        </w:rPr>
      </w:pPr>
    </w:p>
    <w:p w:rsidR="0094171B" w:rsidRPr="007A26E7" w:rsidRDefault="0094171B" w:rsidP="0094171B">
      <w:pPr>
        <w:ind w:left="4536"/>
        <w:jc w:val="center"/>
        <w:rPr>
          <w:sz w:val="28"/>
          <w:szCs w:val="28"/>
        </w:rPr>
      </w:pPr>
      <w:r w:rsidRPr="007A26E7">
        <w:rPr>
          <w:sz w:val="28"/>
          <w:szCs w:val="28"/>
        </w:rPr>
        <w:lastRenderedPageBreak/>
        <w:t>Приложение</w:t>
      </w:r>
      <w:r>
        <w:rPr>
          <w:sz w:val="28"/>
          <w:szCs w:val="28"/>
        </w:rPr>
        <w:t xml:space="preserve"> </w:t>
      </w:r>
    </w:p>
    <w:p w:rsidR="0094171B" w:rsidRPr="007A26E7" w:rsidRDefault="0094171B" w:rsidP="0094171B">
      <w:pPr>
        <w:ind w:left="4536"/>
        <w:jc w:val="center"/>
        <w:rPr>
          <w:sz w:val="28"/>
          <w:szCs w:val="28"/>
        </w:rPr>
      </w:pPr>
      <w:r w:rsidRPr="007A26E7">
        <w:rPr>
          <w:sz w:val="28"/>
          <w:szCs w:val="28"/>
        </w:rPr>
        <w:t>к постановлению Администрации</w:t>
      </w:r>
    </w:p>
    <w:p w:rsidR="0094171B" w:rsidRPr="007A26E7" w:rsidRDefault="0094171B" w:rsidP="0094171B">
      <w:pPr>
        <w:ind w:left="4536"/>
        <w:jc w:val="center"/>
        <w:rPr>
          <w:sz w:val="28"/>
          <w:szCs w:val="28"/>
        </w:rPr>
      </w:pPr>
      <w:r w:rsidRPr="007A26E7">
        <w:rPr>
          <w:sz w:val="28"/>
          <w:szCs w:val="28"/>
        </w:rPr>
        <w:t>города Шахты</w:t>
      </w:r>
    </w:p>
    <w:p w:rsidR="0094171B" w:rsidRPr="007A26E7" w:rsidRDefault="0094171B" w:rsidP="0094171B">
      <w:pPr>
        <w:ind w:left="4536"/>
        <w:jc w:val="center"/>
        <w:rPr>
          <w:sz w:val="28"/>
          <w:szCs w:val="28"/>
        </w:rPr>
      </w:pPr>
      <w:r w:rsidRPr="007A26E7">
        <w:rPr>
          <w:sz w:val="28"/>
          <w:szCs w:val="28"/>
        </w:rPr>
        <w:t xml:space="preserve">от </w:t>
      </w:r>
      <w:r w:rsidR="001D7E14">
        <w:rPr>
          <w:sz w:val="28"/>
          <w:szCs w:val="28"/>
        </w:rPr>
        <w:t>22.12.</w:t>
      </w:r>
      <w:bookmarkStart w:id="0" w:name="_GoBack"/>
      <w:bookmarkEnd w:id="0"/>
      <w:r w:rsidRPr="007A26E7">
        <w:rPr>
          <w:sz w:val="28"/>
          <w:szCs w:val="28"/>
        </w:rPr>
        <w:t>2025 №</w:t>
      </w:r>
      <w:r w:rsidR="001D7E14">
        <w:rPr>
          <w:sz w:val="28"/>
          <w:szCs w:val="28"/>
        </w:rPr>
        <w:t>4838</w:t>
      </w:r>
    </w:p>
    <w:p w:rsidR="00C244C9" w:rsidRDefault="00C244C9" w:rsidP="0094171B">
      <w:pPr>
        <w:tabs>
          <w:tab w:val="left" w:pos="6780"/>
        </w:tabs>
        <w:jc w:val="both"/>
        <w:rPr>
          <w:sz w:val="28"/>
          <w:szCs w:val="28"/>
        </w:rPr>
      </w:pPr>
    </w:p>
    <w:p w:rsidR="00C244C9" w:rsidRDefault="00C244C9" w:rsidP="00C244C9">
      <w:pPr>
        <w:jc w:val="center"/>
        <w:rPr>
          <w:sz w:val="28"/>
        </w:rPr>
      </w:pPr>
      <w:r>
        <w:rPr>
          <w:sz w:val="28"/>
        </w:rPr>
        <w:t>ПОРЯДОК</w:t>
      </w:r>
    </w:p>
    <w:p w:rsidR="00CB521C" w:rsidRDefault="00C244C9" w:rsidP="006A743B">
      <w:pPr>
        <w:jc w:val="center"/>
        <w:rPr>
          <w:sz w:val="28"/>
        </w:rPr>
      </w:pPr>
      <w:r>
        <w:rPr>
          <w:sz w:val="28"/>
        </w:rPr>
        <w:t xml:space="preserve">предоставления льгот отдельным категориям граждан при посещении </w:t>
      </w:r>
    </w:p>
    <w:p w:rsidR="00CB521C" w:rsidRDefault="00C244C9" w:rsidP="006A743B">
      <w:pPr>
        <w:jc w:val="center"/>
        <w:rPr>
          <w:sz w:val="28"/>
        </w:rPr>
      </w:pPr>
      <w:r>
        <w:rPr>
          <w:sz w:val="28"/>
        </w:rPr>
        <w:t>муниципальных учреждений культуры городского округа муниципального</w:t>
      </w:r>
    </w:p>
    <w:p w:rsidR="00C244C9" w:rsidRDefault="00C244C9" w:rsidP="006A743B">
      <w:pPr>
        <w:jc w:val="center"/>
        <w:rPr>
          <w:sz w:val="28"/>
        </w:rPr>
      </w:pPr>
      <w:r>
        <w:rPr>
          <w:sz w:val="28"/>
        </w:rPr>
        <w:t>образования «Город Шахты»</w:t>
      </w:r>
    </w:p>
    <w:p w:rsidR="00C244C9" w:rsidRDefault="00C244C9" w:rsidP="00C244C9">
      <w:pPr>
        <w:jc w:val="center"/>
        <w:rPr>
          <w:sz w:val="28"/>
        </w:rPr>
      </w:pPr>
    </w:p>
    <w:p w:rsidR="00C244C9" w:rsidRDefault="00C244C9" w:rsidP="00C244C9">
      <w:pPr>
        <w:jc w:val="center"/>
        <w:rPr>
          <w:sz w:val="28"/>
        </w:rPr>
      </w:pPr>
      <w:r>
        <w:rPr>
          <w:sz w:val="28"/>
        </w:rPr>
        <w:t>1.Общие положения</w:t>
      </w:r>
    </w:p>
    <w:p w:rsidR="00410345" w:rsidRDefault="00410345" w:rsidP="00C244C9">
      <w:pPr>
        <w:jc w:val="center"/>
        <w:rPr>
          <w:sz w:val="28"/>
        </w:rPr>
      </w:pPr>
    </w:p>
    <w:p w:rsidR="00CA670C" w:rsidRPr="00D674EA" w:rsidRDefault="00F60BA4" w:rsidP="00CB521C">
      <w:pPr>
        <w:ind w:firstLine="708"/>
        <w:jc w:val="both"/>
        <w:rPr>
          <w:sz w:val="28"/>
        </w:rPr>
      </w:pPr>
      <w:proofErr w:type="gramStart"/>
      <w:r w:rsidRPr="00D674EA">
        <w:rPr>
          <w:sz w:val="28"/>
        </w:rPr>
        <w:t>1.1.</w:t>
      </w:r>
      <w:r w:rsidR="000C75EA" w:rsidRPr="00D674EA">
        <w:rPr>
          <w:sz w:val="28"/>
        </w:rPr>
        <w:t xml:space="preserve">Настоящий порядок разработан в </w:t>
      </w:r>
      <w:r w:rsidR="00CA670C" w:rsidRPr="00D674EA">
        <w:rPr>
          <w:sz w:val="28"/>
        </w:rPr>
        <w:t>соответствии с Законом Российской Федерации от 09.10.1992 №3612-1 «Основы законодательства Российской Федерации о культуре», Законом Российской Федерации от 15.01.1993 №4301-1 «О статусе Героев Советского Союза, Героев Российской Федерации и полных кавалеров ордена Славы», Феде</w:t>
      </w:r>
      <w:r w:rsidR="00CB521C">
        <w:rPr>
          <w:sz w:val="28"/>
        </w:rPr>
        <w:t>ральным законом от 29.12.2012 №</w:t>
      </w:r>
      <w:r w:rsidR="00CA670C" w:rsidRPr="00D674EA">
        <w:rPr>
          <w:sz w:val="28"/>
        </w:rPr>
        <w:t>273-ФЗ «Об образовании в Российской Федерации», Указом Президента Российской Феде</w:t>
      </w:r>
      <w:r w:rsidR="00CB521C">
        <w:rPr>
          <w:sz w:val="28"/>
        </w:rPr>
        <w:t>рации от 23.01.2024 №</w:t>
      </w:r>
      <w:r w:rsidR="00CA670C" w:rsidRPr="00D674EA">
        <w:rPr>
          <w:sz w:val="28"/>
        </w:rPr>
        <w:t>63 «О мерах социальной поддержки многодетных</w:t>
      </w:r>
      <w:proofErr w:type="gramEnd"/>
      <w:r w:rsidR="00CA670C" w:rsidRPr="00D674EA">
        <w:rPr>
          <w:sz w:val="28"/>
        </w:rPr>
        <w:t xml:space="preserve"> семей», Об</w:t>
      </w:r>
      <w:r w:rsidR="00CB521C">
        <w:rPr>
          <w:sz w:val="28"/>
        </w:rPr>
        <w:t>ластным законом от 22.10.2004 №</w:t>
      </w:r>
      <w:r w:rsidR="00CA670C" w:rsidRPr="00D674EA">
        <w:rPr>
          <w:sz w:val="28"/>
        </w:rPr>
        <w:t>177-ЗС «О культуре»</w:t>
      </w:r>
      <w:r w:rsidR="00FA5B72">
        <w:rPr>
          <w:sz w:val="28"/>
        </w:rPr>
        <w:t>.</w:t>
      </w:r>
    </w:p>
    <w:p w:rsidR="00C244C9" w:rsidRDefault="008F7B37" w:rsidP="00C244C9">
      <w:pPr>
        <w:ind w:firstLine="708"/>
        <w:jc w:val="both"/>
        <w:rPr>
          <w:sz w:val="28"/>
        </w:rPr>
      </w:pPr>
      <w:r>
        <w:rPr>
          <w:sz w:val="28"/>
        </w:rPr>
        <w:t>1.2.</w:t>
      </w:r>
      <w:r w:rsidR="00C244C9">
        <w:rPr>
          <w:sz w:val="28"/>
        </w:rPr>
        <w:t xml:space="preserve">Настоящий Порядок определяет предоставление льгот отдельным категориям граждан на бесплатное посещение муниципальных </w:t>
      </w:r>
      <w:r w:rsidR="00D674EA">
        <w:rPr>
          <w:sz w:val="28"/>
        </w:rPr>
        <w:t>бюджетных учреждений</w:t>
      </w:r>
      <w:r w:rsidR="00C244C9">
        <w:rPr>
          <w:sz w:val="28"/>
        </w:rPr>
        <w:t xml:space="preserve"> культуры городского округа муниципального образования «Город Шахты» - музеев (далее – музей) и предоставление льгот отдельным категориям граждан на посещение платных мероприятий, проводимых муниципальными учреждениями культуры городского округа муниципального образования «Город Шахты» (далее – учреждения культуры).</w:t>
      </w:r>
    </w:p>
    <w:p w:rsidR="00C244C9" w:rsidRDefault="00CA670C" w:rsidP="00C244C9">
      <w:pPr>
        <w:ind w:firstLine="708"/>
        <w:jc w:val="both"/>
        <w:rPr>
          <w:sz w:val="28"/>
        </w:rPr>
      </w:pPr>
      <w:r>
        <w:rPr>
          <w:sz w:val="28"/>
        </w:rPr>
        <w:t>1.3</w:t>
      </w:r>
      <w:r w:rsidR="00C244C9">
        <w:rPr>
          <w:sz w:val="28"/>
        </w:rPr>
        <w:t>.Возмещение выпадающих доходов музея и учреждений культуры от реализации бесплатных, льготных билетов за счет средств местного бюджета не производится.</w:t>
      </w:r>
    </w:p>
    <w:p w:rsidR="00C244C9" w:rsidRDefault="00C244C9" w:rsidP="00C244C9">
      <w:pPr>
        <w:ind w:firstLine="708"/>
        <w:jc w:val="both"/>
        <w:rPr>
          <w:sz w:val="28"/>
        </w:rPr>
      </w:pPr>
      <w:r w:rsidRPr="00D674EA">
        <w:rPr>
          <w:sz w:val="28"/>
        </w:rPr>
        <w:t>1.</w:t>
      </w:r>
      <w:r w:rsidR="00CA670C" w:rsidRPr="00D674EA">
        <w:rPr>
          <w:sz w:val="28"/>
        </w:rPr>
        <w:t>4</w:t>
      </w:r>
      <w:r w:rsidRPr="00D674EA">
        <w:rPr>
          <w:sz w:val="28"/>
        </w:rPr>
        <w:t xml:space="preserve">.Расходы, связанные с бесплатным посещением музея и предоставление льгот отдельным категориям граждан на посещение платных мероприятий, проводимых учреждениями </w:t>
      </w:r>
      <w:r w:rsidR="00D674EA" w:rsidRPr="00D674EA">
        <w:rPr>
          <w:sz w:val="28"/>
        </w:rPr>
        <w:t>культуры, относятся</w:t>
      </w:r>
      <w:r w:rsidRPr="00D674EA">
        <w:rPr>
          <w:sz w:val="28"/>
        </w:rPr>
        <w:t xml:space="preserve"> на результаты деятельности этих </w:t>
      </w:r>
      <w:r w:rsidR="008B1554" w:rsidRPr="00D674EA">
        <w:rPr>
          <w:sz w:val="28"/>
        </w:rPr>
        <w:t>учреждений</w:t>
      </w:r>
      <w:r w:rsidRPr="00D674EA">
        <w:rPr>
          <w:sz w:val="28"/>
        </w:rPr>
        <w:t>.</w:t>
      </w:r>
      <w:r>
        <w:rPr>
          <w:sz w:val="28"/>
        </w:rPr>
        <w:t xml:space="preserve"> </w:t>
      </w:r>
    </w:p>
    <w:p w:rsidR="00DE158B" w:rsidRDefault="00DE158B" w:rsidP="00C244C9">
      <w:pPr>
        <w:ind w:firstLine="708"/>
        <w:jc w:val="both"/>
        <w:rPr>
          <w:sz w:val="28"/>
        </w:rPr>
      </w:pPr>
    </w:p>
    <w:p w:rsidR="00C244C9" w:rsidRDefault="00CB521C" w:rsidP="00C244C9">
      <w:pPr>
        <w:pStyle w:val="tekstob"/>
        <w:spacing w:before="0" w:beforeAutospacing="0" w:after="0" w:afterAutospacing="0"/>
        <w:jc w:val="center"/>
        <w:rPr>
          <w:sz w:val="28"/>
          <w:szCs w:val="28"/>
        </w:rPr>
      </w:pPr>
      <w:r>
        <w:rPr>
          <w:sz w:val="28"/>
          <w:szCs w:val="28"/>
        </w:rPr>
        <w:t>2.</w:t>
      </w:r>
      <w:r w:rsidR="00C244C9">
        <w:rPr>
          <w:sz w:val="28"/>
          <w:szCs w:val="28"/>
        </w:rPr>
        <w:t xml:space="preserve">Порядок предоставления льгот отдельным категориям граждан </w:t>
      </w:r>
    </w:p>
    <w:p w:rsidR="00C244C9" w:rsidRDefault="00500989" w:rsidP="00C244C9">
      <w:pPr>
        <w:pStyle w:val="tekstob"/>
        <w:spacing w:before="0" w:beforeAutospacing="0" w:after="0" w:afterAutospacing="0"/>
        <w:jc w:val="center"/>
        <w:rPr>
          <w:sz w:val="28"/>
          <w:szCs w:val="28"/>
        </w:rPr>
      </w:pPr>
      <w:r>
        <w:rPr>
          <w:sz w:val="28"/>
          <w:szCs w:val="28"/>
        </w:rPr>
        <w:t>на бесплатное посещение музеев</w:t>
      </w:r>
    </w:p>
    <w:p w:rsidR="0079288B" w:rsidRDefault="0079288B" w:rsidP="00C244C9">
      <w:pPr>
        <w:pStyle w:val="tekstob"/>
        <w:spacing w:before="0" w:beforeAutospacing="0" w:after="0" w:afterAutospacing="0"/>
        <w:jc w:val="center"/>
        <w:rPr>
          <w:sz w:val="28"/>
          <w:szCs w:val="28"/>
        </w:rPr>
      </w:pPr>
    </w:p>
    <w:p w:rsidR="00C244C9" w:rsidRDefault="00C244C9" w:rsidP="00CB521C">
      <w:pPr>
        <w:pStyle w:val="tekstob"/>
        <w:spacing w:before="0" w:beforeAutospacing="0" w:after="0" w:afterAutospacing="0"/>
        <w:ind w:firstLine="708"/>
        <w:jc w:val="both"/>
        <w:rPr>
          <w:sz w:val="28"/>
          <w:szCs w:val="28"/>
        </w:rPr>
      </w:pPr>
      <w:r>
        <w:rPr>
          <w:sz w:val="28"/>
          <w:szCs w:val="28"/>
        </w:rPr>
        <w:t xml:space="preserve">2.1.Льгота на бесплатное </w:t>
      </w:r>
      <w:r w:rsidR="00744177">
        <w:rPr>
          <w:sz w:val="28"/>
          <w:szCs w:val="28"/>
        </w:rPr>
        <w:t>посещение музея</w:t>
      </w:r>
      <w:r>
        <w:rPr>
          <w:sz w:val="28"/>
          <w:szCs w:val="28"/>
        </w:rPr>
        <w:t xml:space="preserve"> в соответствии с действующим законодательством предоставляется:</w:t>
      </w:r>
    </w:p>
    <w:p w:rsidR="0079288B" w:rsidRDefault="00500989" w:rsidP="0079288B">
      <w:pPr>
        <w:pStyle w:val="tekstob"/>
        <w:spacing w:before="0" w:beforeAutospacing="0" w:after="0" w:afterAutospacing="0"/>
        <w:ind w:firstLine="708"/>
        <w:jc w:val="both"/>
        <w:rPr>
          <w:sz w:val="28"/>
          <w:szCs w:val="28"/>
        </w:rPr>
      </w:pPr>
      <w:r>
        <w:rPr>
          <w:sz w:val="28"/>
          <w:szCs w:val="28"/>
        </w:rPr>
        <w:t>-</w:t>
      </w:r>
      <w:r w:rsidR="00C244C9">
        <w:rPr>
          <w:sz w:val="28"/>
          <w:szCs w:val="28"/>
        </w:rPr>
        <w:t xml:space="preserve">гражданам, удостоенным званий Героя Советского Союза, Героя Российской Федерации или являющимся </w:t>
      </w:r>
      <w:r w:rsidR="00CB521C">
        <w:rPr>
          <w:sz w:val="28"/>
          <w:szCs w:val="28"/>
        </w:rPr>
        <w:t xml:space="preserve">полными кавалерами ордена Славы </w:t>
      </w:r>
      <w:r w:rsidR="00C244C9">
        <w:rPr>
          <w:sz w:val="28"/>
          <w:szCs w:val="28"/>
        </w:rPr>
        <w:t xml:space="preserve">(в том числе и на внеочередное </w:t>
      </w:r>
      <w:r w:rsidR="00CF1134">
        <w:rPr>
          <w:sz w:val="28"/>
          <w:szCs w:val="28"/>
        </w:rPr>
        <w:t>посещение музея</w:t>
      </w:r>
      <w:r w:rsidR="00C244C9">
        <w:rPr>
          <w:sz w:val="28"/>
          <w:szCs w:val="28"/>
        </w:rPr>
        <w:t xml:space="preserve">, без ограничения количества </w:t>
      </w:r>
      <w:r w:rsidR="0079288B">
        <w:rPr>
          <w:sz w:val="28"/>
          <w:szCs w:val="28"/>
        </w:rPr>
        <w:t>посещений в</w:t>
      </w:r>
      <w:r w:rsidR="00C244C9">
        <w:rPr>
          <w:sz w:val="28"/>
          <w:szCs w:val="28"/>
        </w:rPr>
        <w:t xml:space="preserve"> пределах режима </w:t>
      </w:r>
      <w:r w:rsidR="00CF1134">
        <w:rPr>
          <w:sz w:val="28"/>
          <w:szCs w:val="28"/>
        </w:rPr>
        <w:t>работы музея</w:t>
      </w:r>
      <w:r w:rsidR="00C244C9">
        <w:rPr>
          <w:sz w:val="28"/>
          <w:szCs w:val="28"/>
        </w:rPr>
        <w:t>);</w:t>
      </w:r>
    </w:p>
    <w:p w:rsidR="00C244C9" w:rsidRDefault="00C244C9" w:rsidP="0079288B">
      <w:pPr>
        <w:pStyle w:val="tekstob"/>
        <w:spacing w:before="0" w:beforeAutospacing="0" w:after="0" w:afterAutospacing="0"/>
        <w:ind w:firstLine="708"/>
        <w:jc w:val="both"/>
        <w:rPr>
          <w:sz w:val="28"/>
          <w:szCs w:val="28"/>
        </w:rPr>
      </w:pPr>
      <w:r w:rsidRPr="0091737D">
        <w:rPr>
          <w:sz w:val="28"/>
          <w:szCs w:val="28"/>
        </w:rPr>
        <w:t>-членам многодетных семей</w:t>
      </w:r>
      <w:r>
        <w:rPr>
          <w:sz w:val="28"/>
          <w:szCs w:val="28"/>
        </w:rPr>
        <w:t>;</w:t>
      </w:r>
    </w:p>
    <w:p w:rsidR="00CF0238" w:rsidRDefault="00C244C9" w:rsidP="00C244C9">
      <w:pPr>
        <w:ind w:firstLine="708"/>
        <w:jc w:val="both"/>
        <w:rPr>
          <w:sz w:val="28"/>
          <w:szCs w:val="28"/>
        </w:rPr>
      </w:pPr>
      <w:r>
        <w:rPr>
          <w:sz w:val="28"/>
          <w:szCs w:val="28"/>
        </w:rPr>
        <w:lastRenderedPageBreak/>
        <w:t>-ветеранам и инвалид</w:t>
      </w:r>
      <w:r w:rsidR="00CB521C">
        <w:rPr>
          <w:sz w:val="28"/>
          <w:szCs w:val="28"/>
        </w:rPr>
        <w:t>ам Великой Отечественной войны;</w:t>
      </w:r>
    </w:p>
    <w:p w:rsidR="00C244C9" w:rsidRPr="00D674EA" w:rsidRDefault="00C244C9" w:rsidP="00C244C9">
      <w:pPr>
        <w:ind w:firstLine="708"/>
        <w:jc w:val="both"/>
        <w:rPr>
          <w:sz w:val="28"/>
          <w:szCs w:val="28"/>
        </w:rPr>
      </w:pPr>
      <w:proofErr w:type="gramStart"/>
      <w:r w:rsidRPr="00D674EA">
        <w:rPr>
          <w:sz w:val="28"/>
          <w:szCs w:val="28"/>
        </w:rPr>
        <w:t>-</w:t>
      </w:r>
      <w:r w:rsidR="00CF0238" w:rsidRPr="00D674EA">
        <w:rPr>
          <w:sz w:val="28"/>
          <w:szCs w:val="28"/>
        </w:rPr>
        <w:t>гражданам Российской Федерации, призванным на военную службу по мобилизации в Вооруженные Силы Российской Федерации, а также заключившим контракт о прохождении военной службы в соответствии с</w:t>
      </w:r>
      <w:r w:rsidR="00CB521C">
        <w:rPr>
          <w:sz w:val="28"/>
          <w:szCs w:val="28"/>
        </w:rPr>
        <w:t xml:space="preserve"> </w:t>
      </w:r>
      <w:hyperlink r:id="rId10" w:anchor="7D20K3" w:history="1">
        <w:r w:rsidR="00CF0238" w:rsidRPr="00D674EA">
          <w:rPr>
            <w:rStyle w:val="a9"/>
            <w:sz w:val="28"/>
            <w:szCs w:val="28"/>
            <w:u w:val="none"/>
          </w:rPr>
          <w:t>Феде</w:t>
        </w:r>
        <w:r w:rsidR="00FA5B72">
          <w:rPr>
            <w:rStyle w:val="a9"/>
            <w:sz w:val="28"/>
            <w:szCs w:val="28"/>
            <w:u w:val="none"/>
          </w:rPr>
          <w:t>ральным законом от 28.03.1998 №</w:t>
        </w:r>
        <w:r w:rsidR="00500989">
          <w:rPr>
            <w:rStyle w:val="a9"/>
            <w:sz w:val="28"/>
            <w:szCs w:val="28"/>
            <w:u w:val="none"/>
          </w:rPr>
          <w:t>53-ФЗ «</w:t>
        </w:r>
        <w:r w:rsidR="00CF0238" w:rsidRPr="00D674EA">
          <w:rPr>
            <w:rStyle w:val="a9"/>
            <w:sz w:val="28"/>
            <w:szCs w:val="28"/>
            <w:u w:val="none"/>
          </w:rPr>
          <w:t>О воинской обязанности и военной службе</w:t>
        </w:r>
      </w:hyperlink>
      <w:r w:rsidR="00500989">
        <w:rPr>
          <w:sz w:val="28"/>
          <w:szCs w:val="28"/>
        </w:rPr>
        <w:t xml:space="preserve">» </w:t>
      </w:r>
      <w:r w:rsidR="00CF0238" w:rsidRPr="00D674EA">
        <w:rPr>
          <w:sz w:val="28"/>
          <w:szCs w:val="28"/>
        </w:rPr>
        <w:t>или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при условии их участия в</w:t>
      </w:r>
      <w:proofErr w:type="gramEnd"/>
      <w:r w:rsidR="00CF0238" w:rsidRPr="00D674EA">
        <w:rPr>
          <w:sz w:val="28"/>
          <w:szCs w:val="28"/>
        </w:rPr>
        <w:t xml:space="preserve"> специальной военной операции и членам семей указанных граждан, определенным пунктом 2.4 настоящего раздела.</w:t>
      </w:r>
    </w:p>
    <w:p w:rsidR="00CB521C" w:rsidRDefault="00C244C9" w:rsidP="00CB521C">
      <w:pPr>
        <w:pStyle w:val="tekstob"/>
        <w:spacing w:before="0" w:beforeAutospacing="0" w:after="0" w:afterAutospacing="0"/>
        <w:ind w:firstLine="708"/>
        <w:jc w:val="both"/>
        <w:rPr>
          <w:sz w:val="28"/>
          <w:szCs w:val="28"/>
        </w:rPr>
      </w:pPr>
      <w:r w:rsidRPr="00D674EA">
        <w:rPr>
          <w:sz w:val="28"/>
          <w:szCs w:val="28"/>
        </w:rPr>
        <w:t>2.2.Основанием для предоставления льготы на бесплатное посещение музея является пред</w:t>
      </w:r>
      <w:r w:rsidR="00CB521C">
        <w:rPr>
          <w:sz w:val="28"/>
          <w:szCs w:val="28"/>
        </w:rPr>
        <w:t>ъявление следующих документов:</w:t>
      </w:r>
    </w:p>
    <w:p w:rsidR="00CB521C" w:rsidRDefault="00CB521C" w:rsidP="00CB521C">
      <w:pPr>
        <w:pStyle w:val="tekstob"/>
        <w:spacing w:before="0" w:beforeAutospacing="0" w:after="0" w:afterAutospacing="0"/>
        <w:ind w:firstLine="708"/>
        <w:jc w:val="both"/>
        <w:rPr>
          <w:sz w:val="28"/>
          <w:szCs w:val="28"/>
        </w:rPr>
      </w:pPr>
      <w:r>
        <w:rPr>
          <w:sz w:val="28"/>
          <w:szCs w:val="28"/>
        </w:rPr>
        <w:t>2.2.1.</w:t>
      </w:r>
      <w:r w:rsidR="00122F6E" w:rsidRPr="00D674EA">
        <w:rPr>
          <w:sz w:val="28"/>
          <w:szCs w:val="28"/>
        </w:rPr>
        <w:t xml:space="preserve">Гражданами, удостоенными званий Героя Советского Союза, Героя Российской Федерации или являющимися полными кавалерами ордена </w:t>
      </w:r>
      <w:r>
        <w:rPr>
          <w:sz w:val="28"/>
          <w:szCs w:val="28"/>
        </w:rPr>
        <w:t>Славы:</w:t>
      </w:r>
    </w:p>
    <w:p w:rsidR="00CB521C" w:rsidRDefault="00122F6E" w:rsidP="00CB521C">
      <w:pPr>
        <w:pStyle w:val="tekstob"/>
        <w:spacing w:before="0" w:beforeAutospacing="0" w:after="0" w:afterAutospacing="0"/>
        <w:ind w:firstLine="708"/>
        <w:jc w:val="both"/>
        <w:rPr>
          <w:sz w:val="28"/>
          <w:szCs w:val="28"/>
        </w:rPr>
      </w:pPr>
      <w:r w:rsidRPr="00D674EA">
        <w:rPr>
          <w:sz w:val="28"/>
          <w:szCs w:val="28"/>
        </w:rPr>
        <w:t>документ, удостоверяющий статус Героя или полного кавалера ордена Славы;</w:t>
      </w:r>
    </w:p>
    <w:p w:rsidR="00CB521C" w:rsidRDefault="00122F6E" w:rsidP="00CB521C">
      <w:pPr>
        <w:pStyle w:val="tekstob"/>
        <w:spacing w:before="0" w:beforeAutospacing="0" w:after="0" w:afterAutospacing="0"/>
        <w:ind w:firstLine="708"/>
        <w:jc w:val="both"/>
        <w:rPr>
          <w:sz w:val="28"/>
          <w:szCs w:val="28"/>
        </w:rPr>
      </w:pPr>
      <w:r w:rsidRPr="00D674EA">
        <w:rPr>
          <w:sz w:val="28"/>
          <w:szCs w:val="28"/>
        </w:rPr>
        <w:t>документ, подтверждающий неполучение ежемесячной денежной выплаты в порядке, установленном действующим законодательством.</w:t>
      </w:r>
    </w:p>
    <w:p w:rsidR="00CB521C" w:rsidRDefault="00122F6E" w:rsidP="00CB521C">
      <w:pPr>
        <w:pStyle w:val="tekstob"/>
        <w:spacing w:before="0" w:beforeAutospacing="0" w:after="0" w:afterAutospacing="0"/>
        <w:ind w:firstLine="708"/>
        <w:jc w:val="both"/>
        <w:rPr>
          <w:sz w:val="28"/>
          <w:szCs w:val="28"/>
        </w:rPr>
      </w:pPr>
      <w:r w:rsidRPr="00D674EA">
        <w:rPr>
          <w:sz w:val="28"/>
          <w:szCs w:val="28"/>
        </w:rPr>
        <w:t>2.2.</w:t>
      </w:r>
      <w:r w:rsidR="00B84308" w:rsidRPr="00D674EA">
        <w:rPr>
          <w:sz w:val="28"/>
          <w:szCs w:val="28"/>
        </w:rPr>
        <w:t>2</w:t>
      </w:r>
      <w:r w:rsidR="00CB521C">
        <w:rPr>
          <w:sz w:val="28"/>
          <w:szCs w:val="28"/>
        </w:rPr>
        <w:t>.</w:t>
      </w:r>
      <w:r w:rsidRPr="00D674EA">
        <w:rPr>
          <w:sz w:val="28"/>
          <w:szCs w:val="28"/>
        </w:rPr>
        <w:t>Членами многодетных семей - удостоверение, подтверждаю</w:t>
      </w:r>
      <w:r w:rsidR="00CB521C">
        <w:rPr>
          <w:sz w:val="28"/>
          <w:szCs w:val="28"/>
        </w:rPr>
        <w:t xml:space="preserve">щее статус </w:t>
      </w:r>
      <w:r w:rsidRPr="00D674EA">
        <w:rPr>
          <w:sz w:val="28"/>
          <w:szCs w:val="28"/>
        </w:rPr>
        <w:t>многодетной семьи в Российской Федерации.</w:t>
      </w:r>
    </w:p>
    <w:p w:rsidR="00CB521C" w:rsidRDefault="00122F6E" w:rsidP="00CB521C">
      <w:pPr>
        <w:pStyle w:val="tekstob"/>
        <w:spacing w:before="0" w:beforeAutospacing="0" w:after="0" w:afterAutospacing="0"/>
        <w:ind w:firstLine="708"/>
        <w:jc w:val="both"/>
        <w:rPr>
          <w:sz w:val="28"/>
          <w:szCs w:val="28"/>
        </w:rPr>
      </w:pPr>
      <w:r w:rsidRPr="00D674EA">
        <w:rPr>
          <w:sz w:val="28"/>
          <w:szCs w:val="28"/>
        </w:rPr>
        <w:t>2.2.</w:t>
      </w:r>
      <w:r w:rsidR="00B84308" w:rsidRPr="00D674EA">
        <w:rPr>
          <w:sz w:val="28"/>
          <w:szCs w:val="28"/>
        </w:rPr>
        <w:t>3</w:t>
      </w:r>
      <w:r w:rsidR="00CB521C">
        <w:rPr>
          <w:sz w:val="28"/>
          <w:szCs w:val="28"/>
        </w:rPr>
        <w:t>.</w:t>
      </w:r>
      <w:r w:rsidRPr="00D674EA">
        <w:rPr>
          <w:sz w:val="28"/>
          <w:szCs w:val="28"/>
        </w:rPr>
        <w:t>Ветеранами и инвалидами Великой Отечественной войны:</w:t>
      </w:r>
    </w:p>
    <w:p w:rsidR="00CB521C" w:rsidRDefault="00122F6E" w:rsidP="00CB521C">
      <w:pPr>
        <w:pStyle w:val="tekstob"/>
        <w:spacing w:before="0" w:beforeAutospacing="0" w:after="0" w:afterAutospacing="0"/>
        <w:ind w:firstLine="708"/>
        <w:jc w:val="both"/>
        <w:rPr>
          <w:sz w:val="28"/>
          <w:szCs w:val="28"/>
        </w:rPr>
      </w:pPr>
      <w:r w:rsidRPr="00D674EA">
        <w:rPr>
          <w:sz w:val="28"/>
          <w:szCs w:val="28"/>
        </w:rPr>
        <w:t>удостоверение ветерана Великой Отечественной войны;</w:t>
      </w:r>
    </w:p>
    <w:p w:rsidR="00CB521C" w:rsidRDefault="00122F6E" w:rsidP="00CB521C">
      <w:pPr>
        <w:pStyle w:val="tekstob"/>
        <w:spacing w:before="0" w:beforeAutospacing="0" w:after="0" w:afterAutospacing="0"/>
        <w:ind w:firstLine="708"/>
        <w:jc w:val="both"/>
        <w:rPr>
          <w:sz w:val="28"/>
          <w:szCs w:val="28"/>
        </w:rPr>
      </w:pPr>
      <w:r w:rsidRPr="00D674EA">
        <w:rPr>
          <w:sz w:val="28"/>
          <w:szCs w:val="28"/>
        </w:rPr>
        <w:t>удостоверение участника войны;</w:t>
      </w:r>
    </w:p>
    <w:p w:rsidR="00CB521C" w:rsidRDefault="00122F6E" w:rsidP="00CB521C">
      <w:pPr>
        <w:pStyle w:val="tekstob"/>
        <w:spacing w:before="0" w:beforeAutospacing="0" w:after="0" w:afterAutospacing="0"/>
        <w:ind w:firstLine="708"/>
        <w:jc w:val="both"/>
        <w:rPr>
          <w:sz w:val="28"/>
          <w:szCs w:val="28"/>
        </w:rPr>
      </w:pPr>
      <w:r w:rsidRPr="00D674EA">
        <w:rPr>
          <w:sz w:val="28"/>
          <w:szCs w:val="28"/>
        </w:rPr>
        <w:t>удостоверение о праве на льготы;</w:t>
      </w:r>
    </w:p>
    <w:p w:rsidR="00CB521C" w:rsidRDefault="00FF7BC3" w:rsidP="00CB521C">
      <w:pPr>
        <w:pStyle w:val="tekstob"/>
        <w:spacing w:before="0" w:beforeAutospacing="0" w:after="0" w:afterAutospacing="0"/>
        <w:ind w:firstLine="708"/>
        <w:jc w:val="both"/>
        <w:rPr>
          <w:sz w:val="28"/>
          <w:szCs w:val="28"/>
        </w:rPr>
      </w:pPr>
      <w:r>
        <w:rPr>
          <w:sz w:val="28"/>
          <w:szCs w:val="28"/>
        </w:rPr>
        <w:t>удостоверение к знаку «</w:t>
      </w:r>
      <w:r w:rsidR="00122F6E" w:rsidRPr="00D674EA">
        <w:rPr>
          <w:sz w:val="28"/>
          <w:szCs w:val="28"/>
        </w:rPr>
        <w:t>Жителю блокадного Ленинграда</w:t>
      </w:r>
      <w:r>
        <w:rPr>
          <w:sz w:val="28"/>
          <w:szCs w:val="28"/>
        </w:rPr>
        <w:t>»</w:t>
      </w:r>
      <w:r w:rsidR="00122F6E" w:rsidRPr="00744177">
        <w:rPr>
          <w:sz w:val="28"/>
          <w:szCs w:val="28"/>
        </w:rPr>
        <w:t>;</w:t>
      </w:r>
    </w:p>
    <w:p w:rsidR="00CB521C" w:rsidRDefault="00FF7BC3" w:rsidP="00CB521C">
      <w:pPr>
        <w:pStyle w:val="tekstob"/>
        <w:spacing w:before="0" w:beforeAutospacing="0" w:after="0" w:afterAutospacing="0"/>
        <w:ind w:firstLine="708"/>
        <w:jc w:val="both"/>
        <w:rPr>
          <w:sz w:val="28"/>
          <w:szCs w:val="28"/>
        </w:rPr>
      </w:pPr>
      <w:r>
        <w:rPr>
          <w:sz w:val="28"/>
          <w:szCs w:val="28"/>
        </w:rPr>
        <w:t>удостоверение к знаку «Житель осажденного Севастополя»</w:t>
      </w:r>
      <w:r w:rsidR="00122F6E" w:rsidRPr="00744177">
        <w:rPr>
          <w:sz w:val="28"/>
          <w:szCs w:val="28"/>
        </w:rPr>
        <w:t>;</w:t>
      </w:r>
    </w:p>
    <w:p w:rsidR="00CB521C" w:rsidRDefault="00122F6E" w:rsidP="00CB521C">
      <w:pPr>
        <w:pStyle w:val="tekstob"/>
        <w:spacing w:before="0" w:beforeAutospacing="0" w:after="0" w:afterAutospacing="0"/>
        <w:ind w:firstLine="708"/>
        <w:jc w:val="both"/>
        <w:rPr>
          <w:sz w:val="28"/>
          <w:szCs w:val="28"/>
        </w:rPr>
      </w:pPr>
      <w:r w:rsidRPr="00744177">
        <w:rPr>
          <w:sz w:val="28"/>
          <w:szCs w:val="28"/>
        </w:rPr>
        <w:t>удостоверение инвалида Великой Отечественной войны.</w:t>
      </w:r>
    </w:p>
    <w:p w:rsidR="00CB521C" w:rsidRDefault="00122F6E" w:rsidP="00CC2A2C">
      <w:pPr>
        <w:pStyle w:val="tekstob"/>
        <w:spacing w:before="0" w:beforeAutospacing="0" w:after="0" w:afterAutospacing="0"/>
        <w:ind w:firstLine="708"/>
        <w:jc w:val="both"/>
        <w:rPr>
          <w:sz w:val="28"/>
          <w:szCs w:val="28"/>
        </w:rPr>
      </w:pPr>
      <w:r w:rsidRPr="00744177">
        <w:rPr>
          <w:sz w:val="28"/>
          <w:szCs w:val="28"/>
        </w:rPr>
        <w:t>2.2.</w:t>
      </w:r>
      <w:r w:rsidR="00B84308" w:rsidRPr="00744177">
        <w:rPr>
          <w:sz w:val="28"/>
          <w:szCs w:val="28"/>
        </w:rPr>
        <w:t>4</w:t>
      </w:r>
      <w:r w:rsidR="00CB521C">
        <w:rPr>
          <w:sz w:val="28"/>
          <w:szCs w:val="28"/>
        </w:rPr>
        <w:t>.</w:t>
      </w:r>
      <w:r w:rsidRPr="00744177">
        <w:rPr>
          <w:sz w:val="28"/>
          <w:szCs w:val="28"/>
        </w:rPr>
        <w:t>Гражданами Российской Федерации, призванными на военную службу по мобилизации в Вооруженные Силы Российской Федерации:</w:t>
      </w:r>
    </w:p>
    <w:p w:rsidR="00CB521C" w:rsidRDefault="00122F6E" w:rsidP="00CB521C">
      <w:pPr>
        <w:pStyle w:val="tekstob"/>
        <w:spacing w:before="0" w:beforeAutospacing="0" w:after="0" w:afterAutospacing="0"/>
        <w:ind w:firstLine="708"/>
        <w:jc w:val="both"/>
        <w:rPr>
          <w:sz w:val="28"/>
          <w:szCs w:val="28"/>
        </w:rPr>
      </w:pPr>
      <w:r w:rsidRPr="00744177">
        <w:rPr>
          <w:sz w:val="28"/>
          <w:szCs w:val="28"/>
        </w:rPr>
        <w:t>документ, удостоверяющий личность;</w:t>
      </w:r>
    </w:p>
    <w:p w:rsidR="00CB521C" w:rsidRDefault="00122F6E" w:rsidP="00CB521C">
      <w:pPr>
        <w:pStyle w:val="tekstob"/>
        <w:spacing w:before="0" w:beforeAutospacing="0" w:after="0" w:afterAutospacing="0"/>
        <w:ind w:firstLine="708"/>
        <w:jc w:val="both"/>
        <w:rPr>
          <w:sz w:val="28"/>
          <w:szCs w:val="28"/>
        </w:rPr>
      </w:pPr>
      <w:r w:rsidRPr="00744177">
        <w:rPr>
          <w:sz w:val="28"/>
          <w:szCs w:val="28"/>
        </w:rPr>
        <w:t>документ о призыве на военную службу по мобилизации, выданный военным</w:t>
      </w:r>
      <w:r w:rsidR="00744177" w:rsidRPr="00744177">
        <w:rPr>
          <w:sz w:val="28"/>
          <w:szCs w:val="28"/>
        </w:rPr>
        <w:t xml:space="preserve"> </w:t>
      </w:r>
      <w:r w:rsidRPr="00744177">
        <w:rPr>
          <w:sz w:val="28"/>
          <w:szCs w:val="28"/>
        </w:rPr>
        <w:t>комиссариатом;</w:t>
      </w:r>
    </w:p>
    <w:p w:rsidR="00CB521C" w:rsidRDefault="00122F6E" w:rsidP="00CB521C">
      <w:pPr>
        <w:pStyle w:val="tekstob"/>
        <w:spacing w:before="0" w:beforeAutospacing="0" w:after="0" w:afterAutospacing="0"/>
        <w:ind w:firstLine="708"/>
        <w:jc w:val="both"/>
        <w:rPr>
          <w:sz w:val="28"/>
          <w:szCs w:val="28"/>
        </w:rPr>
      </w:pPr>
      <w:proofErr w:type="gramStart"/>
      <w:r w:rsidRPr="00D674EA">
        <w:rPr>
          <w:sz w:val="28"/>
          <w:szCs w:val="28"/>
        </w:rPr>
        <w:t>справка о подтверждении факта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участнику специальной военной операции по форме, предусмотренной </w:t>
      </w:r>
      <w:hyperlink r:id="rId11" w:anchor="7D80K5" w:history="1">
        <w:r w:rsidR="00FA5B72">
          <w:rPr>
            <w:rStyle w:val="a9"/>
            <w:sz w:val="28"/>
            <w:szCs w:val="28"/>
            <w:u w:val="none"/>
          </w:rPr>
          <w:t>приложением №</w:t>
        </w:r>
        <w:r w:rsidRPr="00D674EA">
          <w:rPr>
            <w:rStyle w:val="a9"/>
            <w:sz w:val="28"/>
            <w:szCs w:val="28"/>
            <w:u w:val="none"/>
          </w:rPr>
          <w:t>1 к постановлению Правительства Росси</w:t>
        </w:r>
        <w:r w:rsidR="00FA5B72">
          <w:rPr>
            <w:rStyle w:val="a9"/>
            <w:sz w:val="28"/>
            <w:szCs w:val="28"/>
            <w:u w:val="none"/>
          </w:rPr>
          <w:t>йской Федерации от 09.10.2024 №</w:t>
        </w:r>
        <w:r w:rsidR="00FF7BC3">
          <w:rPr>
            <w:rStyle w:val="a9"/>
            <w:sz w:val="28"/>
            <w:szCs w:val="28"/>
            <w:u w:val="none"/>
          </w:rPr>
          <w:t>1354 «</w:t>
        </w:r>
        <w:r w:rsidRPr="00D674EA">
          <w:rPr>
            <w:rStyle w:val="a9"/>
            <w:sz w:val="28"/>
            <w:szCs w:val="28"/>
            <w:u w:val="none"/>
          </w:rPr>
          <w:t>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w:t>
        </w:r>
        <w:proofErr w:type="gramEnd"/>
        <w:r w:rsidRPr="00D674EA">
          <w:rPr>
            <w:rStyle w:val="a9"/>
            <w:sz w:val="28"/>
            <w:szCs w:val="28"/>
            <w:u w:val="none"/>
          </w:rPr>
          <w:t xml:space="preserve"> Народной Республики, Запорожской области и Херсонской области</w:t>
        </w:r>
      </w:hyperlink>
      <w:r w:rsidR="00FF7BC3">
        <w:rPr>
          <w:sz w:val="28"/>
          <w:szCs w:val="28"/>
        </w:rPr>
        <w:t>».</w:t>
      </w:r>
    </w:p>
    <w:p w:rsidR="00CB521C" w:rsidRDefault="00122F6E" w:rsidP="00CC2A2C">
      <w:pPr>
        <w:pStyle w:val="tekstob"/>
        <w:spacing w:before="0" w:beforeAutospacing="0" w:after="0" w:afterAutospacing="0"/>
        <w:ind w:firstLine="708"/>
        <w:jc w:val="both"/>
        <w:rPr>
          <w:sz w:val="28"/>
          <w:szCs w:val="28"/>
        </w:rPr>
      </w:pPr>
      <w:r w:rsidRPr="004423C9">
        <w:rPr>
          <w:sz w:val="28"/>
          <w:szCs w:val="28"/>
        </w:rPr>
        <w:t>2.2.</w:t>
      </w:r>
      <w:r w:rsidR="00335259" w:rsidRPr="004423C9">
        <w:rPr>
          <w:sz w:val="28"/>
          <w:szCs w:val="28"/>
        </w:rPr>
        <w:t>5</w:t>
      </w:r>
      <w:r w:rsidR="00CB521C">
        <w:rPr>
          <w:sz w:val="28"/>
          <w:szCs w:val="28"/>
        </w:rPr>
        <w:t>.</w:t>
      </w:r>
      <w:r w:rsidRPr="004423C9">
        <w:rPr>
          <w:sz w:val="28"/>
          <w:szCs w:val="28"/>
        </w:rPr>
        <w:t>Гражданами Российской Федерации, заключившими контракт о прохождении военной службы в соответствии с </w:t>
      </w:r>
      <w:hyperlink r:id="rId12" w:anchor="7D20K3" w:history="1">
        <w:r w:rsidRPr="004423C9">
          <w:rPr>
            <w:rStyle w:val="a9"/>
            <w:sz w:val="28"/>
            <w:szCs w:val="28"/>
            <w:u w:val="none"/>
          </w:rPr>
          <w:t>Фед</w:t>
        </w:r>
        <w:r w:rsidR="00FA5B72">
          <w:rPr>
            <w:rStyle w:val="a9"/>
            <w:sz w:val="28"/>
            <w:szCs w:val="28"/>
            <w:u w:val="none"/>
          </w:rPr>
          <w:t>еральным законом от 28.03.1998 №</w:t>
        </w:r>
        <w:r w:rsidRPr="004423C9">
          <w:rPr>
            <w:rStyle w:val="a9"/>
            <w:sz w:val="28"/>
            <w:szCs w:val="28"/>
            <w:u w:val="none"/>
          </w:rPr>
          <w:t>53-ФЗ</w:t>
        </w:r>
      </w:hyperlink>
      <w:r w:rsidRPr="004423C9">
        <w:rPr>
          <w:sz w:val="28"/>
          <w:szCs w:val="28"/>
        </w:rPr>
        <w:t>:</w:t>
      </w:r>
    </w:p>
    <w:p w:rsidR="00CB521C" w:rsidRDefault="00122F6E" w:rsidP="00CB521C">
      <w:pPr>
        <w:pStyle w:val="tekstob"/>
        <w:spacing w:before="0" w:beforeAutospacing="0" w:after="0" w:afterAutospacing="0"/>
        <w:ind w:firstLine="708"/>
        <w:jc w:val="both"/>
        <w:rPr>
          <w:sz w:val="28"/>
          <w:szCs w:val="28"/>
        </w:rPr>
      </w:pPr>
      <w:r w:rsidRPr="004423C9">
        <w:rPr>
          <w:sz w:val="28"/>
          <w:szCs w:val="28"/>
        </w:rPr>
        <w:t>документ, удостоверяющий личность;</w:t>
      </w:r>
    </w:p>
    <w:p w:rsidR="00CB521C" w:rsidRDefault="00122F6E" w:rsidP="00CB521C">
      <w:pPr>
        <w:pStyle w:val="tekstob"/>
        <w:spacing w:before="0" w:beforeAutospacing="0" w:after="0" w:afterAutospacing="0"/>
        <w:ind w:firstLine="708"/>
        <w:jc w:val="both"/>
        <w:rPr>
          <w:color w:val="444444"/>
          <w:sz w:val="28"/>
          <w:szCs w:val="28"/>
        </w:rPr>
      </w:pPr>
      <w:r w:rsidRPr="004423C9">
        <w:rPr>
          <w:sz w:val="28"/>
          <w:szCs w:val="28"/>
        </w:rPr>
        <w:lastRenderedPageBreak/>
        <w:t xml:space="preserve">выписка </w:t>
      </w:r>
      <w:proofErr w:type="gramStart"/>
      <w:r w:rsidRPr="004423C9">
        <w:rPr>
          <w:sz w:val="28"/>
          <w:szCs w:val="28"/>
        </w:rPr>
        <w:t>из приказа командира воинской части по личному составу о заключении контракта о прохождении военной службы в соответствии</w:t>
      </w:r>
      <w:proofErr w:type="gramEnd"/>
      <w:r w:rsidRPr="004423C9">
        <w:rPr>
          <w:sz w:val="28"/>
          <w:szCs w:val="28"/>
        </w:rPr>
        <w:t xml:space="preserve"> с</w:t>
      </w:r>
      <w:r w:rsidR="00CB521C">
        <w:rPr>
          <w:sz w:val="28"/>
          <w:szCs w:val="28"/>
        </w:rPr>
        <w:t xml:space="preserve"> </w:t>
      </w:r>
      <w:hyperlink r:id="rId13" w:anchor="7D20K3" w:history="1">
        <w:r w:rsidRPr="004423C9">
          <w:rPr>
            <w:rStyle w:val="a9"/>
            <w:sz w:val="28"/>
            <w:szCs w:val="28"/>
            <w:u w:val="none"/>
          </w:rPr>
          <w:t>Феде</w:t>
        </w:r>
        <w:r w:rsidR="00FA5B72">
          <w:rPr>
            <w:rStyle w:val="a9"/>
            <w:sz w:val="28"/>
            <w:szCs w:val="28"/>
            <w:u w:val="none"/>
          </w:rPr>
          <w:t>ральным законом от 28.03.1998 №</w:t>
        </w:r>
        <w:r w:rsidRPr="004423C9">
          <w:rPr>
            <w:rStyle w:val="a9"/>
            <w:sz w:val="28"/>
            <w:szCs w:val="28"/>
            <w:u w:val="none"/>
          </w:rPr>
          <w:t>53-ФЗ</w:t>
        </w:r>
      </w:hyperlink>
      <w:r w:rsidR="00CB521C">
        <w:rPr>
          <w:sz w:val="28"/>
          <w:szCs w:val="28"/>
        </w:rPr>
        <w:t xml:space="preserve"> </w:t>
      </w:r>
      <w:r w:rsidRPr="00744177">
        <w:rPr>
          <w:sz w:val="28"/>
          <w:szCs w:val="28"/>
        </w:rPr>
        <w:t xml:space="preserve">или </w:t>
      </w:r>
      <w:r w:rsidRPr="00CB521C">
        <w:rPr>
          <w:sz w:val="28"/>
          <w:szCs w:val="28"/>
        </w:rPr>
        <w:t>указанный контракт;</w:t>
      </w:r>
    </w:p>
    <w:p w:rsidR="00122F6E" w:rsidRPr="004423C9" w:rsidRDefault="00122F6E" w:rsidP="00CB521C">
      <w:pPr>
        <w:pStyle w:val="tekstob"/>
        <w:spacing w:before="0" w:beforeAutospacing="0" w:after="0" w:afterAutospacing="0"/>
        <w:ind w:firstLine="708"/>
        <w:jc w:val="both"/>
        <w:rPr>
          <w:sz w:val="28"/>
          <w:szCs w:val="28"/>
        </w:rPr>
      </w:pPr>
      <w:r w:rsidRPr="004423C9">
        <w:rPr>
          <w:sz w:val="28"/>
          <w:szCs w:val="28"/>
        </w:rPr>
        <w:t>справка о подтверждении факта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участнику специальной военной операции, по форме, предусмотренной </w:t>
      </w:r>
      <w:hyperlink r:id="rId14" w:anchor="7D80K5" w:history="1">
        <w:r w:rsidRPr="004423C9">
          <w:rPr>
            <w:rStyle w:val="a9"/>
            <w:sz w:val="28"/>
            <w:szCs w:val="28"/>
            <w:u w:val="none"/>
          </w:rPr>
          <w:t>прило</w:t>
        </w:r>
        <w:r w:rsidR="00FA5B72">
          <w:rPr>
            <w:rStyle w:val="a9"/>
            <w:sz w:val="28"/>
            <w:szCs w:val="28"/>
            <w:u w:val="none"/>
          </w:rPr>
          <w:t>жением №</w:t>
        </w:r>
        <w:r w:rsidRPr="004423C9">
          <w:rPr>
            <w:rStyle w:val="a9"/>
            <w:sz w:val="28"/>
            <w:szCs w:val="28"/>
            <w:u w:val="none"/>
          </w:rPr>
          <w:t>1 к постановлению Правительства Росси</w:t>
        </w:r>
        <w:r w:rsidR="00FA5B72">
          <w:rPr>
            <w:rStyle w:val="a9"/>
            <w:sz w:val="28"/>
            <w:szCs w:val="28"/>
            <w:u w:val="none"/>
          </w:rPr>
          <w:t>йской Федерации от 09.10.2024 №</w:t>
        </w:r>
        <w:r w:rsidRPr="004423C9">
          <w:rPr>
            <w:rStyle w:val="a9"/>
            <w:sz w:val="28"/>
            <w:szCs w:val="28"/>
            <w:u w:val="none"/>
          </w:rPr>
          <w:t>1354</w:t>
        </w:r>
      </w:hyperlink>
      <w:r w:rsidRPr="004423C9">
        <w:rPr>
          <w:sz w:val="28"/>
          <w:szCs w:val="28"/>
        </w:rPr>
        <w:t>.</w:t>
      </w:r>
    </w:p>
    <w:p w:rsidR="00CB521C" w:rsidRDefault="00122F6E" w:rsidP="00FF7BC3">
      <w:pPr>
        <w:pStyle w:val="formattext"/>
        <w:spacing w:before="0" w:beforeAutospacing="0" w:after="0" w:afterAutospacing="0"/>
        <w:ind w:firstLine="709"/>
        <w:jc w:val="both"/>
        <w:textAlignment w:val="baseline"/>
        <w:rPr>
          <w:sz w:val="28"/>
          <w:szCs w:val="28"/>
        </w:rPr>
      </w:pPr>
      <w:r w:rsidRPr="004423C9">
        <w:rPr>
          <w:sz w:val="28"/>
          <w:szCs w:val="28"/>
        </w:rPr>
        <w:t>2.2.</w:t>
      </w:r>
      <w:r w:rsidR="00335259" w:rsidRPr="004423C9">
        <w:rPr>
          <w:sz w:val="28"/>
          <w:szCs w:val="28"/>
        </w:rPr>
        <w:t>6</w:t>
      </w:r>
      <w:r w:rsidRPr="004423C9">
        <w:rPr>
          <w:sz w:val="28"/>
          <w:szCs w:val="28"/>
        </w:rPr>
        <w:t>.Гражданами Российской Федерации, заключившими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w:t>
      </w:r>
    </w:p>
    <w:p w:rsidR="00CB521C" w:rsidRDefault="00122F6E" w:rsidP="00FF7BC3">
      <w:pPr>
        <w:pStyle w:val="formattext"/>
        <w:spacing w:before="0" w:beforeAutospacing="0" w:after="0" w:afterAutospacing="0"/>
        <w:ind w:firstLine="709"/>
        <w:jc w:val="both"/>
        <w:textAlignment w:val="baseline"/>
        <w:rPr>
          <w:sz w:val="28"/>
          <w:szCs w:val="28"/>
        </w:rPr>
      </w:pPr>
      <w:r w:rsidRPr="004423C9">
        <w:rPr>
          <w:sz w:val="28"/>
          <w:szCs w:val="28"/>
        </w:rPr>
        <w:t>документ, удостоверяющий личность;</w:t>
      </w:r>
    </w:p>
    <w:p w:rsidR="00CB521C" w:rsidRDefault="00122F6E" w:rsidP="00FF7BC3">
      <w:pPr>
        <w:pStyle w:val="formattext"/>
        <w:spacing w:before="0" w:beforeAutospacing="0" w:after="0" w:afterAutospacing="0"/>
        <w:ind w:firstLine="709"/>
        <w:jc w:val="both"/>
        <w:textAlignment w:val="baseline"/>
        <w:rPr>
          <w:sz w:val="28"/>
          <w:szCs w:val="28"/>
        </w:rPr>
      </w:pPr>
      <w:r w:rsidRPr="004423C9">
        <w:rPr>
          <w:sz w:val="28"/>
          <w:szCs w:val="28"/>
        </w:rPr>
        <w:t xml:space="preserve">выписка </w:t>
      </w:r>
      <w:proofErr w:type="gramStart"/>
      <w:r w:rsidRPr="004423C9">
        <w:rPr>
          <w:sz w:val="28"/>
          <w:szCs w:val="28"/>
        </w:rPr>
        <w:t>из приказа командира воинской части по личному составу о заключении контракта о пребывании в добровольческом формировании</w:t>
      </w:r>
      <w:proofErr w:type="gramEnd"/>
      <w:r w:rsidRPr="004423C9">
        <w:rPr>
          <w:sz w:val="28"/>
          <w:szCs w:val="28"/>
        </w:rPr>
        <w:t xml:space="preserve"> (о добровольном содействии в выполнении задач, возложенных на Вооруженные Силы Российской</w:t>
      </w:r>
      <w:r w:rsidR="00744177" w:rsidRPr="004423C9">
        <w:rPr>
          <w:sz w:val="28"/>
          <w:szCs w:val="28"/>
        </w:rPr>
        <w:t xml:space="preserve"> </w:t>
      </w:r>
      <w:r w:rsidRPr="004423C9">
        <w:rPr>
          <w:sz w:val="28"/>
          <w:szCs w:val="28"/>
        </w:rPr>
        <w:t>Федерации);</w:t>
      </w:r>
    </w:p>
    <w:p w:rsidR="00CB521C" w:rsidRPr="001268D9" w:rsidRDefault="00122F6E" w:rsidP="00FF7BC3">
      <w:pPr>
        <w:pStyle w:val="formattext"/>
        <w:spacing w:before="0" w:beforeAutospacing="0" w:after="0" w:afterAutospacing="0"/>
        <w:ind w:firstLine="709"/>
        <w:jc w:val="both"/>
        <w:textAlignment w:val="baseline"/>
        <w:rPr>
          <w:sz w:val="28"/>
          <w:szCs w:val="28"/>
        </w:rPr>
      </w:pPr>
      <w:r w:rsidRPr="004423C9">
        <w:rPr>
          <w:sz w:val="28"/>
          <w:szCs w:val="28"/>
        </w:rPr>
        <w:t>справка о подтверждении факта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участнику специальной военной операции, по форме, предусмотренной</w:t>
      </w:r>
      <w:r w:rsidR="00CB521C" w:rsidRPr="00CB521C">
        <w:rPr>
          <w:sz w:val="28"/>
          <w:szCs w:val="28"/>
        </w:rPr>
        <w:t xml:space="preserve"> </w:t>
      </w:r>
      <w:hyperlink r:id="rId15" w:anchor="7D80K5" w:history="1">
        <w:r w:rsidRPr="001268D9">
          <w:rPr>
            <w:sz w:val="28"/>
            <w:szCs w:val="28"/>
          </w:rPr>
          <w:t>приложе</w:t>
        </w:r>
        <w:r w:rsidR="00FA5B72">
          <w:rPr>
            <w:sz w:val="28"/>
            <w:szCs w:val="28"/>
          </w:rPr>
          <w:t>нием №</w:t>
        </w:r>
        <w:r w:rsidRPr="001268D9">
          <w:rPr>
            <w:sz w:val="28"/>
            <w:szCs w:val="28"/>
          </w:rPr>
          <w:t>1 к постановлению Правительства Российской Федерации от 09.10.2024</w:t>
        </w:r>
        <w:r w:rsidR="00FA5B72">
          <w:rPr>
            <w:sz w:val="28"/>
            <w:szCs w:val="28"/>
          </w:rPr>
          <w:t xml:space="preserve"> №</w:t>
        </w:r>
        <w:r w:rsidRPr="001268D9">
          <w:rPr>
            <w:sz w:val="28"/>
            <w:szCs w:val="28"/>
          </w:rPr>
          <w:t>1354</w:t>
        </w:r>
      </w:hyperlink>
      <w:r w:rsidRPr="001268D9">
        <w:rPr>
          <w:sz w:val="28"/>
          <w:szCs w:val="28"/>
        </w:rPr>
        <w:t>.</w:t>
      </w:r>
    </w:p>
    <w:p w:rsidR="00CB521C" w:rsidRDefault="00122F6E" w:rsidP="00FF7BC3">
      <w:pPr>
        <w:pStyle w:val="formattext"/>
        <w:spacing w:before="0" w:beforeAutospacing="0" w:after="0" w:afterAutospacing="0"/>
        <w:ind w:firstLine="709"/>
        <w:jc w:val="both"/>
        <w:textAlignment w:val="baseline"/>
        <w:rPr>
          <w:sz w:val="28"/>
          <w:szCs w:val="28"/>
        </w:rPr>
      </w:pPr>
      <w:r w:rsidRPr="004423C9">
        <w:rPr>
          <w:sz w:val="28"/>
          <w:szCs w:val="28"/>
        </w:rPr>
        <w:t>2.2.</w:t>
      </w:r>
      <w:r w:rsidR="00335259" w:rsidRPr="004423C9">
        <w:rPr>
          <w:sz w:val="28"/>
          <w:szCs w:val="28"/>
        </w:rPr>
        <w:t>7</w:t>
      </w:r>
      <w:r w:rsidR="00CC2A2C">
        <w:rPr>
          <w:sz w:val="28"/>
          <w:szCs w:val="28"/>
        </w:rPr>
        <w:t>.</w:t>
      </w:r>
      <w:r w:rsidRPr="004423C9">
        <w:rPr>
          <w:sz w:val="28"/>
          <w:szCs w:val="28"/>
        </w:rPr>
        <w:t>Членами семей граждан, указанных в подпунктах 2.2.</w:t>
      </w:r>
      <w:r w:rsidR="00335259" w:rsidRPr="004423C9">
        <w:rPr>
          <w:sz w:val="28"/>
          <w:szCs w:val="28"/>
        </w:rPr>
        <w:t>4</w:t>
      </w:r>
      <w:r w:rsidRPr="004423C9">
        <w:rPr>
          <w:sz w:val="28"/>
          <w:szCs w:val="28"/>
        </w:rPr>
        <w:t xml:space="preserve"> - 2.2.</w:t>
      </w:r>
      <w:r w:rsidR="00335259" w:rsidRPr="004423C9">
        <w:rPr>
          <w:sz w:val="28"/>
          <w:szCs w:val="28"/>
        </w:rPr>
        <w:t>6</w:t>
      </w:r>
      <w:r w:rsidRPr="004423C9">
        <w:rPr>
          <w:sz w:val="28"/>
          <w:szCs w:val="28"/>
        </w:rPr>
        <w:t xml:space="preserve"> настоящего пункта, и определенными пунктом 2.4 настоящего раздела:</w:t>
      </w:r>
      <w:r w:rsidR="00CB521C">
        <w:rPr>
          <w:sz w:val="28"/>
          <w:szCs w:val="28"/>
        </w:rPr>
        <w:t xml:space="preserve"> </w:t>
      </w:r>
      <w:r w:rsidRPr="004423C9">
        <w:rPr>
          <w:sz w:val="28"/>
          <w:szCs w:val="28"/>
        </w:rPr>
        <w:t xml:space="preserve">документ, удостоверяющий личность, или студенческий билет, если член семьи относится к категории граждан, указанных в подпункте </w:t>
      </w:r>
      <w:r w:rsidRPr="00D674EA">
        <w:rPr>
          <w:sz w:val="28"/>
          <w:szCs w:val="28"/>
        </w:rPr>
        <w:t>2.4.4 пункта 2.4</w:t>
      </w:r>
      <w:r w:rsidRPr="004423C9">
        <w:rPr>
          <w:sz w:val="28"/>
          <w:szCs w:val="28"/>
        </w:rPr>
        <w:t xml:space="preserve"> настоящего раздела;</w:t>
      </w:r>
    </w:p>
    <w:p w:rsidR="00CB521C" w:rsidRDefault="00122F6E" w:rsidP="00FF7BC3">
      <w:pPr>
        <w:pStyle w:val="formattext"/>
        <w:spacing w:before="0" w:beforeAutospacing="0" w:after="0" w:afterAutospacing="0"/>
        <w:ind w:firstLine="709"/>
        <w:jc w:val="both"/>
        <w:textAlignment w:val="baseline"/>
        <w:rPr>
          <w:sz w:val="28"/>
          <w:szCs w:val="28"/>
        </w:rPr>
      </w:pPr>
      <w:proofErr w:type="gramStart"/>
      <w:r w:rsidRPr="004423C9">
        <w:rPr>
          <w:sz w:val="28"/>
          <w:szCs w:val="28"/>
        </w:rPr>
        <w:t>документ, подтверждающий отношение гражданина к членам семьи лица, принимающего участие в специальной военной операции (свидетельство о рождении, заключении брака и его нотариально удостоверенный перевод на русский язык в случае, если оно выдано компетентным органом иностранного государства и сведения о государственной регистрации заключения брака отсутствуют в Едином государственном реестре записей актов гражданского состояния);</w:t>
      </w:r>
      <w:proofErr w:type="gramEnd"/>
    </w:p>
    <w:p w:rsidR="00CB521C" w:rsidRDefault="00122F6E" w:rsidP="00FF7BC3">
      <w:pPr>
        <w:pStyle w:val="formattext"/>
        <w:spacing w:before="0" w:beforeAutospacing="0" w:after="0" w:afterAutospacing="0"/>
        <w:ind w:firstLine="709"/>
        <w:jc w:val="both"/>
        <w:textAlignment w:val="baseline"/>
        <w:rPr>
          <w:sz w:val="28"/>
          <w:szCs w:val="28"/>
        </w:rPr>
      </w:pPr>
      <w:r w:rsidRPr="004423C9">
        <w:rPr>
          <w:sz w:val="28"/>
          <w:szCs w:val="28"/>
        </w:rPr>
        <w:t>справка, подтверждающая факт установления инвалидности, - для членов семьи, указанных в подпункте 2.4.3 пункта 2.4 настоящего раздела;</w:t>
      </w:r>
    </w:p>
    <w:p w:rsidR="001268D9" w:rsidRDefault="00122F6E" w:rsidP="00FF7BC3">
      <w:pPr>
        <w:pStyle w:val="formattext"/>
        <w:spacing w:before="0" w:beforeAutospacing="0" w:after="0" w:afterAutospacing="0"/>
        <w:ind w:firstLine="709"/>
        <w:jc w:val="both"/>
        <w:textAlignment w:val="baseline"/>
        <w:rPr>
          <w:sz w:val="28"/>
          <w:szCs w:val="28"/>
        </w:rPr>
      </w:pPr>
      <w:r w:rsidRPr="004423C9">
        <w:rPr>
          <w:sz w:val="28"/>
          <w:szCs w:val="28"/>
        </w:rPr>
        <w:t xml:space="preserve">студенческий билет или справка об </w:t>
      </w:r>
      <w:proofErr w:type="gramStart"/>
      <w:r w:rsidRPr="004423C9">
        <w:rPr>
          <w:sz w:val="28"/>
          <w:szCs w:val="28"/>
        </w:rPr>
        <w:t>обучении по</w:t>
      </w:r>
      <w:proofErr w:type="gramEnd"/>
      <w:r w:rsidRPr="004423C9">
        <w:rPr>
          <w:sz w:val="28"/>
          <w:szCs w:val="28"/>
        </w:rPr>
        <w:t xml:space="preserve"> очной форме обучения в образовательной организации (за исключением обучения по дополнительной образовательной программе) и ее нотариально удостоверенный перевод на русский язык, если такая справка выдана компетентным органом (организацией) иностранного государства - для членов семьи, указанных в подпункте 2.4.4 пункта 2.4 настоящего раздела;</w:t>
      </w:r>
    </w:p>
    <w:p w:rsidR="001268D9" w:rsidRDefault="00122F6E" w:rsidP="00FF7BC3">
      <w:pPr>
        <w:pStyle w:val="formattext"/>
        <w:spacing w:before="0" w:beforeAutospacing="0" w:after="0" w:afterAutospacing="0"/>
        <w:ind w:firstLine="709"/>
        <w:jc w:val="both"/>
        <w:textAlignment w:val="baseline"/>
        <w:rPr>
          <w:sz w:val="28"/>
          <w:szCs w:val="28"/>
        </w:rPr>
      </w:pPr>
      <w:r w:rsidRPr="004423C9">
        <w:rPr>
          <w:sz w:val="28"/>
          <w:szCs w:val="28"/>
        </w:rPr>
        <w:lastRenderedPageBreak/>
        <w:t>решение суда об установлении факта нахождения гражданина на иждивении лица, указанного в подпункте 2.2.</w:t>
      </w:r>
      <w:r w:rsidR="00335259" w:rsidRPr="004423C9">
        <w:rPr>
          <w:sz w:val="28"/>
          <w:szCs w:val="28"/>
        </w:rPr>
        <w:t>4</w:t>
      </w:r>
      <w:r w:rsidRPr="004423C9">
        <w:rPr>
          <w:sz w:val="28"/>
          <w:szCs w:val="28"/>
        </w:rPr>
        <w:t>, или 2.2.</w:t>
      </w:r>
      <w:r w:rsidR="00335259" w:rsidRPr="004423C9">
        <w:rPr>
          <w:sz w:val="28"/>
          <w:szCs w:val="28"/>
        </w:rPr>
        <w:t>5</w:t>
      </w:r>
      <w:r w:rsidRPr="004423C9">
        <w:rPr>
          <w:sz w:val="28"/>
          <w:szCs w:val="28"/>
        </w:rPr>
        <w:t>, или 2.2.</w:t>
      </w:r>
      <w:r w:rsidR="00335259" w:rsidRPr="004423C9">
        <w:rPr>
          <w:sz w:val="28"/>
          <w:szCs w:val="28"/>
        </w:rPr>
        <w:t>6</w:t>
      </w:r>
      <w:r w:rsidRPr="004423C9">
        <w:rPr>
          <w:sz w:val="28"/>
          <w:szCs w:val="28"/>
        </w:rPr>
        <w:t xml:space="preserve"> настоящего пункта, - для членов семьи, указанных в подпункте 2.4.6 пункта 2.4 настоящего раздела;</w:t>
      </w:r>
    </w:p>
    <w:p w:rsidR="001268D9" w:rsidRDefault="00122F6E" w:rsidP="00FF7BC3">
      <w:pPr>
        <w:pStyle w:val="formattext"/>
        <w:spacing w:before="0" w:beforeAutospacing="0" w:after="0" w:afterAutospacing="0"/>
        <w:ind w:firstLine="709"/>
        <w:jc w:val="both"/>
        <w:textAlignment w:val="baseline"/>
        <w:rPr>
          <w:sz w:val="28"/>
          <w:szCs w:val="28"/>
        </w:rPr>
      </w:pPr>
      <w:r w:rsidRPr="004423C9">
        <w:rPr>
          <w:sz w:val="28"/>
          <w:szCs w:val="28"/>
        </w:rPr>
        <w:t>документы, указанные в абзаце четвертом подпункта 2.2.</w:t>
      </w:r>
      <w:r w:rsidR="00335259" w:rsidRPr="004423C9">
        <w:rPr>
          <w:sz w:val="28"/>
          <w:szCs w:val="28"/>
        </w:rPr>
        <w:t>4</w:t>
      </w:r>
      <w:r w:rsidRPr="004423C9">
        <w:rPr>
          <w:sz w:val="28"/>
          <w:szCs w:val="28"/>
        </w:rPr>
        <w:t xml:space="preserve">, или в абзаце </w:t>
      </w:r>
      <w:r w:rsidR="004423C9">
        <w:rPr>
          <w:sz w:val="28"/>
          <w:szCs w:val="28"/>
        </w:rPr>
        <w:t>четвертом</w:t>
      </w:r>
      <w:r w:rsidRPr="004423C9">
        <w:rPr>
          <w:sz w:val="28"/>
          <w:szCs w:val="28"/>
        </w:rPr>
        <w:t xml:space="preserve"> подпункта 2.2.</w:t>
      </w:r>
      <w:r w:rsidR="00335259" w:rsidRPr="004423C9">
        <w:rPr>
          <w:sz w:val="28"/>
          <w:szCs w:val="28"/>
        </w:rPr>
        <w:t>5</w:t>
      </w:r>
      <w:r w:rsidRPr="004423C9">
        <w:rPr>
          <w:sz w:val="28"/>
          <w:szCs w:val="28"/>
        </w:rPr>
        <w:t>, или в абзаце четвертом подпункта 2.2.</w:t>
      </w:r>
      <w:r w:rsidR="00335259" w:rsidRPr="004423C9">
        <w:rPr>
          <w:sz w:val="28"/>
          <w:szCs w:val="28"/>
        </w:rPr>
        <w:t>6</w:t>
      </w:r>
      <w:r w:rsidRPr="004423C9">
        <w:rPr>
          <w:sz w:val="28"/>
          <w:szCs w:val="28"/>
        </w:rPr>
        <w:t xml:space="preserve"> настоящего пункта, или документ, подтверждающий смерть (гибель) лица, указанного в одном из указанных подпунктов, наступившую в период участия в специальной военной операции;</w:t>
      </w:r>
    </w:p>
    <w:p w:rsidR="00122F6E" w:rsidRDefault="00122F6E" w:rsidP="00FF7BC3">
      <w:pPr>
        <w:pStyle w:val="formattext"/>
        <w:spacing w:before="0" w:beforeAutospacing="0" w:after="0" w:afterAutospacing="0"/>
        <w:ind w:firstLine="709"/>
        <w:jc w:val="both"/>
        <w:textAlignment w:val="baseline"/>
        <w:rPr>
          <w:sz w:val="28"/>
          <w:szCs w:val="28"/>
        </w:rPr>
      </w:pPr>
      <w:r w:rsidRPr="004423C9">
        <w:rPr>
          <w:sz w:val="28"/>
          <w:szCs w:val="28"/>
        </w:rPr>
        <w:t xml:space="preserve">справка о подтверждении факта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члену семьи участника специальной военной операции, по форме, </w:t>
      </w:r>
      <w:r w:rsidRPr="00D674EA">
        <w:rPr>
          <w:sz w:val="28"/>
          <w:szCs w:val="28"/>
        </w:rPr>
        <w:t>предусмотренной</w:t>
      </w:r>
      <w:r w:rsidR="001268D9">
        <w:rPr>
          <w:sz w:val="28"/>
          <w:szCs w:val="28"/>
        </w:rPr>
        <w:t xml:space="preserve"> </w:t>
      </w:r>
      <w:hyperlink r:id="rId16" w:anchor="7DA0K6" w:history="1">
        <w:r w:rsidR="00FA5B72">
          <w:rPr>
            <w:rStyle w:val="a9"/>
            <w:sz w:val="28"/>
            <w:szCs w:val="28"/>
            <w:u w:val="none"/>
          </w:rPr>
          <w:t>приложением №</w:t>
        </w:r>
        <w:r w:rsidRPr="00D674EA">
          <w:rPr>
            <w:rStyle w:val="a9"/>
            <w:sz w:val="28"/>
            <w:szCs w:val="28"/>
            <w:u w:val="none"/>
          </w:rPr>
          <w:t>2 к постановлению Правительства Российской Федера</w:t>
        </w:r>
        <w:r w:rsidR="00FA5B72">
          <w:rPr>
            <w:rStyle w:val="a9"/>
            <w:sz w:val="28"/>
            <w:szCs w:val="28"/>
            <w:u w:val="none"/>
          </w:rPr>
          <w:t>ции от 09.10.2024 №</w:t>
        </w:r>
        <w:r w:rsidRPr="00D674EA">
          <w:rPr>
            <w:rStyle w:val="a9"/>
            <w:sz w:val="28"/>
            <w:szCs w:val="28"/>
            <w:u w:val="none"/>
          </w:rPr>
          <w:t>1354</w:t>
        </w:r>
      </w:hyperlink>
      <w:r w:rsidRPr="00D674EA">
        <w:rPr>
          <w:sz w:val="28"/>
          <w:szCs w:val="28"/>
        </w:rPr>
        <w:t>.</w:t>
      </w:r>
    </w:p>
    <w:p w:rsidR="004822D4" w:rsidRDefault="006F52CA" w:rsidP="00FF7BC3">
      <w:pPr>
        <w:pStyle w:val="formattext"/>
        <w:spacing w:before="0" w:beforeAutospacing="0" w:after="0" w:afterAutospacing="0"/>
        <w:ind w:firstLine="709"/>
        <w:jc w:val="both"/>
        <w:textAlignment w:val="baseline"/>
        <w:rPr>
          <w:sz w:val="28"/>
          <w:szCs w:val="28"/>
        </w:rPr>
      </w:pPr>
      <w:proofErr w:type="gramStart"/>
      <w:r w:rsidRPr="00FA2087">
        <w:rPr>
          <w:bCs/>
          <w:sz w:val="28"/>
          <w:szCs w:val="28"/>
        </w:rPr>
        <w:t>2.2.</w:t>
      </w:r>
      <w:r w:rsidR="000A3461" w:rsidRPr="00FA2087">
        <w:rPr>
          <w:bCs/>
          <w:sz w:val="28"/>
          <w:szCs w:val="28"/>
        </w:rPr>
        <w:t>8</w:t>
      </w:r>
      <w:r w:rsidR="001268D9">
        <w:rPr>
          <w:bCs/>
          <w:sz w:val="28"/>
          <w:szCs w:val="28"/>
        </w:rPr>
        <w:t>.</w:t>
      </w:r>
      <w:r w:rsidRPr="00FA2087">
        <w:rPr>
          <w:bCs/>
          <w:sz w:val="28"/>
          <w:szCs w:val="28"/>
        </w:rPr>
        <w:t>Основанием для предоставления льготы на бесплатное посещение музе</w:t>
      </w:r>
      <w:r w:rsidR="000A3461" w:rsidRPr="00FA2087">
        <w:rPr>
          <w:bCs/>
          <w:sz w:val="28"/>
          <w:szCs w:val="28"/>
        </w:rPr>
        <w:t>я</w:t>
      </w:r>
      <w:r w:rsidRPr="00FA2087">
        <w:rPr>
          <w:bCs/>
          <w:sz w:val="28"/>
          <w:szCs w:val="28"/>
        </w:rPr>
        <w:t xml:space="preserve"> для членов многодетных семей помимо документа, предусмотренного подпунктом 2.2.</w:t>
      </w:r>
      <w:r w:rsidR="000A3461" w:rsidRPr="00FA2087">
        <w:rPr>
          <w:bCs/>
          <w:sz w:val="28"/>
          <w:szCs w:val="28"/>
        </w:rPr>
        <w:t>2</w:t>
      </w:r>
      <w:r w:rsidRPr="00FA2087">
        <w:rPr>
          <w:bCs/>
          <w:sz w:val="28"/>
          <w:szCs w:val="28"/>
        </w:rPr>
        <w:t xml:space="preserve"> пункта 2.2 настоящего раздела, также является подтверждение статуса многодетной семьи в Российской Федерации в соответствии с порядком подтверждения статуса многодетной семьи в Российской Федерации по месту требования с использованием сведений, предусмотренных </w:t>
      </w:r>
      <w:hyperlink r:id="rId17" w:anchor="65A0IQ" w:history="1">
        <w:r w:rsidRPr="00FA2087">
          <w:rPr>
            <w:rStyle w:val="a9"/>
            <w:bCs/>
            <w:sz w:val="28"/>
            <w:szCs w:val="28"/>
            <w:u w:val="none"/>
          </w:rPr>
          <w:t>пунктом 3 распоряжения Правительства Российской Фед</w:t>
        </w:r>
        <w:r w:rsidR="001268D9">
          <w:rPr>
            <w:rStyle w:val="a9"/>
            <w:bCs/>
            <w:sz w:val="28"/>
            <w:szCs w:val="28"/>
            <w:u w:val="none"/>
          </w:rPr>
          <w:t xml:space="preserve">ерации от 29 июня 2024 </w:t>
        </w:r>
        <w:r w:rsidR="00FA5B72">
          <w:rPr>
            <w:rStyle w:val="a9"/>
            <w:bCs/>
            <w:sz w:val="28"/>
            <w:szCs w:val="28"/>
            <w:u w:val="none"/>
          </w:rPr>
          <w:t>№</w:t>
        </w:r>
        <w:r w:rsidRPr="00FA2087">
          <w:rPr>
            <w:rStyle w:val="a9"/>
            <w:bCs/>
            <w:sz w:val="28"/>
            <w:szCs w:val="28"/>
            <w:u w:val="none"/>
          </w:rPr>
          <w:t>1725-р</w:t>
        </w:r>
        <w:proofErr w:type="gramEnd"/>
      </w:hyperlink>
      <w:r w:rsidRPr="00FA2087">
        <w:rPr>
          <w:bCs/>
          <w:sz w:val="28"/>
          <w:szCs w:val="28"/>
        </w:rPr>
        <w:t>, утвержденным </w:t>
      </w:r>
      <w:hyperlink r:id="rId18" w:anchor="64S0IJ" w:history="1">
        <w:r w:rsidRPr="00FA2087">
          <w:rPr>
            <w:rStyle w:val="a9"/>
            <w:bCs/>
            <w:sz w:val="28"/>
            <w:szCs w:val="28"/>
            <w:u w:val="none"/>
          </w:rPr>
          <w:t>приказом Министерства труда и социальной защиты Российской Фе</w:t>
        </w:r>
        <w:r w:rsidR="00FA5B72">
          <w:rPr>
            <w:rStyle w:val="a9"/>
            <w:bCs/>
            <w:sz w:val="28"/>
            <w:szCs w:val="28"/>
            <w:u w:val="none"/>
          </w:rPr>
          <w:t>дерации от 27.09.2024 №</w:t>
        </w:r>
        <w:r w:rsidRPr="00FA2087">
          <w:rPr>
            <w:rStyle w:val="a9"/>
            <w:bCs/>
            <w:sz w:val="28"/>
            <w:szCs w:val="28"/>
            <w:u w:val="none"/>
          </w:rPr>
          <w:t>513</w:t>
        </w:r>
      </w:hyperlink>
      <w:r w:rsidRPr="001931F5">
        <w:rPr>
          <w:color w:val="444444"/>
          <w:sz w:val="28"/>
          <w:szCs w:val="28"/>
        </w:rPr>
        <w:t>.</w:t>
      </w:r>
    </w:p>
    <w:p w:rsidR="004822D4" w:rsidRDefault="001268D9" w:rsidP="00FF7BC3">
      <w:pPr>
        <w:pStyle w:val="tekstob"/>
        <w:spacing w:before="0" w:beforeAutospacing="0" w:after="0" w:afterAutospacing="0"/>
        <w:ind w:firstLine="709"/>
        <w:jc w:val="both"/>
        <w:rPr>
          <w:sz w:val="28"/>
          <w:szCs w:val="28"/>
        </w:rPr>
      </w:pPr>
      <w:r>
        <w:rPr>
          <w:sz w:val="28"/>
          <w:szCs w:val="28"/>
        </w:rPr>
        <w:t>2.3.</w:t>
      </w:r>
      <w:r w:rsidR="004822D4" w:rsidRPr="00FA2087">
        <w:rPr>
          <w:sz w:val="28"/>
          <w:szCs w:val="28"/>
        </w:rPr>
        <w:t xml:space="preserve">Бесплатное посещение музеев лицами, не достигшими восемнадцати лет, и лицами, обучающимися по основным профессиональным образовательным программам, устанавливается в порядке, определенном уполномоченным Правительством Российской Федерации федеральным органом исполнительной </w:t>
      </w:r>
      <w:r w:rsidR="004822D4" w:rsidRPr="00D674EA">
        <w:rPr>
          <w:sz w:val="28"/>
          <w:szCs w:val="28"/>
        </w:rPr>
        <w:t>власти.</w:t>
      </w:r>
    </w:p>
    <w:p w:rsidR="004822D4" w:rsidRPr="00F04B5D" w:rsidRDefault="001268D9" w:rsidP="00FF7BC3">
      <w:pPr>
        <w:ind w:firstLine="709"/>
        <w:contextualSpacing/>
        <w:jc w:val="both"/>
        <w:rPr>
          <w:sz w:val="28"/>
        </w:rPr>
      </w:pPr>
      <w:r>
        <w:rPr>
          <w:sz w:val="28"/>
        </w:rPr>
        <w:t>2.4.</w:t>
      </w:r>
      <w:r w:rsidR="00C244C9" w:rsidRPr="00F04B5D">
        <w:rPr>
          <w:sz w:val="28"/>
        </w:rPr>
        <w:t xml:space="preserve">К членам семей граждан, указанных в абзаце </w:t>
      </w:r>
      <w:r w:rsidR="00542814" w:rsidRPr="00F04B5D">
        <w:rPr>
          <w:sz w:val="28"/>
        </w:rPr>
        <w:t>пятом</w:t>
      </w:r>
      <w:r w:rsidR="00C244C9" w:rsidRPr="00F04B5D">
        <w:rPr>
          <w:sz w:val="28"/>
        </w:rPr>
        <w:t xml:space="preserve"> пункта 2.1 настоящего Порядка, относятся: </w:t>
      </w:r>
    </w:p>
    <w:p w:rsidR="00C244C9" w:rsidRPr="00F04B5D" w:rsidRDefault="001268D9" w:rsidP="00FF7BC3">
      <w:pPr>
        <w:ind w:firstLine="709"/>
        <w:contextualSpacing/>
        <w:jc w:val="both"/>
        <w:rPr>
          <w:sz w:val="28"/>
        </w:rPr>
      </w:pPr>
      <w:r>
        <w:rPr>
          <w:sz w:val="28"/>
        </w:rPr>
        <w:t>2.4.1.</w:t>
      </w:r>
      <w:r w:rsidR="00C244C9" w:rsidRPr="00F04B5D">
        <w:rPr>
          <w:sz w:val="28"/>
        </w:rPr>
        <w:t>Супруга (супруг).</w:t>
      </w:r>
    </w:p>
    <w:p w:rsidR="00C244C9" w:rsidRPr="00F04B5D" w:rsidRDefault="001268D9" w:rsidP="00FF7BC3">
      <w:pPr>
        <w:ind w:firstLine="709"/>
        <w:contextualSpacing/>
        <w:jc w:val="both"/>
        <w:rPr>
          <w:sz w:val="28"/>
        </w:rPr>
      </w:pPr>
      <w:r>
        <w:rPr>
          <w:sz w:val="28"/>
        </w:rPr>
        <w:t>2.4.2.</w:t>
      </w:r>
      <w:r w:rsidR="00C244C9" w:rsidRPr="00F04B5D">
        <w:rPr>
          <w:sz w:val="28"/>
        </w:rPr>
        <w:t>Дети, не достигшие возраста 18 лет.</w:t>
      </w:r>
    </w:p>
    <w:p w:rsidR="00C244C9" w:rsidRPr="00F04B5D" w:rsidRDefault="001268D9" w:rsidP="00FF7BC3">
      <w:pPr>
        <w:ind w:firstLine="709"/>
        <w:contextualSpacing/>
        <w:jc w:val="both"/>
        <w:rPr>
          <w:sz w:val="28"/>
        </w:rPr>
      </w:pPr>
      <w:r>
        <w:rPr>
          <w:sz w:val="28"/>
        </w:rPr>
        <w:t>2.4.3.</w:t>
      </w:r>
      <w:r w:rsidR="00C244C9" w:rsidRPr="00F04B5D">
        <w:rPr>
          <w:sz w:val="28"/>
        </w:rPr>
        <w:t>Дети, достигшие возраста 18 лет, если они стали</w:t>
      </w:r>
      <w:r w:rsidR="00C244C9" w:rsidRPr="00F04B5D">
        <w:t xml:space="preserve"> </w:t>
      </w:r>
      <w:r>
        <w:rPr>
          <w:sz w:val="28"/>
        </w:rPr>
        <w:t xml:space="preserve">инвалидами до </w:t>
      </w:r>
      <w:r w:rsidR="00C244C9" w:rsidRPr="00F04B5D">
        <w:rPr>
          <w:sz w:val="28"/>
        </w:rPr>
        <w:t>достижения указанного возраста.</w:t>
      </w:r>
    </w:p>
    <w:p w:rsidR="00C244C9" w:rsidRPr="00F04B5D" w:rsidRDefault="001268D9" w:rsidP="00FF7BC3">
      <w:pPr>
        <w:ind w:firstLine="709"/>
        <w:contextualSpacing/>
        <w:jc w:val="both"/>
        <w:rPr>
          <w:sz w:val="28"/>
        </w:rPr>
      </w:pPr>
      <w:r>
        <w:rPr>
          <w:sz w:val="28"/>
        </w:rPr>
        <w:t>2.4.4.</w:t>
      </w:r>
      <w:r w:rsidR="00C244C9" w:rsidRPr="00F04B5D">
        <w:rPr>
          <w:sz w:val="28"/>
        </w:rPr>
        <w:t xml:space="preserve">Дети, обучающиеся в образовательных организациях по очной форме обучения (за исключением </w:t>
      </w:r>
      <w:proofErr w:type="gramStart"/>
      <w:r w:rsidR="00C244C9" w:rsidRPr="00F04B5D">
        <w:rPr>
          <w:sz w:val="28"/>
        </w:rPr>
        <w:t>обучения</w:t>
      </w:r>
      <w:proofErr w:type="gramEnd"/>
      <w:r w:rsidR="00C244C9" w:rsidRPr="00F04B5D">
        <w:rPr>
          <w:sz w:val="28"/>
        </w:rPr>
        <w:t xml:space="preserve"> по дополнительной образователь</w:t>
      </w:r>
      <w:r>
        <w:rPr>
          <w:sz w:val="28"/>
        </w:rPr>
        <w:t xml:space="preserve">ной программе), но </w:t>
      </w:r>
      <w:r w:rsidR="00C244C9" w:rsidRPr="00F04B5D">
        <w:rPr>
          <w:sz w:val="28"/>
        </w:rPr>
        <w:t>не</w:t>
      </w:r>
      <w:r>
        <w:rPr>
          <w:sz w:val="28"/>
        </w:rPr>
        <w:t xml:space="preserve"> </w:t>
      </w:r>
      <w:r w:rsidR="00C244C9" w:rsidRPr="00F04B5D">
        <w:rPr>
          <w:sz w:val="28"/>
        </w:rPr>
        <w:t>старше 23 лет.</w:t>
      </w:r>
    </w:p>
    <w:p w:rsidR="00C244C9" w:rsidRPr="00F04B5D" w:rsidRDefault="001268D9" w:rsidP="00FF7BC3">
      <w:pPr>
        <w:ind w:firstLine="709"/>
        <w:contextualSpacing/>
        <w:jc w:val="both"/>
        <w:rPr>
          <w:sz w:val="28"/>
        </w:rPr>
      </w:pPr>
      <w:r>
        <w:rPr>
          <w:sz w:val="28"/>
        </w:rPr>
        <w:t>2.4.5.</w:t>
      </w:r>
      <w:r w:rsidR="00C244C9" w:rsidRPr="00F04B5D">
        <w:rPr>
          <w:sz w:val="28"/>
        </w:rPr>
        <w:t>Родители, не лишенные родитель</w:t>
      </w:r>
      <w:r>
        <w:rPr>
          <w:sz w:val="28"/>
        </w:rPr>
        <w:t xml:space="preserve">ских прав или не ограниченные в </w:t>
      </w:r>
      <w:r w:rsidR="00C244C9" w:rsidRPr="00F04B5D">
        <w:rPr>
          <w:sz w:val="28"/>
        </w:rPr>
        <w:t>родительских правах.</w:t>
      </w:r>
    </w:p>
    <w:p w:rsidR="00C244C9" w:rsidRPr="00D674EA" w:rsidRDefault="001268D9" w:rsidP="00FF7BC3">
      <w:pPr>
        <w:ind w:firstLine="709"/>
        <w:contextualSpacing/>
        <w:jc w:val="both"/>
        <w:rPr>
          <w:sz w:val="28"/>
        </w:rPr>
      </w:pPr>
      <w:proofErr w:type="gramStart"/>
      <w:r>
        <w:rPr>
          <w:sz w:val="28"/>
        </w:rPr>
        <w:t>2.4.6.</w:t>
      </w:r>
      <w:r w:rsidR="00C244C9" w:rsidRPr="00F04B5D">
        <w:rPr>
          <w:sz w:val="28"/>
        </w:rPr>
        <w:t xml:space="preserve">Лица, находящиеся на их иждивении (находящиеся на полном их содержании или получающие от них помощь, которая является для них постоянным и основным источником средств к существованию, а также лица, признанные иждивенцами в порядке, установленном законодательством Российской </w:t>
      </w:r>
      <w:r w:rsidR="00C244C9" w:rsidRPr="00D674EA">
        <w:rPr>
          <w:sz w:val="28"/>
        </w:rPr>
        <w:t>Федерации).</w:t>
      </w:r>
      <w:proofErr w:type="gramEnd"/>
    </w:p>
    <w:p w:rsidR="00C244C9" w:rsidRPr="005F62D1" w:rsidRDefault="001268D9" w:rsidP="00C244C9">
      <w:pPr>
        <w:pStyle w:val="tekstob"/>
        <w:jc w:val="center"/>
        <w:rPr>
          <w:sz w:val="28"/>
          <w:szCs w:val="28"/>
        </w:rPr>
      </w:pPr>
      <w:r>
        <w:rPr>
          <w:sz w:val="28"/>
          <w:szCs w:val="28"/>
        </w:rPr>
        <w:lastRenderedPageBreak/>
        <w:t>3.</w:t>
      </w:r>
      <w:r w:rsidR="00C244C9">
        <w:rPr>
          <w:sz w:val="28"/>
          <w:szCs w:val="28"/>
        </w:rPr>
        <w:t>Порядок предоставления льгот отдельным категориям граждан на посещение платных мероприятий, п</w:t>
      </w:r>
      <w:r w:rsidR="00FF7BC3">
        <w:rPr>
          <w:sz w:val="28"/>
          <w:szCs w:val="28"/>
        </w:rPr>
        <w:t>роводимых учреждениями культуры</w:t>
      </w:r>
    </w:p>
    <w:p w:rsidR="00C244C9" w:rsidRDefault="00C244C9" w:rsidP="00CC2A2C">
      <w:pPr>
        <w:pStyle w:val="tekstob"/>
        <w:spacing w:before="0" w:beforeAutospacing="0" w:after="0" w:afterAutospacing="0"/>
        <w:ind w:firstLine="708"/>
        <w:jc w:val="both"/>
        <w:rPr>
          <w:sz w:val="28"/>
          <w:szCs w:val="28"/>
        </w:rPr>
      </w:pPr>
      <w:r>
        <w:rPr>
          <w:sz w:val="28"/>
          <w:szCs w:val="28"/>
        </w:rPr>
        <w:t>3.1.</w:t>
      </w:r>
      <w:r>
        <w:rPr>
          <w:sz w:val="28"/>
        </w:rPr>
        <w:t>Учреждения</w:t>
      </w:r>
      <w:r w:rsidRPr="004F3CA0">
        <w:rPr>
          <w:sz w:val="28"/>
        </w:rPr>
        <w:t xml:space="preserve"> культуры с учетом финансовых, материально-технических и организационных возможностей могут устанавливать льготы для</w:t>
      </w:r>
      <w:r w:rsidR="001268D9">
        <w:rPr>
          <w:sz w:val="28"/>
        </w:rPr>
        <w:t xml:space="preserve"> </w:t>
      </w:r>
      <w:r w:rsidRPr="004F3CA0">
        <w:rPr>
          <w:sz w:val="28"/>
        </w:rPr>
        <w:t>детей дошкольного возраста, обучающихся образовательных организаций всех типов, инвалидов, военнослужащих, проходящих военную службу по</w:t>
      </w:r>
      <w:r w:rsidR="001268D9">
        <w:rPr>
          <w:sz w:val="28"/>
        </w:rPr>
        <w:t xml:space="preserve"> </w:t>
      </w:r>
      <w:r w:rsidRPr="004F3CA0">
        <w:rPr>
          <w:sz w:val="28"/>
        </w:rPr>
        <w:t>призыву, ветеранов боевых действий, пенсионеров и иных категорий граждан на посещение платных мероприятий, проводимых организациями культуры (далее</w:t>
      </w:r>
      <w:r w:rsidR="001268D9">
        <w:rPr>
          <w:sz w:val="28"/>
        </w:rPr>
        <w:t xml:space="preserve"> </w:t>
      </w:r>
      <w:r w:rsidRPr="004F3CA0">
        <w:rPr>
          <w:sz w:val="28"/>
        </w:rPr>
        <w:t>– льгота).</w:t>
      </w:r>
    </w:p>
    <w:p w:rsidR="00C244C9" w:rsidRDefault="00C244C9" w:rsidP="00CC2A2C">
      <w:pPr>
        <w:pStyle w:val="tekstob"/>
        <w:spacing w:before="0" w:beforeAutospacing="0" w:after="0" w:afterAutospacing="0"/>
        <w:ind w:firstLine="708"/>
        <w:jc w:val="both"/>
        <w:rPr>
          <w:sz w:val="28"/>
          <w:szCs w:val="28"/>
        </w:rPr>
      </w:pPr>
      <w:r>
        <w:rPr>
          <w:sz w:val="28"/>
          <w:szCs w:val="28"/>
        </w:rPr>
        <w:t>3.2.Решение о предоставлении льгот категориям г</w:t>
      </w:r>
      <w:r w:rsidR="001268D9">
        <w:rPr>
          <w:sz w:val="28"/>
          <w:szCs w:val="28"/>
        </w:rPr>
        <w:t xml:space="preserve">раждан, указанным в пункте 3.1. </w:t>
      </w:r>
      <w:r>
        <w:rPr>
          <w:sz w:val="28"/>
          <w:szCs w:val="28"/>
        </w:rPr>
        <w:t xml:space="preserve">настоящего порядка, на посещение платного мероприятия, </w:t>
      </w:r>
      <w:r w:rsidR="00317798">
        <w:rPr>
          <w:sz w:val="28"/>
          <w:szCs w:val="28"/>
        </w:rPr>
        <w:t>проводимого учреждением культуры</w:t>
      </w:r>
      <w:r>
        <w:rPr>
          <w:sz w:val="28"/>
          <w:szCs w:val="28"/>
        </w:rPr>
        <w:t>, принимается учреждением культуры.</w:t>
      </w:r>
    </w:p>
    <w:p w:rsidR="00C244C9" w:rsidRDefault="00C244C9" w:rsidP="00CC2A2C">
      <w:pPr>
        <w:pStyle w:val="tekstob"/>
        <w:spacing w:before="0" w:beforeAutospacing="0" w:after="0" w:afterAutospacing="0"/>
        <w:ind w:firstLine="708"/>
        <w:jc w:val="both"/>
        <w:rPr>
          <w:sz w:val="28"/>
          <w:szCs w:val="28"/>
        </w:rPr>
      </w:pPr>
      <w:r>
        <w:rPr>
          <w:sz w:val="28"/>
          <w:szCs w:val="28"/>
        </w:rPr>
        <w:t>3.3.Основанием для предоставления льгот в соответствии с решением, принятым учреждением культуры, о предоставлении льгот на посещение платного мероприятия является предъявление следующих документов:</w:t>
      </w:r>
    </w:p>
    <w:p w:rsidR="00C244C9" w:rsidRDefault="00C244C9" w:rsidP="00CC2A2C">
      <w:pPr>
        <w:pStyle w:val="tekstob"/>
        <w:spacing w:before="0" w:beforeAutospacing="0" w:after="0" w:afterAutospacing="0"/>
        <w:ind w:firstLine="708"/>
        <w:jc w:val="both"/>
        <w:rPr>
          <w:sz w:val="28"/>
          <w:szCs w:val="28"/>
        </w:rPr>
      </w:pPr>
      <w:r>
        <w:rPr>
          <w:sz w:val="28"/>
          <w:szCs w:val="28"/>
        </w:rPr>
        <w:t>3.3.1.Для детей дошкольного возраста:</w:t>
      </w:r>
    </w:p>
    <w:p w:rsidR="00C244C9" w:rsidRDefault="00C244C9" w:rsidP="00C244C9">
      <w:pPr>
        <w:pStyle w:val="tekstob"/>
        <w:spacing w:before="0" w:beforeAutospacing="0" w:after="0" w:afterAutospacing="0"/>
        <w:ind w:firstLine="708"/>
        <w:jc w:val="both"/>
        <w:rPr>
          <w:sz w:val="28"/>
          <w:szCs w:val="28"/>
        </w:rPr>
      </w:pPr>
      <w:r>
        <w:rPr>
          <w:sz w:val="28"/>
          <w:szCs w:val="28"/>
        </w:rPr>
        <w:t>-свидетельство о рождении;</w:t>
      </w:r>
    </w:p>
    <w:p w:rsidR="00C244C9" w:rsidRDefault="00C244C9" w:rsidP="00C244C9">
      <w:pPr>
        <w:pStyle w:val="tekstob"/>
        <w:spacing w:before="0" w:beforeAutospacing="0" w:after="0" w:afterAutospacing="0"/>
        <w:ind w:firstLine="708"/>
        <w:jc w:val="both"/>
        <w:rPr>
          <w:sz w:val="28"/>
          <w:szCs w:val="28"/>
        </w:rPr>
      </w:pPr>
      <w:r>
        <w:rPr>
          <w:sz w:val="28"/>
          <w:szCs w:val="28"/>
        </w:rPr>
        <w:t>-на коллективное посещение – письмо организации, заверенное подписью руководителя и печатью организации, где временно пребывают или воспитываются дети дошкольного возраста.</w:t>
      </w:r>
    </w:p>
    <w:p w:rsidR="00C244C9" w:rsidRPr="00B70B9F" w:rsidRDefault="003F31C2" w:rsidP="00CC2A2C">
      <w:pPr>
        <w:pStyle w:val="tekstob"/>
        <w:spacing w:before="0" w:beforeAutospacing="0" w:after="0" w:afterAutospacing="0"/>
        <w:ind w:firstLine="708"/>
        <w:jc w:val="both"/>
        <w:rPr>
          <w:sz w:val="28"/>
          <w:szCs w:val="28"/>
        </w:rPr>
      </w:pPr>
      <w:r>
        <w:rPr>
          <w:sz w:val="28"/>
          <w:szCs w:val="28"/>
        </w:rPr>
        <w:t>3.3.2.</w:t>
      </w:r>
      <w:r w:rsidR="00C244C9" w:rsidRPr="00B70B9F">
        <w:rPr>
          <w:sz w:val="28"/>
          <w:szCs w:val="28"/>
        </w:rPr>
        <w:t>Для обучающихся образовательных организаций всех типов:</w:t>
      </w:r>
    </w:p>
    <w:p w:rsidR="00C244C9" w:rsidRPr="00B70B9F" w:rsidRDefault="00C244C9" w:rsidP="00C244C9">
      <w:pPr>
        <w:pStyle w:val="tekstob"/>
        <w:spacing w:before="0" w:beforeAutospacing="0" w:after="0" w:afterAutospacing="0"/>
        <w:ind w:firstLine="708"/>
        <w:jc w:val="both"/>
        <w:rPr>
          <w:sz w:val="28"/>
          <w:szCs w:val="28"/>
        </w:rPr>
      </w:pPr>
      <w:r w:rsidRPr="00B70B9F">
        <w:rPr>
          <w:sz w:val="28"/>
          <w:szCs w:val="28"/>
        </w:rPr>
        <w:t>-студенческий билет или документ, подтверждающий обучение в образовательной организации или зачетная книжка;</w:t>
      </w:r>
    </w:p>
    <w:p w:rsidR="00C244C9" w:rsidRPr="00B70B9F" w:rsidRDefault="00C244C9" w:rsidP="00C244C9">
      <w:pPr>
        <w:pStyle w:val="tekstob"/>
        <w:spacing w:before="0" w:beforeAutospacing="0" w:after="0" w:afterAutospacing="0"/>
        <w:ind w:firstLine="708"/>
        <w:jc w:val="both"/>
        <w:rPr>
          <w:sz w:val="28"/>
          <w:szCs w:val="28"/>
        </w:rPr>
      </w:pPr>
      <w:r w:rsidRPr="00B70B9F">
        <w:rPr>
          <w:sz w:val="28"/>
          <w:szCs w:val="28"/>
        </w:rPr>
        <w:t xml:space="preserve">-на коллективное посещение – письмо соответствующей образовательной организации с указанием фамилии, имени, отчества </w:t>
      </w:r>
      <w:proofErr w:type="gramStart"/>
      <w:r w:rsidRPr="00B70B9F">
        <w:rPr>
          <w:sz w:val="28"/>
          <w:szCs w:val="28"/>
        </w:rPr>
        <w:t>обучающихся</w:t>
      </w:r>
      <w:proofErr w:type="gramEnd"/>
      <w:r w:rsidRPr="00B70B9F">
        <w:rPr>
          <w:sz w:val="28"/>
          <w:szCs w:val="28"/>
        </w:rPr>
        <w:t>, заверенное подписью руководителя и печатью образовательной организации.</w:t>
      </w:r>
    </w:p>
    <w:p w:rsidR="00C244C9" w:rsidRDefault="00C244C9" w:rsidP="001268D9">
      <w:pPr>
        <w:pStyle w:val="tekstob"/>
        <w:spacing w:before="0" w:beforeAutospacing="0" w:after="0" w:afterAutospacing="0"/>
        <w:ind w:firstLine="708"/>
        <w:jc w:val="both"/>
        <w:rPr>
          <w:sz w:val="28"/>
          <w:szCs w:val="28"/>
        </w:rPr>
      </w:pPr>
      <w:r w:rsidRPr="00B70B9F">
        <w:rPr>
          <w:sz w:val="28"/>
          <w:szCs w:val="28"/>
        </w:rPr>
        <w:t>3.3.3.Для инвалидов – удостоверение инвалида.</w:t>
      </w:r>
    </w:p>
    <w:p w:rsidR="00C244C9" w:rsidRDefault="00C244C9" w:rsidP="001268D9">
      <w:pPr>
        <w:pStyle w:val="tekstob"/>
        <w:spacing w:before="0" w:beforeAutospacing="0" w:after="0" w:afterAutospacing="0"/>
        <w:ind w:firstLine="708"/>
        <w:jc w:val="both"/>
        <w:rPr>
          <w:sz w:val="28"/>
          <w:szCs w:val="28"/>
        </w:rPr>
      </w:pPr>
      <w:r>
        <w:rPr>
          <w:sz w:val="28"/>
          <w:szCs w:val="28"/>
        </w:rPr>
        <w:t>3.3.4.Для военнослужащих, проходящих военную службу по призыву, - военный билет с записью, подтверждающей прохождение военной службы по призыву.</w:t>
      </w:r>
    </w:p>
    <w:p w:rsidR="00C244C9" w:rsidRDefault="00C244C9" w:rsidP="00CC2A2C">
      <w:pPr>
        <w:pStyle w:val="tekstob"/>
        <w:spacing w:before="0" w:beforeAutospacing="0" w:after="0" w:afterAutospacing="0"/>
        <w:ind w:firstLine="708"/>
        <w:jc w:val="both"/>
        <w:rPr>
          <w:sz w:val="28"/>
          <w:szCs w:val="28"/>
        </w:rPr>
      </w:pPr>
      <w:r>
        <w:rPr>
          <w:sz w:val="28"/>
          <w:szCs w:val="28"/>
        </w:rPr>
        <w:t>3.3.5.Для ветеранов боевых действий – удостоверение ветерана боевых действий либо свидетельство (удостоверение) о праве на льготы.</w:t>
      </w:r>
    </w:p>
    <w:p w:rsidR="00C244C9" w:rsidRDefault="003F31C2" w:rsidP="001268D9">
      <w:pPr>
        <w:pStyle w:val="tekstob"/>
        <w:spacing w:before="0" w:beforeAutospacing="0" w:after="0" w:afterAutospacing="0"/>
        <w:ind w:firstLine="708"/>
        <w:jc w:val="both"/>
        <w:rPr>
          <w:sz w:val="28"/>
          <w:szCs w:val="28"/>
        </w:rPr>
      </w:pPr>
      <w:r>
        <w:rPr>
          <w:sz w:val="28"/>
          <w:szCs w:val="28"/>
        </w:rPr>
        <w:t>3.3.6.</w:t>
      </w:r>
      <w:r w:rsidR="00C244C9">
        <w:rPr>
          <w:sz w:val="28"/>
          <w:szCs w:val="28"/>
        </w:rPr>
        <w:t xml:space="preserve">Для пенсионеров – удостоверение пенсионера </w:t>
      </w:r>
    </w:p>
    <w:p w:rsidR="00C244C9" w:rsidRDefault="003F31C2" w:rsidP="001268D9">
      <w:pPr>
        <w:pStyle w:val="tekstob"/>
        <w:spacing w:before="0" w:beforeAutospacing="0" w:after="0" w:afterAutospacing="0"/>
        <w:ind w:firstLine="708"/>
        <w:jc w:val="both"/>
        <w:rPr>
          <w:sz w:val="28"/>
          <w:szCs w:val="28"/>
        </w:rPr>
      </w:pPr>
      <w:r>
        <w:rPr>
          <w:sz w:val="28"/>
          <w:szCs w:val="28"/>
        </w:rPr>
        <w:t>3.3.7.</w:t>
      </w:r>
      <w:r w:rsidR="00C244C9" w:rsidRPr="004F3CA0">
        <w:rPr>
          <w:sz w:val="28"/>
        </w:rPr>
        <w:t>Для иных категорий граждан</w:t>
      </w:r>
      <w:r w:rsidR="00C244C9">
        <w:rPr>
          <w:sz w:val="28"/>
        </w:rPr>
        <w:t> </w:t>
      </w:r>
      <w:r w:rsidR="00C244C9" w:rsidRPr="004F3CA0">
        <w:rPr>
          <w:sz w:val="28"/>
        </w:rPr>
        <w:t>–</w:t>
      </w:r>
      <w:r w:rsidR="00C244C9">
        <w:rPr>
          <w:sz w:val="28"/>
        </w:rPr>
        <w:t> </w:t>
      </w:r>
      <w:r w:rsidR="00C244C9" w:rsidRPr="004F3CA0">
        <w:rPr>
          <w:sz w:val="28"/>
        </w:rPr>
        <w:t xml:space="preserve">документы, установленные локальным актом </w:t>
      </w:r>
      <w:r w:rsidR="00C244C9">
        <w:rPr>
          <w:sz w:val="28"/>
        </w:rPr>
        <w:t>учреждения</w:t>
      </w:r>
      <w:r w:rsidR="00C244C9" w:rsidRPr="004F3CA0">
        <w:rPr>
          <w:sz w:val="28"/>
        </w:rPr>
        <w:t xml:space="preserve"> культуры</w:t>
      </w:r>
      <w:r w:rsidR="00C244C9">
        <w:rPr>
          <w:sz w:val="28"/>
        </w:rPr>
        <w:t>.</w:t>
      </w:r>
    </w:p>
    <w:p w:rsidR="00C244C9" w:rsidRDefault="00C244C9" w:rsidP="00C244C9">
      <w:pPr>
        <w:pStyle w:val="tekstob"/>
        <w:jc w:val="center"/>
        <w:rPr>
          <w:sz w:val="28"/>
          <w:szCs w:val="28"/>
        </w:rPr>
      </w:pPr>
      <w:r>
        <w:rPr>
          <w:sz w:val="28"/>
          <w:szCs w:val="28"/>
        </w:rPr>
        <w:t>4</w:t>
      </w:r>
      <w:r w:rsidR="001268D9">
        <w:rPr>
          <w:sz w:val="28"/>
          <w:szCs w:val="28"/>
        </w:rPr>
        <w:t>.</w:t>
      </w:r>
      <w:r>
        <w:rPr>
          <w:sz w:val="28"/>
          <w:szCs w:val="28"/>
        </w:rPr>
        <w:t>Контроль и информация</w:t>
      </w:r>
      <w:r w:rsidR="00430592">
        <w:rPr>
          <w:sz w:val="28"/>
          <w:szCs w:val="28"/>
        </w:rPr>
        <w:t xml:space="preserve"> о льготах</w:t>
      </w:r>
    </w:p>
    <w:p w:rsidR="00C244C9" w:rsidRDefault="00C244C9" w:rsidP="001268D9">
      <w:pPr>
        <w:pStyle w:val="tekstob"/>
        <w:spacing w:before="0" w:beforeAutospacing="0"/>
        <w:ind w:firstLine="708"/>
        <w:jc w:val="both"/>
        <w:rPr>
          <w:sz w:val="28"/>
          <w:szCs w:val="28"/>
        </w:rPr>
      </w:pPr>
      <w:proofErr w:type="gramStart"/>
      <w:r>
        <w:rPr>
          <w:sz w:val="28"/>
          <w:szCs w:val="28"/>
        </w:rPr>
        <w:t>4.1.Инфо</w:t>
      </w:r>
      <w:r w:rsidR="00317798">
        <w:rPr>
          <w:sz w:val="28"/>
          <w:szCs w:val="28"/>
        </w:rPr>
        <w:t>р</w:t>
      </w:r>
      <w:r>
        <w:rPr>
          <w:sz w:val="28"/>
          <w:szCs w:val="28"/>
        </w:rPr>
        <w:t>мация о льготах на бесплатное посещение музея и о льготах на посещение платных мероприятий, проводимых учреждениями культуры, порядке их предоставления, в том числе с указанием перечня документов, при предъявлении которых предоставляется льгота, размещается в доступных для граждан местах в музее и учреждениях культуры</w:t>
      </w:r>
      <w:r w:rsidR="002C3E21">
        <w:rPr>
          <w:sz w:val="28"/>
          <w:szCs w:val="28"/>
        </w:rPr>
        <w:t xml:space="preserve">, а </w:t>
      </w:r>
      <w:r w:rsidR="00A71362">
        <w:rPr>
          <w:sz w:val="28"/>
          <w:szCs w:val="28"/>
        </w:rPr>
        <w:t>также на</w:t>
      </w:r>
      <w:r w:rsidR="002C3E21">
        <w:rPr>
          <w:sz w:val="28"/>
          <w:szCs w:val="28"/>
        </w:rPr>
        <w:t xml:space="preserve"> официальных сайтах музея и учреждений культуры</w:t>
      </w:r>
      <w:r>
        <w:rPr>
          <w:sz w:val="28"/>
          <w:szCs w:val="28"/>
        </w:rPr>
        <w:t>.</w:t>
      </w:r>
      <w:r w:rsidR="005A766A">
        <w:rPr>
          <w:sz w:val="28"/>
          <w:szCs w:val="28"/>
        </w:rPr>
        <w:t xml:space="preserve"> </w:t>
      </w:r>
      <w:proofErr w:type="gramEnd"/>
    </w:p>
    <w:p w:rsidR="00C244C9" w:rsidRDefault="00C244C9" w:rsidP="00430592">
      <w:pPr>
        <w:pStyle w:val="tekstob"/>
        <w:spacing w:before="0" w:beforeAutospacing="0" w:after="0" w:afterAutospacing="0"/>
        <w:ind w:firstLine="708"/>
        <w:jc w:val="both"/>
        <w:rPr>
          <w:color w:val="000000"/>
          <w:sz w:val="28"/>
          <w:szCs w:val="28"/>
        </w:rPr>
      </w:pPr>
      <w:r>
        <w:rPr>
          <w:sz w:val="28"/>
          <w:szCs w:val="28"/>
        </w:rPr>
        <w:lastRenderedPageBreak/>
        <w:t>4.2.</w:t>
      </w:r>
      <w:proofErr w:type="gramStart"/>
      <w:r>
        <w:rPr>
          <w:sz w:val="28"/>
          <w:szCs w:val="28"/>
        </w:rPr>
        <w:t>Контроль за</w:t>
      </w:r>
      <w:proofErr w:type="gramEnd"/>
      <w:r>
        <w:rPr>
          <w:sz w:val="28"/>
          <w:szCs w:val="28"/>
        </w:rPr>
        <w:t xml:space="preserve"> порядком предоставления льгот на бесплатное посещение музея и за порядком предоставления </w:t>
      </w:r>
      <w:r w:rsidR="007221F3">
        <w:rPr>
          <w:sz w:val="28"/>
          <w:szCs w:val="28"/>
        </w:rPr>
        <w:t>льгот на</w:t>
      </w:r>
      <w:r>
        <w:rPr>
          <w:sz w:val="28"/>
          <w:szCs w:val="28"/>
        </w:rPr>
        <w:t xml:space="preserve"> посещение платных мероприятий, проводимых учреждениями культуры, осуществляет Департамент культуры города Шахты.</w:t>
      </w:r>
    </w:p>
    <w:p w:rsidR="001268D9" w:rsidRDefault="001268D9" w:rsidP="00430592">
      <w:pPr>
        <w:rPr>
          <w:color w:val="000000"/>
          <w:sz w:val="28"/>
          <w:szCs w:val="28"/>
        </w:rPr>
      </w:pPr>
    </w:p>
    <w:p w:rsidR="00430592" w:rsidRDefault="00430592" w:rsidP="00430592">
      <w:pPr>
        <w:rPr>
          <w:color w:val="000000"/>
          <w:sz w:val="28"/>
          <w:szCs w:val="28"/>
        </w:rPr>
      </w:pPr>
    </w:p>
    <w:p w:rsidR="001268D9" w:rsidRDefault="00C244C9" w:rsidP="00430592">
      <w:pPr>
        <w:rPr>
          <w:color w:val="000000"/>
          <w:sz w:val="28"/>
          <w:szCs w:val="28"/>
        </w:rPr>
      </w:pPr>
      <w:r>
        <w:rPr>
          <w:color w:val="000000"/>
          <w:sz w:val="28"/>
          <w:szCs w:val="28"/>
        </w:rPr>
        <w:t>Заместитель главы Администрации</w:t>
      </w:r>
      <w:r>
        <w:rPr>
          <w:color w:val="000000"/>
          <w:sz w:val="28"/>
          <w:szCs w:val="28"/>
        </w:rPr>
        <w:tab/>
      </w:r>
    </w:p>
    <w:p w:rsidR="00617777" w:rsidRDefault="001268D9" w:rsidP="00430592">
      <w:pPr>
        <w:rPr>
          <w:sz w:val="28"/>
        </w:rPr>
      </w:pPr>
      <w:r>
        <w:rPr>
          <w:color w:val="000000"/>
          <w:sz w:val="28"/>
          <w:szCs w:val="28"/>
        </w:rPr>
        <w:t>города Шахты</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sidR="00430592">
        <w:rPr>
          <w:color w:val="000000"/>
          <w:sz w:val="28"/>
          <w:szCs w:val="28"/>
        </w:rPr>
        <w:t xml:space="preserve"> </w:t>
      </w:r>
      <w:r w:rsidR="00C244C9">
        <w:rPr>
          <w:color w:val="000000"/>
          <w:sz w:val="28"/>
          <w:szCs w:val="28"/>
        </w:rPr>
        <w:t>С.Н. Морозова</w:t>
      </w:r>
    </w:p>
    <w:sectPr w:rsidR="00617777" w:rsidSect="00617777">
      <w:pgSz w:w="11907" w:h="16840"/>
      <w:pgMar w:top="1134" w:right="567"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65D" w:rsidRDefault="0081465D">
      <w:r>
        <w:separator/>
      </w:r>
    </w:p>
  </w:endnote>
  <w:endnote w:type="continuationSeparator" w:id="0">
    <w:p w:rsidR="0081465D" w:rsidRDefault="00814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65D" w:rsidRDefault="0081465D">
      <w:r>
        <w:separator/>
      </w:r>
    </w:p>
  </w:footnote>
  <w:footnote w:type="continuationSeparator" w:id="0">
    <w:p w:rsidR="0081465D" w:rsidRDefault="008146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4164BD8"/>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7F76313C"/>
    <w:lvl w:ilvl="0">
      <w:start w:val="1"/>
      <w:numFmt w:val="bullet"/>
      <w:lvlText w:val=""/>
      <w:lvlJc w:val="left"/>
      <w:pPr>
        <w:tabs>
          <w:tab w:val="num" w:pos="360"/>
        </w:tabs>
        <w:ind w:left="360" w:hanging="360"/>
      </w:pPr>
      <w:rPr>
        <w:rFonts w:ascii="Symbol" w:hAnsi="Symbol" w:hint="default"/>
      </w:rPr>
    </w:lvl>
  </w:abstractNum>
  <w:abstractNum w:abstractNumId="2">
    <w:nsid w:val="415D5C38"/>
    <w:multiLevelType w:val="hybridMultilevel"/>
    <w:tmpl w:val="6FD48F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5E15660"/>
    <w:multiLevelType w:val="hybridMultilevel"/>
    <w:tmpl w:val="1C427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
  </w:num>
  <w:num w:numId="16">
    <w:abstractNumId w:val="0"/>
  </w:num>
  <w:num w:numId="17">
    <w:abstractNumId w:val="1"/>
  </w:num>
  <w:num w:numId="18">
    <w:abstractNumId w:val="0"/>
  </w:num>
  <w:num w:numId="19">
    <w:abstractNumId w:val="1"/>
  </w:num>
  <w:num w:numId="20">
    <w:abstractNumId w:val="0"/>
  </w:num>
  <w:num w:numId="21">
    <w:abstractNumId w:val="1"/>
  </w:num>
  <w:num w:numId="22">
    <w:abstractNumId w:val="0"/>
  </w:num>
  <w:num w:numId="23">
    <w:abstractNumId w:val="1"/>
  </w:num>
  <w:num w:numId="24">
    <w:abstractNumId w:val="0"/>
  </w:num>
  <w:num w:numId="25">
    <w:abstractNumId w:val="1"/>
  </w:num>
  <w:num w:numId="26">
    <w:abstractNumId w:val="0"/>
  </w:num>
  <w:num w:numId="27">
    <w:abstractNumId w:val="1"/>
  </w:num>
  <w:num w:numId="28">
    <w:abstractNumId w:val="0"/>
  </w:num>
  <w:num w:numId="29">
    <w:abstractNumId w:val="1"/>
  </w:num>
  <w:num w:numId="30">
    <w:abstractNumId w:val="0"/>
  </w:num>
  <w:num w:numId="31">
    <w:abstractNumId w:val="1"/>
  </w:num>
  <w:num w:numId="32">
    <w:abstractNumId w:val="0"/>
  </w:num>
  <w:num w:numId="33">
    <w:abstractNumId w:val="1"/>
  </w:num>
  <w:num w:numId="34">
    <w:abstractNumId w:val="0"/>
  </w:num>
  <w:num w:numId="35">
    <w:abstractNumId w:val="1"/>
  </w:num>
  <w:num w:numId="36">
    <w:abstractNumId w:val="0"/>
  </w:num>
  <w:num w:numId="37">
    <w:abstractNumId w:val="1"/>
  </w:num>
  <w:num w:numId="38">
    <w:abstractNumId w:val="0"/>
  </w:num>
  <w:num w:numId="39">
    <w:abstractNumId w:val="1"/>
  </w:num>
  <w:num w:numId="40">
    <w:abstractNumId w:val="0"/>
  </w:num>
  <w:num w:numId="41">
    <w:abstractNumId w:val="1"/>
  </w:num>
  <w:num w:numId="42">
    <w:abstractNumId w:val="0"/>
  </w:num>
  <w:num w:numId="43">
    <w:abstractNumId w:val="1"/>
  </w:num>
  <w:num w:numId="44">
    <w:abstractNumId w:val="0"/>
  </w:num>
  <w:num w:numId="45">
    <w:abstractNumId w:val="1"/>
  </w:num>
  <w:num w:numId="46">
    <w:abstractNumId w:val="0"/>
  </w:num>
  <w:num w:numId="47">
    <w:abstractNumId w:val="2"/>
  </w:num>
  <w:num w:numId="48">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E392F"/>
    <w:rsid w:val="000011BA"/>
    <w:rsid w:val="0000219A"/>
    <w:rsid w:val="0000286A"/>
    <w:rsid w:val="00002B55"/>
    <w:rsid w:val="00002C41"/>
    <w:rsid w:val="00003F5F"/>
    <w:rsid w:val="000053FD"/>
    <w:rsid w:val="000054E2"/>
    <w:rsid w:val="00005547"/>
    <w:rsid w:val="00005AE8"/>
    <w:rsid w:val="00005CE8"/>
    <w:rsid w:val="00006F26"/>
    <w:rsid w:val="00007374"/>
    <w:rsid w:val="000076B2"/>
    <w:rsid w:val="000113FA"/>
    <w:rsid w:val="00011782"/>
    <w:rsid w:val="00011845"/>
    <w:rsid w:val="00011CAC"/>
    <w:rsid w:val="00011EC2"/>
    <w:rsid w:val="000121AE"/>
    <w:rsid w:val="000126FF"/>
    <w:rsid w:val="000139CF"/>
    <w:rsid w:val="00013B84"/>
    <w:rsid w:val="00013C44"/>
    <w:rsid w:val="00013F3E"/>
    <w:rsid w:val="00013F7C"/>
    <w:rsid w:val="000153DB"/>
    <w:rsid w:val="0001564E"/>
    <w:rsid w:val="000164DC"/>
    <w:rsid w:val="0001668B"/>
    <w:rsid w:val="00016D92"/>
    <w:rsid w:val="00017730"/>
    <w:rsid w:val="0002023B"/>
    <w:rsid w:val="0002045E"/>
    <w:rsid w:val="00020B6B"/>
    <w:rsid w:val="0002101B"/>
    <w:rsid w:val="00021E92"/>
    <w:rsid w:val="000227C1"/>
    <w:rsid w:val="0002319D"/>
    <w:rsid w:val="00023A09"/>
    <w:rsid w:val="00023E9C"/>
    <w:rsid w:val="00024350"/>
    <w:rsid w:val="00024376"/>
    <w:rsid w:val="00024399"/>
    <w:rsid w:val="000243AA"/>
    <w:rsid w:val="000245C1"/>
    <w:rsid w:val="00024E07"/>
    <w:rsid w:val="00025156"/>
    <w:rsid w:val="00025BF8"/>
    <w:rsid w:val="000270E1"/>
    <w:rsid w:val="00027262"/>
    <w:rsid w:val="00027822"/>
    <w:rsid w:val="00027B20"/>
    <w:rsid w:val="00027C08"/>
    <w:rsid w:val="00027D02"/>
    <w:rsid w:val="00030950"/>
    <w:rsid w:val="00030AF7"/>
    <w:rsid w:val="00031010"/>
    <w:rsid w:val="00031C30"/>
    <w:rsid w:val="00031DDF"/>
    <w:rsid w:val="00032187"/>
    <w:rsid w:val="0003222E"/>
    <w:rsid w:val="000325EB"/>
    <w:rsid w:val="000328A0"/>
    <w:rsid w:val="00032D8C"/>
    <w:rsid w:val="000330D3"/>
    <w:rsid w:val="00034F12"/>
    <w:rsid w:val="00036AE5"/>
    <w:rsid w:val="00036D7B"/>
    <w:rsid w:val="00037031"/>
    <w:rsid w:val="000371BF"/>
    <w:rsid w:val="00040D80"/>
    <w:rsid w:val="0004154C"/>
    <w:rsid w:val="00041758"/>
    <w:rsid w:val="00043A6B"/>
    <w:rsid w:val="00045522"/>
    <w:rsid w:val="0004553B"/>
    <w:rsid w:val="000456C7"/>
    <w:rsid w:val="000460FC"/>
    <w:rsid w:val="00046DE7"/>
    <w:rsid w:val="000476EE"/>
    <w:rsid w:val="0005072B"/>
    <w:rsid w:val="000509DD"/>
    <w:rsid w:val="00050BD5"/>
    <w:rsid w:val="00050D38"/>
    <w:rsid w:val="000518A9"/>
    <w:rsid w:val="00052072"/>
    <w:rsid w:val="000535BD"/>
    <w:rsid w:val="00053B61"/>
    <w:rsid w:val="000540EB"/>
    <w:rsid w:val="00054D3E"/>
    <w:rsid w:val="00055688"/>
    <w:rsid w:val="00056DE8"/>
    <w:rsid w:val="00056F41"/>
    <w:rsid w:val="0005732E"/>
    <w:rsid w:val="00060032"/>
    <w:rsid w:val="00061458"/>
    <w:rsid w:val="00061565"/>
    <w:rsid w:val="00061D4B"/>
    <w:rsid w:val="00062134"/>
    <w:rsid w:val="000628C0"/>
    <w:rsid w:val="00062BC7"/>
    <w:rsid w:val="00062DAA"/>
    <w:rsid w:val="00063E3D"/>
    <w:rsid w:val="00063E89"/>
    <w:rsid w:val="0006456D"/>
    <w:rsid w:val="0006479B"/>
    <w:rsid w:val="000657D0"/>
    <w:rsid w:val="00065BFE"/>
    <w:rsid w:val="00065C13"/>
    <w:rsid w:val="00065EE6"/>
    <w:rsid w:val="0006613F"/>
    <w:rsid w:val="00066FCD"/>
    <w:rsid w:val="000679FC"/>
    <w:rsid w:val="0007024B"/>
    <w:rsid w:val="0007107A"/>
    <w:rsid w:val="000712CB"/>
    <w:rsid w:val="0007183A"/>
    <w:rsid w:val="00072217"/>
    <w:rsid w:val="000724C1"/>
    <w:rsid w:val="00072562"/>
    <w:rsid w:val="00073270"/>
    <w:rsid w:val="000739B7"/>
    <w:rsid w:val="000740EE"/>
    <w:rsid w:val="00074324"/>
    <w:rsid w:val="00074E4C"/>
    <w:rsid w:val="000756B7"/>
    <w:rsid w:val="000760B7"/>
    <w:rsid w:val="000765AB"/>
    <w:rsid w:val="00076E28"/>
    <w:rsid w:val="00076E8D"/>
    <w:rsid w:val="000771DC"/>
    <w:rsid w:val="00077275"/>
    <w:rsid w:val="000774DF"/>
    <w:rsid w:val="000777F8"/>
    <w:rsid w:val="00077F52"/>
    <w:rsid w:val="0008005A"/>
    <w:rsid w:val="000801F4"/>
    <w:rsid w:val="0008125A"/>
    <w:rsid w:val="00081572"/>
    <w:rsid w:val="0008193F"/>
    <w:rsid w:val="0008213D"/>
    <w:rsid w:val="00082930"/>
    <w:rsid w:val="000838AF"/>
    <w:rsid w:val="00083B0B"/>
    <w:rsid w:val="00083E58"/>
    <w:rsid w:val="000863F5"/>
    <w:rsid w:val="00087EC4"/>
    <w:rsid w:val="000903AA"/>
    <w:rsid w:val="000906C4"/>
    <w:rsid w:val="00091757"/>
    <w:rsid w:val="00091772"/>
    <w:rsid w:val="000936CA"/>
    <w:rsid w:val="00093C6F"/>
    <w:rsid w:val="00094C78"/>
    <w:rsid w:val="00094E34"/>
    <w:rsid w:val="00095470"/>
    <w:rsid w:val="000956EA"/>
    <w:rsid w:val="00096725"/>
    <w:rsid w:val="00096F43"/>
    <w:rsid w:val="00097557"/>
    <w:rsid w:val="00097E0B"/>
    <w:rsid w:val="000A0034"/>
    <w:rsid w:val="000A00C5"/>
    <w:rsid w:val="000A1F51"/>
    <w:rsid w:val="000A3461"/>
    <w:rsid w:val="000A34E4"/>
    <w:rsid w:val="000A3691"/>
    <w:rsid w:val="000A38C6"/>
    <w:rsid w:val="000A44B6"/>
    <w:rsid w:val="000A4A19"/>
    <w:rsid w:val="000A5139"/>
    <w:rsid w:val="000A583E"/>
    <w:rsid w:val="000A5B04"/>
    <w:rsid w:val="000A6854"/>
    <w:rsid w:val="000A6860"/>
    <w:rsid w:val="000A6BED"/>
    <w:rsid w:val="000A6F0E"/>
    <w:rsid w:val="000A7174"/>
    <w:rsid w:val="000A7CA6"/>
    <w:rsid w:val="000B12A0"/>
    <w:rsid w:val="000B14D9"/>
    <w:rsid w:val="000B1D2A"/>
    <w:rsid w:val="000B28BC"/>
    <w:rsid w:val="000B2F73"/>
    <w:rsid w:val="000B3977"/>
    <w:rsid w:val="000B475F"/>
    <w:rsid w:val="000B4D50"/>
    <w:rsid w:val="000B5276"/>
    <w:rsid w:val="000B5B66"/>
    <w:rsid w:val="000B5C8E"/>
    <w:rsid w:val="000B6524"/>
    <w:rsid w:val="000B7267"/>
    <w:rsid w:val="000B75D2"/>
    <w:rsid w:val="000B792C"/>
    <w:rsid w:val="000B7AC8"/>
    <w:rsid w:val="000B7D60"/>
    <w:rsid w:val="000B7DD2"/>
    <w:rsid w:val="000C1688"/>
    <w:rsid w:val="000C1C99"/>
    <w:rsid w:val="000C1D75"/>
    <w:rsid w:val="000C1E0F"/>
    <w:rsid w:val="000C2D6B"/>
    <w:rsid w:val="000C377D"/>
    <w:rsid w:val="000C51D3"/>
    <w:rsid w:val="000C63FC"/>
    <w:rsid w:val="000C6C6F"/>
    <w:rsid w:val="000C6D56"/>
    <w:rsid w:val="000C72CA"/>
    <w:rsid w:val="000C75EA"/>
    <w:rsid w:val="000C7AB7"/>
    <w:rsid w:val="000C7F5E"/>
    <w:rsid w:val="000D0FDE"/>
    <w:rsid w:val="000D1A4A"/>
    <w:rsid w:val="000D1E63"/>
    <w:rsid w:val="000D20C2"/>
    <w:rsid w:val="000D4006"/>
    <w:rsid w:val="000D45D9"/>
    <w:rsid w:val="000D4C8C"/>
    <w:rsid w:val="000D4FDA"/>
    <w:rsid w:val="000D5067"/>
    <w:rsid w:val="000D5281"/>
    <w:rsid w:val="000D5943"/>
    <w:rsid w:val="000D5A56"/>
    <w:rsid w:val="000D60FE"/>
    <w:rsid w:val="000E0452"/>
    <w:rsid w:val="000E1863"/>
    <w:rsid w:val="000E1F77"/>
    <w:rsid w:val="000E2402"/>
    <w:rsid w:val="000E257C"/>
    <w:rsid w:val="000E28AA"/>
    <w:rsid w:val="000E31D2"/>
    <w:rsid w:val="000E386B"/>
    <w:rsid w:val="000E39A1"/>
    <w:rsid w:val="000E46DA"/>
    <w:rsid w:val="000E4A02"/>
    <w:rsid w:val="000E5F36"/>
    <w:rsid w:val="000E5FF5"/>
    <w:rsid w:val="000E66AB"/>
    <w:rsid w:val="000E6B92"/>
    <w:rsid w:val="000E72A2"/>
    <w:rsid w:val="000E78AC"/>
    <w:rsid w:val="000E7CC4"/>
    <w:rsid w:val="000F1535"/>
    <w:rsid w:val="000F15B3"/>
    <w:rsid w:val="000F2BCA"/>
    <w:rsid w:val="000F3259"/>
    <w:rsid w:val="000F4A0D"/>
    <w:rsid w:val="000F4BBF"/>
    <w:rsid w:val="000F5485"/>
    <w:rsid w:val="000F5F39"/>
    <w:rsid w:val="000F5F63"/>
    <w:rsid w:val="000F6444"/>
    <w:rsid w:val="000F7279"/>
    <w:rsid w:val="000F73A3"/>
    <w:rsid w:val="000F7893"/>
    <w:rsid w:val="001000EB"/>
    <w:rsid w:val="00100409"/>
    <w:rsid w:val="00100CEB"/>
    <w:rsid w:val="00100F4F"/>
    <w:rsid w:val="0010102D"/>
    <w:rsid w:val="00101336"/>
    <w:rsid w:val="00101881"/>
    <w:rsid w:val="00102259"/>
    <w:rsid w:val="00102691"/>
    <w:rsid w:val="00102DD6"/>
    <w:rsid w:val="00103054"/>
    <w:rsid w:val="0010344A"/>
    <w:rsid w:val="00103F6C"/>
    <w:rsid w:val="001043CE"/>
    <w:rsid w:val="00104846"/>
    <w:rsid w:val="00104C7F"/>
    <w:rsid w:val="001053A7"/>
    <w:rsid w:val="001055DB"/>
    <w:rsid w:val="0010579F"/>
    <w:rsid w:val="00105828"/>
    <w:rsid w:val="00106390"/>
    <w:rsid w:val="00106BCE"/>
    <w:rsid w:val="00107DA5"/>
    <w:rsid w:val="00107F90"/>
    <w:rsid w:val="001105B2"/>
    <w:rsid w:val="00110A81"/>
    <w:rsid w:val="00110D34"/>
    <w:rsid w:val="001113C1"/>
    <w:rsid w:val="0011145D"/>
    <w:rsid w:val="001116F8"/>
    <w:rsid w:val="00112698"/>
    <w:rsid w:val="00112B0F"/>
    <w:rsid w:val="00113D6B"/>
    <w:rsid w:val="00114BEC"/>
    <w:rsid w:val="0011572D"/>
    <w:rsid w:val="001163CF"/>
    <w:rsid w:val="00117182"/>
    <w:rsid w:val="001201DE"/>
    <w:rsid w:val="00120244"/>
    <w:rsid w:val="0012025D"/>
    <w:rsid w:val="0012057B"/>
    <w:rsid w:val="001213A4"/>
    <w:rsid w:val="001213D5"/>
    <w:rsid w:val="00121E3E"/>
    <w:rsid w:val="00122F19"/>
    <w:rsid w:val="00122F6E"/>
    <w:rsid w:val="00123121"/>
    <w:rsid w:val="00124574"/>
    <w:rsid w:val="00124D59"/>
    <w:rsid w:val="00126507"/>
    <w:rsid w:val="0012658E"/>
    <w:rsid w:val="001266F4"/>
    <w:rsid w:val="001268B4"/>
    <w:rsid w:val="001268D9"/>
    <w:rsid w:val="0012696D"/>
    <w:rsid w:val="001271C6"/>
    <w:rsid w:val="00127B49"/>
    <w:rsid w:val="0013012C"/>
    <w:rsid w:val="001312A4"/>
    <w:rsid w:val="00131C38"/>
    <w:rsid w:val="00132D97"/>
    <w:rsid w:val="0013309E"/>
    <w:rsid w:val="00133116"/>
    <w:rsid w:val="00133D07"/>
    <w:rsid w:val="00133FC7"/>
    <w:rsid w:val="00134582"/>
    <w:rsid w:val="0013531A"/>
    <w:rsid w:val="00136085"/>
    <w:rsid w:val="00136671"/>
    <w:rsid w:val="00137E44"/>
    <w:rsid w:val="00137FAC"/>
    <w:rsid w:val="00140609"/>
    <w:rsid w:val="00140B94"/>
    <w:rsid w:val="00140E61"/>
    <w:rsid w:val="00141457"/>
    <w:rsid w:val="00141B29"/>
    <w:rsid w:val="00141DC3"/>
    <w:rsid w:val="001423A6"/>
    <w:rsid w:val="00142423"/>
    <w:rsid w:val="0014273D"/>
    <w:rsid w:val="001436F6"/>
    <w:rsid w:val="00144369"/>
    <w:rsid w:val="001446C3"/>
    <w:rsid w:val="00144896"/>
    <w:rsid w:val="00145440"/>
    <w:rsid w:val="001455BA"/>
    <w:rsid w:val="0014647E"/>
    <w:rsid w:val="0014657A"/>
    <w:rsid w:val="00146FF0"/>
    <w:rsid w:val="001472F1"/>
    <w:rsid w:val="001479EE"/>
    <w:rsid w:val="00147AB3"/>
    <w:rsid w:val="00151069"/>
    <w:rsid w:val="0015110A"/>
    <w:rsid w:val="001511DD"/>
    <w:rsid w:val="00151F35"/>
    <w:rsid w:val="00153261"/>
    <w:rsid w:val="001532FA"/>
    <w:rsid w:val="001539B3"/>
    <w:rsid w:val="00153AEB"/>
    <w:rsid w:val="00154293"/>
    <w:rsid w:val="00154378"/>
    <w:rsid w:val="001545BA"/>
    <w:rsid w:val="0015507F"/>
    <w:rsid w:val="00155873"/>
    <w:rsid w:val="00155F4C"/>
    <w:rsid w:val="00156215"/>
    <w:rsid w:val="001562B5"/>
    <w:rsid w:val="001563A9"/>
    <w:rsid w:val="00156A68"/>
    <w:rsid w:val="001573CF"/>
    <w:rsid w:val="00157E62"/>
    <w:rsid w:val="001607C6"/>
    <w:rsid w:val="0016089A"/>
    <w:rsid w:val="001608FA"/>
    <w:rsid w:val="00160E85"/>
    <w:rsid w:val="001612FF"/>
    <w:rsid w:val="00161B39"/>
    <w:rsid w:val="001626F9"/>
    <w:rsid w:val="001628B6"/>
    <w:rsid w:val="00162BB9"/>
    <w:rsid w:val="00162DB0"/>
    <w:rsid w:val="0016434D"/>
    <w:rsid w:val="00165ED6"/>
    <w:rsid w:val="00166935"/>
    <w:rsid w:val="00166A4F"/>
    <w:rsid w:val="001677E8"/>
    <w:rsid w:val="00167D6E"/>
    <w:rsid w:val="00167F29"/>
    <w:rsid w:val="00170513"/>
    <w:rsid w:val="001705D0"/>
    <w:rsid w:val="0017101B"/>
    <w:rsid w:val="00171486"/>
    <w:rsid w:val="00171518"/>
    <w:rsid w:val="00171851"/>
    <w:rsid w:val="00171CC5"/>
    <w:rsid w:val="0017221B"/>
    <w:rsid w:val="001723B6"/>
    <w:rsid w:val="001723BF"/>
    <w:rsid w:val="001726E1"/>
    <w:rsid w:val="001732B8"/>
    <w:rsid w:val="00173483"/>
    <w:rsid w:val="001735E3"/>
    <w:rsid w:val="00173780"/>
    <w:rsid w:val="00173B31"/>
    <w:rsid w:val="00173B83"/>
    <w:rsid w:val="00173C61"/>
    <w:rsid w:val="00174554"/>
    <w:rsid w:val="00174D15"/>
    <w:rsid w:val="00174D2B"/>
    <w:rsid w:val="00174D32"/>
    <w:rsid w:val="001753ED"/>
    <w:rsid w:val="001756D3"/>
    <w:rsid w:val="00175949"/>
    <w:rsid w:val="00175BA3"/>
    <w:rsid w:val="00176217"/>
    <w:rsid w:val="001763BF"/>
    <w:rsid w:val="00176447"/>
    <w:rsid w:val="001771C7"/>
    <w:rsid w:val="00177BFD"/>
    <w:rsid w:val="001807DC"/>
    <w:rsid w:val="00180C03"/>
    <w:rsid w:val="00181A22"/>
    <w:rsid w:val="00181BEB"/>
    <w:rsid w:val="00181F37"/>
    <w:rsid w:val="001826B4"/>
    <w:rsid w:val="001828B4"/>
    <w:rsid w:val="00183B11"/>
    <w:rsid w:val="001846C5"/>
    <w:rsid w:val="00185592"/>
    <w:rsid w:val="00185A6C"/>
    <w:rsid w:val="00185D1D"/>
    <w:rsid w:val="00187002"/>
    <w:rsid w:val="00187341"/>
    <w:rsid w:val="00190295"/>
    <w:rsid w:val="00190CB2"/>
    <w:rsid w:val="00190CD1"/>
    <w:rsid w:val="00191023"/>
    <w:rsid w:val="00192575"/>
    <w:rsid w:val="00192625"/>
    <w:rsid w:val="00192662"/>
    <w:rsid w:val="00192AD4"/>
    <w:rsid w:val="00192E27"/>
    <w:rsid w:val="00193112"/>
    <w:rsid w:val="00193666"/>
    <w:rsid w:val="001944A4"/>
    <w:rsid w:val="0019529C"/>
    <w:rsid w:val="0019734F"/>
    <w:rsid w:val="00197B64"/>
    <w:rsid w:val="00197C21"/>
    <w:rsid w:val="001A02F5"/>
    <w:rsid w:val="001A0A3D"/>
    <w:rsid w:val="001A1411"/>
    <w:rsid w:val="001A16DF"/>
    <w:rsid w:val="001A1CA3"/>
    <w:rsid w:val="001A2FEC"/>
    <w:rsid w:val="001A3A8F"/>
    <w:rsid w:val="001A3D04"/>
    <w:rsid w:val="001A4408"/>
    <w:rsid w:val="001A5AC2"/>
    <w:rsid w:val="001A5D20"/>
    <w:rsid w:val="001A60B6"/>
    <w:rsid w:val="001A6464"/>
    <w:rsid w:val="001A656E"/>
    <w:rsid w:val="001A6707"/>
    <w:rsid w:val="001A68B5"/>
    <w:rsid w:val="001A68DA"/>
    <w:rsid w:val="001A7DA1"/>
    <w:rsid w:val="001B02B0"/>
    <w:rsid w:val="001B0607"/>
    <w:rsid w:val="001B083E"/>
    <w:rsid w:val="001B1AC9"/>
    <w:rsid w:val="001B2E2D"/>
    <w:rsid w:val="001B30D8"/>
    <w:rsid w:val="001B3CF8"/>
    <w:rsid w:val="001B4194"/>
    <w:rsid w:val="001B4D23"/>
    <w:rsid w:val="001B5392"/>
    <w:rsid w:val="001B544F"/>
    <w:rsid w:val="001B54C8"/>
    <w:rsid w:val="001B5865"/>
    <w:rsid w:val="001B5CBF"/>
    <w:rsid w:val="001B6720"/>
    <w:rsid w:val="001B69DF"/>
    <w:rsid w:val="001B79B6"/>
    <w:rsid w:val="001B7FC8"/>
    <w:rsid w:val="001C046F"/>
    <w:rsid w:val="001C0B77"/>
    <w:rsid w:val="001C0D00"/>
    <w:rsid w:val="001C14EA"/>
    <w:rsid w:val="001C16ED"/>
    <w:rsid w:val="001C2CAA"/>
    <w:rsid w:val="001C48B1"/>
    <w:rsid w:val="001C497C"/>
    <w:rsid w:val="001C4F6D"/>
    <w:rsid w:val="001C551F"/>
    <w:rsid w:val="001C5B68"/>
    <w:rsid w:val="001C5FF2"/>
    <w:rsid w:val="001C6593"/>
    <w:rsid w:val="001C69C2"/>
    <w:rsid w:val="001C6BE1"/>
    <w:rsid w:val="001C6C06"/>
    <w:rsid w:val="001C7DCD"/>
    <w:rsid w:val="001D030A"/>
    <w:rsid w:val="001D0AB5"/>
    <w:rsid w:val="001D17EA"/>
    <w:rsid w:val="001D1C61"/>
    <w:rsid w:val="001D1CDB"/>
    <w:rsid w:val="001D1D75"/>
    <w:rsid w:val="001D2CA8"/>
    <w:rsid w:val="001D3373"/>
    <w:rsid w:val="001D38B9"/>
    <w:rsid w:val="001D4C32"/>
    <w:rsid w:val="001D5332"/>
    <w:rsid w:val="001D5679"/>
    <w:rsid w:val="001D5DF3"/>
    <w:rsid w:val="001D5EB6"/>
    <w:rsid w:val="001D60E9"/>
    <w:rsid w:val="001D6B62"/>
    <w:rsid w:val="001D6CF8"/>
    <w:rsid w:val="001D715F"/>
    <w:rsid w:val="001D7981"/>
    <w:rsid w:val="001D799C"/>
    <w:rsid w:val="001D7DA6"/>
    <w:rsid w:val="001D7E14"/>
    <w:rsid w:val="001E035F"/>
    <w:rsid w:val="001E0F96"/>
    <w:rsid w:val="001E1E87"/>
    <w:rsid w:val="001E207C"/>
    <w:rsid w:val="001E234A"/>
    <w:rsid w:val="001E2731"/>
    <w:rsid w:val="001E36DC"/>
    <w:rsid w:val="001E4661"/>
    <w:rsid w:val="001E490D"/>
    <w:rsid w:val="001E5131"/>
    <w:rsid w:val="001E5708"/>
    <w:rsid w:val="001E6601"/>
    <w:rsid w:val="001E699D"/>
    <w:rsid w:val="001E78A1"/>
    <w:rsid w:val="001F06D3"/>
    <w:rsid w:val="001F0AF1"/>
    <w:rsid w:val="001F0BAA"/>
    <w:rsid w:val="001F1684"/>
    <w:rsid w:val="001F18A6"/>
    <w:rsid w:val="001F2054"/>
    <w:rsid w:val="001F30ED"/>
    <w:rsid w:val="001F337B"/>
    <w:rsid w:val="001F343E"/>
    <w:rsid w:val="001F3560"/>
    <w:rsid w:val="001F401D"/>
    <w:rsid w:val="001F4384"/>
    <w:rsid w:val="001F591B"/>
    <w:rsid w:val="001F59FE"/>
    <w:rsid w:val="001F65AA"/>
    <w:rsid w:val="001F668E"/>
    <w:rsid w:val="001F6E09"/>
    <w:rsid w:val="001F7340"/>
    <w:rsid w:val="001F7CD0"/>
    <w:rsid w:val="001F7D47"/>
    <w:rsid w:val="0020087F"/>
    <w:rsid w:val="002011A1"/>
    <w:rsid w:val="002011ED"/>
    <w:rsid w:val="00201484"/>
    <w:rsid w:val="002016E4"/>
    <w:rsid w:val="00201A92"/>
    <w:rsid w:val="00202C94"/>
    <w:rsid w:val="0020311C"/>
    <w:rsid w:val="002041A6"/>
    <w:rsid w:val="002042E8"/>
    <w:rsid w:val="00204351"/>
    <w:rsid w:val="00204541"/>
    <w:rsid w:val="00204875"/>
    <w:rsid w:val="00204BBC"/>
    <w:rsid w:val="00205206"/>
    <w:rsid w:val="00205556"/>
    <w:rsid w:val="00206251"/>
    <w:rsid w:val="0020668B"/>
    <w:rsid w:val="00206790"/>
    <w:rsid w:val="00206DBF"/>
    <w:rsid w:val="00207172"/>
    <w:rsid w:val="002072DE"/>
    <w:rsid w:val="0020755E"/>
    <w:rsid w:val="00210B62"/>
    <w:rsid w:val="002110A9"/>
    <w:rsid w:val="002112E7"/>
    <w:rsid w:val="002114FB"/>
    <w:rsid w:val="002116DE"/>
    <w:rsid w:val="0021182F"/>
    <w:rsid w:val="00211F69"/>
    <w:rsid w:val="00212997"/>
    <w:rsid w:val="002130ED"/>
    <w:rsid w:val="00213257"/>
    <w:rsid w:val="0021352C"/>
    <w:rsid w:val="00213CEC"/>
    <w:rsid w:val="00214B9D"/>
    <w:rsid w:val="00215606"/>
    <w:rsid w:val="00215CB2"/>
    <w:rsid w:val="00222F1F"/>
    <w:rsid w:val="002234B0"/>
    <w:rsid w:val="00223C4C"/>
    <w:rsid w:val="00224071"/>
    <w:rsid w:val="00225AD6"/>
    <w:rsid w:val="00225C77"/>
    <w:rsid w:val="00226784"/>
    <w:rsid w:val="00227B7D"/>
    <w:rsid w:val="00227C87"/>
    <w:rsid w:val="002308C1"/>
    <w:rsid w:val="00230910"/>
    <w:rsid w:val="00230CEC"/>
    <w:rsid w:val="002310B5"/>
    <w:rsid w:val="00231502"/>
    <w:rsid w:val="00232197"/>
    <w:rsid w:val="0023261F"/>
    <w:rsid w:val="00232AE8"/>
    <w:rsid w:val="00232D20"/>
    <w:rsid w:val="002345BB"/>
    <w:rsid w:val="00234D20"/>
    <w:rsid w:val="00236076"/>
    <w:rsid w:val="00236C7A"/>
    <w:rsid w:val="00236E31"/>
    <w:rsid w:val="00237263"/>
    <w:rsid w:val="00237609"/>
    <w:rsid w:val="00237AB7"/>
    <w:rsid w:val="0024223B"/>
    <w:rsid w:val="00242856"/>
    <w:rsid w:val="00243220"/>
    <w:rsid w:val="002434BA"/>
    <w:rsid w:val="0024392A"/>
    <w:rsid w:val="00243DA3"/>
    <w:rsid w:val="00243EE9"/>
    <w:rsid w:val="00244347"/>
    <w:rsid w:val="00245BC8"/>
    <w:rsid w:val="00246A25"/>
    <w:rsid w:val="00246B76"/>
    <w:rsid w:val="00246D9B"/>
    <w:rsid w:val="0024748C"/>
    <w:rsid w:val="0024779C"/>
    <w:rsid w:val="00247D60"/>
    <w:rsid w:val="0025004D"/>
    <w:rsid w:val="002501E9"/>
    <w:rsid w:val="002513C1"/>
    <w:rsid w:val="002517D8"/>
    <w:rsid w:val="0025264F"/>
    <w:rsid w:val="0025277B"/>
    <w:rsid w:val="0025289E"/>
    <w:rsid w:val="00253E50"/>
    <w:rsid w:val="002546E0"/>
    <w:rsid w:val="002547B7"/>
    <w:rsid w:val="002563D6"/>
    <w:rsid w:val="00256B93"/>
    <w:rsid w:val="00256CD4"/>
    <w:rsid w:val="002577E2"/>
    <w:rsid w:val="00257AF4"/>
    <w:rsid w:val="00257F4C"/>
    <w:rsid w:val="002610A9"/>
    <w:rsid w:val="002611CF"/>
    <w:rsid w:val="0026169B"/>
    <w:rsid w:val="00261A42"/>
    <w:rsid w:val="00261CDD"/>
    <w:rsid w:val="00261E6A"/>
    <w:rsid w:val="00262BF8"/>
    <w:rsid w:val="002638C7"/>
    <w:rsid w:val="0026390A"/>
    <w:rsid w:val="00263BDB"/>
    <w:rsid w:val="00263DF3"/>
    <w:rsid w:val="0026429D"/>
    <w:rsid w:val="0026493B"/>
    <w:rsid w:val="00264E18"/>
    <w:rsid w:val="002659FE"/>
    <w:rsid w:val="00265D2C"/>
    <w:rsid w:val="0026629D"/>
    <w:rsid w:val="002665C9"/>
    <w:rsid w:val="00266C2E"/>
    <w:rsid w:val="00266CB2"/>
    <w:rsid w:val="002709FB"/>
    <w:rsid w:val="002713FB"/>
    <w:rsid w:val="00272139"/>
    <w:rsid w:val="002725FD"/>
    <w:rsid w:val="0027361A"/>
    <w:rsid w:val="00273863"/>
    <w:rsid w:val="00274728"/>
    <w:rsid w:val="002749C8"/>
    <w:rsid w:val="00275EDF"/>
    <w:rsid w:val="0027646C"/>
    <w:rsid w:val="00277862"/>
    <w:rsid w:val="00277A56"/>
    <w:rsid w:val="00277CC8"/>
    <w:rsid w:val="002808E6"/>
    <w:rsid w:val="00280FE4"/>
    <w:rsid w:val="00281242"/>
    <w:rsid w:val="0028140D"/>
    <w:rsid w:val="00282422"/>
    <w:rsid w:val="00282CB6"/>
    <w:rsid w:val="00283B39"/>
    <w:rsid w:val="00283C16"/>
    <w:rsid w:val="002847B2"/>
    <w:rsid w:val="0028490B"/>
    <w:rsid w:val="00284E62"/>
    <w:rsid w:val="002855B3"/>
    <w:rsid w:val="002864CE"/>
    <w:rsid w:val="002869A9"/>
    <w:rsid w:val="0028729E"/>
    <w:rsid w:val="00287D1D"/>
    <w:rsid w:val="00290AAD"/>
    <w:rsid w:val="00290B3A"/>
    <w:rsid w:val="002914FC"/>
    <w:rsid w:val="002915B6"/>
    <w:rsid w:val="0029210B"/>
    <w:rsid w:val="00292A6F"/>
    <w:rsid w:val="00292BA9"/>
    <w:rsid w:val="00292D0D"/>
    <w:rsid w:val="00293856"/>
    <w:rsid w:val="00293C60"/>
    <w:rsid w:val="00294E84"/>
    <w:rsid w:val="00296017"/>
    <w:rsid w:val="00296671"/>
    <w:rsid w:val="0029690C"/>
    <w:rsid w:val="002971B3"/>
    <w:rsid w:val="00297CD0"/>
    <w:rsid w:val="002A067B"/>
    <w:rsid w:val="002A084A"/>
    <w:rsid w:val="002A1156"/>
    <w:rsid w:val="002A13B3"/>
    <w:rsid w:val="002A17B0"/>
    <w:rsid w:val="002A1FD6"/>
    <w:rsid w:val="002A2595"/>
    <w:rsid w:val="002A27BF"/>
    <w:rsid w:val="002A2DB4"/>
    <w:rsid w:val="002A3674"/>
    <w:rsid w:val="002A36C8"/>
    <w:rsid w:val="002A3BC8"/>
    <w:rsid w:val="002A4218"/>
    <w:rsid w:val="002A4600"/>
    <w:rsid w:val="002A4689"/>
    <w:rsid w:val="002A477B"/>
    <w:rsid w:val="002A4C8C"/>
    <w:rsid w:val="002A4D8D"/>
    <w:rsid w:val="002A4ED9"/>
    <w:rsid w:val="002A5095"/>
    <w:rsid w:val="002A5537"/>
    <w:rsid w:val="002A61CF"/>
    <w:rsid w:val="002A6738"/>
    <w:rsid w:val="002A71C8"/>
    <w:rsid w:val="002A7389"/>
    <w:rsid w:val="002A7449"/>
    <w:rsid w:val="002A7A43"/>
    <w:rsid w:val="002B08E7"/>
    <w:rsid w:val="002B1406"/>
    <w:rsid w:val="002B179C"/>
    <w:rsid w:val="002B2335"/>
    <w:rsid w:val="002B2602"/>
    <w:rsid w:val="002B3D9C"/>
    <w:rsid w:val="002B4982"/>
    <w:rsid w:val="002B4D67"/>
    <w:rsid w:val="002B4F78"/>
    <w:rsid w:val="002B534C"/>
    <w:rsid w:val="002B581D"/>
    <w:rsid w:val="002B5CB3"/>
    <w:rsid w:val="002B6CCE"/>
    <w:rsid w:val="002B6FD8"/>
    <w:rsid w:val="002B7004"/>
    <w:rsid w:val="002B759B"/>
    <w:rsid w:val="002B7707"/>
    <w:rsid w:val="002B797C"/>
    <w:rsid w:val="002B7A5F"/>
    <w:rsid w:val="002B7FEE"/>
    <w:rsid w:val="002C02FC"/>
    <w:rsid w:val="002C0365"/>
    <w:rsid w:val="002C0D2C"/>
    <w:rsid w:val="002C0FCB"/>
    <w:rsid w:val="002C0FE2"/>
    <w:rsid w:val="002C18B7"/>
    <w:rsid w:val="002C24C3"/>
    <w:rsid w:val="002C2B83"/>
    <w:rsid w:val="002C34F6"/>
    <w:rsid w:val="002C3815"/>
    <w:rsid w:val="002C3E21"/>
    <w:rsid w:val="002C4131"/>
    <w:rsid w:val="002C4B17"/>
    <w:rsid w:val="002C6954"/>
    <w:rsid w:val="002C77F5"/>
    <w:rsid w:val="002D06A5"/>
    <w:rsid w:val="002D06A8"/>
    <w:rsid w:val="002D06CD"/>
    <w:rsid w:val="002D06DB"/>
    <w:rsid w:val="002D0ABA"/>
    <w:rsid w:val="002D0D7C"/>
    <w:rsid w:val="002D0E4D"/>
    <w:rsid w:val="002D1B75"/>
    <w:rsid w:val="002D2039"/>
    <w:rsid w:val="002D297F"/>
    <w:rsid w:val="002D3301"/>
    <w:rsid w:val="002D4BBF"/>
    <w:rsid w:val="002D4EDD"/>
    <w:rsid w:val="002D5B03"/>
    <w:rsid w:val="002D5BEE"/>
    <w:rsid w:val="002D6751"/>
    <w:rsid w:val="002D698B"/>
    <w:rsid w:val="002D73F5"/>
    <w:rsid w:val="002D747D"/>
    <w:rsid w:val="002D79D5"/>
    <w:rsid w:val="002E1D2A"/>
    <w:rsid w:val="002E259F"/>
    <w:rsid w:val="002E25E5"/>
    <w:rsid w:val="002E460D"/>
    <w:rsid w:val="002E4954"/>
    <w:rsid w:val="002E4E49"/>
    <w:rsid w:val="002E523C"/>
    <w:rsid w:val="002E55D2"/>
    <w:rsid w:val="002E5762"/>
    <w:rsid w:val="002E6FC9"/>
    <w:rsid w:val="002E723F"/>
    <w:rsid w:val="002E74D4"/>
    <w:rsid w:val="002E7DDA"/>
    <w:rsid w:val="002F1315"/>
    <w:rsid w:val="002F164A"/>
    <w:rsid w:val="002F1B6F"/>
    <w:rsid w:val="002F31E2"/>
    <w:rsid w:val="002F335D"/>
    <w:rsid w:val="002F3701"/>
    <w:rsid w:val="002F38D2"/>
    <w:rsid w:val="002F3E97"/>
    <w:rsid w:val="002F4AD0"/>
    <w:rsid w:val="002F4CDA"/>
    <w:rsid w:val="002F4F52"/>
    <w:rsid w:val="002F5251"/>
    <w:rsid w:val="002F5FD4"/>
    <w:rsid w:val="002F62AC"/>
    <w:rsid w:val="002F6963"/>
    <w:rsid w:val="002F6B39"/>
    <w:rsid w:val="0030025E"/>
    <w:rsid w:val="00300F89"/>
    <w:rsid w:val="00301055"/>
    <w:rsid w:val="003013A1"/>
    <w:rsid w:val="00301618"/>
    <w:rsid w:val="00301D7C"/>
    <w:rsid w:val="003024DA"/>
    <w:rsid w:val="003025F3"/>
    <w:rsid w:val="003028CD"/>
    <w:rsid w:val="00302B60"/>
    <w:rsid w:val="00302E45"/>
    <w:rsid w:val="00302E91"/>
    <w:rsid w:val="00303371"/>
    <w:rsid w:val="00303A35"/>
    <w:rsid w:val="00303F86"/>
    <w:rsid w:val="00304F07"/>
    <w:rsid w:val="003051A7"/>
    <w:rsid w:val="0030569B"/>
    <w:rsid w:val="00305A84"/>
    <w:rsid w:val="00305D48"/>
    <w:rsid w:val="0030616E"/>
    <w:rsid w:val="00306473"/>
    <w:rsid w:val="00306733"/>
    <w:rsid w:val="003068F6"/>
    <w:rsid w:val="00307DF5"/>
    <w:rsid w:val="0031129A"/>
    <w:rsid w:val="00311B87"/>
    <w:rsid w:val="003128A0"/>
    <w:rsid w:val="00312A6D"/>
    <w:rsid w:val="00313269"/>
    <w:rsid w:val="0031370A"/>
    <w:rsid w:val="00313A2B"/>
    <w:rsid w:val="00313AE4"/>
    <w:rsid w:val="00314307"/>
    <w:rsid w:val="00314316"/>
    <w:rsid w:val="00314BB8"/>
    <w:rsid w:val="00314C9E"/>
    <w:rsid w:val="003157D6"/>
    <w:rsid w:val="00315B5A"/>
    <w:rsid w:val="00317798"/>
    <w:rsid w:val="00317B7D"/>
    <w:rsid w:val="0032071E"/>
    <w:rsid w:val="00320E45"/>
    <w:rsid w:val="00321708"/>
    <w:rsid w:val="0032175F"/>
    <w:rsid w:val="003231F4"/>
    <w:rsid w:val="003249C3"/>
    <w:rsid w:val="00325634"/>
    <w:rsid w:val="00325B92"/>
    <w:rsid w:val="00325F43"/>
    <w:rsid w:val="00326AC6"/>
    <w:rsid w:val="00327DA5"/>
    <w:rsid w:val="003301A3"/>
    <w:rsid w:val="0033026A"/>
    <w:rsid w:val="00330A49"/>
    <w:rsid w:val="00330F1E"/>
    <w:rsid w:val="00331510"/>
    <w:rsid w:val="00331921"/>
    <w:rsid w:val="00332448"/>
    <w:rsid w:val="003325A1"/>
    <w:rsid w:val="00333831"/>
    <w:rsid w:val="003345DD"/>
    <w:rsid w:val="003345DE"/>
    <w:rsid w:val="00335259"/>
    <w:rsid w:val="00335E71"/>
    <w:rsid w:val="00335FAC"/>
    <w:rsid w:val="00336252"/>
    <w:rsid w:val="003362CF"/>
    <w:rsid w:val="003368F9"/>
    <w:rsid w:val="0034021B"/>
    <w:rsid w:val="0034031E"/>
    <w:rsid w:val="003403C9"/>
    <w:rsid w:val="00340476"/>
    <w:rsid w:val="003404B6"/>
    <w:rsid w:val="00340E56"/>
    <w:rsid w:val="00341076"/>
    <w:rsid w:val="00341444"/>
    <w:rsid w:val="00341BE3"/>
    <w:rsid w:val="003422DF"/>
    <w:rsid w:val="00343123"/>
    <w:rsid w:val="00343495"/>
    <w:rsid w:val="003437FE"/>
    <w:rsid w:val="003449C8"/>
    <w:rsid w:val="00344EEB"/>
    <w:rsid w:val="0034511E"/>
    <w:rsid w:val="003454F4"/>
    <w:rsid w:val="00346059"/>
    <w:rsid w:val="00346314"/>
    <w:rsid w:val="0034631C"/>
    <w:rsid w:val="00346520"/>
    <w:rsid w:val="0034693C"/>
    <w:rsid w:val="0034708D"/>
    <w:rsid w:val="00347191"/>
    <w:rsid w:val="00347478"/>
    <w:rsid w:val="00347F23"/>
    <w:rsid w:val="0035024F"/>
    <w:rsid w:val="003503CA"/>
    <w:rsid w:val="00350986"/>
    <w:rsid w:val="003509AA"/>
    <w:rsid w:val="00350D2C"/>
    <w:rsid w:val="00351776"/>
    <w:rsid w:val="003517CD"/>
    <w:rsid w:val="003523CB"/>
    <w:rsid w:val="00352816"/>
    <w:rsid w:val="00352CFD"/>
    <w:rsid w:val="00354210"/>
    <w:rsid w:val="003547DA"/>
    <w:rsid w:val="0035520A"/>
    <w:rsid w:val="00355C49"/>
    <w:rsid w:val="00355C4E"/>
    <w:rsid w:val="003560F8"/>
    <w:rsid w:val="00356A0F"/>
    <w:rsid w:val="0035706D"/>
    <w:rsid w:val="00357292"/>
    <w:rsid w:val="00357579"/>
    <w:rsid w:val="0036108B"/>
    <w:rsid w:val="00362F10"/>
    <w:rsid w:val="00363AB4"/>
    <w:rsid w:val="00363BAD"/>
    <w:rsid w:val="003647A6"/>
    <w:rsid w:val="00364F61"/>
    <w:rsid w:val="00365C58"/>
    <w:rsid w:val="00366406"/>
    <w:rsid w:val="00366E59"/>
    <w:rsid w:val="00367784"/>
    <w:rsid w:val="003678C7"/>
    <w:rsid w:val="00372CFB"/>
    <w:rsid w:val="0037357D"/>
    <w:rsid w:val="00373686"/>
    <w:rsid w:val="0037387F"/>
    <w:rsid w:val="003738FB"/>
    <w:rsid w:val="00374400"/>
    <w:rsid w:val="003749A8"/>
    <w:rsid w:val="0037549D"/>
    <w:rsid w:val="00375607"/>
    <w:rsid w:val="003757BA"/>
    <w:rsid w:val="00375BCD"/>
    <w:rsid w:val="00375E79"/>
    <w:rsid w:val="00375FAC"/>
    <w:rsid w:val="003764FE"/>
    <w:rsid w:val="00376861"/>
    <w:rsid w:val="00377F9F"/>
    <w:rsid w:val="00381023"/>
    <w:rsid w:val="00381499"/>
    <w:rsid w:val="00381D0F"/>
    <w:rsid w:val="0038285B"/>
    <w:rsid w:val="003828BD"/>
    <w:rsid w:val="003831FA"/>
    <w:rsid w:val="0038326E"/>
    <w:rsid w:val="00383C8F"/>
    <w:rsid w:val="0038429F"/>
    <w:rsid w:val="00384347"/>
    <w:rsid w:val="00384D17"/>
    <w:rsid w:val="00384E8F"/>
    <w:rsid w:val="0038545B"/>
    <w:rsid w:val="00385AB3"/>
    <w:rsid w:val="00386380"/>
    <w:rsid w:val="00386E1D"/>
    <w:rsid w:val="00387855"/>
    <w:rsid w:val="00387A30"/>
    <w:rsid w:val="00390215"/>
    <w:rsid w:val="00390253"/>
    <w:rsid w:val="003906DC"/>
    <w:rsid w:val="00394BA2"/>
    <w:rsid w:val="00394F9F"/>
    <w:rsid w:val="003952A0"/>
    <w:rsid w:val="003957EA"/>
    <w:rsid w:val="00395D56"/>
    <w:rsid w:val="00396429"/>
    <w:rsid w:val="003968E9"/>
    <w:rsid w:val="003976DA"/>
    <w:rsid w:val="003A0ACA"/>
    <w:rsid w:val="003A104E"/>
    <w:rsid w:val="003A1BA8"/>
    <w:rsid w:val="003A1F91"/>
    <w:rsid w:val="003A23D7"/>
    <w:rsid w:val="003A38E7"/>
    <w:rsid w:val="003A3D0F"/>
    <w:rsid w:val="003A46AC"/>
    <w:rsid w:val="003A4ABD"/>
    <w:rsid w:val="003A5408"/>
    <w:rsid w:val="003A5B74"/>
    <w:rsid w:val="003A69AF"/>
    <w:rsid w:val="003A73F7"/>
    <w:rsid w:val="003A7576"/>
    <w:rsid w:val="003A7CF7"/>
    <w:rsid w:val="003A7DEB"/>
    <w:rsid w:val="003B159D"/>
    <w:rsid w:val="003B1747"/>
    <w:rsid w:val="003B202F"/>
    <w:rsid w:val="003B21D1"/>
    <w:rsid w:val="003B22F0"/>
    <w:rsid w:val="003B231E"/>
    <w:rsid w:val="003B2320"/>
    <w:rsid w:val="003B35A4"/>
    <w:rsid w:val="003B3E61"/>
    <w:rsid w:val="003B404A"/>
    <w:rsid w:val="003B4DD5"/>
    <w:rsid w:val="003B59A2"/>
    <w:rsid w:val="003B5C22"/>
    <w:rsid w:val="003B75A0"/>
    <w:rsid w:val="003C00BE"/>
    <w:rsid w:val="003C096B"/>
    <w:rsid w:val="003C0B5F"/>
    <w:rsid w:val="003C1175"/>
    <w:rsid w:val="003C11FA"/>
    <w:rsid w:val="003C1CE9"/>
    <w:rsid w:val="003C25E5"/>
    <w:rsid w:val="003C2D06"/>
    <w:rsid w:val="003C3E27"/>
    <w:rsid w:val="003C424B"/>
    <w:rsid w:val="003C4369"/>
    <w:rsid w:val="003C4698"/>
    <w:rsid w:val="003C48BE"/>
    <w:rsid w:val="003C4DA9"/>
    <w:rsid w:val="003C4DF5"/>
    <w:rsid w:val="003C629C"/>
    <w:rsid w:val="003C77DB"/>
    <w:rsid w:val="003D0A07"/>
    <w:rsid w:val="003D1807"/>
    <w:rsid w:val="003D1B03"/>
    <w:rsid w:val="003D2A89"/>
    <w:rsid w:val="003D3B13"/>
    <w:rsid w:val="003D548F"/>
    <w:rsid w:val="003D5E71"/>
    <w:rsid w:val="003D6C6F"/>
    <w:rsid w:val="003D735C"/>
    <w:rsid w:val="003E08E6"/>
    <w:rsid w:val="003E207B"/>
    <w:rsid w:val="003E243E"/>
    <w:rsid w:val="003E24CF"/>
    <w:rsid w:val="003E2E02"/>
    <w:rsid w:val="003E392F"/>
    <w:rsid w:val="003E3B03"/>
    <w:rsid w:val="003E3DC5"/>
    <w:rsid w:val="003E45AB"/>
    <w:rsid w:val="003E53A8"/>
    <w:rsid w:val="003E5FCA"/>
    <w:rsid w:val="003E6910"/>
    <w:rsid w:val="003E69DA"/>
    <w:rsid w:val="003E7383"/>
    <w:rsid w:val="003E744F"/>
    <w:rsid w:val="003E785F"/>
    <w:rsid w:val="003E7A87"/>
    <w:rsid w:val="003F0363"/>
    <w:rsid w:val="003F0905"/>
    <w:rsid w:val="003F0A8D"/>
    <w:rsid w:val="003F1471"/>
    <w:rsid w:val="003F15C0"/>
    <w:rsid w:val="003F15D5"/>
    <w:rsid w:val="003F1D4F"/>
    <w:rsid w:val="003F1E1D"/>
    <w:rsid w:val="003F253B"/>
    <w:rsid w:val="003F30BE"/>
    <w:rsid w:val="003F312E"/>
    <w:rsid w:val="003F31C2"/>
    <w:rsid w:val="003F368D"/>
    <w:rsid w:val="003F3C00"/>
    <w:rsid w:val="003F3C32"/>
    <w:rsid w:val="003F419A"/>
    <w:rsid w:val="003F5403"/>
    <w:rsid w:val="003F5733"/>
    <w:rsid w:val="003F6AB3"/>
    <w:rsid w:val="003F71BD"/>
    <w:rsid w:val="003F72C2"/>
    <w:rsid w:val="003F796D"/>
    <w:rsid w:val="003F79E5"/>
    <w:rsid w:val="004002A6"/>
    <w:rsid w:val="004003CE"/>
    <w:rsid w:val="00400D77"/>
    <w:rsid w:val="00400EE0"/>
    <w:rsid w:val="00401A87"/>
    <w:rsid w:val="00401AF9"/>
    <w:rsid w:val="00402048"/>
    <w:rsid w:val="0040270B"/>
    <w:rsid w:val="00402F02"/>
    <w:rsid w:val="0040521C"/>
    <w:rsid w:val="00405F62"/>
    <w:rsid w:val="0040702A"/>
    <w:rsid w:val="0040779F"/>
    <w:rsid w:val="004078FF"/>
    <w:rsid w:val="00410345"/>
    <w:rsid w:val="0041192F"/>
    <w:rsid w:val="00411CBD"/>
    <w:rsid w:val="00412DFE"/>
    <w:rsid w:val="0041302C"/>
    <w:rsid w:val="0041389D"/>
    <w:rsid w:val="00414638"/>
    <w:rsid w:val="00414D0F"/>
    <w:rsid w:val="00415310"/>
    <w:rsid w:val="0041568A"/>
    <w:rsid w:val="004156DF"/>
    <w:rsid w:val="0041624F"/>
    <w:rsid w:val="00417206"/>
    <w:rsid w:val="00417387"/>
    <w:rsid w:val="00420200"/>
    <w:rsid w:val="00420BCC"/>
    <w:rsid w:val="00420C5F"/>
    <w:rsid w:val="0042146B"/>
    <w:rsid w:val="0042159E"/>
    <w:rsid w:val="00421645"/>
    <w:rsid w:val="00421B5A"/>
    <w:rsid w:val="00421D3C"/>
    <w:rsid w:val="00421F9E"/>
    <w:rsid w:val="0042232B"/>
    <w:rsid w:val="00422F51"/>
    <w:rsid w:val="00423624"/>
    <w:rsid w:val="004239B2"/>
    <w:rsid w:val="0042507D"/>
    <w:rsid w:val="004259E5"/>
    <w:rsid w:val="00425E93"/>
    <w:rsid w:val="00426ACF"/>
    <w:rsid w:val="00426C6A"/>
    <w:rsid w:val="00427114"/>
    <w:rsid w:val="00427425"/>
    <w:rsid w:val="00427B3B"/>
    <w:rsid w:val="00430592"/>
    <w:rsid w:val="00430692"/>
    <w:rsid w:val="004313F1"/>
    <w:rsid w:val="004319F3"/>
    <w:rsid w:val="00431C9B"/>
    <w:rsid w:val="00432B5A"/>
    <w:rsid w:val="00432CE0"/>
    <w:rsid w:val="004334E7"/>
    <w:rsid w:val="00434AE9"/>
    <w:rsid w:val="00434E18"/>
    <w:rsid w:val="00435F2C"/>
    <w:rsid w:val="004360D6"/>
    <w:rsid w:val="004360FE"/>
    <w:rsid w:val="00436BE6"/>
    <w:rsid w:val="00436E3F"/>
    <w:rsid w:val="004412F2"/>
    <w:rsid w:val="00441C74"/>
    <w:rsid w:val="00441C76"/>
    <w:rsid w:val="00442072"/>
    <w:rsid w:val="004423C9"/>
    <w:rsid w:val="00442951"/>
    <w:rsid w:val="00443192"/>
    <w:rsid w:val="00443C70"/>
    <w:rsid w:val="00444D91"/>
    <w:rsid w:val="00445BD3"/>
    <w:rsid w:val="004469A5"/>
    <w:rsid w:val="00446D61"/>
    <w:rsid w:val="00447017"/>
    <w:rsid w:val="0044731D"/>
    <w:rsid w:val="00447BAF"/>
    <w:rsid w:val="00450373"/>
    <w:rsid w:val="00450648"/>
    <w:rsid w:val="00450E87"/>
    <w:rsid w:val="00450EAB"/>
    <w:rsid w:val="004516A4"/>
    <w:rsid w:val="004519A2"/>
    <w:rsid w:val="00451DED"/>
    <w:rsid w:val="0045274A"/>
    <w:rsid w:val="004528FF"/>
    <w:rsid w:val="00452BD2"/>
    <w:rsid w:val="004530C9"/>
    <w:rsid w:val="00453A77"/>
    <w:rsid w:val="00454C4D"/>
    <w:rsid w:val="004550F1"/>
    <w:rsid w:val="00455166"/>
    <w:rsid w:val="0045534E"/>
    <w:rsid w:val="00455486"/>
    <w:rsid w:val="004564D2"/>
    <w:rsid w:val="004567E6"/>
    <w:rsid w:val="00456D3D"/>
    <w:rsid w:val="00456E64"/>
    <w:rsid w:val="00456EBC"/>
    <w:rsid w:val="0045708E"/>
    <w:rsid w:val="00457FE1"/>
    <w:rsid w:val="004618E8"/>
    <w:rsid w:val="00461961"/>
    <w:rsid w:val="0046306A"/>
    <w:rsid w:val="0046330B"/>
    <w:rsid w:val="00463D67"/>
    <w:rsid w:val="00464091"/>
    <w:rsid w:val="00464358"/>
    <w:rsid w:val="004643B2"/>
    <w:rsid w:val="00466D45"/>
    <w:rsid w:val="00466E47"/>
    <w:rsid w:val="00467581"/>
    <w:rsid w:val="00467D9D"/>
    <w:rsid w:val="00467DCB"/>
    <w:rsid w:val="004702A7"/>
    <w:rsid w:val="00470556"/>
    <w:rsid w:val="00470AB0"/>
    <w:rsid w:val="00470AB3"/>
    <w:rsid w:val="00470D29"/>
    <w:rsid w:val="00471361"/>
    <w:rsid w:val="00471B7E"/>
    <w:rsid w:val="0047251B"/>
    <w:rsid w:val="004732E3"/>
    <w:rsid w:val="00473391"/>
    <w:rsid w:val="004740BF"/>
    <w:rsid w:val="004743C2"/>
    <w:rsid w:val="00474513"/>
    <w:rsid w:val="00474C42"/>
    <w:rsid w:val="00475245"/>
    <w:rsid w:val="004754AF"/>
    <w:rsid w:val="00475902"/>
    <w:rsid w:val="00475EA9"/>
    <w:rsid w:val="00476FD5"/>
    <w:rsid w:val="0047758B"/>
    <w:rsid w:val="0047758F"/>
    <w:rsid w:val="00477829"/>
    <w:rsid w:val="00477C78"/>
    <w:rsid w:val="00477D8C"/>
    <w:rsid w:val="004805EB"/>
    <w:rsid w:val="004806A7"/>
    <w:rsid w:val="00480E0E"/>
    <w:rsid w:val="00481840"/>
    <w:rsid w:val="004819C9"/>
    <w:rsid w:val="004822D4"/>
    <w:rsid w:val="0048256B"/>
    <w:rsid w:val="004826C7"/>
    <w:rsid w:val="00483A13"/>
    <w:rsid w:val="00484525"/>
    <w:rsid w:val="004848AA"/>
    <w:rsid w:val="004849A4"/>
    <w:rsid w:val="00484B7D"/>
    <w:rsid w:val="0048545E"/>
    <w:rsid w:val="00485491"/>
    <w:rsid w:val="0048554C"/>
    <w:rsid w:val="0048572E"/>
    <w:rsid w:val="0048577D"/>
    <w:rsid w:val="00485EE4"/>
    <w:rsid w:val="00485EEE"/>
    <w:rsid w:val="00485F80"/>
    <w:rsid w:val="004860CE"/>
    <w:rsid w:val="00486333"/>
    <w:rsid w:val="004866DB"/>
    <w:rsid w:val="00486A91"/>
    <w:rsid w:val="004871F1"/>
    <w:rsid w:val="004874DD"/>
    <w:rsid w:val="00487646"/>
    <w:rsid w:val="00491402"/>
    <w:rsid w:val="004918DB"/>
    <w:rsid w:val="00491E02"/>
    <w:rsid w:val="004924A1"/>
    <w:rsid w:val="00492E09"/>
    <w:rsid w:val="00494B04"/>
    <w:rsid w:val="00494D6D"/>
    <w:rsid w:val="00494E96"/>
    <w:rsid w:val="004960B0"/>
    <w:rsid w:val="00496820"/>
    <w:rsid w:val="00496EDF"/>
    <w:rsid w:val="004A021E"/>
    <w:rsid w:val="004A07FA"/>
    <w:rsid w:val="004A0D8F"/>
    <w:rsid w:val="004A1311"/>
    <w:rsid w:val="004A176E"/>
    <w:rsid w:val="004A1D7A"/>
    <w:rsid w:val="004A288F"/>
    <w:rsid w:val="004A29AF"/>
    <w:rsid w:val="004A30BC"/>
    <w:rsid w:val="004A3B00"/>
    <w:rsid w:val="004A5A39"/>
    <w:rsid w:val="004A5F7A"/>
    <w:rsid w:val="004A6C30"/>
    <w:rsid w:val="004B2398"/>
    <w:rsid w:val="004B253E"/>
    <w:rsid w:val="004B38EB"/>
    <w:rsid w:val="004B3992"/>
    <w:rsid w:val="004B3A50"/>
    <w:rsid w:val="004B5092"/>
    <w:rsid w:val="004B56F8"/>
    <w:rsid w:val="004B590F"/>
    <w:rsid w:val="004B5B5A"/>
    <w:rsid w:val="004B620D"/>
    <w:rsid w:val="004B75A7"/>
    <w:rsid w:val="004C0ACD"/>
    <w:rsid w:val="004C11DF"/>
    <w:rsid w:val="004C2CF9"/>
    <w:rsid w:val="004C2D24"/>
    <w:rsid w:val="004C3129"/>
    <w:rsid w:val="004C31B3"/>
    <w:rsid w:val="004C33CE"/>
    <w:rsid w:val="004C3B74"/>
    <w:rsid w:val="004C3D6B"/>
    <w:rsid w:val="004C3FC5"/>
    <w:rsid w:val="004C4382"/>
    <w:rsid w:val="004C49D1"/>
    <w:rsid w:val="004C4A7E"/>
    <w:rsid w:val="004C4D4A"/>
    <w:rsid w:val="004C51F2"/>
    <w:rsid w:val="004C629F"/>
    <w:rsid w:val="004C637B"/>
    <w:rsid w:val="004C76AE"/>
    <w:rsid w:val="004C7C7D"/>
    <w:rsid w:val="004C7E60"/>
    <w:rsid w:val="004D03A1"/>
    <w:rsid w:val="004D0577"/>
    <w:rsid w:val="004D0D69"/>
    <w:rsid w:val="004D1817"/>
    <w:rsid w:val="004D1FCB"/>
    <w:rsid w:val="004D23BC"/>
    <w:rsid w:val="004D28FE"/>
    <w:rsid w:val="004D36E2"/>
    <w:rsid w:val="004D3916"/>
    <w:rsid w:val="004D5352"/>
    <w:rsid w:val="004D5C94"/>
    <w:rsid w:val="004D5E62"/>
    <w:rsid w:val="004D5F48"/>
    <w:rsid w:val="004D6103"/>
    <w:rsid w:val="004D6377"/>
    <w:rsid w:val="004D661E"/>
    <w:rsid w:val="004D6994"/>
    <w:rsid w:val="004D79AA"/>
    <w:rsid w:val="004D7CDA"/>
    <w:rsid w:val="004E0056"/>
    <w:rsid w:val="004E126C"/>
    <w:rsid w:val="004E1639"/>
    <w:rsid w:val="004E1901"/>
    <w:rsid w:val="004E1DCA"/>
    <w:rsid w:val="004E1E5E"/>
    <w:rsid w:val="004E3197"/>
    <w:rsid w:val="004E32A1"/>
    <w:rsid w:val="004E3699"/>
    <w:rsid w:val="004E3DFD"/>
    <w:rsid w:val="004E44AC"/>
    <w:rsid w:val="004E4A45"/>
    <w:rsid w:val="004E649C"/>
    <w:rsid w:val="004E7BA3"/>
    <w:rsid w:val="004F03F8"/>
    <w:rsid w:val="004F1320"/>
    <w:rsid w:val="004F2072"/>
    <w:rsid w:val="004F34C3"/>
    <w:rsid w:val="004F3B7E"/>
    <w:rsid w:val="004F3F92"/>
    <w:rsid w:val="004F40B4"/>
    <w:rsid w:val="004F465E"/>
    <w:rsid w:val="004F6063"/>
    <w:rsid w:val="004F6124"/>
    <w:rsid w:val="004F6702"/>
    <w:rsid w:val="004F6FAB"/>
    <w:rsid w:val="004F7136"/>
    <w:rsid w:val="004F7B94"/>
    <w:rsid w:val="00500685"/>
    <w:rsid w:val="00500989"/>
    <w:rsid w:val="00500FB0"/>
    <w:rsid w:val="00501162"/>
    <w:rsid w:val="00501A6B"/>
    <w:rsid w:val="00501E00"/>
    <w:rsid w:val="00502CC3"/>
    <w:rsid w:val="005036A8"/>
    <w:rsid w:val="00503747"/>
    <w:rsid w:val="00504544"/>
    <w:rsid w:val="00504BB4"/>
    <w:rsid w:val="005058C1"/>
    <w:rsid w:val="0050656D"/>
    <w:rsid w:val="00506F3A"/>
    <w:rsid w:val="00507298"/>
    <w:rsid w:val="0050733A"/>
    <w:rsid w:val="00507AF3"/>
    <w:rsid w:val="00507EFC"/>
    <w:rsid w:val="00507F01"/>
    <w:rsid w:val="00507F18"/>
    <w:rsid w:val="00507FB5"/>
    <w:rsid w:val="00510548"/>
    <w:rsid w:val="005105DF"/>
    <w:rsid w:val="00510DB0"/>
    <w:rsid w:val="005117B4"/>
    <w:rsid w:val="00512205"/>
    <w:rsid w:val="005126A3"/>
    <w:rsid w:val="00513474"/>
    <w:rsid w:val="005135BF"/>
    <w:rsid w:val="00513D8E"/>
    <w:rsid w:val="00513E93"/>
    <w:rsid w:val="00514203"/>
    <w:rsid w:val="005148A8"/>
    <w:rsid w:val="00514A13"/>
    <w:rsid w:val="00514A7E"/>
    <w:rsid w:val="00514B41"/>
    <w:rsid w:val="00514C36"/>
    <w:rsid w:val="0051538F"/>
    <w:rsid w:val="00515842"/>
    <w:rsid w:val="00515D48"/>
    <w:rsid w:val="00517313"/>
    <w:rsid w:val="005173E9"/>
    <w:rsid w:val="005175ED"/>
    <w:rsid w:val="0052008F"/>
    <w:rsid w:val="005200CB"/>
    <w:rsid w:val="005207B4"/>
    <w:rsid w:val="005208ED"/>
    <w:rsid w:val="00520BA1"/>
    <w:rsid w:val="0052171F"/>
    <w:rsid w:val="00523C50"/>
    <w:rsid w:val="0052423F"/>
    <w:rsid w:val="005244EE"/>
    <w:rsid w:val="00524537"/>
    <w:rsid w:val="00524885"/>
    <w:rsid w:val="00524BAD"/>
    <w:rsid w:val="00524C34"/>
    <w:rsid w:val="00524E93"/>
    <w:rsid w:val="005252A7"/>
    <w:rsid w:val="0052539F"/>
    <w:rsid w:val="00525D1E"/>
    <w:rsid w:val="00526357"/>
    <w:rsid w:val="0052660F"/>
    <w:rsid w:val="00526981"/>
    <w:rsid w:val="005269AD"/>
    <w:rsid w:val="00527135"/>
    <w:rsid w:val="00530453"/>
    <w:rsid w:val="00530625"/>
    <w:rsid w:val="005309C2"/>
    <w:rsid w:val="00530D92"/>
    <w:rsid w:val="00531999"/>
    <w:rsid w:val="00531FD5"/>
    <w:rsid w:val="0053209B"/>
    <w:rsid w:val="005332BA"/>
    <w:rsid w:val="00533F4F"/>
    <w:rsid w:val="00534216"/>
    <w:rsid w:val="0053492E"/>
    <w:rsid w:val="005349E6"/>
    <w:rsid w:val="0053510F"/>
    <w:rsid w:val="00536888"/>
    <w:rsid w:val="005370EC"/>
    <w:rsid w:val="0054026E"/>
    <w:rsid w:val="00540376"/>
    <w:rsid w:val="00540B3D"/>
    <w:rsid w:val="00541518"/>
    <w:rsid w:val="00542258"/>
    <w:rsid w:val="0054242E"/>
    <w:rsid w:val="00542814"/>
    <w:rsid w:val="00542BB9"/>
    <w:rsid w:val="00542F4F"/>
    <w:rsid w:val="005443C5"/>
    <w:rsid w:val="00545690"/>
    <w:rsid w:val="00545887"/>
    <w:rsid w:val="00546043"/>
    <w:rsid w:val="0054609E"/>
    <w:rsid w:val="00546C92"/>
    <w:rsid w:val="00547677"/>
    <w:rsid w:val="00547682"/>
    <w:rsid w:val="00547702"/>
    <w:rsid w:val="00547D1D"/>
    <w:rsid w:val="00547DDB"/>
    <w:rsid w:val="00550C11"/>
    <w:rsid w:val="005510C0"/>
    <w:rsid w:val="00551184"/>
    <w:rsid w:val="0055153B"/>
    <w:rsid w:val="00551F18"/>
    <w:rsid w:val="005534A7"/>
    <w:rsid w:val="005535EE"/>
    <w:rsid w:val="00553FDA"/>
    <w:rsid w:val="00554869"/>
    <w:rsid w:val="005548FC"/>
    <w:rsid w:val="00554D5D"/>
    <w:rsid w:val="00554FF2"/>
    <w:rsid w:val="00556265"/>
    <w:rsid w:val="00556672"/>
    <w:rsid w:val="00557463"/>
    <w:rsid w:val="00557BD8"/>
    <w:rsid w:val="0056101F"/>
    <w:rsid w:val="00561457"/>
    <w:rsid w:val="005617A7"/>
    <w:rsid w:val="00561962"/>
    <w:rsid w:val="00562458"/>
    <w:rsid w:val="00562958"/>
    <w:rsid w:val="0056332A"/>
    <w:rsid w:val="0056333B"/>
    <w:rsid w:val="00565939"/>
    <w:rsid w:val="00565B73"/>
    <w:rsid w:val="0056608C"/>
    <w:rsid w:val="0056735B"/>
    <w:rsid w:val="005675A3"/>
    <w:rsid w:val="005678D5"/>
    <w:rsid w:val="00567946"/>
    <w:rsid w:val="00567B63"/>
    <w:rsid w:val="00567F62"/>
    <w:rsid w:val="00570389"/>
    <w:rsid w:val="00570490"/>
    <w:rsid w:val="00570493"/>
    <w:rsid w:val="00570C45"/>
    <w:rsid w:val="00570F15"/>
    <w:rsid w:val="0057127E"/>
    <w:rsid w:val="00571668"/>
    <w:rsid w:val="005718EA"/>
    <w:rsid w:val="00571B53"/>
    <w:rsid w:val="00573ED0"/>
    <w:rsid w:val="00574112"/>
    <w:rsid w:val="005752EC"/>
    <w:rsid w:val="00575790"/>
    <w:rsid w:val="00575F54"/>
    <w:rsid w:val="005765CB"/>
    <w:rsid w:val="005773D6"/>
    <w:rsid w:val="00577A31"/>
    <w:rsid w:val="00580227"/>
    <w:rsid w:val="005807C4"/>
    <w:rsid w:val="005809A7"/>
    <w:rsid w:val="00580D93"/>
    <w:rsid w:val="005811C0"/>
    <w:rsid w:val="005816C3"/>
    <w:rsid w:val="00582A94"/>
    <w:rsid w:val="005832B6"/>
    <w:rsid w:val="005832EB"/>
    <w:rsid w:val="005835AA"/>
    <w:rsid w:val="00583980"/>
    <w:rsid w:val="00584673"/>
    <w:rsid w:val="00584816"/>
    <w:rsid w:val="00584923"/>
    <w:rsid w:val="00584BE5"/>
    <w:rsid w:val="00584C68"/>
    <w:rsid w:val="00585221"/>
    <w:rsid w:val="005853C4"/>
    <w:rsid w:val="00585760"/>
    <w:rsid w:val="00585828"/>
    <w:rsid w:val="00585F65"/>
    <w:rsid w:val="00586299"/>
    <w:rsid w:val="00586521"/>
    <w:rsid w:val="0058666C"/>
    <w:rsid w:val="00586BA6"/>
    <w:rsid w:val="005870EE"/>
    <w:rsid w:val="00587A3E"/>
    <w:rsid w:val="00587C59"/>
    <w:rsid w:val="00590744"/>
    <w:rsid w:val="00590BCE"/>
    <w:rsid w:val="00590DE2"/>
    <w:rsid w:val="0059128B"/>
    <w:rsid w:val="00591556"/>
    <w:rsid w:val="005916E4"/>
    <w:rsid w:val="0059236A"/>
    <w:rsid w:val="0059263F"/>
    <w:rsid w:val="0059316C"/>
    <w:rsid w:val="005931C9"/>
    <w:rsid w:val="00593ECB"/>
    <w:rsid w:val="0059481B"/>
    <w:rsid w:val="005955B1"/>
    <w:rsid w:val="005968D9"/>
    <w:rsid w:val="00597090"/>
    <w:rsid w:val="00597A23"/>
    <w:rsid w:val="00597A3E"/>
    <w:rsid w:val="005A022C"/>
    <w:rsid w:val="005A026B"/>
    <w:rsid w:val="005A06EC"/>
    <w:rsid w:val="005A0CCD"/>
    <w:rsid w:val="005A29FD"/>
    <w:rsid w:val="005A3764"/>
    <w:rsid w:val="005A38EC"/>
    <w:rsid w:val="005A3AA5"/>
    <w:rsid w:val="005A4DD7"/>
    <w:rsid w:val="005A5219"/>
    <w:rsid w:val="005A55B1"/>
    <w:rsid w:val="005A5F9B"/>
    <w:rsid w:val="005A6349"/>
    <w:rsid w:val="005A75EB"/>
    <w:rsid w:val="005A766A"/>
    <w:rsid w:val="005A7736"/>
    <w:rsid w:val="005A7742"/>
    <w:rsid w:val="005A79E5"/>
    <w:rsid w:val="005A7C37"/>
    <w:rsid w:val="005B05E3"/>
    <w:rsid w:val="005B197C"/>
    <w:rsid w:val="005B2482"/>
    <w:rsid w:val="005B3542"/>
    <w:rsid w:val="005B35F4"/>
    <w:rsid w:val="005B37E4"/>
    <w:rsid w:val="005B3EDF"/>
    <w:rsid w:val="005B3F2F"/>
    <w:rsid w:val="005B4995"/>
    <w:rsid w:val="005B4AA5"/>
    <w:rsid w:val="005B56D9"/>
    <w:rsid w:val="005B5805"/>
    <w:rsid w:val="005B5B6B"/>
    <w:rsid w:val="005B5C9E"/>
    <w:rsid w:val="005B5D98"/>
    <w:rsid w:val="005B5E32"/>
    <w:rsid w:val="005B5EC9"/>
    <w:rsid w:val="005B7057"/>
    <w:rsid w:val="005B79D5"/>
    <w:rsid w:val="005C1729"/>
    <w:rsid w:val="005C187A"/>
    <w:rsid w:val="005C2C83"/>
    <w:rsid w:val="005C320A"/>
    <w:rsid w:val="005C37B3"/>
    <w:rsid w:val="005C39A5"/>
    <w:rsid w:val="005C39C8"/>
    <w:rsid w:val="005C4A8E"/>
    <w:rsid w:val="005C53F6"/>
    <w:rsid w:val="005C5576"/>
    <w:rsid w:val="005C567B"/>
    <w:rsid w:val="005C58D3"/>
    <w:rsid w:val="005C58F7"/>
    <w:rsid w:val="005C635D"/>
    <w:rsid w:val="005C645A"/>
    <w:rsid w:val="005C6859"/>
    <w:rsid w:val="005C695A"/>
    <w:rsid w:val="005C702D"/>
    <w:rsid w:val="005C784A"/>
    <w:rsid w:val="005D0BCC"/>
    <w:rsid w:val="005D0CDC"/>
    <w:rsid w:val="005D1103"/>
    <w:rsid w:val="005D164D"/>
    <w:rsid w:val="005D1844"/>
    <w:rsid w:val="005D2006"/>
    <w:rsid w:val="005D26B0"/>
    <w:rsid w:val="005D2AD9"/>
    <w:rsid w:val="005D38E6"/>
    <w:rsid w:val="005D3F59"/>
    <w:rsid w:val="005D401D"/>
    <w:rsid w:val="005D424F"/>
    <w:rsid w:val="005D442B"/>
    <w:rsid w:val="005D4724"/>
    <w:rsid w:val="005D4811"/>
    <w:rsid w:val="005D5F01"/>
    <w:rsid w:val="005D6105"/>
    <w:rsid w:val="005D687E"/>
    <w:rsid w:val="005D6AD5"/>
    <w:rsid w:val="005D6DC3"/>
    <w:rsid w:val="005D7290"/>
    <w:rsid w:val="005D7695"/>
    <w:rsid w:val="005E07FA"/>
    <w:rsid w:val="005E153D"/>
    <w:rsid w:val="005E1B63"/>
    <w:rsid w:val="005E1D6B"/>
    <w:rsid w:val="005E299F"/>
    <w:rsid w:val="005E2C9A"/>
    <w:rsid w:val="005E3079"/>
    <w:rsid w:val="005E3438"/>
    <w:rsid w:val="005E391A"/>
    <w:rsid w:val="005E3D31"/>
    <w:rsid w:val="005E504F"/>
    <w:rsid w:val="005E65E1"/>
    <w:rsid w:val="005E709D"/>
    <w:rsid w:val="005E765C"/>
    <w:rsid w:val="005E76FB"/>
    <w:rsid w:val="005E7A29"/>
    <w:rsid w:val="005F0042"/>
    <w:rsid w:val="005F05E8"/>
    <w:rsid w:val="005F085A"/>
    <w:rsid w:val="005F0D76"/>
    <w:rsid w:val="005F0E2B"/>
    <w:rsid w:val="005F204D"/>
    <w:rsid w:val="005F221B"/>
    <w:rsid w:val="005F3561"/>
    <w:rsid w:val="005F3B79"/>
    <w:rsid w:val="005F424E"/>
    <w:rsid w:val="005F4524"/>
    <w:rsid w:val="005F4893"/>
    <w:rsid w:val="005F529A"/>
    <w:rsid w:val="005F5B95"/>
    <w:rsid w:val="005F5CAE"/>
    <w:rsid w:val="005F5EF0"/>
    <w:rsid w:val="005F6441"/>
    <w:rsid w:val="005F6BE6"/>
    <w:rsid w:val="005F76A5"/>
    <w:rsid w:val="005F7BE3"/>
    <w:rsid w:val="005F7C36"/>
    <w:rsid w:val="005F7DC1"/>
    <w:rsid w:val="006010BF"/>
    <w:rsid w:val="00602EFB"/>
    <w:rsid w:val="006036B7"/>
    <w:rsid w:val="00603747"/>
    <w:rsid w:val="0060460C"/>
    <w:rsid w:val="00605280"/>
    <w:rsid w:val="00606F02"/>
    <w:rsid w:val="0060702C"/>
    <w:rsid w:val="006072C1"/>
    <w:rsid w:val="00607D12"/>
    <w:rsid w:val="0061003D"/>
    <w:rsid w:val="0061107E"/>
    <w:rsid w:val="00611FAB"/>
    <w:rsid w:val="0061210A"/>
    <w:rsid w:val="00612390"/>
    <w:rsid w:val="006125BD"/>
    <w:rsid w:val="006126EF"/>
    <w:rsid w:val="00613691"/>
    <w:rsid w:val="006138C8"/>
    <w:rsid w:val="00613A69"/>
    <w:rsid w:val="00615E9D"/>
    <w:rsid w:val="0061668A"/>
    <w:rsid w:val="00616F45"/>
    <w:rsid w:val="00617375"/>
    <w:rsid w:val="00617777"/>
    <w:rsid w:val="00617B66"/>
    <w:rsid w:val="006206C3"/>
    <w:rsid w:val="006216FD"/>
    <w:rsid w:val="00621B91"/>
    <w:rsid w:val="00622943"/>
    <w:rsid w:val="006233E2"/>
    <w:rsid w:val="00623542"/>
    <w:rsid w:val="00623A35"/>
    <w:rsid w:val="00623FAB"/>
    <w:rsid w:val="006242E1"/>
    <w:rsid w:val="006246BD"/>
    <w:rsid w:val="00624CE9"/>
    <w:rsid w:val="006269BC"/>
    <w:rsid w:val="00627156"/>
    <w:rsid w:val="00627840"/>
    <w:rsid w:val="00627FF7"/>
    <w:rsid w:val="00630718"/>
    <w:rsid w:val="006319EE"/>
    <w:rsid w:val="00631FD0"/>
    <w:rsid w:val="00632122"/>
    <w:rsid w:val="00632159"/>
    <w:rsid w:val="0063237E"/>
    <w:rsid w:val="00632CEA"/>
    <w:rsid w:val="00633510"/>
    <w:rsid w:val="0063357A"/>
    <w:rsid w:val="006335BF"/>
    <w:rsid w:val="0063390C"/>
    <w:rsid w:val="00633E1A"/>
    <w:rsid w:val="00634217"/>
    <w:rsid w:val="0063429D"/>
    <w:rsid w:val="00634A62"/>
    <w:rsid w:val="00634FC5"/>
    <w:rsid w:val="00635067"/>
    <w:rsid w:val="006350F5"/>
    <w:rsid w:val="00635ECA"/>
    <w:rsid w:val="00636266"/>
    <w:rsid w:val="0063658E"/>
    <w:rsid w:val="00637BD0"/>
    <w:rsid w:val="006408D7"/>
    <w:rsid w:val="00640BD3"/>
    <w:rsid w:val="00640C9B"/>
    <w:rsid w:val="006410C4"/>
    <w:rsid w:val="00641109"/>
    <w:rsid w:val="00641805"/>
    <w:rsid w:val="00641CB1"/>
    <w:rsid w:val="00641DF2"/>
    <w:rsid w:val="006422A9"/>
    <w:rsid w:val="006429CD"/>
    <w:rsid w:val="00642E26"/>
    <w:rsid w:val="006430DB"/>
    <w:rsid w:val="00643126"/>
    <w:rsid w:val="006436D5"/>
    <w:rsid w:val="00643FF4"/>
    <w:rsid w:val="0064456F"/>
    <w:rsid w:val="006464D0"/>
    <w:rsid w:val="00646805"/>
    <w:rsid w:val="00646CCD"/>
    <w:rsid w:val="00646F8F"/>
    <w:rsid w:val="006471F2"/>
    <w:rsid w:val="00647612"/>
    <w:rsid w:val="00647622"/>
    <w:rsid w:val="0064770B"/>
    <w:rsid w:val="0064798B"/>
    <w:rsid w:val="006479E4"/>
    <w:rsid w:val="00650AFE"/>
    <w:rsid w:val="006511DA"/>
    <w:rsid w:val="0065140E"/>
    <w:rsid w:val="00651446"/>
    <w:rsid w:val="00651D1B"/>
    <w:rsid w:val="00651F57"/>
    <w:rsid w:val="00652F43"/>
    <w:rsid w:val="00652FE8"/>
    <w:rsid w:val="00653571"/>
    <w:rsid w:val="006538DF"/>
    <w:rsid w:val="00654145"/>
    <w:rsid w:val="00654326"/>
    <w:rsid w:val="00654852"/>
    <w:rsid w:val="006548ED"/>
    <w:rsid w:val="00654FF8"/>
    <w:rsid w:val="00655310"/>
    <w:rsid w:val="0065555C"/>
    <w:rsid w:val="00655A8C"/>
    <w:rsid w:val="00655B23"/>
    <w:rsid w:val="00656004"/>
    <w:rsid w:val="006562F3"/>
    <w:rsid w:val="00656A22"/>
    <w:rsid w:val="006572CF"/>
    <w:rsid w:val="006577EF"/>
    <w:rsid w:val="00657847"/>
    <w:rsid w:val="00657CEC"/>
    <w:rsid w:val="00660B27"/>
    <w:rsid w:val="00660C43"/>
    <w:rsid w:val="006610C5"/>
    <w:rsid w:val="00661179"/>
    <w:rsid w:val="00662C3C"/>
    <w:rsid w:val="00663BC8"/>
    <w:rsid w:val="00665707"/>
    <w:rsid w:val="00665F67"/>
    <w:rsid w:val="006667E0"/>
    <w:rsid w:val="00666941"/>
    <w:rsid w:val="00666A9C"/>
    <w:rsid w:val="0066719D"/>
    <w:rsid w:val="006675BD"/>
    <w:rsid w:val="0066784B"/>
    <w:rsid w:val="00667C25"/>
    <w:rsid w:val="006710C4"/>
    <w:rsid w:val="00671BF9"/>
    <w:rsid w:val="00671D13"/>
    <w:rsid w:val="00671D96"/>
    <w:rsid w:val="006723AD"/>
    <w:rsid w:val="00672915"/>
    <w:rsid w:val="00673010"/>
    <w:rsid w:val="00673F8E"/>
    <w:rsid w:val="00674FFB"/>
    <w:rsid w:val="00675875"/>
    <w:rsid w:val="00675B48"/>
    <w:rsid w:val="006763B1"/>
    <w:rsid w:val="00676786"/>
    <w:rsid w:val="00676DB0"/>
    <w:rsid w:val="00676E21"/>
    <w:rsid w:val="0067728C"/>
    <w:rsid w:val="00677CA9"/>
    <w:rsid w:val="00677DAC"/>
    <w:rsid w:val="00680D4C"/>
    <w:rsid w:val="00681335"/>
    <w:rsid w:val="006816AB"/>
    <w:rsid w:val="00681F56"/>
    <w:rsid w:val="006823AD"/>
    <w:rsid w:val="00682920"/>
    <w:rsid w:val="00683245"/>
    <w:rsid w:val="00683663"/>
    <w:rsid w:val="006845C1"/>
    <w:rsid w:val="00685FC6"/>
    <w:rsid w:val="006867EA"/>
    <w:rsid w:val="00686D76"/>
    <w:rsid w:val="00687C28"/>
    <w:rsid w:val="00687E47"/>
    <w:rsid w:val="00687FC7"/>
    <w:rsid w:val="00690E68"/>
    <w:rsid w:val="00691472"/>
    <w:rsid w:val="00691FCC"/>
    <w:rsid w:val="006927B2"/>
    <w:rsid w:val="00692910"/>
    <w:rsid w:val="0069307C"/>
    <w:rsid w:val="0069329A"/>
    <w:rsid w:val="0069359E"/>
    <w:rsid w:val="00694629"/>
    <w:rsid w:val="00694662"/>
    <w:rsid w:val="006954D5"/>
    <w:rsid w:val="00695C2F"/>
    <w:rsid w:val="006964B9"/>
    <w:rsid w:val="00696628"/>
    <w:rsid w:val="00696895"/>
    <w:rsid w:val="00696ABC"/>
    <w:rsid w:val="00697324"/>
    <w:rsid w:val="00697816"/>
    <w:rsid w:val="00697AAA"/>
    <w:rsid w:val="00697C44"/>
    <w:rsid w:val="00697D8A"/>
    <w:rsid w:val="006A019C"/>
    <w:rsid w:val="006A0F1A"/>
    <w:rsid w:val="006A1151"/>
    <w:rsid w:val="006A11D5"/>
    <w:rsid w:val="006A225A"/>
    <w:rsid w:val="006A2612"/>
    <w:rsid w:val="006A32DC"/>
    <w:rsid w:val="006A3955"/>
    <w:rsid w:val="006A4A37"/>
    <w:rsid w:val="006A531E"/>
    <w:rsid w:val="006A534B"/>
    <w:rsid w:val="006A56AA"/>
    <w:rsid w:val="006A6363"/>
    <w:rsid w:val="006A6AA8"/>
    <w:rsid w:val="006A7381"/>
    <w:rsid w:val="006A743B"/>
    <w:rsid w:val="006A74C6"/>
    <w:rsid w:val="006A7879"/>
    <w:rsid w:val="006A7BB2"/>
    <w:rsid w:val="006A7F0F"/>
    <w:rsid w:val="006B04D7"/>
    <w:rsid w:val="006B05C1"/>
    <w:rsid w:val="006B1A06"/>
    <w:rsid w:val="006B1D0D"/>
    <w:rsid w:val="006B2568"/>
    <w:rsid w:val="006B304B"/>
    <w:rsid w:val="006B3D0A"/>
    <w:rsid w:val="006B3FA0"/>
    <w:rsid w:val="006B42C8"/>
    <w:rsid w:val="006B56A1"/>
    <w:rsid w:val="006B5821"/>
    <w:rsid w:val="006B789F"/>
    <w:rsid w:val="006B7996"/>
    <w:rsid w:val="006B7DC6"/>
    <w:rsid w:val="006C0504"/>
    <w:rsid w:val="006C090E"/>
    <w:rsid w:val="006C109B"/>
    <w:rsid w:val="006C1582"/>
    <w:rsid w:val="006C197A"/>
    <w:rsid w:val="006C254B"/>
    <w:rsid w:val="006C2A48"/>
    <w:rsid w:val="006C38F3"/>
    <w:rsid w:val="006C49C4"/>
    <w:rsid w:val="006C5DAB"/>
    <w:rsid w:val="006C5DF0"/>
    <w:rsid w:val="006C6590"/>
    <w:rsid w:val="006C676A"/>
    <w:rsid w:val="006C68EA"/>
    <w:rsid w:val="006C6BB3"/>
    <w:rsid w:val="006D0F2A"/>
    <w:rsid w:val="006D146E"/>
    <w:rsid w:val="006D1982"/>
    <w:rsid w:val="006D2E68"/>
    <w:rsid w:val="006D31AF"/>
    <w:rsid w:val="006D3B03"/>
    <w:rsid w:val="006D3F7A"/>
    <w:rsid w:val="006D4A91"/>
    <w:rsid w:val="006D4C2E"/>
    <w:rsid w:val="006D55B1"/>
    <w:rsid w:val="006D58B6"/>
    <w:rsid w:val="006D5F55"/>
    <w:rsid w:val="006D71FA"/>
    <w:rsid w:val="006E05E2"/>
    <w:rsid w:val="006E076D"/>
    <w:rsid w:val="006E08C3"/>
    <w:rsid w:val="006E0C89"/>
    <w:rsid w:val="006E1FF9"/>
    <w:rsid w:val="006E3AFC"/>
    <w:rsid w:val="006E4829"/>
    <w:rsid w:val="006E5104"/>
    <w:rsid w:val="006E60C7"/>
    <w:rsid w:val="006E619F"/>
    <w:rsid w:val="006E67E7"/>
    <w:rsid w:val="006E6B22"/>
    <w:rsid w:val="006E6E4B"/>
    <w:rsid w:val="006E6FBE"/>
    <w:rsid w:val="006F0084"/>
    <w:rsid w:val="006F04A2"/>
    <w:rsid w:val="006F0AD0"/>
    <w:rsid w:val="006F0E81"/>
    <w:rsid w:val="006F1963"/>
    <w:rsid w:val="006F1B4B"/>
    <w:rsid w:val="006F1BC9"/>
    <w:rsid w:val="006F1E65"/>
    <w:rsid w:val="006F1F8E"/>
    <w:rsid w:val="006F222A"/>
    <w:rsid w:val="006F33BE"/>
    <w:rsid w:val="006F4B73"/>
    <w:rsid w:val="006F52CA"/>
    <w:rsid w:val="006F53D1"/>
    <w:rsid w:val="006F5877"/>
    <w:rsid w:val="006F5C51"/>
    <w:rsid w:val="006F5E66"/>
    <w:rsid w:val="006F6798"/>
    <w:rsid w:val="006F6A02"/>
    <w:rsid w:val="006F6E4C"/>
    <w:rsid w:val="006F7D3C"/>
    <w:rsid w:val="006F7E3B"/>
    <w:rsid w:val="00700E6E"/>
    <w:rsid w:val="007010D9"/>
    <w:rsid w:val="00701D6F"/>
    <w:rsid w:val="00702358"/>
    <w:rsid w:val="007030C4"/>
    <w:rsid w:val="00704703"/>
    <w:rsid w:val="007058AA"/>
    <w:rsid w:val="00705B81"/>
    <w:rsid w:val="007062D7"/>
    <w:rsid w:val="007079D7"/>
    <w:rsid w:val="00707B56"/>
    <w:rsid w:val="00707E81"/>
    <w:rsid w:val="00711A04"/>
    <w:rsid w:val="00711EE6"/>
    <w:rsid w:val="00712B8C"/>
    <w:rsid w:val="00713746"/>
    <w:rsid w:val="00713C53"/>
    <w:rsid w:val="00714817"/>
    <w:rsid w:val="00714CE9"/>
    <w:rsid w:val="00715360"/>
    <w:rsid w:val="00715EEC"/>
    <w:rsid w:val="0071695A"/>
    <w:rsid w:val="00716B39"/>
    <w:rsid w:val="007202F1"/>
    <w:rsid w:val="00721746"/>
    <w:rsid w:val="007221F3"/>
    <w:rsid w:val="00722B35"/>
    <w:rsid w:val="0072333E"/>
    <w:rsid w:val="00723754"/>
    <w:rsid w:val="007240AD"/>
    <w:rsid w:val="00724627"/>
    <w:rsid w:val="0072464E"/>
    <w:rsid w:val="0072469D"/>
    <w:rsid w:val="00724E7C"/>
    <w:rsid w:val="00725CAA"/>
    <w:rsid w:val="00725EF6"/>
    <w:rsid w:val="0072663D"/>
    <w:rsid w:val="0072670D"/>
    <w:rsid w:val="00726789"/>
    <w:rsid w:val="00726F10"/>
    <w:rsid w:val="00727195"/>
    <w:rsid w:val="007273DA"/>
    <w:rsid w:val="007275F5"/>
    <w:rsid w:val="007307B8"/>
    <w:rsid w:val="00730A38"/>
    <w:rsid w:val="00730DF4"/>
    <w:rsid w:val="00730FE0"/>
    <w:rsid w:val="0073127A"/>
    <w:rsid w:val="00731832"/>
    <w:rsid w:val="00731B30"/>
    <w:rsid w:val="00731DFF"/>
    <w:rsid w:val="007320F0"/>
    <w:rsid w:val="0073248D"/>
    <w:rsid w:val="00732D3C"/>
    <w:rsid w:val="007337A1"/>
    <w:rsid w:val="00733BB5"/>
    <w:rsid w:val="00734C32"/>
    <w:rsid w:val="007363FF"/>
    <w:rsid w:val="00737406"/>
    <w:rsid w:val="00737B08"/>
    <w:rsid w:val="00737B5D"/>
    <w:rsid w:val="0074040B"/>
    <w:rsid w:val="0074176A"/>
    <w:rsid w:val="00741777"/>
    <w:rsid w:val="0074186C"/>
    <w:rsid w:val="00741CCC"/>
    <w:rsid w:val="00741EF4"/>
    <w:rsid w:val="00742563"/>
    <w:rsid w:val="00742846"/>
    <w:rsid w:val="00742B34"/>
    <w:rsid w:val="00743FB0"/>
    <w:rsid w:val="00744177"/>
    <w:rsid w:val="007450EA"/>
    <w:rsid w:val="007456E5"/>
    <w:rsid w:val="00745E0A"/>
    <w:rsid w:val="00746261"/>
    <w:rsid w:val="0074723B"/>
    <w:rsid w:val="00747276"/>
    <w:rsid w:val="0074776A"/>
    <w:rsid w:val="00750B5E"/>
    <w:rsid w:val="0075190A"/>
    <w:rsid w:val="00751928"/>
    <w:rsid w:val="00751A31"/>
    <w:rsid w:val="00752191"/>
    <w:rsid w:val="007525C2"/>
    <w:rsid w:val="00752639"/>
    <w:rsid w:val="00752B2C"/>
    <w:rsid w:val="00753322"/>
    <w:rsid w:val="0075359F"/>
    <w:rsid w:val="007535BD"/>
    <w:rsid w:val="007538EB"/>
    <w:rsid w:val="0075394C"/>
    <w:rsid w:val="00753DEF"/>
    <w:rsid w:val="00753E3F"/>
    <w:rsid w:val="0075491D"/>
    <w:rsid w:val="0075513E"/>
    <w:rsid w:val="00755293"/>
    <w:rsid w:val="007555C2"/>
    <w:rsid w:val="00755922"/>
    <w:rsid w:val="0075694D"/>
    <w:rsid w:val="007575C2"/>
    <w:rsid w:val="007575EA"/>
    <w:rsid w:val="007576E4"/>
    <w:rsid w:val="00757C3D"/>
    <w:rsid w:val="00757E34"/>
    <w:rsid w:val="007607B5"/>
    <w:rsid w:val="007607EE"/>
    <w:rsid w:val="00760B4C"/>
    <w:rsid w:val="007612A1"/>
    <w:rsid w:val="007613BD"/>
    <w:rsid w:val="00761B04"/>
    <w:rsid w:val="0076282F"/>
    <w:rsid w:val="00762B15"/>
    <w:rsid w:val="00762F92"/>
    <w:rsid w:val="0076307E"/>
    <w:rsid w:val="00763831"/>
    <w:rsid w:val="00763957"/>
    <w:rsid w:val="007649C9"/>
    <w:rsid w:val="007653E7"/>
    <w:rsid w:val="0076550C"/>
    <w:rsid w:val="0076552A"/>
    <w:rsid w:val="0076562D"/>
    <w:rsid w:val="00765BD9"/>
    <w:rsid w:val="0077004C"/>
    <w:rsid w:val="00771B82"/>
    <w:rsid w:val="00772246"/>
    <w:rsid w:val="00772313"/>
    <w:rsid w:val="00773799"/>
    <w:rsid w:val="00774B30"/>
    <w:rsid w:val="00775B80"/>
    <w:rsid w:val="007760BC"/>
    <w:rsid w:val="0077653F"/>
    <w:rsid w:val="00777177"/>
    <w:rsid w:val="00777B0F"/>
    <w:rsid w:val="00777C2B"/>
    <w:rsid w:val="00777CDF"/>
    <w:rsid w:val="00780A80"/>
    <w:rsid w:val="00780BA9"/>
    <w:rsid w:val="00780C0F"/>
    <w:rsid w:val="0078186E"/>
    <w:rsid w:val="00782C31"/>
    <w:rsid w:val="00783342"/>
    <w:rsid w:val="00783E3D"/>
    <w:rsid w:val="00784513"/>
    <w:rsid w:val="00785BDF"/>
    <w:rsid w:val="00786429"/>
    <w:rsid w:val="007867F4"/>
    <w:rsid w:val="00786C77"/>
    <w:rsid w:val="007872E1"/>
    <w:rsid w:val="00787CDD"/>
    <w:rsid w:val="00790055"/>
    <w:rsid w:val="00790B91"/>
    <w:rsid w:val="00790C19"/>
    <w:rsid w:val="007910E3"/>
    <w:rsid w:val="0079149D"/>
    <w:rsid w:val="00791BFB"/>
    <w:rsid w:val="0079279C"/>
    <w:rsid w:val="0079288B"/>
    <w:rsid w:val="0079297B"/>
    <w:rsid w:val="00792AAA"/>
    <w:rsid w:val="00792B24"/>
    <w:rsid w:val="0079367A"/>
    <w:rsid w:val="00794489"/>
    <w:rsid w:val="007945C1"/>
    <w:rsid w:val="007947BF"/>
    <w:rsid w:val="00794B24"/>
    <w:rsid w:val="00795086"/>
    <w:rsid w:val="0079621B"/>
    <w:rsid w:val="00796724"/>
    <w:rsid w:val="00796B5A"/>
    <w:rsid w:val="00796C2E"/>
    <w:rsid w:val="00796CFA"/>
    <w:rsid w:val="00797029"/>
    <w:rsid w:val="0079725E"/>
    <w:rsid w:val="007975D7"/>
    <w:rsid w:val="00797C5F"/>
    <w:rsid w:val="007A0410"/>
    <w:rsid w:val="007A053D"/>
    <w:rsid w:val="007A0BE2"/>
    <w:rsid w:val="007A14D7"/>
    <w:rsid w:val="007A18FD"/>
    <w:rsid w:val="007A23CE"/>
    <w:rsid w:val="007A2919"/>
    <w:rsid w:val="007A2A73"/>
    <w:rsid w:val="007A307F"/>
    <w:rsid w:val="007A3BF2"/>
    <w:rsid w:val="007A3C8C"/>
    <w:rsid w:val="007A406C"/>
    <w:rsid w:val="007A49D8"/>
    <w:rsid w:val="007A4B52"/>
    <w:rsid w:val="007A6CDC"/>
    <w:rsid w:val="007A6EC4"/>
    <w:rsid w:val="007A78AE"/>
    <w:rsid w:val="007B15F0"/>
    <w:rsid w:val="007B2BF0"/>
    <w:rsid w:val="007B30A2"/>
    <w:rsid w:val="007B449C"/>
    <w:rsid w:val="007B4608"/>
    <w:rsid w:val="007B4BD8"/>
    <w:rsid w:val="007B56BE"/>
    <w:rsid w:val="007B5CD3"/>
    <w:rsid w:val="007B5E18"/>
    <w:rsid w:val="007B67E7"/>
    <w:rsid w:val="007B7196"/>
    <w:rsid w:val="007B7329"/>
    <w:rsid w:val="007B78FC"/>
    <w:rsid w:val="007B7954"/>
    <w:rsid w:val="007C007D"/>
    <w:rsid w:val="007C0473"/>
    <w:rsid w:val="007C1149"/>
    <w:rsid w:val="007C16AB"/>
    <w:rsid w:val="007C170F"/>
    <w:rsid w:val="007C2146"/>
    <w:rsid w:val="007C21A5"/>
    <w:rsid w:val="007C27D0"/>
    <w:rsid w:val="007C2A93"/>
    <w:rsid w:val="007C2E57"/>
    <w:rsid w:val="007C3344"/>
    <w:rsid w:val="007C3E12"/>
    <w:rsid w:val="007C51B3"/>
    <w:rsid w:val="007C51CE"/>
    <w:rsid w:val="007C540E"/>
    <w:rsid w:val="007C5453"/>
    <w:rsid w:val="007C5A76"/>
    <w:rsid w:val="007C5F8E"/>
    <w:rsid w:val="007C6258"/>
    <w:rsid w:val="007C6CEB"/>
    <w:rsid w:val="007C75B6"/>
    <w:rsid w:val="007C7CDC"/>
    <w:rsid w:val="007D0454"/>
    <w:rsid w:val="007D0A67"/>
    <w:rsid w:val="007D0BB9"/>
    <w:rsid w:val="007D0C4E"/>
    <w:rsid w:val="007D15EE"/>
    <w:rsid w:val="007D17C0"/>
    <w:rsid w:val="007D24F1"/>
    <w:rsid w:val="007D2D27"/>
    <w:rsid w:val="007D3E8F"/>
    <w:rsid w:val="007D4677"/>
    <w:rsid w:val="007D4993"/>
    <w:rsid w:val="007D5195"/>
    <w:rsid w:val="007D549C"/>
    <w:rsid w:val="007D6E9A"/>
    <w:rsid w:val="007D71EF"/>
    <w:rsid w:val="007D736B"/>
    <w:rsid w:val="007D78C3"/>
    <w:rsid w:val="007E0243"/>
    <w:rsid w:val="007E0622"/>
    <w:rsid w:val="007E09B0"/>
    <w:rsid w:val="007E11DE"/>
    <w:rsid w:val="007E219F"/>
    <w:rsid w:val="007E289A"/>
    <w:rsid w:val="007E3064"/>
    <w:rsid w:val="007E354A"/>
    <w:rsid w:val="007E3742"/>
    <w:rsid w:val="007E3AAF"/>
    <w:rsid w:val="007E4066"/>
    <w:rsid w:val="007E4C2C"/>
    <w:rsid w:val="007E4D74"/>
    <w:rsid w:val="007E5950"/>
    <w:rsid w:val="007E6396"/>
    <w:rsid w:val="007E6C79"/>
    <w:rsid w:val="007E6CD5"/>
    <w:rsid w:val="007E6D4A"/>
    <w:rsid w:val="007E7395"/>
    <w:rsid w:val="007E7DDC"/>
    <w:rsid w:val="007F08E5"/>
    <w:rsid w:val="007F1244"/>
    <w:rsid w:val="007F12F0"/>
    <w:rsid w:val="007F14EC"/>
    <w:rsid w:val="007F24DC"/>
    <w:rsid w:val="007F357C"/>
    <w:rsid w:val="007F3B8E"/>
    <w:rsid w:val="007F3F6C"/>
    <w:rsid w:val="007F4337"/>
    <w:rsid w:val="007F44C1"/>
    <w:rsid w:val="007F47E0"/>
    <w:rsid w:val="007F4FD8"/>
    <w:rsid w:val="007F501D"/>
    <w:rsid w:val="007F53B1"/>
    <w:rsid w:val="007F58E0"/>
    <w:rsid w:val="007F58ED"/>
    <w:rsid w:val="007F5B8D"/>
    <w:rsid w:val="007F61E8"/>
    <w:rsid w:val="007F6AC0"/>
    <w:rsid w:val="007F6CF8"/>
    <w:rsid w:val="007F732C"/>
    <w:rsid w:val="00800097"/>
    <w:rsid w:val="00800421"/>
    <w:rsid w:val="00800B7D"/>
    <w:rsid w:val="00800FCA"/>
    <w:rsid w:val="008019E8"/>
    <w:rsid w:val="00801E10"/>
    <w:rsid w:val="00802388"/>
    <w:rsid w:val="00802A1A"/>
    <w:rsid w:val="00803144"/>
    <w:rsid w:val="00804D25"/>
    <w:rsid w:val="00804D31"/>
    <w:rsid w:val="00804F66"/>
    <w:rsid w:val="0080579A"/>
    <w:rsid w:val="0080587B"/>
    <w:rsid w:val="00805D5C"/>
    <w:rsid w:val="00805F0B"/>
    <w:rsid w:val="00806226"/>
    <w:rsid w:val="00806AAD"/>
    <w:rsid w:val="00806D23"/>
    <w:rsid w:val="00806D9D"/>
    <w:rsid w:val="00806EB2"/>
    <w:rsid w:val="00807AF8"/>
    <w:rsid w:val="00810601"/>
    <w:rsid w:val="00811521"/>
    <w:rsid w:val="00811935"/>
    <w:rsid w:val="00811AB2"/>
    <w:rsid w:val="00812625"/>
    <w:rsid w:val="00812F2B"/>
    <w:rsid w:val="00812F4A"/>
    <w:rsid w:val="00812FFB"/>
    <w:rsid w:val="00813FE7"/>
    <w:rsid w:val="008145A2"/>
    <w:rsid w:val="0081465D"/>
    <w:rsid w:val="0081487C"/>
    <w:rsid w:val="0081521D"/>
    <w:rsid w:val="00815414"/>
    <w:rsid w:val="00815463"/>
    <w:rsid w:val="00815540"/>
    <w:rsid w:val="00815DA1"/>
    <w:rsid w:val="0081683C"/>
    <w:rsid w:val="00816D9B"/>
    <w:rsid w:val="00817563"/>
    <w:rsid w:val="0081761A"/>
    <w:rsid w:val="00817999"/>
    <w:rsid w:val="00817F45"/>
    <w:rsid w:val="00820C0D"/>
    <w:rsid w:val="00820EBA"/>
    <w:rsid w:val="00821393"/>
    <w:rsid w:val="00821FC3"/>
    <w:rsid w:val="008228C7"/>
    <w:rsid w:val="00822DEE"/>
    <w:rsid w:val="00822DFC"/>
    <w:rsid w:val="00823B0C"/>
    <w:rsid w:val="00823F55"/>
    <w:rsid w:val="00824250"/>
    <w:rsid w:val="00824868"/>
    <w:rsid w:val="00824973"/>
    <w:rsid w:val="00824B6B"/>
    <w:rsid w:val="00824DA8"/>
    <w:rsid w:val="00825F5B"/>
    <w:rsid w:val="008268BA"/>
    <w:rsid w:val="0082696E"/>
    <w:rsid w:val="00826C79"/>
    <w:rsid w:val="0083028D"/>
    <w:rsid w:val="008309E7"/>
    <w:rsid w:val="00830F86"/>
    <w:rsid w:val="00831CA1"/>
    <w:rsid w:val="00832267"/>
    <w:rsid w:val="00832488"/>
    <w:rsid w:val="00832636"/>
    <w:rsid w:val="00832DAD"/>
    <w:rsid w:val="00833343"/>
    <w:rsid w:val="008333E0"/>
    <w:rsid w:val="00833A7E"/>
    <w:rsid w:val="00834B2E"/>
    <w:rsid w:val="00834EEC"/>
    <w:rsid w:val="00835166"/>
    <w:rsid w:val="00835FC2"/>
    <w:rsid w:val="00836758"/>
    <w:rsid w:val="00836B18"/>
    <w:rsid w:val="00836E7D"/>
    <w:rsid w:val="00836FAC"/>
    <w:rsid w:val="008370B3"/>
    <w:rsid w:val="00837A97"/>
    <w:rsid w:val="00837C54"/>
    <w:rsid w:val="00837FBA"/>
    <w:rsid w:val="00840DBD"/>
    <w:rsid w:val="0084191B"/>
    <w:rsid w:val="00842280"/>
    <w:rsid w:val="0084249E"/>
    <w:rsid w:val="00842A63"/>
    <w:rsid w:val="008437ED"/>
    <w:rsid w:val="00843FEF"/>
    <w:rsid w:val="00844611"/>
    <w:rsid w:val="0084497B"/>
    <w:rsid w:val="00844F8B"/>
    <w:rsid w:val="00845060"/>
    <w:rsid w:val="0084538B"/>
    <w:rsid w:val="00845CCC"/>
    <w:rsid w:val="008466AC"/>
    <w:rsid w:val="008467B7"/>
    <w:rsid w:val="00846ED9"/>
    <w:rsid w:val="00847381"/>
    <w:rsid w:val="00847CB4"/>
    <w:rsid w:val="00847D60"/>
    <w:rsid w:val="00847ED6"/>
    <w:rsid w:val="00850441"/>
    <w:rsid w:val="008511BE"/>
    <w:rsid w:val="00851E2C"/>
    <w:rsid w:val="00851EED"/>
    <w:rsid w:val="00852992"/>
    <w:rsid w:val="00852F12"/>
    <w:rsid w:val="00853761"/>
    <w:rsid w:val="00853976"/>
    <w:rsid w:val="00853C64"/>
    <w:rsid w:val="00853D03"/>
    <w:rsid w:val="008547D3"/>
    <w:rsid w:val="00854AF3"/>
    <w:rsid w:val="00855175"/>
    <w:rsid w:val="0085580E"/>
    <w:rsid w:val="00855831"/>
    <w:rsid w:val="00855841"/>
    <w:rsid w:val="0085593D"/>
    <w:rsid w:val="00855A63"/>
    <w:rsid w:val="008562D3"/>
    <w:rsid w:val="00856311"/>
    <w:rsid w:val="00857146"/>
    <w:rsid w:val="0085716C"/>
    <w:rsid w:val="008604AD"/>
    <w:rsid w:val="0086130F"/>
    <w:rsid w:val="00861916"/>
    <w:rsid w:val="00861F32"/>
    <w:rsid w:val="00862E53"/>
    <w:rsid w:val="0086301B"/>
    <w:rsid w:val="00863F94"/>
    <w:rsid w:val="00864843"/>
    <w:rsid w:val="00864C93"/>
    <w:rsid w:val="00865D3B"/>
    <w:rsid w:val="00866C7A"/>
    <w:rsid w:val="00867A47"/>
    <w:rsid w:val="00870047"/>
    <w:rsid w:val="00870F7E"/>
    <w:rsid w:val="008713C3"/>
    <w:rsid w:val="00872265"/>
    <w:rsid w:val="008725B5"/>
    <w:rsid w:val="008725C0"/>
    <w:rsid w:val="00872DB1"/>
    <w:rsid w:val="00873ECA"/>
    <w:rsid w:val="0087448A"/>
    <w:rsid w:val="008746F4"/>
    <w:rsid w:val="00874FD3"/>
    <w:rsid w:val="00875112"/>
    <w:rsid w:val="00875A28"/>
    <w:rsid w:val="00877076"/>
    <w:rsid w:val="0088056F"/>
    <w:rsid w:val="008807D7"/>
    <w:rsid w:val="00880941"/>
    <w:rsid w:val="0088138C"/>
    <w:rsid w:val="00881FC3"/>
    <w:rsid w:val="008825C6"/>
    <w:rsid w:val="00883378"/>
    <w:rsid w:val="0088338F"/>
    <w:rsid w:val="008833E6"/>
    <w:rsid w:val="00883706"/>
    <w:rsid w:val="008838FC"/>
    <w:rsid w:val="00883AB1"/>
    <w:rsid w:val="00883F93"/>
    <w:rsid w:val="00884B39"/>
    <w:rsid w:val="00884CE2"/>
    <w:rsid w:val="00884E1E"/>
    <w:rsid w:val="0088521B"/>
    <w:rsid w:val="008859A4"/>
    <w:rsid w:val="00885BEC"/>
    <w:rsid w:val="008863F8"/>
    <w:rsid w:val="00886C01"/>
    <w:rsid w:val="00886EFF"/>
    <w:rsid w:val="008873B7"/>
    <w:rsid w:val="0088769C"/>
    <w:rsid w:val="00887963"/>
    <w:rsid w:val="00887B82"/>
    <w:rsid w:val="00887C3D"/>
    <w:rsid w:val="00890335"/>
    <w:rsid w:val="0089057B"/>
    <w:rsid w:val="00890A4B"/>
    <w:rsid w:val="00890B28"/>
    <w:rsid w:val="00890C8C"/>
    <w:rsid w:val="00890D36"/>
    <w:rsid w:val="0089113A"/>
    <w:rsid w:val="00892139"/>
    <w:rsid w:val="00892151"/>
    <w:rsid w:val="0089359E"/>
    <w:rsid w:val="0089471A"/>
    <w:rsid w:val="0089490C"/>
    <w:rsid w:val="00894B4B"/>
    <w:rsid w:val="00894FB8"/>
    <w:rsid w:val="008950E3"/>
    <w:rsid w:val="008953D6"/>
    <w:rsid w:val="008956DE"/>
    <w:rsid w:val="00895D2B"/>
    <w:rsid w:val="00895E2B"/>
    <w:rsid w:val="00896238"/>
    <w:rsid w:val="008969A2"/>
    <w:rsid w:val="00897483"/>
    <w:rsid w:val="0089757C"/>
    <w:rsid w:val="00897AD3"/>
    <w:rsid w:val="008A0732"/>
    <w:rsid w:val="008A137A"/>
    <w:rsid w:val="008A239E"/>
    <w:rsid w:val="008A2463"/>
    <w:rsid w:val="008A28AF"/>
    <w:rsid w:val="008A3094"/>
    <w:rsid w:val="008A3297"/>
    <w:rsid w:val="008A333C"/>
    <w:rsid w:val="008A3572"/>
    <w:rsid w:val="008A3C5F"/>
    <w:rsid w:val="008A43D7"/>
    <w:rsid w:val="008A47B7"/>
    <w:rsid w:val="008A4DF9"/>
    <w:rsid w:val="008A5192"/>
    <w:rsid w:val="008A6345"/>
    <w:rsid w:val="008A6873"/>
    <w:rsid w:val="008A6D97"/>
    <w:rsid w:val="008A75A9"/>
    <w:rsid w:val="008B1181"/>
    <w:rsid w:val="008B138A"/>
    <w:rsid w:val="008B1554"/>
    <w:rsid w:val="008B17AE"/>
    <w:rsid w:val="008B1FD5"/>
    <w:rsid w:val="008B2944"/>
    <w:rsid w:val="008B2C06"/>
    <w:rsid w:val="008B328F"/>
    <w:rsid w:val="008B3AA3"/>
    <w:rsid w:val="008B4338"/>
    <w:rsid w:val="008B442B"/>
    <w:rsid w:val="008B47FC"/>
    <w:rsid w:val="008B4CC3"/>
    <w:rsid w:val="008B5005"/>
    <w:rsid w:val="008B50AE"/>
    <w:rsid w:val="008B5AA8"/>
    <w:rsid w:val="008B6830"/>
    <w:rsid w:val="008B7060"/>
    <w:rsid w:val="008B7269"/>
    <w:rsid w:val="008C0635"/>
    <w:rsid w:val="008C0A03"/>
    <w:rsid w:val="008C0BD3"/>
    <w:rsid w:val="008C1815"/>
    <w:rsid w:val="008C227E"/>
    <w:rsid w:val="008C22AC"/>
    <w:rsid w:val="008C2852"/>
    <w:rsid w:val="008C2E05"/>
    <w:rsid w:val="008C3C7B"/>
    <w:rsid w:val="008C4332"/>
    <w:rsid w:val="008C44A2"/>
    <w:rsid w:val="008C5439"/>
    <w:rsid w:val="008C55AD"/>
    <w:rsid w:val="008C5847"/>
    <w:rsid w:val="008C59F4"/>
    <w:rsid w:val="008C6267"/>
    <w:rsid w:val="008C678A"/>
    <w:rsid w:val="008C6A55"/>
    <w:rsid w:val="008C76C1"/>
    <w:rsid w:val="008C7AD7"/>
    <w:rsid w:val="008D03B8"/>
    <w:rsid w:val="008D075A"/>
    <w:rsid w:val="008D11B1"/>
    <w:rsid w:val="008D1732"/>
    <w:rsid w:val="008D2506"/>
    <w:rsid w:val="008D2BF4"/>
    <w:rsid w:val="008D3326"/>
    <w:rsid w:val="008D33C3"/>
    <w:rsid w:val="008D34D7"/>
    <w:rsid w:val="008D3ACF"/>
    <w:rsid w:val="008D4307"/>
    <w:rsid w:val="008D4391"/>
    <w:rsid w:val="008D606E"/>
    <w:rsid w:val="008D6222"/>
    <w:rsid w:val="008D6437"/>
    <w:rsid w:val="008D7124"/>
    <w:rsid w:val="008D7316"/>
    <w:rsid w:val="008E0403"/>
    <w:rsid w:val="008E0892"/>
    <w:rsid w:val="008E0E2B"/>
    <w:rsid w:val="008E1359"/>
    <w:rsid w:val="008E1627"/>
    <w:rsid w:val="008E17DD"/>
    <w:rsid w:val="008E19AD"/>
    <w:rsid w:val="008E19D7"/>
    <w:rsid w:val="008E3319"/>
    <w:rsid w:val="008E34E8"/>
    <w:rsid w:val="008E3ED2"/>
    <w:rsid w:val="008E4007"/>
    <w:rsid w:val="008E4081"/>
    <w:rsid w:val="008E530B"/>
    <w:rsid w:val="008E531E"/>
    <w:rsid w:val="008E6135"/>
    <w:rsid w:val="008E6262"/>
    <w:rsid w:val="008E68E4"/>
    <w:rsid w:val="008E76D3"/>
    <w:rsid w:val="008F0B52"/>
    <w:rsid w:val="008F0B79"/>
    <w:rsid w:val="008F0B8A"/>
    <w:rsid w:val="008F0E1A"/>
    <w:rsid w:val="008F1371"/>
    <w:rsid w:val="008F14FB"/>
    <w:rsid w:val="008F1782"/>
    <w:rsid w:val="008F2043"/>
    <w:rsid w:val="008F2094"/>
    <w:rsid w:val="008F28B4"/>
    <w:rsid w:val="008F30FA"/>
    <w:rsid w:val="008F4B19"/>
    <w:rsid w:val="008F4EA4"/>
    <w:rsid w:val="008F599A"/>
    <w:rsid w:val="008F5BDD"/>
    <w:rsid w:val="008F6437"/>
    <w:rsid w:val="008F66F8"/>
    <w:rsid w:val="008F6D18"/>
    <w:rsid w:val="008F6E3B"/>
    <w:rsid w:val="008F7220"/>
    <w:rsid w:val="008F7B37"/>
    <w:rsid w:val="008F7E8A"/>
    <w:rsid w:val="008F7ED7"/>
    <w:rsid w:val="00900132"/>
    <w:rsid w:val="009001AE"/>
    <w:rsid w:val="00900D4D"/>
    <w:rsid w:val="00901268"/>
    <w:rsid w:val="0090156C"/>
    <w:rsid w:val="00901BB0"/>
    <w:rsid w:val="00901BC6"/>
    <w:rsid w:val="00901F21"/>
    <w:rsid w:val="009030E7"/>
    <w:rsid w:val="00903CCA"/>
    <w:rsid w:val="00903DE3"/>
    <w:rsid w:val="0090473F"/>
    <w:rsid w:val="009049E8"/>
    <w:rsid w:val="00904C4F"/>
    <w:rsid w:val="009065AF"/>
    <w:rsid w:val="0090702A"/>
    <w:rsid w:val="009070F1"/>
    <w:rsid w:val="009076A2"/>
    <w:rsid w:val="0091115B"/>
    <w:rsid w:val="0091143F"/>
    <w:rsid w:val="00911991"/>
    <w:rsid w:val="0091213C"/>
    <w:rsid w:val="00912640"/>
    <w:rsid w:val="0091277B"/>
    <w:rsid w:val="009129C3"/>
    <w:rsid w:val="00913C29"/>
    <w:rsid w:val="00913E25"/>
    <w:rsid w:val="009140A4"/>
    <w:rsid w:val="0091494A"/>
    <w:rsid w:val="00914B7E"/>
    <w:rsid w:val="009164DE"/>
    <w:rsid w:val="0091780F"/>
    <w:rsid w:val="009179C3"/>
    <w:rsid w:val="00920E8F"/>
    <w:rsid w:val="00920FEA"/>
    <w:rsid w:val="00921C71"/>
    <w:rsid w:val="00921E4F"/>
    <w:rsid w:val="00923C25"/>
    <w:rsid w:val="00924309"/>
    <w:rsid w:val="00924E4E"/>
    <w:rsid w:val="009253BD"/>
    <w:rsid w:val="00925A26"/>
    <w:rsid w:val="00926A17"/>
    <w:rsid w:val="00926A53"/>
    <w:rsid w:val="009300DC"/>
    <w:rsid w:val="0093022E"/>
    <w:rsid w:val="00930C24"/>
    <w:rsid w:val="0093121C"/>
    <w:rsid w:val="009318C0"/>
    <w:rsid w:val="00931FBA"/>
    <w:rsid w:val="00932096"/>
    <w:rsid w:val="00932441"/>
    <w:rsid w:val="00932E77"/>
    <w:rsid w:val="00933BDB"/>
    <w:rsid w:val="00934917"/>
    <w:rsid w:val="0093539A"/>
    <w:rsid w:val="00935695"/>
    <w:rsid w:val="009356C5"/>
    <w:rsid w:val="00935BBB"/>
    <w:rsid w:val="009360FC"/>
    <w:rsid w:val="009361A0"/>
    <w:rsid w:val="009362A5"/>
    <w:rsid w:val="00936B2D"/>
    <w:rsid w:val="00936E04"/>
    <w:rsid w:val="009372B8"/>
    <w:rsid w:val="0093741F"/>
    <w:rsid w:val="00940B2E"/>
    <w:rsid w:val="0094171B"/>
    <w:rsid w:val="00941800"/>
    <w:rsid w:val="0094208B"/>
    <w:rsid w:val="009426B9"/>
    <w:rsid w:val="00942DE8"/>
    <w:rsid w:val="00942F6D"/>
    <w:rsid w:val="00943234"/>
    <w:rsid w:val="00943258"/>
    <w:rsid w:val="00943B15"/>
    <w:rsid w:val="00943F31"/>
    <w:rsid w:val="0094471C"/>
    <w:rsid w:val="00944806"/>
    <w:rsid w:val="00944857"/>
    <w:rsid w:val="00944ABF"/>
    <w:rsid w:val="009453A3"/>
    <w:rsid w:val="00945888"/>
    <w:rsid w:val="00946B1F"/>
    <w:rsid w:val="00946E72"/>
    <w:rsid w:val="00946F16"/>
    <w:rsid w:val="0094723E"/>
    <w:rsid w:val="00947395"/>
    <w:rsid w:val="00950265"/>
    <w:rsid w:val="00950BAB"/>
    <w:rsid w:val="0095182E"/>
    <w:rsid w:val="009522A0"/>
    <w:rsid w:val="009526FF"/>
    <w:rsid w:val="00953006"/>
    <w:rsid w:val="00953291"/>
    <w:rsid w:val="00953EEE"/>
    <w:rsid w:val="00954AA7"/>
    <w:rsid w:val="00954F6D"/>
    <w:rsid w:val="0095552D"/>
    <w:rsid w:val="009555E7"/>
    <w:rsid w:val="00956100"/>
    <w:rsid w:val="0095652A"/>
    <w:rsid w:val="009569A9"/>
    <w:rsid w:val="00956AD5"/>
    <w:rsid w:val="00956B76"/>
    <w:rsid w:val="00957198"/>
    <w:rsid w:val="0095736A"/>
    <w:rsid w:val="00960126"/>
    <w:rsid w:val="009606C9"/>
    <w:rsid w:val="00960E0D"/>
    <w:rsid w:val="0096126E"/>
    <w:rsid w:val="00961FEA"/>
    <w:rsid w:val="009621D3"/>
    <w:rsid w:val="00963227"/>
    <w:rsid w:val="00964C93"/>
    <w:rsid w:val="00964C9F"/>
    <w:rsid w:val="00964EB5"/>
    <w:rsid w:val="0096523B"/>
    <w:rsid w:val="0096549E"/>
    <w:rsid w:val="00965F96"/>
    <w:rsid w:val="00966333"/>
    <w:rsid w:val="009668C4"/>
    <w:rsid w:val="00966974"/>
    <w:rsid w:val="009669F8"/>
    <w:rsid w:val="00967A59"/>
    <w:rsid w:val="009706A1"/>
    <w:rsid w:val="00970795"/>
    <w:rsid w:val="00971113"/>
    <w:rsid w:val="00971297"/>
    <w:rsid w:val="0097147B"/>
    <w:rsid w:val="0097173E"/>
    <w:rsid w:val="00972238"/>
    <w:rsid w:val="009723EE"/>
    <w:rsid w:val="009732C9"/>
    <w:rsid w:val="009733E2"/>
    <w:rsid w:val="0097342D"/>
    <w:rsid w:val="009738D8"/>
    <w:rsid w:val="009739DB"/>
    <w:rsid w:val="00973A05"/>
    <w:rsid w:val="00973F7A"/>
    <w:rsid w:val="0097433E"/>
    <w:rsid w:val="00974DD7"/>
    <w:rsid w:val="00975819"/>
    <w:rsid w:val="009758D3"/>
    <w:rsid w:val="00975A7A"/>
    <w:rsid w:val="00976012"/>
    <w:rsid w:val="009761F2"/>
    <w:rsid w:val="00976D5F"/>
    <w:rsid w:val="00977054"/>
    <w:rsid w:val="00977E62"/>
    <w:rsid w:val="00980614"/>
    <w:rsid w:val="00980727"/>
    <w:rsid w:val="00980824"/>
    <w:rsid w:val="00980F60"/>
    <w:rsid w:val="009811E2"/>
    <w:rsid w:val="0098149B"/>
    <w:rsid w:val="0098189A"/>
    <w:rsid w:val="00982309"/>
    <w:rsid w:val="00982E3D"/>
    <w:rsid w:val="00982E8F"/>
    <w:rsid w:val="00983861"/>
    <w:rsid w:val="009838DE"/>
    <w:rsid w:val="0098424E"/>
    <w:rsid w:val="009843C8"/>
    <w:rsid w:val="009848F9"/>
    <w:rsid w:val="009849A9"/>
    <w:rsid w:val="0098546A"/>
    <w:rsid w:val="00985D59"/>
    <w:rsid w:val="00985FB7"/>
    <w:rsid w:val="009869A9"/>
    <w:rsid w:val="00986DC5"/>
    <w:rsid w:val="00987CFF"/>
    <w:rsid w:val="00990443"/>
    <w:rsid w:val="0099089F"/>
    <w:rsid w:val="00990C82"/>
    <w:rsid w:val="00990CED"/>
    <w:rsid w:val="0099119B"/>
    <w:rsid w:val="00991495"/>
    <w:rsid w:val="009915C8"/>
    <w:rsid w:val="0099218B"/>
    <w:rsid w:val="00992A03"/>
    <w:rsid w:val="00993575"/>
    <w:rsid w:val="00993AD0"/>
    <w:rsid w:val="00993C5E"/>
    <w:rsid w:val="00994EA2"/>
    <w:rsid w:val="00995A60"/>
    <w:rsid w:val="009972E8"/>
    <w:rsid w:val="009973DA"/>
    <w:rsid w:val="009A074F"/>
    <w:rsid w:val="009A0A4E"/>
    <w:rsid w:val="009A11E6"/>
    <w:rsid w:val="009A1330"/>
    <w:rsid w:val="009A15D0"/>
    <w:rsid w:val="009A21A4"/>
    <w:rsid w:val="009A2464"/>
    <w:rsid w:val="009A2EC6"/>
    <w:rsid w:val="009A5511"/>
    <w:rsid w:val="009A59CC"/>
    <w:rsid w:val="009A5E20"/>
    <w:rsid w:val="009A725F"/>
    <w:rsid w:val="009A781B"/>
    <w:rsid w:val="009A7B84"/>
    <w:rsid w:val="009B1AD6"/>
    <w:rsid w:val="009B1C93"/>
    <w:rsid w:val="009B1DB6"/>
    <w:rsid w:val="009B1E4E"/>
    <w:rsid w:val="009B2496"/>
    <w:rsid w:val="009B27E0"/>
    <w:rsid w:val="009B391F"/>
    <w:rsid w:val="009B4210"/>
    <w:rsid w:val="009B444D"/>
    <w:rsid w:val="009B453C"/>
    <w:rsid w:val="009B49DC"/>
    <w:rsid w:val="009B4E5C"/>
    <w:rsid w:val="009B5718"/>
    <w:rsid w:val="009B632D"/>
    <w:rsid w:val="009B74B4"/>
    <w:rsid w:val="009C02C1"/>
    <w:rsid w:val="009C02DB"/>
    <w:rsid w:val="009C05FF"/>
    <w:rsid w:val="009C0D63"/>
    <w:rsid w:val="009C14DF"/>
    <w:rsid w:val="009C182B"/>
    <w:rsid w:val="009C1E08"/>
    <w:rsid w:val="009C271F"/>
    <w:rsid w:val="009C39A3"/>
    <w:rsid w:val="009C3F17"/>
    <w:rsid w:val="009C4169"/>
    <w:rsid w:val="009C43EC"/>
    <w:rsid w:val="009C45F4"/>
    <w:rsid w:val="009C465A"/>
    <w:rsid w:val="009C4892"/>
    <w:rsid w:val="009C4C30"/>
    <w:rsid w:val="009C4CEB"/>
    <w:rsid w:val="009C4F3A"/>
    <w:rsid w:val="009C54DA"/>
    <w:rsid w:val="009C6256"/>
    <w:rsid w:val="009C766C"/>
    <w:rsid w:val="009C77DD"/>
    <w:rsid w:val="009C7FA5"/>
    <w:rsid w:val="009D04AE"/>
    <w:rsid w:val="009D067E"/>
    <w:rsid w:val="009D0ACE"/>
    <w:rsid w:val="009D0C24"/>
    <w:rsid w:val="009D1004"/>
    <w:rsid w:val="009D12EC"/>
    <w:rsid w:val="009D16FA"/>
    <w:rsid w:val="009D1FBF"/>
    <w:rsid w:val="009D2163"/>
    <w:rsid w:val="009D252B"/>
    <w:rsid w:val="009D300D"/>
    <w:rsid w:val="009D3312"/>
    <w:rsid w:val="009D3E9B"/>
    <w:rsid w:val="009D3EA4"/>
    <w:rsid w:val="009D3EBC"/>
    <w:rsid w:val="009D46F8"/>
    <w:rsid w:val="009D496D"/>
    <w:rsid w:val="009D4BC8"/>
    <w:rsid w:val="009D4E21"/>
    <w:rsid w:val="009D7227"/>
    <w:rsid w:val="009D7AB7"/>
    <w:rsid w:val="009D7ADD"/>
    <w:rsid w:val="009E08A7"/>
    <w:rsid w:val="009E17D5"/>
    <w:rsid w:val="009E185A"/>
    <w:rsid w:val="009E20CB"/>
    <w:rsid w:val="009E2356"/>
    <w:rsid w:val="009E28AE"/>
    <w:rsid w:val="009E2B16"/>
    <w:rsid w:val="009E34B4"/>
    <w:rsid w:val="009E471E"/>
    <w:rsid w:val="009E4A39"/>
    <w:rsid w:val="009E4C0C"/>
    <w:rsid w:val="009E4D0A"/>
    <w:rsid w:val="009E54AD"/>
    <w:rsid w:val="009E592E"/>
    <w:rsid w:val="009E59C3"/>
    <w:rsid w:val="009E5E13"/>
    <w:rsid w:val="009F0635"/>
    <w:rsid w:val="009F093C"/>
    <w:rsid w:val="009F0C47"/>
    <w:rsid w:val="009F0D08"/>
    <w:rsid w:val="009F120C"/>
    <w:rsid w:val="009F2156"/>
    <w:rsid w:val="009F2408"/>
    <w:rsid w:val="009F3C8B"/>
    <w:rsid w:val="009F41B3"/>
    <w:rsid w:val="009F4949"/>
    <w:rsid w:val="009F4E78"/>
    <w:rsid w:val="009F4E7D"/>
    <w:rsid w:val="009F4F8B"/>
    <w:rsid w:val="009F663F"/>
    <w:rsid w:val="00A00E17"/>
    <w:rsid w:val="00A02165"/>
    <w:rsid w:val="00A0289D"/>
    <w:rsid w:val="00A02BD2"/>
    <w:rsid w:val="00A03159"/>
    <w:rsid w:val="00A0331C"/>
    <w:rsid w:val="00A03538"/>
    <w:rsid w:val="00A03B10"/>
    <w:rsid w:val="00A03D78"/>
    <w:rsid w:val="00A052F2"/>
    <w:rsid w:val="00A053BD"/>
    <w:rsid w:val="00A05613"/>
    <w:rsid w:val="00A056AF"/>
    <w:rsid w:val="00A05D2D"/>
    <w:rsid w:val="00A0629C"/>
    <w:rsid w:val="00A0651C"/>
    <w:rsid w:val="00A07E88"/>
    <w:rsid w:val="00A10840"/>
    <w:rsid w:val="00A11B8F"/>
    <w:rsid w:val="00A12211"/>
    <w:rsid w:val="00A12CB8"/>
    <w:rsid w:val="00A1419F"/>
    <w:rsid w:val="00A142C6"/>
    <w:rsid w:val="00A1439E"/>
    <w:rsid w:val="00A1548F"/>
    <w:rsid w:val="00A15FA6"/>
    <w:rsid w:val="00A16947"/>
    <w:rsid w:val="00A16CB2"/>
    <w:rsid w:val="00A16FF1"/>
    <w:rsid w:val="00A1771B"/>
    <w:rsid w:val="00A221EA"/>
    <w:rsid w:val="00A22D87"/>
    <w:rsid w:val="00A232AC"/>
    <w:rsid w:val="00A23E7B"/>
    <w:rsid w:val="00A246E5"/>
    <w:rsid w:val="00A25B8B"/>
    <w:rsid w:val="00A260CF"/>
    <w:rsid w:val="00A27A17"/>
    <w:rsid w:val="00A27F01"/>
    <w:rsid w:val="00A27F42"/>
    <w:rsid w:val="00A304C3"/>
    <w:rsid w:val="00A30620"/>
    <w:rsid w:val="00A30A78"/>
    <w:rsid w:val="00A30EC3"/>
    <w:rsid w:val="00A3101C"/>
    <w:rsid w:val="00A31A9D"/>
    <w:rsid w:val="00A31C27"/>
    <w:rsid w:val="00A32014"/>
    <w:rsid w:val="00A3302A"/>
    <w:rsid w:val="00A33D99"/>
    <w:rsid w:val="00A3491E"/>
    <w:rsid w:val="00A349EE"/>
    <w:rsid w:val="00A34A42"/>
    <w:rsid w:val="00A354D3"/>
    <w:rsid w:val="00A357E8"/>
    <w:rsid w:val="00A358A5"/>
    <w:rsid w:val="00A3590C"/>
    <w:rsid w:val="00A35C2E"/>
    <w:rsid w:val="00A360FE"/>
    <w:rsid w:val="00A36E1D"/>
    <w:rsid w:val="00A36F2B"/>
    <w:rsid w:val="00A36F36"/>
    <w:rsid w:val="00A36F59"/>
    <w:rsid w:val="00A3736D"/>
    <w:rsid w:val="00A4045F"/>
    <w:rsid w:val="00A40950"/>
    <w:rsid w:val="00A412BF"/>
    <w:rsid w:val="00A416D0"/>
    <w:rsid w:val="00A41AEA"/>
    <w:rsid w:val="00A4272C"/>
    <w:rsid w:val="00A42829"/>
    <w:rsid w:val="00A42CB5"/>
    <w:rsid w:val="00A43639"/>
    <w:rsid w:val="00A43734"/>
    <w:rsid w:val="00A44295"/>
    <w:rsid w:val="00A44414"/>
    <w:rsid w:val="00A44561"/>
    <w:rsid w:val="00A4476D"/>
    <w:rsid w:val="00A4517F"/>
    <w:rsid w:val="00A45C00"/>
    <w:rsid w:val="00A45F7C"/>
    <w:rsid w:val="00A462B3"/>
    <w:rsid w:val="00A4676A"/>
    <w:rsid w:val="00A467AF"/>
    <w:rsid w:val="00A479C6"/>
    <w:rsid w:val="00A507FF"/>
    <w:rsid w:val="00A50931"/>
    <w:rsid w:val="00A509CC"/>
    <w:rsid w:val="00A50B8C"/>
    <w:rsid w:val="00A5139C"/>
    <w:rsid w:val="00A51723"/>
    <w:rsid w:val="00A519D5"/>
    <w:rsid w:val="00A52216"/>
    <w:rsid w:val="00A52659"/>
    <w:rsid w:val="00A52898"/>
    <w:rsid w:val="00A52BA5"/>
    <w:rsid w:val="00A52D80"/>
    <w:rsid w:val="00A53286"/>
    <w:rsid w:val="00A53599"/>
    <w:rsid w:val="00A53871"/>
    <w:rsid w:val="00A53C05"/>
    <w:rsid w:val="00A54643"/>
    <w:rsid w:val="00A553D4"/>
    <w:rsid w:val="00A55E79"/>
    <w:rsid w:val="00A576E1"/>
    <w:rsid w:val="00A5771F"/>
    <w:rsid w:val="00A5784E"/>
    <w:rsid w:val="00A57D8E"/>
    <w:rsid w:val="00A60F1E"/>
    <w:rsid w:val="00A610A4"/>
    <w:rsid w:val="00A61F4B"/>
    <w:rsid w:val="00A622B7"/>
    <w:rsid w:val="00A636E1"/>
    <w:rsid w:val="00A638C4"/>
    <w:rsid w:val="00A6465D"/>
    <w:rsid w:val="00A6474E"/>
    <w:rsid w:val="00A6493A"/>
    <w:rsid w:val="00A64A4C"/>
    <w:rsid w:val="00A651FF"/>
    <w:rsid w:val="00A65454"/>
    <w:rsid w:val="00A65CEC"/>
    <w:rsid w:val="00A663DA"/>
    <w:rsid w:val="00A67160"/>
    <w:rsid w:val="00A6791C"/>
    <w:rsid w:val="00A67C95"/>
    <w:rsid w:val="00A67E41"/>
    <w:rsid w:val="00A7035E"/>
    <w:rsid w:val="00A703C2"/>
    <w:rsid w:val="00A709A0"/>
    <w:rsid w:val="00A709BA"/>
    <w:rsid w:val="00A71362"/>
    <w:rsid w:val="00A71F02"/>
    <w:rsid w:val="00A724D8"/>
    <w:rsid w:val="00A726E3"/>
    <w:rsid w:val="00A7316E"/>
    <w:rsid w:val="00A732DD"/>
    <w:rsid w:val="00A7351D"/>
    <w:rsid w:val="00A73765"/>
    <w:rsid w:val="00A73F8E"/>
    <w:rsid w:val="00A7428A"/>
    <w:rsid w:val="00A7525F"/>
    <w:rsid w:val="00A7532A"/>
    <w:rsid w:val="00A759E3"/>
    <w:rsid w:val="00A75F3B"/>
    <w:rsid w:val="00A7653B"/>
    <w:rsid w:val="00A77E8C"/>
    <w:rsid w:val="00A804DC"/>
    <w:rsid w:val="00A8052D"/>
    <w:rsid w:val="00A80FB7"/>
    <w:rsid w:val="00A8104F"/>
    <w:rsid w:val="00A81830"/>
    <w:rsid w:val="00A823D5"/>
    <w:rsid w:val="00A82801"/>
    <w:rsid w:val="00A82B5C"/>
    <w:rsid w:val="00A838A0"/>
    <w:rsid w:val="00A83BDB"/>
    <w:rsid w:val="00A84082"/>
    <w:rsid w:val="00A850A2"/>
    <w:rsid w:val="00A85D1D"/>
    <w:rsid w:val="00A86107"/>
    <w:rsid w:val="00A861EC"/>
    <w:rsid w:val="00A86274"/>
    <w:rsid w:val="00A86860"/>
    <w:rsid w:val="00A86CAB"/>
    <w:rsid w:val="00A87CA8"/>
    <w:rsid w:val="00A87D2F"/>
    <w:rsid w:val="00A909D6"/>
    <w:rsid w:val="00A918CB"/>
    <w:rsid w:val="00A918F8"/>
    <w:rsid w:val="00A91FC2"/>
    <w:rsid w:val="00A921B2"/>
    <w:rsid w:val="00A92C96"/>
    <w:rsid w:val="00A93102"/>
    <w:rsid w:val="00A93336"/>
    <w:rsid w:val="00A93FC7"/>
    <w:rsid w:val="00A94FDE"/>
    <w:rsid w:val="00A951BF"/>
    <w:rsid w:val="00A95D03"/>
    <w:rsid w:val="00A95E1C"/>
    <w:rsid w:val="00A9786F"/>
    <w:rsid w:val="00A97E61"/>
    <w:rsid w:val="00AA09F8"/>
    <w:rsid w:val="00AA1691"/>
    <w:rsid w:val="00AA1AA6"/>
    <w:rsid w:val="00AA2223"/>
    <w:rsid w:val="00AA385A"/>
    <w:rsid w:val="00AA4339"/>
    <w:rsid w:val="00AA4B11"/>
    <w:rsid w:val="00AA5130"/>
    <w:rsid w:val="00AA5AEC"/>
    <w:rsid w:val="00AA5DB6"/>
    <w:rsid w:val="00AA60E8"/>
    <w:rsid w:val="00AA668F"/>
    <w:rsid w:val="00AA75A9"/>
    <w:rsid w:val="00AA7647"/>
    <w:rsid w:val="00AA7A5B"/>
    <w:rsid w:val="00AA7AE7"/>
    <w:rsid w:val="00AB0E2A"/>
    <w:rsid w:val="00AB22C2"/>
    <w:rsid w:val="00AB2E32"/>
    <w:rsid w:val="00AB3F55"/>
    <w:rsid w:val="00AB4A05"/>
    <w:rsid w:val="00AB55DE"/>
    <w:rsid w:val="00AB57EE"/>
    <w:rsid w:val="00AB5EA7"/>
    <w:rsid w:val="00AB6B66"/>
    <w:rsid w:val="00AB702A"/>
    <w:rsid w:val="00AC0204"/>
    <w:rsid w:val="00AC0563"/>
    <w:rsid w:val="00AC06E4"/>
    <w:rsid w:val="00AC091D"/>
    <w:rsid w:val="00AC095D"/>
    <w:rsid w:val="00AC1042"/>
    <w:rsid w:val="00AC1937"/>
    <w:rsid w:val="00AC1E04"/>
    <w:rsid w:val="00AC2229"/>
    <w:rsid w:val="00AC23BA"/>
    <w:rsid w:val="00AC26AF"/>
    <w:rsid w:val="00AC33DA"/>
    <w:rsid w:val="00AC49B4"/>
    <w:rsid w:val="00AC4B4D"/>
    <w:rsid w:val="00AC55B2"/>
    <w:rsid w:val="00AC5CB8"/>
    <w:rsid w:val="00AC6144"/>
    <w:rsid w:val="00AC619C"/>
    <w:rsid w:val="00AC6595"/>
    <w:rsid w:val="00AC6946"/>
    <w:rsid w:val="00AC6F95"/>
    <w:rsid w:val="00AC7791"/>
    <w:rsid w:val="00AC793D"/>
    <w:rsid w:val="00AC7DA8"/>
    <w:rsid w:val="00AC7E36"/>
    <w:rsid w:val="00AD084D"/>
    <w:rsid w:val="00AD087E"/>
    <w:rsid w:val="00AD10AA"/>
    <w:rsid w:val="00AD18CF"/>
    <w:rsid w:val="00AD1918"/>
    <w:rsid w:val="00AD1A38"/>
    <w:rsid w:val="00AD2AD4"/>
    <w:rsid w:val="00AD3FD1"/>
    <w:rsid w:val="00AD46E2"/>
    <w:rsid w:val="00AD4C77"/>
    <w:rsid w:val="00AD4EEA"/>
    <w:rsid w:val="00AD4F60"/>
    <w:rsid w:val="00AD5C36"/>
    <w:rsid w:val="00AD5FDE"/>
    <w:rsid w:val="00AD6555"/>
    <w:rsid w:val="00AD6FB6"/>
    <w:rsid w:val="00AD74E1"/>
    <w:rsid w:val="00AD7933"/>
    <w:rsid w:val="00AD7A4E"/>
    <w:rsid w:val="00AD7CE1"/>
    <w:rsid w:val="00AD7DF1"/>
    <w:rsid w:val="00AD7F5C"/>
    <w:rsid w:val="00AE0026"/>
    <w:rsid w:val="00AE0D85"/>
    <w:rsid w:val="00AE2330"/>
    <w:rsid w:val="00AE2361"/>
    <w:rsid w:val="00AE2BB8"/>
    <w:rsid w:val="00AE32FF"/>
    <w:rsid w:val="00AE3554"/>
    <w:rsid w:val="00AE39E7"/>
    <w:rsid w:val="00AE40FB"/>
    <w:rsid w:val="00AE4CD2"/>
    <w:rsid w:val="00AE5838"/>
    <w:rsid w:val="00AE5B7E"/>
    <w:rsid w:val="00AE5BE3"/>
    <w:rsid w:val="00AE60FC"/>
    <w:rsid w:val="00AE6C22"/>
    <w:rsid w:val="00AE6D4D"/>
    <w:rsid w:val="00AE6D8D"/>
    <w:rsid w:val="00AE700D"/>
    <w:rsid w:val="00AF06F2"/>
    <w:rsid w:val="00AF08B0"/>
    <w:rsid w:val="00AF0944"/>
    <w:rsid w:val="00AF1321"/>
    <w:rsid w:val="00AF15FF"/>
    <w:rsid w:val="00AF2BF1"/>
    <w:rsid w:val="00AF2FAB"/>
    <w:rsid w:val="00AF3621"/>
    <w:rsid w:val="00AF445C"/>
    <w:rsid w:val="00AF4855"/>
    <w:rsid w:val="00AF4D18"/>
    <w:rsid w:val="00AF50EF"/>
    <w:rsid w:val="00AF5BF5"/>
    <w:rsid w:val="00AF605B"/>
    <w:rsid w:val="00AF6628"/>
    <w:rsid w:val="00AF6ED7"/>
    <w:rsid w:val="00AF6FA6"/>
    <w:rsid w:val="00AF77E3"/>
    <w:rsid w:val="00AF798C"/>
    <w:rsid w:val="00AF7C0E"/>
    <w:rsid w:val="00B003EE"/>
    <w:rsid w:val="00B0158F"/>
    <w:rsid w:val="00B0379E"/>
    <w:rsid w:val="00B046A2"/>
    <w:rsid w:val="00B04CF8"/>
    <w:rsid w:val="00B04DE9"/>
    <w:rsid w:val="00B04E94"/>
    <w:rsid w:val="00B052AD"/>
    <w:rsid w:val="00B055C2"/>
    <w:rsid w:val="00B05D01"/>
    <w:rsid w:val="00B0643F"/>
    <w:rsid w:val="00B06B96"/>
    <w:rsid w:val="00B06CD0"/>
    <w:rsid w:val="00B06F30"/>
    <w:rsid w:val="00B07040"/>
    <w:rsid w:val="00B078CF"/>
    <w:rsid w:val="00B07BCA"/>
    <w:rsid w:val="00B10738"/>
    <w:rsid w:val="00B10BD6"/>
    <w:rsid w:val="00B1149A"/>
    <w:rsid w:val="00B11834"/>
    <w:rsid w:val="00B11D3D"/>
    <w:rsid w:val="00B12351"/>
    <w:rsid w:val="00B12402"/>
    <w:rsid w:val="00B13003"/>
    <w:rsid w:val="00B1316E"/>
    <w:rsid w:val="00B13A7A"/>
    <w:rsid w:val="00B13DCA"/>
    <w:rsid w:val="00B1417F"/>
    <w:rsid w:val="00B15E6C"/>
    <w:rsid w:val="00B165F2"/>
    <w:rsid w:val="00B168C2"/>
    <w:rsid w:val="00B173CE"/>
    <w:rsid w:val="00B17922"/>
    <w:rsid w:val="00B205F8"/>
    <w:rsid w:val="00B20C09"/>
    <w:rsid w:val="00B2133E"/>
    <w:rsid w:val="00B21AE2"/>
    <w:rsid w:val="00B2256E"/>
    <w:rsid w:val="00B22ABA"/>
    <w:rsid w:val="00B239A8"/>
    <w:rsid w:val="00B26482"/>
    <w:rsid w:val="00B267E9"/>
    <w:rsid w:val="00B26A31"/>
    <w:rsid w:val="00B26E0E"/>
    <w:rsid w:val="00B301F1"/>
    <w:rsid w:val="00B3098D"/>
    <w:rsid w:val="00B3137E"/>
    <w:rsid w:val="00B3174B"/>
    <w:rsid w:val="00B31B41"/>
    <w:rsid w:val="00B3270B"/>
    <w:rsid w:val="00B32E5B"/>
    <w:rsid w:val="00B32EC2"/>
    <w:rsid w:val="00B33150"/>
    <w:rsid w:val="00B33B6D"/>
    <w:rsid w:val="00B33E90"/>
    <w:rsid w:val="00B3446D"/>
    <w:rsid w:val="00B34F9C"/>
    <w:rsid w:val="00B34FB4"/>
    <w:rsid w:val="00B35C94"/>
    <w:rsid w:val="00B360C2"/>
    <w:rsid w:val="00B36F9D"/>
    <w:rsid w:val="00B37012"/>
    <w:rsid w:val="00B40A48"/>
    <w:rsid w:val="00B419C7"/>
    <w:rsid w:val="00B41ACD"/>
    <w:rsid w:val="00B42289"/>
    <w:rsid w:val="00B433D7"/>
    <w:rsid w:val="00B4385F"/>
    <w:rsid w:val="00B439CF"/>
    <w:rsid w:val="00B43B19"/>
    <w:rsid w:val="00B444CB"/>
    <w:rsid w:val="00B447BF"/>
    <w:rsid w:val="00B447F0"/>
    <w:rsid w:val="00B448AA"/>
    <w:rsid w:val="00B44F9B"/>
    <w:rsid w:val="00B450DF"/>
    <w:rsid w:val="00B45A0A"/>
    <w:rsid w:val="00B46120"/>
    <w:rsid w:val="00B464B4"/>
    <w:rsid w:val="00B47082"/>
    <w:rsid w:val="00B5023C"/>
    <w:rsid w:val="00B50306"/>
    <w:rsid w:val="00B5104B"/>
    <w:rsid w:val="00B512C0"/>
    <w:rsid w:val="00B51967"/>
    <w:rsid w:val="00B51E69"/>
    <w:rsid w:val="00B52F15"/>
    <w:rsid w:val="00B531CB"/>
    <w:rsid w:val="00B542B0"/>
    <w:rsid w:val="00B54508"/>
    <w:rsid w:val="00B5466F"/>
    <w:rsid w:val="00B54DE7"/>
    <w:rsid w:val="00B54FF0"/>
    <w:rsid w:val="00B5520A"/>
    <w:rsid w:val="00B5535C"/>
    <w:rsid w:val="00B556A2"/>
    <w:rsid w:val="00B556D6"/>
    <w:rsid w:val="00B559FE"/>
    <w:rsid w:val="00B55A53"/>
    <w:rsid w:val="00B55C87"/>
    <w:rsid w:val="00B56AC3"/>
    <w:rsid w:val="00B56CF1"/>
    <w:rsid w:val="00B57FDD"/>
    <w:rsid w:val="00B60D05"/>
    <w:rsid w:val="00B60F5E"/>
    <w:rsid w:val="00B61054"/>
    <w:rsid w:val="00B61288"/>
    <w:rsid w:val="00B61773"/>
    <w:rsid w:val="00B6197C"/>
    <w:rsid w:val="00B61B1D"/>
    <w:rsid w:val="00B61EB0"/>
    <w:rsid w:val="00B61FD1"/>
    <w:rsid w:val="00B621F5"/>
    <w:rsid w:val="00B6252D"/>
    <w:rsid w:val="00B62A59"/>
    <w:rsid w:val="00B62D25"/>
    <w:rsid w:val="00B62E69"/>
    <w:rsid w:val="00B6378C"/>
    <w:rsid w:val="00B65191"/>
    <w:rsid w:val="00B6634E"/>
    <w:rsid w:val="00B6692A"/>
    <w:rsid w:val="00B6699A"/>
    <w:rsid w:val="00B671C2"/>
    <w:rsid w:val="00B672E6"/>
    <w:rsid w:val="00B6750E"/>
    <w:rsid w:val="00B70155"/>
    <w:rsid w:val="00B701A0"/>
    <w:rsid w:val="00B70EF3"/>
    <w:rsid w:val="00B71658"/>
    <w:rsid w:val="00B718DD"/>
    <w:rsid w:val="00B71E87"/>
    <w:rsid w:val="00B7234E"/>
    <w:rsid w:val="00B72358"/>
    <w:rsid w:val="00B72DFC"/>
    <w:rsid w:val="00B72EB2"/>
    <w:rsid w:val="00B72FB7"/>
    <w:rsid w:val="00B7329F"/>
    <w:rsid w:val="00B73424"/>
    <w:rsid w:val="00B7352A"/>
    <w:rsid w:val="00B73615"/>
    <w:rsid w:val="00B73CCB"/>
    <w:rsid w:val="00B7405A"/>
    <w:rsid w:val="00B749B5"/>
    <w:rsid w:val="00B74A28"/>
    <w:rsid w:val="00B752CF"/>
    <w:rsid w:val="00B7578D"/>
    <w:rsid w:val="00B75CA4"/>
    <w:rsid w:val="00B764E2"/>
    <w:rsid w:val="00B76A00"/>
    <w:rsid w:val="00B777FA"/>
    <w:rsid w:val="00B80182"/>
    <w:rsid w:val="00B80C5E"/>
    <w:rsid w:val="00B80E3B"/>
    <w:rsid w:val="00B81355"/>
    <w:rsid w:val="00B81CCD"/>
    <w:rsid w:val="00B81D0E"/>
    <w:rsid w:val="00B827AE"/>
    <w:rsid w:val="00B84308"/>
    <w:rsid w:val="00B846A3"/>
    <w:rsid w:val="00B84726"/>
    <w:rsid w:val="00B84D6B"/>
    <w:rsid w:val="00B85E8E"/>
    <w:rsid w:val="00B861F5"/>
    <w:rsid w:val="00B868B8"/>
    <w:rsid w:val="00B8772F"/>
    <w:rsid w:val="00B878A3"/>
    <w:rsid w:val="00B87957"/>
    <w:rsid w:val="00B87DDF"/>
    <w:rsid w:val="00B902CE"/>
    <w:rsid w:val="00B90E33"/>
    <w:rsid w:val="00B912E3"/>
    <w:rsid w:val="00B9155E"/>
    <w:rsid w:val="00B91BA6"/>
    <w:rsid w:val="00B92350"/>
    <w:rsid w:val="00B924DE"/>
    <w:rsid w:val="00B927A0"/>
    <w:rsid w:val="00B92F68"/>
    <w:rsid w:val="00B92FEF"/>
    <w:rsid w:val="00B93825"/>
    <w:rsid w:val="00B94962"/>
    <w:rsid w:val="00B94E11"/>
    <w:rsid w:val="00B94F5C"/>
    <w:rsid w:val="00B9514C"/>
    <w:rsid w:val="00B95914"/>
    <w:rsid w:val="00B9595F"/>
    <w:rsid w:val="00B95F1A"/>
    <w:rsid w:val="00B96CF0"/>
    <w:rsid w:val="00B96F72"/>
    <w:rsid w:val="00B977DB"/>
    <w:rsid w:val="00BA19D7"/>
    <w:rsid w:val="00BA1A56"/>
    <w:rsid w:val="00BA1C2E"/>
    <w:rsid w:val="00BA217B"/>
    <w:rsid w:val="00BA24A8"/>
    <w:rsid w:val="00BA295C"/>
    <w:rsid w:val="00BA2CD0"/>
    <w:rsid w:val="00BA4473"/>
    <w:rsid w:val="00BA6940"/>
    <w:rsid w:val="00BA7418"/>
    <w:rsid w:val="00BA7B60"/>
    <w:rsid w:val="00BA7B9A"/>
    <w:rsid w:val="00BA7C90"/>
    <w:rsid w:val="00BB030D"/>
    <w:rsid w:val="00BB0730"/>
    <w:rsid w:val="00BB1956"/>
    <w:rsid w:val="00BB19E7"/>
    <w:rsid w:val="00BB2966"/>
    <w:rsid w:val="00BB2CA8"/>
    <w:rsid w:val="00BB2EC1"/>
    <w:rsid w:val="00BB30F8"/>
    <w:rsid w:val="00BB3ED0"/>
    <w:rsid w:val="00BB42C2"/>
    <w:rsid w:val="00BB4559"/>
    <w:rsid w:val="00BB4AB7"/>
    <w:rsid w:val="00BB4F00"/>
    <w:rsid w:val="00BB4F73"/>
    <w:rsid w:val="00BB51EB"/>
    <w:rsid w:val="00BB6056"/>
    <w:rsid w:val="00BB6AC5"/>
    <w:rsid w:val="00BB6E95"/>
    <w:rsid w:val="00BB7243"/>
    <w:rsid w:val="00BB7653"/>
    <w:rsid w:val="00BC0A89"/>
    <w:rsid w:val="00BC20A2"/>
    <w:rsid w:val="00BC3665"/>
    <w:rsid w:val="00BC41A3"/>
    <w:rsid w:val="00BC4730"/>
    <w:rsid w:val="00BC4846"/>
    <w:rsid w:val="00BC6A13"/>
    <w:rsid w:val="00BC712C"/>
    <w:rsid w:val="00BC7A76"/>
    <w:rsid w:val="00BC7A90"/>
    <w:rsid w:val="00BC7CA3"/>
    <w:rsid w:val="00BD066C"/>
    <w:rsid w:val="00BD0EC1"/>
    <w:rsid w:val="00BD24E4"/>
    <w:rsid w:val="00BD2A29"/>
    <w:rsid w:val="00BD2CAD"/>
    <w:rsid w:val="00BD35C3"/>
    <w:rsid w:val="00BD3AC5"/>
    <w:rsid w:val="00BD6586"/>
    <w:rsid w:val="00BD6E8C"/>
    <w:rsid w:val="00BD7572"/>
    <w:rsid w:val="00BD7718"/>
    <w:rsid w:val="00BD7F42"/>
    <w:rsid w:val="00BE07DA"/>
    <w:rsid w:val="00BE0EFC"/>
    <w:rsid w:val="00BE1225"/>
    <w:rsid w:val="00BE1F6C"/>
    <w:rsid w:val="00BE2120"/>
    <w:rsid w:val="00BE22C4"/>
    <w:rsid w:val="00BE376D"/>
    <w:rsid w:val="00BE395E"/>
    <w:rsid w:val="00BE3DB0"/>
    <w:rsid w:val="00BE3F38"/>
    <w:rsid w:val="00BE4A64"/>
    <w:rsid w:val="00BE4CAC"/>
    <w:rsid w:val="00BE4F2B"/>
    <w:rsid w:val="00BE511F"/>
    <w:rsid w:val="00BE5474"/>
    <w:rsid w:val="00BE5DF7"/>
    <w:rsid w:val="00BE5F22"/>
    <w:rsid w:val="00BE7159"/>
    <w:rsid w:val="00BE71F1"/>
    <w:rsid w:val="00BE795B"/>
    <w:rsid w:val="00BF0B1E"/>
    <w:rsid w:val="00BF320A"/>
    <w:rsid w:val="00BF36DD"/>
    <w:rsid w:val="00BF386D"/>
    <w:rsid w:val="00BF4B56"/>
    <w:rsid w:val="00BF5262"/>
    <w:rsid w:val="00BF5ED0"/>
    <w:rsid w:val="00BF6FE3"/>
    <w:rsid w:val="00BF732D"/>
    <w:rsid w:val="00BF790B"/>
    <w:rsid w:val="00BF7F87"/>
    <w:rsid w:val="00C005CB"/>
    <w:rsid w:val="00C00715"/>
    <w:rsid w:val="00C00D72"/>
    <w:rsid w:val="00C00DD3"/>
    <w:rsid w:val="00C00F73"/>
    <w:rsid w:val="00C0149B"/>
    <w:rsid w:val="00C01DD7"/>
    <w:rsid w:val="00C01F77"/>
    <w:rsid w:val="00C01FCE"/>
    <w:rsid w:val="00C020B9"/>
    <w:rsid w:val="00C0212C"/>
    <w:rsid w:val="00C02878"/>
    <w:rsid w:val="00C02B75"/>
    <w:rsid w:val="00C040C1"/>
    <w:rsid w:val="00C04D74"/>
    <w:rsid w:val="00C04D93"/>
    <w:rsid w:val="00C04F41"/>
    <w:rsid w:val="00C063D7"/>
    <w:rsid w:val="00C103A9"/>
    <w:rsid w:val="00C11D7A"/>
    <w:rsid w:val="00C12757"/>
    <w:rsid w:val="00C128CC"/>
    <w:rsid w:val="00C12EF8"/>
    <w:rsid w:val="00C13229"/>
    <w:rsid w:val="00C133FD"/>
    <w:rsid w:val="00C134D7"/>
    <w:rsid w:val="00C1434D"/>
    <w:rsid w:val="00C1464B"/>
    <w:rsid w:val="00C14B4F"/>
    <w:rsid w:val="00C14C63"/>
    <w:rsid w:val="00C156BB"/>
    <w:rsid w:val="00C15BE6"/>
    <w:rsid w:val="00C17B04"/>
    <w:rsid w:val="00C17C0C"/>
    <w:rsid w:val="00C17F30"/>
    <w:rsid w:val="00C2039D"/>
    <w:rsid w:val="00C206BA"/>
    <w:rsid w:val="00C2078A"/>
    <w:rsid w:val="00C21116"/>
    <w:rsid w:val="00C211BD"/>
    <w:rsid w:val="00C217D9"/>
    <w:rsid w:val="00C2279C"/>
    <w:rsid w:val="00C228D8"/>
    <w:rsid w:val="00C22A30"/>
    <w:rsid w:val="00C23011"/>
    <w:rsid w:val="00C23D06"/>
    <w:rsid w:val="00C24124"/>
    <w:rsid w:val="00C24315"/>
    <w:rsid w:val="00C244C9"/>
    <w:rsid w:val="00C2464F"/>
    <w:rsid w:val="00C24879"/>
    <w:rsid w:val="00C24A46"/>
    <w:rsid w:val="00C25CDE"/>
    <w:rsid w:val="00C2608C"/>
    <w:rsid w:val="00C26290"/>
    <w:rsid w:val="00C26380"/>
    <w:rsid w:val="00C266DC"/>
    <w:rsid w:val="00C277E5"/>
    <w:rsid w:val="00C27B81"/>
    <w:rsid w:val="00C30422"/>
    <w:rsid w:val="00C30C86"/>
    <w:rsid w:val="00C30F52"/>
    <w:rsid w:val="00C31214"/>
    <w:rsid w:val="00C328A0"/>
    <w:rsid w:val="00C32C9A"/>
    <w:rsid w:val="00C32ECD"/>
    <w:rsid w:val="00C32F17"/>
    <w:rsid w:val="00C33DD3"/>
    <w:rsid w:val="00C34F88"/>
    <w:rsid w:val="00C34FEE"/>
    <w:rsid w:val="00C352D3"/>
    <w:rsid w:val="00C35863"/>
    <w:rsid w:val="00C360FF"/>
    <w:rsid w:val="00C36CDF"/>
    <w:rsid w:val="00C36EA1"/>
    <w:rsid w:val="00C36FAD"/>
    <w:rsid w:val="00C376D0"/>
    <w:rsid w:val="00C37714"/>
    <w:rsid w:val="00C37DC2"/>
    <w:rsid w:val="00C40018"/>
    <w:rsid w:val="00C4022D"/>
    <w:rsid w:val="00C40AFE"/>
    <w:rsid w:val="00C4123A"/>
    <w:rsid w:val="00C41265"/>
    <w:rsid w:val="00C417EF"/>
    <w:rsid w:val="00C423CF"/>
    <w:rsid w:val="00C42CA8"/>
    <w:rsid w:val="00C43A0E"/>
    <w:rsid w:val="00C4453F"/>
    <w:rsid w:val="00C449A9"/>
    <w:rsid w:val="00C44AC0"/>
    <w:rsid w:val="00C45973"/>
    <w:rsid w:val="00C45D0F"/>
    <w:rsid w:val="00C4632A"/>
    <w:rsid w:val="00C46852"/>
    <w:rsid w:val="00C4692F"/>
    <w:rsid w:val="00C46D49"/>
    <w:rsid w:val="00C515EA"/>
    <w:rsid w:val="00C51B1B"/>
    <w:rsid w:val="00C51CEB"/>
    <w:rsid w:val="00C526E4"/>
    <w:rsid w:val="00C52D7F"/>
    <w:rsid w:val="00C53EB3"/>
    <w:rsid w:val="00C53F45"/>
    <w:rsid w:val="00C548E1"/>
    <w:rsid w:val="00C550C4"/>
    <w:rsid w:val="00C55672"/>
    <w:rsid w:val="00C55905"/>
    <w:rsid w:val="00C55927"/>
    <w:rsid w:val="00C56D83"/>
    <w:rsid w:val="00C605C1"/>
    <w:rsid w:val="00C605D1"/>
    <w:rsid w:val="00C60E82"/>
    <w:rsid w:val="00C60F31"/>
    <w:rsid w:val="00C60FC9"/>
    <w:rsid w:val="00C611EC"/>
    <w:rsid w:val="00C62302"/>
    <w:rsid w:val="00C6299C"/>
    <w:rsid w:val="00C62E0E"/>
    <w:rsid w:val="00C62EAF"/>
    <w:rsid w:val="00C634B5"/>
    <w:rsid w:val="00C643AA"/>
    <w:rsid w:val="00C64A41"/>
    <w:rsid w:val="00C64C99"/>
    <w:rsid w:val="00C64E16"/>
    <w:rsid w:val="00C65945"/>
    <w:rsid w:val="00C65A89"/>
    <w:rsid w:val="00C65D0E"/>
    <w:rsid w:val="00C664A3"/>
    <w:rsid w:val="00C66A1A"/>
    <w:rsid w:val="00C66B1B"/>
    <w:rsid w:val="00C66FDF"/>
    <w:rsid w:val="00C67C33"/>
    <w:rsid w:val="00C705B2"/>
    <w:rsid w:val="00C712D6"/>
    <w:rsid w:val="00C714F7"/>
    <w:rsid w:val="00C7185D"/>
    <w:rsid w:val="00C7191B"/>
    <w:rsid w:val="00C71C2F"/>
    <w:rsid w:val="00C72D94"/>
    <w:rsid w:val="00C73118"/>
    <w:rsid w:val="00C73618"/>
    <w:rsid w:val="00C74BEB"/>
    <w:rsid w:val="00C76234"/>
    <w:rsid w:val="00C7626F"/>
    <w:rsid w:val="00C77FC7"/>
    <w:rsid w:val="00C80E8E"/>
    <w:rsid w:val="00C8150A"/>
    <w:rsid w:val="00C815AD"/>
    <w:rsid w:val="00C81837"/>
    <w:rsid w:val="00C81985"/>
    <w:rsid w:val="00C81E44"/>
    <w:rsid w:val="00C82090"/>
    <w:rsid w:val="00C8233B"/>
    <w:rsid w:val="00C828CB"/>
    <w:rsid w:val="00C82D6C"/>
    <w:rsid w:val="00C83283"/>
    <w:rsid w:val="00C8432A"/>
    <w:rsid w:val="00C846D2"/>
    <w:rsid w:val="00C84C2D"/>
    <w:rsid w:val="00C85237"/>
    <w:rsid w:val="00C85394"/>
    <w:rsid w:val="00C85F20"/>
    <w:rsid w:val="00C8637B"/>
    <w:rsid w:val="00C87597"/>
    <w:rsid w:val="00C87E60"/>
    <w:rsid w:val="00C87F39"/>
    <w:rsid w:val="00C905F6"/>
    <w:rsid w:val="00C9106D"/>
    <w:rsid w:val="00C91486"/>
    <w:rsid w:val="00C91576"/>
    <w:rsid w:val="00C923F4"/>
    <w:rsid w:val="00C92653"/>
    <w:rsid w:val="00C92907"/>
    <w:rsid w:val="00C92C5C"/>
    <w:rsid w:val="00C937EB"/>
    <w:rsid w:val="00C9421B"/>
    <w:rsid w:val="00C94B04"/>
    <w:rsid w:val="00C94CB5"/>
    <w:rsid w:val="00C94FA0"/>
    <w:rsid w:val="00C9500E"/>
    <w:rsid w:val="00C95C5D"/>
    <w:rsid w:val="00C95D0F"/>
    <w:rsid w:val="00C95D30"/>
    <w:rsid w:val="00C95FC1"/>
    <w:rsid w:val="00C96135"/>
    <w:rsid w:val="00C971B8"/>
    <w:rsid w:val="00C97C2B"/>
    <w:rsid w:val="00CA00A1"/>
    <w:rsid w:val="00CA0889"/>
    <w:rsid w:val="00CA0EAE"/>
    <w:rsid w:val="00CA1132"/>
    <w:rsid w:val="00CA1BE0"/>
    <w:rsid w:val="00CA1F5D"/>
    <w:rsid w:val="00CA2E77"/>
    <w:rsid w:val="00CA35FD"/>
    <w:rsid w:val="00CA3D45"/>
    <w:rsid w:val="00CA4256"/>
    <w:rsid w:val="00CA43F5"/>
    <w:rsid w:val="00CA47EE"/>
    <w:rsid w:val="00CA4E4C"/>
    <w:rsid w:val="00CA4ED3"/>
    <w:rsid w:val="00CA63AA"/>
    <w:rsid w:val="00CA670C"/>
    <w:rsid w:val="00CA72FB"/>
    <w:rsid w:val="00CA779F"/>
    <w:rsid w:val="00CA7E82"/>
    <w:rsid w:val="00CB0CAC"/>
    <w:rsid w:val="00CB0EF9"/>
    <w:rsid w:val="00CB1B3A"/>
    <w:rsid w:val="00CB2D1A"/>
    <w:rsid w:val="00CB3C53"/>
    <w:rsid w:val="00CB41B2"/>
    <w:rsid w:val="00CB4487"/>
    <w:rsid w:val="00CB521C"/>
    <w:rsid w:val="00CB5340"/>
    <w:rsid w:val="00CB54CB"/>
    <w:rsid w:val="00CB5966"/>
    <w:rsid w:val="00CB61F7"/>
    <w:rsid w:val="00CB6797"/>
    <w:rsid w:val="00CB71DC"/>
    <w:rsid w:val="00CB786E"/>
    <w:rsid w:val="00CC0114"/>
    <w:rsid w:val="00CC023B"/>
    <w:rsid w:val="00CC05DD"/>
    <w:rsid w:val="00CC1CD8"/>
    <w:rsid w:val="00CC22FD"/>
    <w:rsid w:val="00CC2323"/>
    <w:rsid w:val="00CC2A2C"/>
    <w:rsid w:val="00CC2C92"/>
    <w:rsid w:val="00CC36FD"/>
    <w:rsid w:val="00CC45C5"/>
    <w:rsid w:val="00CC49A7"/>
    <w:rsid w:val="00CC4BC0"/>
    <w:rsid w:val="00CC4CAB"/>
    <w:rsid w:val="00CC4F00"/>
    <w:rsid w:val="00CC7D8D"/>
    <w:rsid w:val="00CD096C"/>
    <w:rsid w:val="00CD15F4"/>
    <w:rsid w:val="00CD1FC7"/>
    <w:rsid w:val="00CD23CB"/>
    <w:rsid w:val="00CD32D2"/>
    <w:rsid w:val="00CD38EB"/>
    <w:rsid w:val="00CD4667"/>
    <w:rsid w:val="00CD49A4"/>
    <w:rsid w:val="00CD50FF"/>
    <w:rsid w:val="00CD5205"/>
    <w:rsid w:val="00CD6802"/>
    <w:rsid w:val="00CD6C6D"/>
    <w:rsid w:val="00CD6C9B"/>
    <w:rsid w:val="00CD6F2C"/>
    <w:rsid w:val="00CD72D4"/>
    <w:rsid w:val="00CD7A2B"/>
    <w:rsid w:val="00CE046C"/>
    <w:rsid w:val="00CE0DBB"/>
    <w:rsid w:val="00CE1478"/>
    <w:rsid w:val="00CE1A86"/>
    <w:rsid w:val="00CE2A00"/>
    <w:rsid w:val="00CE3E14"/>
    <w:rsid w:val="00CE43BE"/>
    <w:rsid w:val="00CE5D2A"/>
    <w:rsid w:val="00CE63C0"/>
    <w:rsid w:val="00CE63D6"/>
    <w:rsid w:val="00CE7DDE"/>
    <w:rsid w:val="00CE7F9C"/>
    <w:rsid w:val="00CE7FE0"/>
    <w:rsid w:val="00CF0238"/>
    <w:rsid w:val="00CF029F"/>
    <w:rsid w:val="00CF1134"/>
    <w:rsid w:val="00CF1837"/>
    <w:rsid w:val="00CF23B9"/>
    <w:rsid w:val="00CF25F0"/>
    <w:rsid w:val="00CF26A1"/>
    <w:rsid w:val="00CF43F6"/>
    <w:rsid w:val="00CF4740"/>
    <w:rsid w:val="00CF4A04"/>
    <w:rsid w:val="00CF503D"/>
    <w:rsid w:val="00CF660C"/>
    <w:rsid w:val="00CF6DEA"/>
    <w:rsid w:val="00CF7451"/>
    <w:rsid w:val="00D004EC"/>
    <w:rsid w:val="00D00C65"/>
    <w:rsid w:val="00D00EAB"/>
    <w:rsid w:val="00D01C91"/>
    <w:rsid w:val="00D01E32"/>
    <w:rsid w:val="00D02B26"/>
    <w:rsid w:val="00D02E8C"/>
    <w:rsid w:val="00D031C9"/>
    <w:rsid w:val="00D04065"/>
    <w:rsid w:val="00D043C9"/>
    <w:rsid w:val="00D04942"/>
    <w:rsid w:val="00D049B0"/>
    <w:rsid w:val="00D04AA3"/>
    <w:rsid w:val="00D04F0F"/>
    <w:rsid w:val="00D050E7"/>
    <w:rsid w:val="00D05953"/>
    <w:rsid w:val="00D07CEA"/>
    <w:rsid w:val="00D1086B"/>
    <w:rsid w:val="00D109B2"/>
    <w:rsid w:val="00D11245"/>
    <w:rsid w:val="00D1135E"/>
    <w:rsid w:val="00D11639"/>
    <w:rsid w:val="00D125EC"/>
    <w:rsid w:val="00D1392D"/>
    <w:rsid w:val="00D1439D"/>
    <w:rsid w:val="00D14FEE"/>
    <w:rsid w:val="00D15261"/>
    <w:rsid w:val="00D157A4"/>
    <w:rsid w:val="00D158C9"/>
    <w:rsid w:val="00D15BF3"/>
    <w:rsid w:val="00D16373"/>
    <w:rsid w:val="00D167A9"/>
    <w:rsid w:val="00D17061"/>
    <w:rsid w:val="00D17BD6"/>
    <w:rsid w:val="00D17F38"/>
    <w:rsid w:val="00D2182A"/>
    <w:rsid w:val="00D219A9"/>
    <w:rsid w:val="00D220DB"/>
    <w:rsid w:val="00D221E7"/>
    <w:rsid w:val="00D22251"/>
    <w:rsid w:val="00D22549"/>
    <w:rsid w:val="00D24472"/>
    <w:rsid w:val="00D250E1"/>
    <w:rsid w:val="00D2540A"/>
    <w:rsid w:val="00D259CB"/>
    <w:rsid w:val="00D25FF9"/>
    <w:rsid w:val="00D26C3C"/>
    <w:rsid w:val="00D26DC8"/>
    <w:rsid w:val="00D278B4"/>
    <w:rsid w:val="00D27995"/>
    <w:rsid w:val="00D27EAF"/>
    <w:rsid w:val="00D304C7"/>
    <w:rsid w:val="00D31F71"/>
    <w:rsid w:val="00D329E3"/>
    <w:rsid w:val="00D330A0"/>
    <w:rsid w:val="00D3366E"/>
    <w:rsid w:val="00D35438"/>
    <w:rsid w:val="00D35684"/>
    <w:rsid w:val="00D366B7"/>
    <w:rsid w:val="00D37604"/>
    <w:rsid w:val="00D37E2D"/>
    <w:rsid w:val="00D40256"/>
    <w:rsid w:val="00D40EA1"/>
    <w:rsid w:val="00D410AA"/>
    <w:rsid w:val="00D4135B"/>
    <w:rsid w:val="00D414E2"/>
    <w:rsid w:val="00D420E6"/>
    <w:rsid w:val="00D4213F"/>
    <w:rsid w:val="00D42941"/>
    <w:rsid w:val="00D42A37"/>
    <w:rsid w:val="00D43006"/>
    <w:rsid w:val="00D43D6D"/>
    <w:rsid w:val="00D44EC4"/>
    <w:rsid w:val="00D45393"/>
    <w:rsid w:val="00D45DEE"/>
    <w:rsid w:val="00D46743"/>
    <w:rsid w:val="00D46887"/>
    <w:rsid w:val="00D46C53"/>
    <w:rsid w:val="00D47373"/>
    <w:rsid w:val="00D5003C"/>
    <w:rsid w:val="00D505F5"/>
    <w:rsid w:val="00D510B5"/>
    <w:rsid w:val="00D511E6"/>
    <w:rsid w:val="00D5391F"/>
    <w:rsid w:val="00D54441"/>
    <w:rsid w:val="00D5517C"/>
    <w:rsid w:val="00D564D5"/>
    <w:rsid w:val="00D5788E"/>
    <w:rsid w:val="00D6066C"/>
    <w:rsid w:val="00D60737"/>
    <w:rsid w:val="00D6082A"/>
    <w:rsid w:val="00D6223F"/>
    <w:rsid w:val="00D631C1"/>
    <w:rsid w:val="00D63CAA"/>
    <w:rsid w:val="00D63E1D"/>
    <w:rsid w:val="00D6494F"/>
    <w:rsid w:val="00D64D32"/>
    <w:rsid w:val="00D64F0E"/>
    <w:rsid w:val="00D655C1"/>
    <w:rsid w:val="00D65801"/>
    <w:rsid w:val="00D6622C"/>
    <w:rsid w:val="00D66535"/>
    <w:rsid w:val="00D66E30"/>
    <w:rsid w:val="00D674E6"/>
    <w:rsid w:val="00D674EA"/>
    <w:rsid w:val="00D6768C"/>
    <w:rsid w:val="00D70570"/>
    <w:rsid w:val="00D70A56"/>
    <w:rsid w:val="00D70ADD"/>
    <w:rsid w:val="00D70C1A"/>
    <w:rsid w:val="00D71001"/>
    <w:rsid w:val="00D717A1"/>
    <w:rsid w:val="00D71CF9"/>
    <w:rsid w:val="00D7283C"/>
    <w:rsid w:val="00D72BFB"/>
    <w:rsid w:val="00D74D8B"/>
    <w:rsid w:val="00D750C0"/>
    <w:rsid w:val="00D75775"/>
    <w:rsid w:val="00D772D9"/>
    <w:rsid w:val="00D77EC3"/>
    <w:rsid w:val="00D802B3"/>
    <w:rsid w:val="00D80A60"/>
    <w:rsid w:val="00D80AB6"/>
    <w:rsid w:val="00D80AD5"/>
    <w:rsid w:val="00D80BC7"/>
    <w:rsid w:val="00D8187B"/>
    <w:rsid w:val="00D81FC3"/>
    <w:rsid w:val="00D81FD8"/>
    <w:rsid w:val="00D82268"/>
    <w:rsid w:val="00D82327"/>
    <w:rsid w:val="00D82C64"/>
    <w:rsid w:val="00D82E17"/>
    <w:rsid w:val="00D8316E"/>
    <w:rsid w:val="00D83647"/>
    <w:rsid w:val="00D83776"/>
    <w:rsid w:val="00D8385A"/>
    <w:rsid w:val="00D84756"/>
    <w:rsid w:val="00D84D5F"/>
    <w:rsid w:val="00D85181"/>
    <w:rsid w:val="00D860CB"/>
    <w:rsid w:val="00D8631F"/>
    <w:rsid w:val="00D86AAF"/>
    <w:rsid w:val="00D86BF0"/>
    <w:rsid w:val="00D87658"/>
    <w:rsid w:val="00D900E3"/>
    <w:rsid w:val="00D900E5"/>
    <w:rsid w:val="00D90572"/>
    <w:rsid w:val="00D908FB"/>
    <w:rsid w:val="00D90A4C"/>
    <w:rsid w:val="00D90CD5"/>
    <w:rsid w:val="00D912AB"/>
    <w:rsid w:val="00D91640"/>
    <w:rsid w:val="00D91E0A"/>
    <w:rsid w:val="00D92724"/>
    <w:rsid w:val="00D92B20"/>
    <w:rsid w:val="00D9452B"/>
    <w:rsid w:val="00D95563"/>
    <w:rsid w:val="00D95690"/>
    <w:rsid w:val="00D95C18"/>
    <w:rsid w:val="00D96798"/>
    <w:rsid w:val="00D97932"/>
    <w:rsid w:val="00D97FD7"/>
    <w:rsid w:val="00DA0247"/>
    <w:rsid w:val="00DA0642"/>
    <w:rsid w:val="00DA0777"/>
    <w:rsid w:val="00DA0991"/>
    <w:rsid w:val="00DA131E"/>
    <w:rsid w:val="00DA14E7"/>
    <w:rsid w:val="00DA1B50"/>
    <w:rsid w:val="00DA22C3"/>
    <w:rsid w:val="00DA27E4"/>
    <w:rsid w:val="00DA288F"/>
    <w:rsid w:val="00DA363F"/>
    <w:rsid w:val="00DA3A80"/>
    <w:rsid w:val="00DA4942"/>
    <w:rsid w:val="00DA4D6F"/>
    <w:rsid w:val="00DA5489"/>
    <w:rsid w:val="00DA6099"/>
    <w:rsid w:val="00DA69F5"/>
    <w:rsid w:val="00DA6C19"/>
    <w:rsid w:val="00DA7371"/>
    <w:rsid w:val="00DB0139"/>
    <w:rsid w:val="00DB09B2"/>
    <w:rsid w:val="00DB15B2"/>
    <w:rsid w:val="00DB16A0"/>
    <w:rsid w:val="00DB1CCB"/>
    <w:rsid w:val="00DB203A"/>
    <w:rsid w:val="00DB3853"/>
    <w:rsid w:val="00DB4629"/>
    <w:rsid w:val="00DB5498"/>
    <w:rsid w:val="00DB5643"/>
    <w:rsid w:val="00DB660E"/>
    <w:rsid w:val="00DB715D"/>
    <w:rsid w:val="00DB7837"/>
    <w:rsid w:val="00DB7920"/>
    <w:rsid w:val="00DB7AB5"/>
    <w:rsid w:val="00DB7B6B"/>
    <w:rsid w:val="00DB7FEB"/>
    <w:rsid w:val="00DC0008"/>
    <w:rsid w:val="00DC0336"/>
    <w:rsid w:val="00DC0891"/>
    <w:rsid w:val="00DC1D17"/>
    <w:rsid w:val="00DC2A9C"/>
    <w:rsid w:val="00DC2CFA"/>
    <w:rsid w:val="00DC2D45"/>
    <w:rsid w:val="00DC3C5E"/>
    <w:rsid w:val="00DC446B"/>
    <w:rsid w:val="00DC4CFB"/>
    <w:rsid w:val="00DC5714"/>
    <w:rsid w:val="00DC6703"/>
    <w:rsid w:val="00DC6A88"/>
    <w:rsid w:val="00DC6B9B"/>
    <w:rsid w:val="00DC7093"/>
    <w:rsid w:val="00DC7478"/>
    <w:rsid w:val="00DC7518"/>
    <w:rsid w:val="00DC7756"/>
    <w:rsid w:val="00DC794B"/>
    <w:rsid w:val="00DC7E6E"/>
    <w:rsid w:val="00DD0236"/>
    <w:rsid w:val="00DD0670"/>
    <w:rsid w:val="00DD0A0B"/>
    <w:rsid w:val="00DD1667"/>
    <w:rsid w:val="00DD2497"/>
    <w:rsid w:val="00DD2D2C"/>
    <w:rsid w:val="00DD2DD6"/>
    <w:rsid w:val="00DD31E7"/>
    <w:rsid w:val="00DD3BDB"/>
    <w:rsid w:val="00DD3C1E"/>
    <w:rsid w:val="00DD3E2D"/>
    <w:rsid w:val="00DD4A0C"/>
    <w:rsid w:val="00DD4C14"/>
    <w:rsid w:val="00DD4EBB"/>
    <w:rsid w:val="00DD520E"/>
    <w:rsid w:val="00DD551B"/>
    <w:rsid w:val="00DD5E60"/>
    <w:rsid w:val="00DD6891"/>
    <w:rsid w:val="00DE0117"/>
    <w:rsid w:val="00DE0A9C"/>
    <w:rsid w:val="00DE158B"/>
    <w:rsid w:val="00DE2424"/>
    <w:rsid w:val="00DE2493"/>
    <w:rsid w:val="00DE250F"/>
    <w:rsid w:val="00DE3FDF"/>
    <w:rsid w:val="00DE4232"/>
    <w:rsid w:val="00DE4C12"/>
    <w:rsid w:val="00DE5267"/>
    <w:rsid w:val="00DE5433"/>
    <w:rsid w:val="00DE63DA"/>
    <w:rsid w:val="00DE670D"/>
    <w:rsid w:val="00DE6D62"/>
    <w:rsid w:val="00DE73A2"/>
    <w:rsid w:val="00DE76C7"/>
    <w:rsid w:val="00DE7C12"/>
    <w:rsid w:val="00DE7DB5"/>
    <w:rsid w:val="00DF02C2"/>
    <w:rsid w:val="00DF09EB"/>
    <w:rsid w:val="00DF0FF7"/>
    <w:rsid w:val="00DF1CFC"/>
    <w:rsid w:val="00DF2903"/>
    <w:rsid w:val="00DF3667"/>
    <w:rsid w:val="00DF3BF5"/>
    <w:rsid w:val="00DF4049"/>
    <w:rsid w:val="00DF44E4"/>
    <w:rsid w:val="00DF483F"/>
    <w:rsid w:val="00DF4993"/>
    <w:rsid w:val="00DF5007"/>
    <w:rsid w:val="00DF5769"/>
    <w:rsid w:val="00DF60C5"/>
    <w:rsid w:val="00DF6556"/>
    <w:rsid w:val="00DF7E60"/>
    <w:rsid w:val="00E0031C"/>
    <w:rsid w:val="00E005E0"/>
    <w:rsid w:val="00E00F66"/>
    <w:rsid w:val="00E01014"/>
    <w:rsid w:val="00E011C7"/>
    <w:rsid w:val="00E019FD"/>
    <w:rsid w:val="00E0290A"/>
    <w:rsid w:val="00E02B8E"/>
    <w:rsid w:val="00E033FE"/>
    <w:rsid w:val="00E05A16"/>
    <w:rsid w:val="00E05B78"/>
    <w:rsid w:val="00E05C99"/>
    <w:rsid w:val="00E069B1"/>
    <w:rsid w:val="00E07047"/>
    <w:rsid w:val="00E077FA"/>
    <w:rsid w:val="00E07AFA"/>
    <w:rsid w:val="00E07E2B"/>
    <w:rsid w:val="00E07FA9"/>
    <w:rsid w:val="00E103AB"/>
    <w:rsid w:val="00E10438"/>
    <w:rsid w:val="00E106D3"/>
    <w:rsid w:val="00E11B16"/>
    <w:rsid w:val="00E123BC"/>
    <w:rsid w:val="00E12426"/>
    <w:rsid w:val="00E124CC"/>
    <w:rsid w:val="00E12B39"/>
    <w:rsid w:val="00E12E59"/>
    <w:rsid w:val="00E1342F"/>
    <w:rsid w:val="00E13470"/>
    <w:rsid w:val="00E13FC1"/>
    <w:rsid w:val="00E14040"/>
    <w:rsid w:val="00E14BFD"/>
    <w:rsid w:val="00E15235"/>
    <w:rsid w:val="00E15324"/>
    <w:rsid w:val="00E16446"/>
    <w:rsid w:val="00E16593"/>
    <w:rsid w:val="00E1660D"/>
    <w:rsid w:val="00E172CE"/>
    <w:rsid w:val="00E17552"/>
    <w:rsid w:val="00E17B36"/>
    <w:rsid w:val="00E17C28"/>
    <w:rsid w:val="00E2018F"/>
    <w:rsid w:val="00E211E6"/>
    <w:rsid w:val="00E21819"/>
    <w:rsid w:val="00E218D7"/>
    <w:rsid w:val="00E21974"/>
    <w:rsid w:val="00E22073"/>
    <w:rsid w:val="00E22462"/>
    <w:rsid w:val="00E2277B"/>
    <w:rsid w:val="00E24169"/>
    <w:rsid w:val="00E24D86"/>
    <w:rsid w:val="00E24E82"/>
    <w:rsid w:val="00E252EF"/>
    <w:rsid w:val="00E264F6"/>
    <w:rsid w:val="00E26853"/>
    <w:rsid w:val="00E27BD4"/>
    <w:rsid w:val="00E27E4F"/>
    <w:rsid w:val="00E301B3"/>
    <w:rsid w:val="00E30344"/>
    <w:rsid w:val="00E306D4"/>
    <w:rsid w:val="00E30811"/>
    <w:rsid w:val="00E3083F"/>
    <w:rsid w:val="00E30BE9"/>
    <w:rsid w:val="00E30DDA"/>
    <w:rsid w:val="00E313DB"/>
    <w:rsid w:val="00E31978"/>
    <w:rsid w:val="00E31A66"/>
    <w:rsid w:val="00E31D7F"/>
    <w:rsid w:val="00E3209E"/>
    <w:rsid w:val="00E32346"/>
    <w:rsid w:val="00E333B8"/>
    <w:rsid w:val="00E33793"/>
    <w:rsid w:val="00E33CE5"/>
    <w:rsid w:val="00E33DC4"/>
    <w:rsid w:val="00E33E29"/>
    <w:rsid w:val="00E35297"/>
    <w:rsid w:val="00E35745"/>
    <w:rsid w:val="00E35906"/>
    <w:rsid w:val="00E35DCB"/>
    <w:rsid w:val="00E361BD"/>
    <w:rsid w:val="00E365F5"/>
    <w:rsid w:val="00E36CB7"/>
    <w:rsid w:val="00E4048D"/>
    <w:rsid w:val="00E412C6"/>
    <w:rsid w:val="00E4157A"/>
    <w:rsid w:val="00E42D9E"/>
    <w:rsid w:val="00E42E09"/>
    <w:rsid w:val="00E43D93"/>
    <w:rsid w:val="00E43FB4"/>
    <w:rsid w:val="00E44B04"/>
    <w:rsid w:val="00E45313"/>
    <w:rsid w:val="00E453C6"/>
    <w:rsid w:val="00E454D0"/>
    <w:rsid w:val="00E45B62"/>
    <w:rsid w:val="00E45C0F"/>
    <w:rsid w:val="00E45CEE"/>
    <w:rsid w:val="00E46844"/>
    <w:rsid w:val="00E46BBF"/>
    <w:rsid w:val="00E47156"/>
    <w:rsid w:val="00E500F7"/>
    <w:rsid w:val="00E5037E"/>
    <w:rsid w:val="00E50697"/>
    <w:rsid w:val="00E50A20"/>
    <w:rsid w:val="00E50D2C"/>
    <w:rsid w:val="00E50F87"/>
    <w:rsid w:val="00E50F8E"/>
    <w:rsid w:val="00E51308"/>
    <w:rsid w:val="00E5203C"/>
    <w:rsid w:val="00E5219B"/>
    <w:rsid w:val="00E5229D"/>
    <w:rsid w:val="00E52722"/>
    <w:rsid w:val="00E52AF4"/>
    <w:rsid w:val="00E52C67"/>
    <w:rsid w:val="00E5372C"/>
    <w:rsid w:val="00E53B55"/>
    <w:rsid w:val="00E53EAE"/>
    <w:rsid w:val="00E556B3"/>
    <w:rsid w:val="00E556F3"/>
    <w:rsid w:val="00E55E30"/>
    <w:rsid w:val="00E56309"/>
    <w:rsid w:val="00E56566"/>
    <w:rsid w:val="00E56A6A"/>
    <w:rsid w:val="00E56B19"/>
    <w:rsid w:val="00E5727E"/>
    <w:rsid w:val="00E60045"/>
    <w:rsid w:val="00E60427"/>
    <w:rsid w:val="00E60486"/>
    <w:rsid w:val="00E61156"/>
    <w:rsid w:val="00E61A79"/>
    <w:rsid w:val="00E61F73"/>
    <w:rsid w:val="00E62149"/>
    <w:rsid w:val="00E62CA7"/>
    <w:rsid w:val="00E62CF7"/>
    <w:rsid w:val="00E631B4"/>
    <w:rsid w:val="00E63EEC"/>
    <w:rsid w:val="00E640FA"/>
    <w:rsid w:val="00E642F5"/>
    <w:rsid w:val="00E65BDA"/>
    <w:rsid w:val="00E66ACE"/>
    <w:rsid w:val="00E66F22"/>
    <w:rsid w:val="00E66F4E"/>
    <w:rsid w:val="00E707A5"/>
    <w:rsid w:val="00E70810"/>
    <w:rsid w:val="00E70AC5"/>
    <w:rsid w:val="00E71111"/>
    <w:rsid w:val="00E712B1"/>
    <w:rsid w:val="00E716CF"/>
    <w:rsid w:val="00E71F02"/>
    <w:rsid w:val="00E72215"/>
    <w:rsid w:val="00E7263B"/>
    <w:rsid w:val="00E727B3"/>
    <w:rsid w:val="00E72E4D"/>
    <w:rsid w:val="00E72F98"/>
    <w:rsid w:val="00E73127"/>
    <w:rsid w:val="00E73306"/>
    <w:rsid w:val="00E73540"/>
    <w:rsid w:val="00E7398A"/>
    <w:rsid w:val="00E74A93"/>
    <w:rsid w:val="00E75D13"/>
    <w:rsid w:val="00E7662E"/>
    <w:rsid w:val="00E76B59"/>
    <w:rsid w:val="00E77699"/>
    <w:rsid w:val="00E776A0"/>
    <w:rsid w:val="00E77D0D"/>
    <w:rsid w:val="00E77D55"/>
    <w:rsid w:val="00E801F8"/>
    <w:rsid w:val="00E80273"/>
    <w:rsid w:val="00E8093E"/>
    <w:rsid w:val="00E80D75"/>
    <w:rsid w:val="00E80F9E"/>
    <w:rsid w:val="00E81CB0"/>
    <w:rsid w:val="00E82386"/>
    <w:rsid w:val="00E82B71"/>
    <w:rsid w:val="00E830D6"/>
    <w:rsid w:val="00E837A4"/>
    <w:rsid w:val="00E837AA"/>
    <w:rsid w:val="00E83EBE"/>
    <w:rsid w:val="00E84BCC"/>
    <w:rsid w:val="00E855DD"/>
    <w:rsid w:val="00E85D63"/>
    <w:rsid w:val="00E867C2"/>
    <w:rsid w:val="00E86C96"/>
    <w:rsid w:val="00E86CB7"/>
    <w:rsid w:val="00E8767C"/>
    <w:rsid w:val="00E8794C"/>
    <w:rsid w:val="00E87A86"/>
    <w:rsid w:val="00E90435"/>
    <w:rsid w:val="00E9097B"/>
    <w:rsid w:val="00E910C8"/>
    <w:rsid w:val="00E9130F"/>
    <w:rsid w:val="00E91390"/>
    <w:rsid w:val="00E91861"/>
    <w:rsid w:val="00E918EF"/>
    <w:rsid w:val="00E91CDA"/>
    <w:rsid w:val="00E92539"/>
    <w:rsid w:val="00E9296C"/>
    <w:rsid w:val="00E93443"/>
    <w:rsid w:val="00E9455C"/>
    <w:rsid w:val="00E94714"/>
    <w:rsid w:val="00E94C2B"/>
    <w:rsid w:val="00E952CE"/>
    <w:rsid w:val="00E95734"/>
    <w:rsid w:val="00E958B2"/>
    <w:rsid w:val="00E97B3A"/>
    <w:rsid w:val="00E97D44"/>
    <w:rsid w:val="00E97E02"/>
    <w:rsid w:val="00EA01A9"/>
    <w:rsid w:val="00EA0D49"/>
    <w:rsid w:val="00EA0E48"/>
    <w:rsid w:val="00EA1DCE"/>
    <w:rsid w:val="00EA1DDF"/>
    <w:rsid w:val="00EA2101"/>
    <w:rsid w:val="00EA22A2"/>
    <w:rsid w:val="00EA242F"/>
    <w:rsid w:val="00EA2D53"/>
    <w:rsid w:val="00EA3268"/>
    <w:rsid w:val="00EA369A"/>
    <w:rsid w:val="00EA38FC"/>
    <w:rsid w:val="00EA3977"/>
    <w:rsid w:val="00EA3B6E"/>
    <w:rsid w:val="00EA3BD4"/>
    <w:rsid w:val="00EA3EE8"/>
    <w:rsid w:val="00EA505B"/>
    <w:rsid w:val="00EA5237"/>
    <w:rsid w:val="00EA5E02"/>
    <w:rsid w:val="00EA65A5"/>
    <w:rsid w:val="00EA791D"/>
    <w:rsid w:val="00EB0642"/>
    <w:rsid w:val="00EB0D5F"/>
    <w:rsid w:val="00EB0FEC"/>
    <w:rsid w:val="00EB1176"/>
    <w:rsid w:val="00EB1ACF"/>
    <w:rsid w:val="00EB1BFD"/>
    <w:rsid w:val="00EB1D10"/>
    <w:rsid w:val="00EB2528"/>
    <w:rsid w:val="00EB2DB6"/>
    <w:rsid w:val="00EB2E13"/>
    <w:rsid w:val="00EB2E89"/>
    <w:rsid w:val="00EB388B"/>
    <w:rsid w:val="00EB41E4"/>
    <w:rsid w:val="00EB579C"/>
    <w:rsid w:val="00EB651D"/>
    <w:rsid w:val="00EB6840"/>
    <w:rsid w:val="00EB7362"/>
    <w:rsid w:val="00EB74C9"/>
    <w:rsid w:val="00EB76B6"/>
    <w:rsid w:val="00EC057E"/>
    <w:rsid w:val="00EC09BE"/>
    <w:rsid w:val="00EC13C2"/>
    <w:rsid w:val="00EC14A0"/>
    <w:rsid w:val="00EC181D"/>
    <w:rsid w:val="00EC2D13"/>
    <w:rsid w:val="00EC3A60"/>
    <w:rsid w:val="00EC4484"/>
    <w:rsid w:val="00EC4813"/>
    <w:rsid w:val="00EC488D"/>
    <w:rsid w:val="00EC4A06"/>
    <w:rsid w:val="00EC5DE4"/>
    <w:rsid w:val="00EC5ECA"/>
    <w:rsid w:val="00EC628E"/>
    <w:rsid w:val="00EC6F1E"/>
    <w:rsid w:val="00EC73E7"/>
    <w:rsid w:val="00EC7442"/>
    <w:rsid w:val="00EC779D"/>
    <w:rsid w:val="00EC78E4"/>
    <w:rsid w:val="00EC7BEC"/>
    <w:rsid w:val="00ED010C"/>
    <w:rsid w:val="00ED0548"/>
    <w:rsid w:val="00ED09B2"/>
    <w:rsid w:val="00ED30AE"/>
    <w:rsid w:val="00ED3E24"/>
    <w:rsid w:val="00ED3E65"/>
    <w:rsid w:val="00ED40C4"/>
    <w:rsid w:val="00ED44E1"/>
    <w:rsid w:val="00ED4BEC"/>
    <w:rsid w:val="00ED4E34"/>
    <w:rsid w:val="00ED51F0"/>
    <w:rsid w:val="00ED5752"/>
    <w:rsid w:val="00ED6B46"/>
    <w:rsid w:val="00ED72B0"/>
    <w:rsid w:val="00EE0625"/>
    <w:rsid w:val="00EE0B0A"/>
    <w:rsid w:val="00EE14A8"/>
    <w:rsid w:val="00EE18DE"/>
    <w:rsid w:val="00EE1907"/>
    <w:rsid w:val="00EE1F6F"/>
    <w:rsid w:val="00EE2EEF"/>
    <w:rsid w:val="00EE31BE"/>
    <w:rsid w:val="00EE3CDB"/>
    <w:rsid w:val="00EE45AD"/>
    <w:rsid w:val="00EE484B"/>
    <w:rsid w:val="00EE4917"/>
    <w:rsid w:val="00EE4ABB"/>
    <w:rsid w:val="00EE4DE1"/>
    <w:rsid w:val="00EE57ED"/>
    <w:rsid w:val="00EE5A5C"/>
    <w:rsid w:val="00EE5AB7"/>
    <w:rsid w:val="00EE6064"/>
    <w:rsid w:val="00EE690E"/>
    <w:rsid w:val="00EE6A95"/>
    <w:rsid w:val="00EE6D92"/>
    <w:rsid w:val="00EE7086"/>
    <w:rsid w:val="00EE736B"/>
    <w:rsid w:val="00EE73E7"/>
    <w:rsid w:val="00EE73ED"/>
    <w:rsid w:val="00EE75B4"/>
    <w:rsid w:val="00EE795D"/>
    <w:rsid w:val="00EF027A"/>
    <w:rsid w:val="00EF0579"/>
    <w:rsid w:val="00EF23C9"/>
    <w:rsid w:val="00EF2CBC"/>
    <w:rsid w:val="00EF3710"/>
    <w:rsid w:val="00EF378F"/>
    <w:rsid w:val="00EF3C07"/>
    <w:rsid w:val="00EF3EB9"/>
    <w:rsid w:val="00EF509B"/>
    <w:rsid w:val="00EF5284"/>
    <w:rsid w:val="00EF5EF4"/>
    <w:rsid w:val="00EF7150"/>
    <w:rsid w:val="00EF7BDD"/>
    <w:rsid w:val="00F00FC4"/>
    <w:rsid w:val="00F013C9"/>
    <w:rsid w:val="00F01644"/>
    <w:rsid w:val="00F01691"/>
    <w:rsid w:val="00F017C9"/>
    <w:rsid w:val="00F018A1"/>
    <w:rsid w:val="00F018CF"/>
    <w:rsid w:val="00F020BB"/>
    <w:rsid w:val="00F021D4"/>
    <w:rsid w:val="00F022A2"/>
    <w:rsid w:val="00F02A92"/>
    <w:rsid w:val="00F02D4D"/>
    <w:rsid w:val="00F03134"/>
    <w:rsid w:val="00F035B1"/>
    <w:rsid w:val="00F03830"/>
    <w:rsid w:val="00F0456A"/>
    <w:rsid w:val="00F046DB"/>
    <w:rsid w:val="00F04B5D"/>
    <w:rsid w:val="00F05100"/>
    <w:rsid w:val="00F05E7B"/>
    <w:rsid w:val="00F06CCB"/>
    <w:rsid w:val="00F070ED"/>
    <w:rsid w:val="00F07697"/>
    <w:rsid w:val="00F10089"/>
    <w:rsid w:val="00F11124"/>
    <w:rsid w:val="00F115C8"/>
    <w:rsid w:val="00F11703"/>
    <w:rsid w:val="00F12724"/>
    <w:rsid w:val="00F12A27"/>
    <w:rsid w:val="00F1345C"/>
    <w:rsid w:val="00F13DB4"/>
    <w:rsid w:val="00F14C77"/>
    <w:rsid w:val="00F14CDD"/>
    <w:rsid w:val="00F14EFC"/>
    <w:rsid w:val="00F151D1"/>
    <w:rsid w:val="00F1585C"/>
    <w:rsid w:val="00F15D4A"/>
    <w:rsid w:val="00F16548"/>
    <w:rsid w:val="00F16993"/>
    <w:rsid w:val="00F17902"/>
    <w:rsid w:val="00F20328"/>
    <w:rsid w:val="00F20333"/>
    <w:rsid w:val="00F2077E"/>
    <w:rsid w:val="00F208D0"/>
    <w:rsid w:val="00F20E2D"/>
    <w:rsid w:val="00F2184D"/>
    <w:rsid w:val="00F21F68"/>
    <w:rsid w:val="00F225E5"/>
    <w:rsid w:val="00F22E21"/>
    <w:rsid w:val="00F23E5D"/>
    <w:rsid w:val="00F241A9"/>
    <w:rsid w:val="00F244D1"/>
    <w:rsid w:val="00F24A2D"/>
    <w:rsid w:val="00F26699"/>
    <w:rsid w:val="00F26F08"/>
    <w:rsid w:val="00F3022A"/>
    <w:rsid w:val="00F30651"/>
    <w:rsid w:val="00F306CC"/>
    <w:rsid w:val="00F3131F"/>
    <w:rsid w:val="00F31328"/>
    <w:rsid w:val="00F31ED2"/>
    <w:rsid w:val="00F32345"/>
    <w:rsid w:val="00F327D3"/>
    <w:rsid w:val="00F32811"/>
    <w:rsid w:val="00F32C7B"/>
    <w:rsid w:val="00F33865"/>
    <w:rsid w:val="00F34238"/>
    <w:rsid w:val="00F34DE2"/>
    <w:rsid w:val="00F34DED"/>
    <w:rsid w:val="00F35071"/>
    <w:rsid w:val="00F35737"/>
    <w:rsid w:val="00F36E33"/>
    <w:rsid w:val="00F36FAE"/>
    <w:rsid w:val="00F37A12"/>
    <w:rsid w:val="00F4012B"/>
    <w:rsid w:val="00F40ACD"/>
    <w:rsid w:val="00F41388"/>
    <w:rsid w:val="00F413C7"/>
    <w:rsid w:val="00F42B8E"/>
    <w:rsid w:val="00F42F8B"/>
    <w:rsid w:val="00F43299"/>
    <w:rsid w:val="00F4406E"/>
    <w:rsid w:val="00F44B90"/>
    <w:rsid w:val="00F460DB"/>
    <w:rsid w:val="00F46757"/>
    <w:rsid w:val="00F4734B"/>
    <w:rsid w:val="00F476FB"/>
    <w:rsid w:val="00F50170"/>
    <w:rsid w:val="00F50981"/>
    <w:rsid w:val="00F5104B"/>
    <w:rsid w:val="00F51054"/>
    <w:rsid w:val="00F51ED6"/>
    <w:rsid w:val="00F525F4"/>
    <w:rsid w:val="00F53CC3"/>
    <w:rsid w:val="00F54537"/>
    <w:rsid w:val="00F54B62"/>
    <w:rsid w:val="00F54EC3"/>
    <w:rsid w:val="00F55063"/>
    <w:rsid w:val="00F553C3"/>
    <w:rsid w:val="00F55EE1"/>
    <w:rsid w:val="00F55F4F"/>
    <w:rsid w:val="00F560B2"/>
    <w:rsid w:val="00F5635B"/>
    <w:rsid w:val="00F56BC6"/>
    <w:rsid w:val="00F57806"/>
    <w:rsid w:val="00F60BA4"/>
    <w:rsid w:val="00F60D08"/>
    <w:rsid w:val="00F60FCC"/>
    <w:rsid w:val="00F61501"/>
    <w:rsid w:val="00F6262A"/>
    <w:rsid w:val="00F63986"/>
    <w:rsid w:val="00F640EC"/>
    <w:rsid w:val="00F64307"/>
    <w:rsid w:val="00F655F2"/>
    <w:rsid w:val="00F65B8F"/>
    <w:rsid w:val="00F665A8"/>
    <w:rsid w:val="00F66B9D"/>
    <w:rsid w:val="00F702EF"/>
    <w:rsid w:val="00F70ABE"/>
    <w:rsid w:val="00F71082"/>
    <w:rsid w:val="00F711B7"/>
    <w:rsid w:val="00F7199B"/>
    <w:rsid w:val="00F71E4E"/>
    <w:rsid w:val="00F71E62"/>
    <w:rsid w:val="00F71F47"/>
    <w:rsid w:val="00F725FB"/>
    <w:rsid w:val="00F72D31"/>
    <w:rsid w:val="00F73509"/>
    <w:rsid w:val="00F741DC"/>
    <w:rsid w:val="00F7481D"/>
    <w:rsid w:val="00F748CC"/>
    <w:rsid w:val="00F74CE0"/>
    <w:rsid w:val="00F75698"/>
    <w:rsid w:val="00F76ACE"/>
    <w:rsid w:val="00F7726A"/>
    <w:rsid w:val="00F80FA3"/>
    <w:rsid w:val="00F811CE"/>
    <w:rsid w:val="00F81527"/>
    <w:rsid w:val="00F81DDA"/>
    <w:rsid w:val="00F82007"/>
    <w:rsid w:val="00F82996"/>
    <w:rsid w:val="00F82D81"/>
    <w:rsid w:val="00F82FAE"/>
    <w:rsid w:val="00F82FD8"/>
    <w:rsid w:val="00F83803"/>
    <w:rsid w:val="00F8400B"/>
    <w:rsid w:val="00F8421F"/>
    <w:rsid w:val="00F8450B"/>
    <w:rsid w:val="00F84CD4"/>
    <w:rsid w:val="00F84E40"/>
    <w:rsid w:val="00F85339"/>
    <w:rsid w:val="00F86BEA"/>
    <w:rsid w:val="00F875DC"/>
    <w:rsid w:val="00F90A7F"/>
    <w:rsid w:val="00F90DD4"/>
    <w:rsid w:val="00F90F13"/>
    <w:rsid w:val="00F91822"/>
    <w:rsid w:val="00F9233C"/>
    <w:rsid w:val="00F9326A"/>
    <w:rsid w:val="00F93549"/>
    <w:rsid w:val="00F93E80"/>
    <w:rsid w:val="00F93FFE"/>
    <w:rsid w:val="00F94B37"/>
    <w:rsid w:val="00F95036"/>
    <w:rsid w:val="00F96A23"/>
    <w:rsid w:val="00F96F8A"/>
    <w:rsid w:val="00F96F8E"/>
    <w:rsid w:val="00F96FC7"/>
    <w:rsid w:val="00F973B0"/>
    <w:rsid w:val="00F978C8"/>
    <w:rsid w:val="00F97F1E"/>
    <w:rsid w:val="00FA02DF"/>
    <w:rsid w:val="00FA09F6"/>
    <w:rsid w:val="00FA1D3E"/>
    <w:rsid w:val="00FA1EAB"/>
    <w:rsid w:val="00FA2087"/>
    <w:rsid w:val="00FA2231"/>
    <w:rsid w:val="00FA339A"/>
    <w:rsid w:val="00FA3D5A"/>
    <w:rsid w:val="00FA4310"/>
    <w:rsid w:val="00FA495E"/>
    <w:rsid w:val="00FA51A0"/>
    <w:rsid w:val="00FA51BC"/>
    <w:rsid w:val="00FA560C"/>
    <w:rsid w:val="00FA5AE8"/>
    <w:rsid w:val="00FA5B72"/>
    <w:rsid w:val="00FA601F"/>
    <w:rsid w:val="00FA616F"/>
    <w:rsid w:val="00FA627D"/>
    <w:rsid w:val="00FA6513"/>
    <w:rsid w:val="00FA7F7A"/>
    <w:rsid w:val="00FB00CC"/>
    <w:rsid w:val="00FB0392"/>
    <w:rsid w:val="00FB07F0"/>
    <w:rsid w:val="00FB085E"/>
    <w:rsid w:val="00FB15E8"/>
    <w:rsid w:val="00FB1A49"/>
    <w:rsid w:val="00FB2C0F"/>
    <w:rsid w:val="00FB32E3"/>
    <w:rsid w:val="00FB41DC"/>
    <w:rsid w:val="00FB45D3"/>
    <w:rsid w:val="00FB4C89"/>
    <w:rsid w:val="00FB5E1C"/>
    <w:rsid w:val="00FB6C4E"/>
    <w:rsid w:val="00FC06AB"/>
    <w:rsid w:val="00FC0DBE"/>
    <w:rsid w:val="00FC1691"/>
    <w:rsid w:val="00FC20BF"/>
    <w:rsid w:val="00FC2642"/>
    <w:rsid w:val="00FC3195"/>
    <w:rsid w:val="00FC33C6"/>
    <w:rsid w:val="00FC34A0"/>
    <w:rsid w:val="00FC3798"/>
    <w:rsid w:val="00FC3D9B"/>
    <w:rsid w:val="00FC418F"/>
    <w:rsid w:val="00FC437F"/>
    <w:rsid w:val="00FC4C74"/>
    <w:rsid w:val="00FC56B1"/>
    <w:rsid w:val="00FC5FC6"/>
    <w:rsid w:val="00FC6844"/>
    <w:rsid w:val="00FC7401"/>
    <w:rsid w:val="00FC783B"/>
    <w:rsid w:val="00FC78A5"/>
    <w:rsid w:val="00FC7D0A"/>
    <w:rsid w:val="00FD010D"/>
    <w:rsid w:val="00FD0179"/>
    <w:rsid w:val="00FD08C1"/>
    <w:rsid w:val="00FD0986"/>
    <w:rsid w:val="00FD1781"/>
    <w:rsid w:val="00FD186B"/>
    <w:rsid w:val="00FD2C12"/>
    <w:rsid w:val="00FD2E19"/>
    <w:rsid w:val="00FD361E"/>
    <w:rsid w:val="00FD3C01"/>
    <w:rsid w:val="00FD3DC8"/>
    <w:rsid w:val="00FD3E49"/>
    <w:rsid w:val="00FD45C9"/>
    <w:rsid w:val="00FD4EC8"/>
    <w:rsid w:val="00FD5AE7"/>
    <w:rsid w:val="00FD68CF"/>
    <w:rsid w:val="00FD6B8E"/>
    <w:rsid w:val="00FD6D16"/>
    <w:rsid w:val="00FD6F51"/>
    <w:rsid w:val="00FD71E0"/>
    <w:rsid w:val="00FE00EC"/>
    <w:rsid w:val="00FE08B5"/>
    <w:rsid w:val="00FE0FC9"/>
    <w:rsid w:val="00FE1093"/>
    <w:rsid w:val="00FE19DF"/>
    <w:rsid w:val="00FE2DDC"/>
    <w:rsid w:val="00FE33A2"/>
    <w:rsid w:val="00FE3EB1"/>
    <w:rsid w:val="00FE46CF"/>
    <w:rsid w:val="00FE49E2"/>
    <w:rsid w:val="00FE4BE4"/>
    <w:rsid w:val="00FE4EF3"/>
    <w:rsid w:val="00FE5325"/>
    <w:rsid w:val="00FE5BF3"/>
    <w:rsid w:val="00FE63FB"/>
    <w:rsid w:val="00FE641D"/>
    <w:rsid w:val="00FE6FF3"/>
    <w:rsid w:val="00FE741D"/>
    <w:rsid w:val="00FE7691"/>
    <w:rsid w:val="00FF0714"/>
    <w:rsid w:val="00FF15FA"/>
    <w:rsid w:val="00FF1692"/>
    <w:rsid w:val="00FF174C"/>
    <w:rsid w:val="00FF2152"/>
    <w:rsid w:val="00FF3AB8"/>
    <w:rsid w:val="00FF491F"/>
    <w:rsid w:val="00FF4C70"/>
    <w:rsid w:val="00FF4E36"/>
    <w:rsid w:val="00FF695C"/>
    <w:rsid w:val="00FF7B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2B6CCE"/>
  </w:style>
  <w:style w:type="paragraph" w:styleId="1">
    <w:name w:val="heading 1"/>
    <w:basedOn w:val="a"/>
    <w:next w:val="a"/>
    <w:link w:val="10"/>
    <w:uiPriority w:val="99"/>
    <w:qFormat/>
    <w:rsid w:val="002B6CCE"/>
    <w:pPr>
      <w:keepNext/>
      <w:ind w:right="-2"/>
      <w:jc w:val="right"/>
      <w:outlineLvl w:val="0"/>
    </w:pPr>
    <w:rPr>
      <w:kern w:val="28"/>
      <w:sz w:val="28"/>
    </w:rPr>
  </w:style>
  <w:style w:type="paragraph" w:styleId="2">
    <w:name w:val="heading 2"/>
    <w:basedOn w:val="a"/>
    <w:next w:val="a"/>
    <w:link w:val="20"/>
    <w:uiPriority w:val="99"/>
    <w:qFormat/>
    <w:rsid w:val="002B6CCE"/>
    <w:pPr>
      <w:keepNext/>
      <w:outlineLvl w:val="1"/>
    </w:pPr>
    <w:rPr>
      <w:sz w:val="24"/>
      <w:lang w:val="en-US"/>
    </w:rPr>
  </w:style>
  <w:style w:type="paragraph" w:styleId="3">
    <w:name w:val="heading 3"/>
    <w:basedOn w:val="2"/>
    <w:next w:val="a"/>
    <w:link w:val="30"/>
    <w:uiPriority w:val="99"/>
    <w:qFormat/>
    <w:rsid w:val="002B6CCE"/>
    <w:pPr>
      <w:keepNext w:val="0"/>
      <w:widowControl w:val="0"/>
      <w:autoSpaceDE w:val="0"/>
      <w:autoSpaceDN w:val="0"/>
      <w:adjustRightInd w:val="0"/>
      <w:jc w:val="both"/>
      <w:outlineLvl w:val="2"/>
    </w:pPr>
    <w:rPr>
      <w:sz w:val="28"/>
      <w:lang w:val="ru-RU"/>
    </w:rPr>
  </w:style>
  <w:style w:type="paragraph" w:styleId="4">
    <w:name w:val="heading 4"/>
    <w:basedOn w:val="a"/>
    <w:next w:val="a"/>
    <w:link w:val="40"/>
    <w:uiPriority w:val="99"/>
    <w:qFormat/>
    <w:rsid w:val="002B6CCE"/>
    <w:pPr>
      <w:keepNext/>
      <w:keepLines/>
      <w:spacing w:before="200"/>
      <w:ind w:firstLine="709"/>
      <w:jc w:val="both"/>
      <w:outlineLvl w:val="3"/>
    </w:pPr>
    <w:rPr>
      <w:sz w:val="28"/>
    </w:rPr>
  </w:style>
  <w:style w:type="paragraph" w:styleId="5">
    <w:name w:val="heading 5"/>
    <w:basedOn w:val="a"/>
    <w:next w:val="a"/>
    <w:link w:val="50"/>
    <w:uiPriority w:val="99"/>
    <w:qFormat/>
    <w:rsid w:val="002B6CCE"/>
    <w:pPr>
      <w:spacing w:before="240" w:after="60"/>
      <w:outlineLvl w:val="4"/>
    </w:pPr>
    <w:rPr>
      <w:b/>
      <w:i/>
      <w:sz w:val="26"/>
    </w:rPr>
  </w:style>
  <w:style w:type="paragraph" w:styleId="6">
    <w:name w:val="heading 6"/>
    <w:basedOn w:val="a"/>
    <w:next w:val="a"/>
    <w:link w:val="60"/>
    <w:uiPriority w:val="99"/>
    <w:qFormat/>
    <w:rsid w:val="002B6CCE"/>
    <w:pPr>
      <w:keepNext/>
      <w:ind w:left="3903" w:hanging="180"/>
      <w:jc w:val="center"/>
      <w:outlineLvl w:val="5"/>
    </w:pPr>
    <w:rPr>
      <w:b/>
      <w:sz w:val="24"/>
      <w:lang w:eastAsia="ar-SA"/>
    </w:rPr>
  </w:style>
  <w:style w:type="paragraph" w:styleId="7">
    <w:name w:val="heading 7"/>
    <w:basedOn w:val="a"/>
    <w:next w:val="a"/>
    <w:link w:val="70"/>
    <w:uiPriority w:val="99"/>
    <w:qFormat/>
    <w:rsid w:val="002B6CCE"/>
    <w:pPr>
      <w:keepNext/>
      <w:jc w:val="right"/>
      <w:outlineLvl w:val="6"/>
    </w:pPr>
    <w:rPr>
      <w:b/>
      <w:i/>
      <w:sz w:val="26"/>
    </w:rPr>
  </w:style>
  <w:style w:type="paragraph" w:styleId="8">
    <w:name w:val="heading 8"/>
    <w:basedOn w:val="a"/>
    <w:next w:val="a"/>
    <w:link w:val="80"/>
    <w:uiPriority w:val="99"/>
    <w:qFormat/>
    <w:rsid w:val="002B6CCE"/>
    <w:pPr>
      <w:keepNext/>
      <w:keepLines/>
      <w:spacing w:before="200"/>
      <w:ind w:firstLine="709"/>
      <w:jc w:val="both"/>
      <w:outlineLvl w:val="7"/>
    </w:pPr>
    <w:rPr>
      <w:rFonts w:ascii="Cambria" w:hAnsi="Cambria"/>
      <w:color w:val="404040"/>
      <w:lang w:eastAsia="en-US"/>
    </w:rPr>
  </w:style>
  <w:style w:type="paragraph" w:styleId="9">
    <w:name w:val="heading 9"/>
    <w:basedOn w:val="a"/>
    <w:next w:val="a"/>
    <w:link w:val="90"/>
    <w:uiPriority w:val="99"/>
    <w:qFormat/>
    <w:rsid w:val="002B6CCE"/>
    <w:pPr>
      <w:keepNext/>
      <w:ind w:left="72"/>
      <w:jc w:val="center"/>
      <w:outlineLvl w:val="8"/>
    </w:pPr>
    <w:rPr>
      <w:b/>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B6CCE"/>
    <w:rPr>
      <w:rFonts w:cs="Times New Roman"/>
      <w:kern w:val="28"/>
      <w:sz w:val="28"/>
      <w:lang w:val="ru-RU" w:eastAsia="ru-RU"/>
    </w:rPr>
  </w:style>
  <w:style w:type="character" w:customStyle="1" w:styleId="20">
    <w:name w:val="Заголовок 2 Знак"/>
    <w:link w:val="2"/>
    <w:uiPriority w:val="99"/>
    <w:locked/>
    <w:rsid w:val="002B6CCE"/>
    <w:rPr>
      <w:rFonts w:cs="Times New Roman"/>
      <w:sz w:val="24"/>
      <w:lang w:val="en-US" w:eastAsia="ru-RU"/>
    </w:rPr>
  </w:style>
  <w:style w:type="character" w:customStyle="1" w:styleId="30">
    <w:name w:val="Заголовок 3 Знак"/>
    <w:link w:val="3"/>
    <w:uiPriority w:val="99"/>
    <w:locked/>
    <w:rsid w:val="002B6CCE"/>
    <w:rPr>
      <w:rFonts w:cs="Times New Roman"/>
      <w:sz w:val="28"/>
    </w:rPr>
  </w:style>
  <w:style w:type="character" w:customStyle="1" w:styleId="40">
    <w:name w:val="Заголовок 4 Знак"/>
    <w:link w:val="4"/>
    <w:uiPriority w:val="99"/>
    <w:locked/>
    <w:rsid w:val="002B6CCE"/>
    <w:rPr>
      <w:rFonts w:cs="Times New Roman"/>
      <w:sz w:val="28"/>
    </w:rPr>
  </w:style>
  <w:style w:type="character" w:customStyle="1" w:styleId="50">
    <w:name w:val="Заголовок 5 Знак"/>
    <w:link w:val="5"/>
    <w:uiPriority w:val="99"/>
    <w:locked/>
    <w:rsid w:val="002B6CCE"/>
    <w:rPr>
      <w:rFonts w:cs="Times New Roman"/>
      <w:b/>
      <w:i/>
      <w:sz w:val="26"/>
      <w:lang w:val="ru-RU" w:eastAsia="ru-RU"/>
    </w:rPr>
  </w:style>
  <w:style w:type="character" w:customStyle="1" w:styleId="60">
    <w:name w:val="Заголовок 6 Знак"/>
    <w:link w:val="6"/>
    <w:uiPriority w:val="99"/>
    <w:locked/>
    <w:rsid w:val="002B6CCE"/>
    <w:rPr>
      <w:rFonts w:cs="Times New Roman"/>
      <w:b/>
      <w:sz w:val="24"/>
      <w:lang w:val="ru-RU" w:eastAsia="ar-SA" w:bidi="ar-SA"/>
    </w:rPr>
  </w:style>
  <w:style w:type="character" w:customStyle="1" w:styleId="70">
    <w:name w:val="Заголовок 7 Знак"/>
    <w:link w:val="7"/>
    <w:uiPriority w:val="99"/>
    <w:locked/>
    <w:rsid w:val="002B6CCE"/>
    <w:rPr>
      <w:rFonts w:cs="Times New Roman"/>
      <w:b/>
      <w:i/>
      <w:sz w:val="26"/>
      <w:lang w:val="ru-RU" w:eastAsia="ru-RU"/>
    </w:rPr>
  </w:style>
  <w:style w:type="character" w:customStyle="1" w:styleId="80">
    <w:name w:val="Заголовок 8 Знак"/>
    <w:link w:val="8"/>
    <w:uiPriority w:val="99"/>
    <w:locked/>
    <w:rsid w:val="002B6CCE"/>
    <w:rPr>
      <w:rFonts w:ascii="Cambria" w:hAnsi="Cambria" w:cs="Times New Roman"/>
      <w:color w:val="404040"/>
      <w:lang w:val="ru-RU" w:eastAsia="en-US"/>
    </w:rPr>
  </w:style>
  <w:style w:type="character" w:customStyle="1" w:styleId="90">
    <w:name w:val="Заголовок 9 Знак"/>
    <w:link w:val="9"/>
    <w:uiPriority w:val="99"/>
    <w:locked/>
    <w:rsid w:val="002B6CCE"/>
    <w:rPr>
      <w:rFonts w:cs="Times New Roman"/>
      <w:b/>
      <w:sz w:val="24"/>
      <w:lang w:val="ru-RU" w:eastAsia="ar-SA"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11"/>
    <w:uiPriority w:val="99"/>
    <w:rsid w:val="002B6CCE"/>
    <w:pPr>
      <w:spacing w:before="240" w:after="120"/>
      <w:ind w:right="-2"/>
      <w:jc w:val="center"/>
    </w:pPr>
    <w:rPr>
      <w:b/>
      <w:spacing w:val="40"/>
      <w:kern w:val="28"/>
      <w:sz w:val="36"/>
    </w:rPr>
  </w:style>
  <w:style w:type="character" w:customStyle="1" w:styleId="11">
    <w:name w:val="Основной текст Знак1"/>
    <w:aliases w:val="TabelTekst Знак,text Знак,Body Text2 Знак,Char Знак,Body Text2 Char Char Char Char Char Char Char Char Char Знак,Main text Знак,Body Text Char2 Char Знак,Body Text Char1 Char Char Знак,Body Text Char Char Char Char Знак"/>
    <w:link w:val="a3"/>
    <w:uiPriority w:val="99"/>
    <w:locked/>
    <w:rsid w:val="002B6CCE"/>
    <w:rPr>
      <w:rFonts w:cs="Times New Roman"/>
      <w:b/>
      <w:spacing w:val="40"/>
      <w:kern w:val="28"/>
      <w:sz w:val="36"/>
      <w:lang w:val="ru-RU" w:eastAsia="ru-RU"/>
    </w:rPr>
  </w:style>
  <w:style w:type="paragraph" w:styleId="a4">
    <w:name w:val="header"/>
    <w:basedOn w:val="a"/>
    <w:link w:val="a5"/>
    <w:uiPriority w:val="99"/>
    <w:rsid w:val="002B6CCE"/>
    <w:pPr>
      <w:tabs>
        <w:tab w:val="center" w:pos="4153"/>
        <w:tab w:val="right" w:pos="8306"/>
      </w:tabs>
    </w:pPr>
  </w:style>
  <w:style w:type="character" w:customStyle="1" w:styleId="a5">
    <w:name w:val="Верхний колонтитул Знак"/>
    <w:link w:val="a4"/>
    <w:uiPriority w:val="99"/>
    <w:locked/>
    <w:rsid w:val="002B6CCE"/>
    <w:rPr>
      <w:rFonts w:cs="Times New Roman"/>
      <w:lang w:val="ru-RU" w:eastAsia="ru-RU"/>
    </w:rPr>
  </w:style>
  <w:style w:type="paragraph" w:styleId="a6">
    <w:name w:val="footer"/>
    <w:basedOn w:val="a"/>
    <w:link w:val="a7"/>
    <w:uiPriority w:val="99"/>
    <w:rsid w:val="002B6CCE"/>
    <w:pPr>
      <w:tabs>
        <w:tab w:val="center" w:pos="4153"/>
        <w:tab w:val="right" w:pos="8306"/>
      </w:tabs>
    </w:pPr>
  </w:style>
  <w:style w:type="character" w:customStyle="1" w:styleId="a7">
    <w:name w:val="Нижний колонтитул Знак"/>
    <w:link w:val="a6"/>
    <w:uiPriority w:val="99"/>
    <w:locked/>
    <w:rsid w:val="002B6CCE"/>
    <w:rPr>
      <w:rFonts w:cs="Times New Roman"/>
      <w:lang w:val="ru-RU" w:eastAsia="ru-RU"/>
    </w:rPr>
  </w:style>
  <w:style w:type="character" w:styleId="a8">
    <w:name w:val="page number"/>
    <w:uiPriority w:val="99"/>
    <w:rsid w:val="002B6CCE"/>
    <w:rPr>
      <w:rFonts w:cs="Times New Roman"/>
    </w:rPr>
  </w:style>
  <w:style w:type="character" w:styleId="a9">
    <w:name w:val="Hyperlink"/>
    <w:uiPriority w:val="99"/>
    <w:rsid w:val="002B6CCE"/>
    <w:rPr>
      <w:rFonts w:ascii="Times New Roman" w:hAnsi="Times New Roman" w:cs="Times New Roman"/>
      <w:color w:val="auto"/>
      <w:u w:val="single"/>
      <w:effect w:val="none"/>
    </w:rPr>
  </w:style>
  <w:style w:type="character" w:styleId="aa">
    <w:name w:val="FollowedHyperlink"/>
    <w:uiPriority w:val="99"/>
    <w:rsid w:val="002B6CCE"/>
    <w:rPr>
      <w:rFonts w:cs="Times New Roman"/>
      <w:color w:val="800080"/>
      <w:u w:val="single"/>
    </w:rPr>
  </w:style>
  <w:style w:type="character" w:styleId="ab">
    <w:name w:val="Emphasis"/>
    <w:uiPriority w:val="99"/>
    <w:qFormat/>
    <w:rsid w:val="002B6CCE"/>
    <w:rPr>
      <w:rFonts w:ascii="Times New Roman" w:hAnsi="Times New Roman" w:cs="Times New Roman"/>
      <w:i/>
    </w:rPr>
  </w:style>
  <w:style w:type="character" w:customStyle="1" w:styleId="14">
    <w:name w:val="Знак Знак14"/>
    <w:uiPriority w:val="99"/>
    <w:locked/>
    <w:rsid w:val="002B6CCE"/>
    <w:rPr>
      <w:kern w:val="28"/>
      <w:sz w:val="28"/>
      <w:lang w:val="ru-RU" w:eastAsia="ru-RU"/>
    </w:rPr>
  </w:style>
  <w:style w:type="character" w:styleId="ac">
    <w:name w:val="Strong"/>
    <w:uiPriority w:val="99"/>
    <w:qFormat/>
    <w:rsid w:val="002B6CCE"/>
    <w:rPr>
      <w:rFonts w:ascii="Times New Roman" w:hAnsi="Times New Roman" w:cs="Times New Roman"/>
      <w:b/>
    </w:rPr>
  </w:style>
  <w:style w:type="paragraph" w:customStyle="1" w:styleId="12">
    <w:name w:val="Обычный (Интернет)1"/>
    <w:basedOn w:val="a"/>
    <w:uiPriority w:val="99"/>
    <w:rsid w:val="002B6CCE"/>
    <w:rPr>
      <w:color w:val="000000"/>
      <w:sz w:val="24"/>
      <w:szCs w:val="24"/>
    </w:rPr>
  </w:style>
  <w:style w:type="character" w:customStyle="1" w:styleId="FootnoteTextChar">
    <w:name w:val="Footnote Text Char"/>
    <w:aliases w:val="Table_Footnote_last Char,Table_Footnote_last Знак Знак Знак Char,Table_Footnote_last Знак Char,Текст сноски Знак1 Char,Текст сноски Знак Знак Char,Текст сноски Знак1 Знак Знак Char,Текст сноски Знак Знак Знак Знак Char"/>
    <w:uiPriority w:val="99"/>
    <w:locked/>
    <w:rsid w:val="002B6CCE"/>
    <w:rPr>
      <w:lang w:val="ru-RU" w:eastAsia="ru-RU"/>
    </w:rPr>
  </w:style>
  <w:style w:type="paragraph" w:styleId="a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e"/>
    <w:uiPriority w:val="99"/>
    <w:rsid w:val="002B6CCE"/>
  </w:style>
  <w:style w:type="character" w:customStyle="1" w:styleId="a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d"/>
    <w:uiPriority w:val="99"/>
    <w:locked/>
    <w:rsid w:val="00C17F30"/>
    <w:rPr>
      <w:rFonts w:cs="Times New Roman"/>
      <w:sz w:val="20"/>
    </w:rPr>
  </w:style>
  <w:style w:type="paragraph" w:styleId="af">
    <w:name w:val="endnote text"/>
    <w:basedOn w:val="a"/>
    <w:link w:val="af0"/>
    <w:uiPriority w:val="99"/>
    <w:rsid w:val="002B6CCE"/>
  </w:style>
  <w:style w:type="character" w:customStyle="1" w:styleId="af0">
    <w:name w:val="Текст концевой сноски Знак"/>
    <w:link w:val="af"/>
    <w:uiPriority w:val="99"/>
    <w:locked/>
    <w:rsid w:val="00C17F30"/>
    <w:rPr>
      <w:rFonts w:cs="Times New Roman"/>
      <w:sz w:val="20"/>
    </w:rPr>
  </w:style>
  <w:style w:type="paragraph" w:styleId="af1">
    <w:name w:val="Body Text First Indent"/>
    <w:basedOn w:val="a3"/>
    <w:link w:val="af2"/>
    <w:uiPriority w:val="99"/>
    <w:rsid w:val="002B6CCE"/>
    <w:pPr>
      <w:tabs>
        <w:tab w:val="num" w:pos="360"/>
      </w:tabs>
      <w:spacing w:before="0"/>
      <w:ind w:right="0" w:firstLine="210"/>
      <w:jc w:val="left"/>
    </w:pPr>
    <w:rPr>
      <w:sz w:val="20"/>
    </w:rPr>
  </w:style>
  <w:style w:type="character" w:customStyle="1" w:styleId="af2">
    <w:name w:val="Красная строка Знак"/>
    <w:link w:val="af1"/>
    <w:uiPriority w:val="99"/>
    <w:locked/>
    <w:rsid w:val="00C17F30"/>
    <w:rPr>
      <w:rFonts w:cs="Times New Roman"/>
      <w:b/>
      <w:spacing w:val="40"/>
      <w:kern w:val="28"/>
      <w:sz w:val="20"/>
      <w:lang w:val="ru-RU" w:eastAsia="ru-RU"/>
    </w:rPr>
  </w:style>
  <w:style w:type="paragraph" w:styleId="af3">
    <w:name w:val="List Bullet"/>
    <w:basedOn w:val="af1"/>
    <w:uiPriority w:val="99"/>
    <w:rsid w:val="002B6CCE"/>
    <w:pPr>
      <w:tabs>
        <w:tab w:val="clear" w:pos="360"/>
        <w:tab w:val="num" w:pos="1041"/>
      </w:tabs>
      <w:spacing w:after="0"/>
      <w:ind w:left="1041" w:hanging="615"/>
    </w:pPr>
  </w:style>
  <w:style w:type="paragraph" w:styleId="21">
    <w:name w:val="List Bullet 2"/>
    <w:basedOn w:val="a"/>
    <w:autoRedefine/>
    <w:uiPriority w:val="99"/>
    <w:rsid w:val="002B6CCE"/>
    <w:pPr>
      <w:tabs>
        <w:tab w:val="num" w:pos="643"/>
      </w:tabs>
      <w:ind w:left="283" w:hanging="283"/>
      <w:jc w:val="both"/>
    </w:pPr>
    <w:rPr>
      <w:color w:val="000000"/>
      <w:sz w:val="28"/>
      <w:szCs w:val="28"/>
    </w:rPr>
  </w:style>
  <w:style w:type="paragraph" w:customStyle="1" w:styleId="13">
    <w:name w:val="Заголовок1"/>
    <w:basedOn w:val="af4"/>
    <w:next w:val="a"/>
    <w:link w:val="af5"/>
    <w:uiPriority w:val="99"/>
    <w:rsid w:val="002B6CCE"/>
    <w:pPr>
      <w:shd w:val="clear" w:color="auto" w:fill="F0F0F0"/>
    </w:pPr>
    <w:rPr>
      <w:rFonts w:ascii="Cambria" w:hAnsi="Cambria" w:cs="Times New Roman"/>
      <w:b/>
      <w:kern w:val="28"/>
      <w:sz w:val="32"/>
      <w:szCs w:val="20"/>
    </w:rPr>
  </w:style>
  <w:style w:type="character" w:customStyle="1" w:styleId="af5">
    <w:name w:val="Заголовок Знак"/>
    <w:link w:val="13"/>
    <w:uiPriority w:val="99"/>
    <w:locked/>
    <w:rsid w:val="00C17F30"/>
    <w:rPr>
      <w:rFonts w:ascii="Cambria" w:hAnsi="Cambria"/>
      <w:b/>
      <w:kern w:val="28"/>
      <w:sz w:val="32"/>
    </w:rPr>
  </w:style>
  <w:style w:type="character" w:customStyle="1" w:styleId="BodyTextIndentChar">
    <w:name w:val="Body Text Indent Char"/>
    <w:uiPriority w:val="99"/>
    <w:semiHidden/>
    <w:locked/>
    <w:rsid w:val="002B6CCE"/>
    <w:rPr>
      <w:sz w:val="28"/>
      <w:lang w:val="ru-RU" w:eastAsia="ru-RU"/>
    </w:rPr>
  </w:style>
  <w:style w:type="paragraph" w:styleId="af6">
    <w:name w:val="Body Text Indent"/>
    <w:basedOn w:val="a"/>
    <w:link w:val="af7"/>
    <w:uiPriority w:val="99"/>
    <w:rsid w:val="002B6CCE"/>
    <w:pPr>
      <w:ind w:firstLine="709"/>
      <w:jc w:val="both"/>
    </w:pPr>
  </w:style>
  <w:style w:type="character" w:customStyle="1" w:styleId="af7">
    <w:name w:val="Основной текст с отступом Знак"/>
    <w:link w:val="af6"/>
    <w:uiPriority w:val="99"/>
    <w:locked/>
    <w:rsid w:val="00C17F30"/>
    <w:rPr>
      <w:rFonts w:cs="Times New Roman"/>
      <w:sz w:val="20"/>
    </w:rPr>
  </w:style>
  <w:style w:type="paragraph" w:styleId="22">
    <w:name w:val="Body Text 2"/>
    <w:basedOn w:val="a"/>
    <w:link w:val="23"/>
    <w:uiPriority w:val="99"/>
    <w:rsid w:val="002B6CCE"/>
    <w:pPr>
      <w:spacing w:after="120" w:line="480" w:lineRule="auto"/>
      <w:ind w:firstLine="709"/>
      <w:jc w:val="both"/>
    </w:pPr>
  </w:style>
  <w:style w:type="character" w:customStyle="1" w:styleId="23">
    <w:name w:val="Основной текст 2 Знак"/>
    <w:link w:val="22"/>
    <w:uiPriority w:val="99"/>
    <w:locked/>
    <w:rsid w:val="00C17F30"/>
    <w:rPr>
      <w:rFonts w:cs="Times New Roman"/>
      <w:sz w:val="20"/>
    </w:rPr>
  </w:style>
  <w:style w:type="paragraph" w:styleId="31">
    <w:name w:val="Body Text 3"/>
    <w:basedOn w:val="a"/>
    <w:link w:val="32"/>
    <w:uiPriority w:val="99"/>
    <w:rsid w:val="002B6CCE"/>
    <w:pPr>
      <w:spacing w:after="120"/>
    </w:pPr>
    <w:rPr>
      <w:sz w:val="16"/>
    </w:rPr>
  </w:style>
  <w:style w:type="character" w:customStyle="1" w:styleId="32">
    <w:name w:val="Основной текст 3 Знак"/>
    <w:link w:val="31"/>
    <w:uiPriority w:val="99"/>
    <w:locked/>
    <w:rsid w:val="00C17F30"/>
    <w:rPr>
      <w:rFonts w:cs="Times New Roman"/>
      <w:sz w:val="16"/>
    </w:rPr>
  </w:style>
  <w:style w:type="paragraph" w:styleId="24">
    <w:name w:val="Body Text Indent 2"/>
    <w:basedOn w:val="a"/>
    <w:link w:val="25"/>
    <w:uiPriority w:val="99"/>
    <w:rsid w:val="002B6CCE"/>
    <w:pPr>
      <w:spacing w:after="120" w:line="480" w:lineRule="auto"/>
      <w:ind w:left="283"/>
    </w:pPr>
  </w:style>
  <w:style w:type="character" w:customStyle="1" w:styleId="25">
    <w:name w:val="Основной текст с отступом 2 Знак"/>
    <w:link w:val="24"/>
    <w:uiPriority w:val="99"/>
    <w:locked/>
    <w:rsid w:val="00C17F30"/>
    <w:rPr>
      <w:rFonts w:cs="Times New Roman"/>
      <w:sz w:val="20"/>
    </w:rPr>
  </w:style>
  <w:style w:type="paragraph" w:styleId="af8">
    <w:name w:val="Document Map"/>
    <w:basedOn w:val="a"/>
    <w:link w:val="af9"/>
    <w:uiPriority w:val="99"/>
    <w:rsid w:val="002B6CCE"/>
    <w:pPr>
      <w:shd w:val="clear" w:color="auto" w:fill="000080"/>
    </w:pPr>
    <w:rPr>
      <w:sz w:val="2"/>
    </w:rPr>
  </w:style>
  <w:style w:type="character" w:customStyle="1" w:styleId="af9">
    <w:name w:val="Схема документа Знак"/>
    <w:link w:val="af8"/>
    <w:uiPriority w:val="99"/>
    <w:locked/>
    <w:rsid w:val="00C17F30"/>
    <w:rPr>
      <w:rFonts w:cs="Times New Roman"/>
      <w:sz w:val="2"/>
    </w:rPr>
  </w:style>
  <w:style w:type="character" w:customStyle="1" w:styleId="PlainTextChar">
    <w:name w:val="Plain Text Char"/>
    <w:uiPriority w:val="99"/>
    <w:locked/>
    <w:rsid w:val="002B6CCE"/>
    <w:rPr>
      <w:rFonts w:ascii="Courier New" w:hAnsi="Courier New"/>
    </w:rPr>
  </w:style>
  <w:style w:type="paragraph" w:styleId="afa">
    <w:name w:val="Plain Text"/>
    <w:basedOn w:val="a"/>
    <w:link w:val="afb"/>
    <w:uiPriority w:val="99"/>
    <w:rsid w:val="002B6CCE"/>
    <w:rPr>
      <w:rFonts w:ascii="Courier New" w:hAnsi="Courier New"/>
    </w:rPr>
  </w:style>
  <w:style w:type="character" w:customStyle="1" w:styleId="afb">
    <w:name w:val="Текст Знак"/>
    <w:link w:val="afa"/>
    <w:uiPriority w:val="99"/>
    <w:locked/>
    <w:rsid w:val="00C17F30"/>
    <w:rPr>
      <w:rFonts w:ascii="Courier New" w:hAnsi="Courier New" w:cs="Times New Roman"/>
      <w:sz w:val="20"/>
    </w:rPr>
  </w:style>
  <w:style w:type="character" w:customStyle="1" w:styleId="BalloonTextChar">
    <w:name w:val="Balloon Text Char"/>
    <w:uiPriority w:val="99"/>
    <w:semiHidden/>
    <w:locked/>
    <w:rsid w:val="002B6CCE"/>
    <w:rPr>
      <w:rFonts w:ascii="Tahoma" w:hAnsi="Tahoma"/>
      <w:sz w:val="16"/>
      <w:lang w:val="ru-RU" w:eastAsia="ru-RU"/>
    </w:rPr>
  </w:style>
  <w:style w:type="paragraph" w:styleId="afc">
    <w:name w:val="Balloon Text"/>
    <w:basedOn w:val="a"/>
    <w:link w:val="afd"/>
    <w:uiPriority w:val="99"/>
    <w:semiHidden/>
    <w:rsid w:val="002B6CCE"/>
    <w:rPr>
      <w:sz w:val="2"/>
    </w:rPr>
  </w:style>
  <w:style w:type="character" w:customStyle="1" w:styleId="afd">
    <w:name w:val="Текст выноски Знак"/>
    <w:link w:val="afc"/>
    <w:uiPriority w:val="99"/>
    <w:semiHidden/>
    <w:locked/>
    <w:rsid w:val="00C17F30"/>
    <w:rPr>
      <w:rFonts w:cs="Times New Roman"/>
      <w:sz w:val="2"/>
    </w:rPr>
  </w:style>
  <w:style w:type="paragraph" w:customStyle="1" w:styleId="15">
    <w:name w:val="1 Знак Знак Знак Знак"/>
    <w:basedOn w:val="a"/>
    <w:uiPriority w:val="99"/>
    <w:rsid w:val="002B6CCE"/>
    <w:pPr>
      <w:spacing w:before="100" w:beforeAutospacing="1" w:after="100" w:afterAutospacing="1"/>
    </w:pPr>
    <w:rPr>
      <w:rFonts w:ascii="Tahoma" w:hAnsi="Tahoma"/>
      <w:lang w:val="en-US" w:eastAsia="en-US"/>
    </w:rPr>
  </w:style>
  <w:style w:type="paragraph" w:customStyle="1" w:styleId="Postan">
    <w:name w:val="Postan"/>
    <w:basedOn w:val="a"/>
    <w:uiPriority w:val="99"/>
    <w:rsid w:val="002B6CCE"/>
    <w:pPr>
      <w:jc w:val="center"/>
    </w:pPr>
    <w:rPr>
      <w:sz w:val="28"/>
    </w:rPr>
  </w:style>
  <w:style w:type="paragraph" w:customStyle="1" w:styleId="postan0">
    <w:name w:val="postan"/>
    <w:basedOn w:val="a"/>
    <w:uiPriority w:val="99"/>
    <w:rsid w:val="002B6CCE"/>
    <w:pPr>
      <w:spacing w:before="94" w:after="94"/>
    </w:pPr>
    <w:rPr>
      <w:rFonts w:ascii="Arial" w:hAnsi="Arial" w:cs="Arial"/>
      <w:color w:val="000000"/>
    </w:rPr>
  </w:style>
  <w:style w:type="paragraph" w:customStyle="1" w:styleId="ConsPlusNormal">
    <w:name w:val="ConsPlusNormal"/>
    <w:uiPriority w:val="99"/>
    <w:rsid w:val="002B6CCE"/>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2B6CCE"/>
    <w:pPr>
      <w:widowControl w:val="0"/>
      <w:autoSpaceDE w:val="0"/>
      <w:autoSpaceDN w:val="0"/>
      <w:adjustRightInd w:val="0"/>
    </w:pPr>
    <w:rPr>
      <w:b/>
      <w:bCs/>
      <w:sz w:val="28"/>
      <w:szCs w:val="28"/>
    </w:rPr>
  </w:style>
  <w:style w:type="paragraph" w:customStyle="1" w:styleId="ConsPlusNonformat">
    <w:name w:val="ConsPlusNonformat"/>
    <w:uiPriority w:val="99"/>
    <w:rsid w:val="002B6CCE"/>
    <w:pPr>
      <w:widowControl w:val="0"/>
      <w:autoSpaceDE w:val="0"/>
      <w:autoSpaceDN w:val="0"/>
      <w:adjustRightInd w:val="0"/>
    </w:pPr>
    <w:rPr>
      <w:rFonts w:ascii="Courier New" w:hAnsi="Courier New" w:cs="Courier New"/>
    </w:rPr>
  </w:style>
  <w:style w:type="paragraph" w:customStyle="1" w:styleId="ConsPlusCell">
    <w:name w:val="ConsPlusCell"/>
    <w:uiPriority w:val="99"/>
    <w:rsid w:val="002B6CCE"/>
    <w:pPr>
      <w:widowControl w:val="0"/>
      <w:autoSpaceDE w:val="0"/>
      <w:autoSpaceDN w:val="0"/>
      <w:adjustRightInd w:val="0"/>
    </w:pPr>
    <w:rPr>
      <w:rFonts w:ascii="Arial" w:hAnsi="Arial" w:cs="Arial"/>
    </w:rPr>
  </w:style>
  <w:style w:type="paragraph" w:customStyle="1" w:styleId="16">
    <w:name w:val="Знак1"/>
    <w:basedOn w:val="a"/>
    <w:uiPriority w:val="99"/>
    <w:rsid w:val="002B6CCE"/>
    <w:pPr>
      <w:spacing w:before="100" w:beforeAutospacing="1" w:after="100" w:afterAutospacing="1"/>
    </w:pPr>
    <w:rPr>
      <w:rFonts w:ascii="Tahoma" w:hAnsi="Tahoma"/>
      <w:lang w:val="en-US" w:eastAsia="en-US"/>
    </w:rPr>
  </w:style>
  <w:style w:type="paragraph" w:customStyle="1" w:styleId="ConsNormal">
    <w:name w:val="ConsNormal"/>
    <w:uiPriority w:val="99"/>
    <w:rsid w:val="002B6CCE"/>
    <w:pPr>
      <w:widowControl w:val="0"/>
      <w:autoSpaceDE w:val="0"/>
      <w:autoSpaceDN w:val="0"/>
      <w:adjustRightInd w:val="0"/>
      <w:ind w:right="19772" w:firstLine="720"/>
    </w:pPr>
    <w:rPr>
      <w:rFonts w:ascii="Arial" w:hAnsi="Arial" w:cs="Arial"/>
    </w:rPr>
  </w:style>
  <w:style w:type="paragraph" w:customStyle="1" w:styleId="style15">
    <w:name w:val="style15"/>
    <w:basedOn w:val="a"/>
    <w:uiPriority w:val="99"/>
    <w:rsid w:val="002B6CCE"/>
    <w:pPr>
      <w:spacing w:before="100" w:beforeAutospacing="1" w:after="100" w:afterAutospacing="1"/>
    </w:pPr>
    <w:rPr>
      <w:sz w:val="24"/>
      <w:szCs w:val="24"/>
    </w:rPr>
  </w:style>
  <w:style w:type="paragraph" w:customStyle="1" w:styleId="style19">
    <w:name w:val="style19"/>
    <w:basedOn w:val="a"/>
    <w:uiPriority w:val="99"/>
    <w:rsid w:val="002B6CCE"/>
    <w:pPr>
      <w:spacing w:before="100" w:beforeAutospacing="1" w:after="100" w:afterAutospacing="1"/>
    </w:pPr>
    <w:rPr>
      <w:sz w:val="24"/>
      <w:szCs w:val="24"/>
    </w:rPr>
  </w:style>
  <w:style w:type="paragraph" w:customStyle="1" w:styleId="afe">
    <w:name w:val="ОСНОВНОЙ"/>
    <w:uiPriority w:val="99"/>
    <w:rsid w:val="002B6CCE"/>
    <w:pPr>
      <w:autoSpaceDE w:val="0"/>
      <w:autoSpaceDN w:val="0"/>
      <w:adjustRightInd w:val="0"/>
      <w:ind w:firstLine="283"/>
      <w:jc w:val="both"/>
    </w:pPr>
    <w:rPr>
      <w:color w:val="000000"/>
    </w:rPr>
  </w:style>
  <w:style w:type="paragraph" w:customStyle="1" w:styleId="aff">
    <w:name w:val="Знак"/>
    <w:basedOn w:val="a"/>
    <w:uiPriority w:val="99"/>
    <w:rsid w:val="002B6CCE"/>
    <w:pPr>
      <w:spacing w:before="100" w:beforeAutospacing="1" w:after="100" w:afterAutospacing="1"/>
    </w:pPr>
    <w:rPr>
      <w:rFonts w:ascii="Tahoma" w:hAnsi="Tahoma"/>
      <w:lang w:val="en-US" w:eastAsia="en-US"/>
    </w:rPr>
  </w:style>
  <w:style w:type="paragraph" w:customStyle="1" w:styleId="aff0">
    <w:name w:val="Содержимое таблицы"/>
    <w:basedOn w:val="a"/>
    <w:uiPriority w:val="99"/>
    <w:rsid w:val="002B6CCE"/>
    <w:pPr>
      <w:widowControl w:val="0"/>
      <w:suppressLineNumbers/>
      <w:suppressAutoHyphens/>
    </w:pPr>
    <w:rPr>
      <w:kern w:val="2"/>
      <w:sz w:val="24"/>
      <w:szCs w:val="24"/>
    </w:rPr>
  </w:style>
  <w:style w:type="paragraph" w:customStyle="1" w:styleId="aff1">
    <w:name w:val="Знак Знак Знак Знак Знак Знак"/>
    <w:basedOn w:val="a"/>
    <w:uiPriority w:val="99"/>
    <w:rsid w:val="002B6CCE"/>
    <w:pPr>
      <w:spacing w:after="160" w:line="240" w:lineRule="exact"/>
    </w:pPr>
    <w:rPr>
      <w:rFonts w:ascii="Verdana" w:hAnsi="Verdana" w:cs="Verdana"/>
      <w:sz w:val="24"/>
      <w:szCs w:val="24"/>
      <w:lang w:val="en-US" w:eastAsia="en-US"/>
    </w:rPr>
  </w:style>
  <w:style w:type="paragraph" w:customStyle="1" w:styleId="aff2">
    <w:name w:val="Прижатый влево"/>
    <w:basedOn w:val="a"/>
    <w:next w:val="a"/>
    <w:uiPriority w:val="99"/>
    <w:rsid w:val="002B6CCE"/>
    <w:pPr>
      <w:widowControl w:val="0"/>
      <w:autoSpaceDE w:val="0"/>
      <w:autoSpaceDN w:val="0"/>
      <w:adjustRightInd w:val="0"/>
    </w:pPr>
    <w:rPr>
      <w:rFonts w:ascii="Arial" w:hAnsi="Arial" w:cs="Arial"/>
      <w:sz w:val="24"/>
      <w:szCs w:val="24"/>
    </w:rPr>
  </w:style>
  <w:style w:type="paragraph" w:customStyle="1" w:styleId="17">
    <w:name w:val="Абзац списка1"/>
    <w:basedOn w:val="a"/>
    <w:uiPriority w:val="99"/>
    <w:rsid w:val="002B6CCE"/>
    <w:pPr>
      <w:ind w:left="720" w:firstLine="709"/>
      <w:contextualSpacing/>
      <w:jc w:val="both"/>
    </w:pPr>
    <w:rPr>
      <w:rFonts w:ascii="Calibri" w:hAnsi="Calibri"/>
      <w:lang w:eastAsia="en-US"/>
    </w:rPr>
  </w:style>
  <w:style w:type="paragraph" w:customStyle="1" w:styleId="aff3">
    <w:name w:val="Нормальный (таблица)"/>
    <w:basedOn w:val="a"/>
    <w:next w:val="a"/>
    <w:uiPriority w:val="99"/>
    <w:rsid w:val="002B6CCE"/>
    <w:pPr>
      <w:widowControl w:val="0"/>
      <w:autoSpaceDE w:val="0"/>
      <w:autoSpaceDN w:val="0"/>
      <w:adjustRightInd w:val="0"/>
      <w:jc w:val="both"/>
    </w:pPr>
    <w:rPr>
      <w:rFonts w:ascii="Arial" w:hAnsi="Arial" w:cs="Arial"/>
      <w:sz w:val="24"/>
      <w:szCs w:val="24"/>
    </w:rPr>
  </w:style>
  <w:style w:type="paragraph" w:customStyle="1" w:styleId="210">
    <w:name w:val="Основной текст 21"/>
    <w:basedOn w:val="a"/>
    <w:uiPriority w:val="99"/>
    <w:rsid w:val="002B6CCE"/>
    <w:pPr>
      <w:suppressAutoHyphens/>
      <w:spacing w:line="360" w:lineRule="auto"/>
    </w:pPr>
    <w:rPr>
      <w:sz w:val="28"/>
      <w:lang w:eastAsia="ar-SA"/>
    </w:rPr>
  </w:style>
  <w:style w:type="paragraph" w:customStyle="1" w:styleId="aff4">
    <w:name w:val="Стиль"/>
    <w:uiPriority w:val="99"/>
    <w:rsid w:val="002B6CCE"/>
    <w:pPr>
      <w:widowControl w:val="0"/>
      <w:suppressAutoHyphens/>
      <w:autoSpaceDE w:val="0"/>
    </w:pPr>
    <w:rPr>
      <w:sz w:val="24"/>
      <w:szCs w:val="24"/>
      <w:lang w:eastAsia="ar-SA"/>
    </w:rPr>
  </w:style>
  <w:style w:type="paragraph" w:customStyle="1" w:styleId="110">
    <w:name w:val="Абзац списка11"/>
    <w:basedOn w:val="a"/>
    <w:uiPriority w:val="99"/>
    <w:rsid w:val="002B6CCE"/>
    <w:pPr>
      <w:spacing w:after="200" w:line="276" w:lineRule="auto"/>
      <w:ind w:left="720"/>
    </w:pPr>
    <w:rPr>
      <w:rFonts w:ascii="Calibri" w:hAnsi="Calibri" w:cs="Calibri"/>
      <w:sz w:val="22"/>
      <w:szCs w:val="22"/>
      <w:lang w:eastAsia="en-US"/>
    </w:rPr>
  </w:style>
  <w:style w:type="paragraph" w:customStyle="1" w:styleId="aff5">
    <w:name w:val="Базовый"/>
    <w:uiPriority w:val="99"/>
    <w:rsid w:val="002B6CCE"/>
    <w:pPr>
      <w:suppressAutoHyphens/>
      <w:spacing w:after="200" w:line="276" w:lineRule="auto"/>
    </w:pPr>
    <w:rPr>
      <w:rFonts w:ascii="Calibri" w:eastAsia="SimSun" w:hAnsi="Calibri"/>
      <w:sz w:val="22"/>
      <w:szCs w:val="22"/>
    </w:rPr>
  </w:style>
  <w:style w:type="paragraph" w:customStyle="1" w:styleId="s1">
    <w:name w:val="s_1"/>
    <w:basedOn w:val="a"/>
    <w:uiPriority w:val="99"/>
    <w:rsid w:val="002B6CCE"/>
    <w:pPr>
      <w:spacing w:before="100" w:beforeAutospacing="1" w:after="100" w:afterAutospacing="1"/>
    </w:pPr>
    <w:rPr>
      <w:sz w:val="24"/>
      <w:szCs w:val="24"/>
    </w:rPr>
  </w:style>
  <w:style w:type="paragraph" w:customStyle="1" w:styleId="Default">
    <w:name w:val="Default"/>
    <w:uiPriority w:val="99"/>
    <w:rsid w:val="002B6CCE"/>
    <w:pPr>
      <w:autoSpaceDE w:val="0"/>
      <w:autoSpaceDN w:val="0"/>
      <w:adjustRightInd w:val="0"/>
    </w:pPr>
    <w:rPr>
      <w:color w:val="000000"/>
      <w:sz w:val="24"/>
      <w:szCs w:val="24"/>
    </w:rPr>
  </w:style>
  <w:style w:type="paragraph" w:customStyle="1" w:styleId="aff6">
    <w:name w:val="Внимание"/>
    <w:basedOn w:val="a"/>
    <w:next w:val="a"/>
    <w:uiPriority w:val="99"/>
    <w:rsid w:val="002B6CCE"/>
    <w:pPr>
      <w:widowControl w:val="0"/>
      <w:shd w:val="clear" w:color="auto" w:fill="FAF3E9"/>
      <w:autoSpaceDE w:val="0"/>
      <w:autoSpaceDN w:val="0"/>
      <w:adjustRightInd w:val="0"/>
      <w:spacing w:before="240" w:after="240"/>
      <w:ind w:left="420" w:right="420" w:firstLine="300"/>
      <w:jc w:val="both"/>
    </w:pPr>
    <w:rPr>
      <w:rFonts w:ascii="Arial" w:hAnsi="Arial" w:cs="Arial"/>
      <w:sz w:val="24"/>
      <w:szCs w:val="24"/>
    </w:rPr>
  </w:style>
  <w:style w:type="paragraph" w:customStyle="1" w:styleId="aff7">
    <w:name w:val="Внимание: криминал!!"/>
    <w:basedOn w:val="aff6"/>
    <w:next w:val="a"/>
    <w:uiPriority w:val="99"/>
    <w:rsid w:val="002B6CCE"/>
  </w:style>
  <w:style w:type="paragraph" w:customStyle="1" w:styleId="aff8">
    <w:name w:val="Внимание: недобросовестность!"/>
    <w:basedOn w:val="aff6"/>
    <w:next w:val="a"/>
    <w:uiPriority w:val="99"/>
    <w:rsid w:val="002B6CCE"/>
  </w:style>
  <w:style w:type="paragraph" w:customStyle="1" w:styleId="af4">
    <w:name w:val="Основное меню (преемственное)"/>
    <w:basedOn w:val="a"/>
    <w:next w:val="a"/>
    <w:uiPriority w:val="99"/>
    <w:rsid w:val="002B6CCE"/>
    <w:pPr>
      <w:widowControl w:val="0"/>
      <w:autoSpaceDE w:val="0"/>
      <w:autoSpaceDN w:val="0"/>
      <w:adjustRightInd w:val="0"/>
      <w:jc w:val="both"/>
    </w:pPr>
    <w:rPr>
      <w:rFonts w:ascii="Verdana" w:hAnsi="Verdana" w:cs="Verdana"/>
      <w:sz w:val="24"/>
      <w:szCs w:val="24"/>
    </w:rPr>
  </w:style>
  <w:style w:type="paragraph" w:customStyle="1" w:styleId="aff9">
    <w:name w:val="Заголовок группы контролов"/>
    <w:basedOn w:val="a"/>
    <w:next w:val="a"/>
    <w:uiPriority w:val="99"/>
    <w:rsid w:val="002B6CCE"/>
    <w:pPr>
      <w:widowControl w:val="0"/>
      <w:autoSpaceDE w:val="0"/>
      <w:autoSpaceDN w:val="0"/>
      <w:adjustRightInd w:val="0"/>
      <w:jc w:val="both"/>
    </w:pPr>
    <w:rPr>
      <w:rFonts w:ascii="Arial" w:hAnsi="Arial" w:cs="Arial"/>
      <w:b/>
      <w:bCs/>
      <w:color w:val="000000"/>
      <w:sz w:val="24"/>
      <w:szCs w:val="24"/>
    </w:rPr>
  </w:style>
  <w:style w:type="paragraph" w:customStyle="1" w:styleId="affa">
    <w:name w:val="Заголовок для информации об изменениях"/>
    <w:basedOn w:val="1"/>
    <w:next w:val="a"/>
    <w:uiPriority w:val="99"/>
    <w:rsid w:val="002B6CCE"/>
    <w:pPr>
      <w:keepNext w:val="0"/>
      <w:widowControl w:val="0"/>
      <w:shd w:val="clear" w:color="auto" w:fill="FFFFFF"/>
      <w:autoSpaceDE w:val="0"/>
      <w:autoSpaceDN w:val="0"/>
      <w:adjustRightInd w:val="0"/>
      <w:ind w:right="0"/>
      <w:jc w:val="both"/>
      <w:outlineLvl w:val="9"/>
    </w:pPr>
    <w:rPr>
      <w:rFonts w:ascii="Arial" w:hAnsi="Arial" w:cs="Arial"/>
      <w:kern w:val="0"/>
      <w:sz w:val="20"/>
    </w:rPr>
  </w:style>
  <w:style w:type="paragraph" w:customStyle="1" w:styleId="affb">
    <w:name w:val="Заголовок приложения"/>
    <w:basedOn w:val="a"/>
    <w:next w:val="a"/>
    <w:uiPriority w:val="99"/>
    <w:rsid w:val="002B6CCE"/>
    <w:pPr>
      <w:widowControl w:val="0"/>
      <w:autoSpaceDE w:val="0"/>
      <w:autoSpaceDN w:val="0"/>
      <w:adjustRightInd w:val="0"/>
      <w:jc w:val="right"/>
    </w:pPr>
    <w:rPr>
      <w:rFonts w:ascii="Arial" w:hAnsi="Arial" w:cs="Arial"/>
      <w:sz w:val="24"/>
      <w:szCs w:val="24"/>
    </w:rPr>
  </w:style>
  <w:style w:type="paragraph" w:customStyle="1" w:styleId="affc">
    <w:name w:val="Заголовок распахивающейся части диалога"/>
    <w:basedOn w:val="a"/>
    <w:next w:val="a"/>
    <w:uiPriority w:val="99"/>
    <w:rsid w:val="002B6CCE"/>
    <w:pPr>
      <w:widowControl w:val="0"/>
      <w:autoSpaceDE w:val="0"/>
      <w:autoSpaceDN w:val="0"/>
      <w:adjustRightInd w:val="0"/>
      <w:jc w:val="both"/>
    </w:pPr>
    <w:rPr>
      <w:rFonts w:ascii="Arial" w:hAnsi="Arial" w:cs="Arial"/>
      <w:i/>
      <w:iCs/>
      <w:color w:val="000080"/>
      <w:sz w:val="24"/>
      <w:szCs w:val="24"/>
    </w:rPr>
  </w:style>
  <w:style w:type="paragraph" w:customStyle="1" w:styleId="affd">
    <w:name w:val="Заголовок статьи"/>
    <w:basedOn w:val="a"/>
    <w:next w:val="a"/>
    <w:uiPriority w:val="99"/>
    <w:rsid w:val="002B6CCE"/>
    <w:pPr>
      <w:widowControl w:val="0"/>
      <w:autoSpaceDE w:val="0"/>
      <w:autoSpaceDN w:val="0"/>
      <w:adjustRightInd w:val="0"/>
      <w:ind w:left="1612" w:hanging="892"/>
      <w:jc w:val="both"/>
    </w:pPr>
    <w:rPr>
      <w:rFonts w:ascii="Arial" w:hAnsi="Arial" w:cs="Arial"/>
      <w:sz w:val="24"/>
      <w:szCs w:val="24"/>
    </w:rPr>
  </w:style>
  <w:style w:type="paragraph" w:customStyle="1" w:styleId="affe">
    <w:name w:val="Заголовок ЭР (левое окно)"/>
    <w:basedOn w:val="a"/>
    <w:next w:val="a"/>
    <w:uiPriority w:val="99"/>
    <w:rsid w:val="002B6CCE"/>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
    <w:name w:val="Заголовок ЭР (правое окно)"/>
    <w:basedOn w:val="affe"/>
    <w:next w:val="a"/>
    <w:uiPriority w:val="99"/>
    <w:rsid w:val="002B6CCE"/>
    <w:pPr>
      <w:spacing w:before="0" w:after="0"/>
      <w:jc w:val="left"/>
    </w:pPr>
    <w:rPr>
      <w:b w:val="0"/>
      <w:bCs w:val="0"/>
      <w:color w:val="auto"/>
      <w:sz w:val="24"/>
      <w:szCs w:val="24"/>
    </w:rPr>
  </w:style>
  <w:style w:type="paragraph" w:customStyle="1" w:styleId="afff0">
    <w:name w:val="Интерактивный заголовок"/>
    <w:basedOn w:val="13"/>
    <w:next w:val="a"/>
    <w:uiPriority w:val="99"/>
    <w:rsid w:val="002B6CCE"/>
    <w:pPr>
      <w:shd w:val="clear" w:color="auto" w:fill="auto"/>
    </w:pPr>
    <w:rPr>
      <w:b w:val="0"/>
      <w:u w:val="single"/>
    </w:rPr>
  </w:style>
  <w:style w:type="paragraph" w:customStyle="1" w:styleId="afff1">
    <w:name w:val="Текст информации об изменениях"/>
    <w:basedOn w:val="a"/>
    <w:next w:val="a"/>
    <w:uiPriority w:val="99"/>
    <w:rsid w:val="002B6CCE"/>
    <w:pPr>
      <w:widowControl w:val="0"/>
      <w:autoSpaceDE w:val="0"/>
      <w:autoSpaceDN w:val="0"/>
      <w:adjustRightInd w:val="0"/>
      <w:jc w:val="both"/>
    </w:pPr>
    <w:rPr>
      <w:rFonts w:ascii="Arial" w:hAnsi="Arial" w:cs="Arial"/>
      <w:color w:val="353842"/>
    </w:rPr>
  </w:style>
  <w:style w:type="paragraph" w:customStyle="1" w:styleId="afff2">
    <w:name w:val="Информация об изменениях"/>
    <w:basedOn w:val="afff1"/>
    <w:next w:val="a"/>
    <w:uiPriority w:val="99"/>
    <w:rsid w:val="002B6CCE"/>
    <w:pPr>
      <w:shd w:val="clear" w:color="auto" w:fill="EAEFED"/>
      <w:spacing w:before="180"/>
      <w:ind w:left="360" w:right="360"/>
    </w:pPr>
    <w:rPr>
      <w:color w:val="auto"/>
      <w:sz w:val="24"/>
      <w:szCs w:val="24"/>
    </w:rPr>
  </w:style>
  <w:style w:type="paragraph" w:customStyle="1" w:styleId="afff3">
    <w:name w:val="Текст (справка)"/>
    <w:basedOn w:val="a"/>
    <w:next w:val="a"/>
    <w:uiPriority w:val="99"/>
    <w:rsid w:val="002B6CCE"/>
    <w:pPr>
      <w:widowControl w:val="0"/>
      <w:autoSpaceDE w:val="0"/>
      <w:autoSpaceDN w:val="0"/>
      <w:adjustRightInd w:val="0"/>
      <w:ind w:left="170" w:right="170"/>
    </w:pPr>
    <w:rPr>
      <w:rFonts w:ascii="Arial" w:hAnsi="Arial" w:cs="Arial"/>
      <w:sz w:val="24"/>
      <w:szCs w:val="24"/>
    </w:rPr>
  </w:style>
  <w:style w:type="paragraph" w:customStyle="1" w:styleId="afff4">
    <w:name w:val="Комментарий"/>
    <w:basedOn w:val="afff3"/>
    <w:next w:val="a"/>
    <w:uiPriority w:val="99"/>
    <w:rsid w:val="002B6CCE"/>
    <w:pPr>
      <w:shd w:val="clear" w:color="auto" w:fill="F0F0F0"/>
      <w:spacing w:before="75"/>
      <w:ind w:left="0" w:right="0"/>
      <w:jc w:val="both"/>
    </w:pPr>
    <w:rPr>
      <w:color w:val="353842"/>
    </w:rPr>
  </w:style>
  <w:style w:type="paragraph" w:customStyle="1" w:styleId="afff5">
    <w:name w:val="Информация об изменениях документа"/>
    <w:basedOn w:val="afff4"/>
    <w:next w:val="a"/>
    <w:uiPriority w:val="99"/>
    <w:rsid w:val="002B6CCE"/>
  </w:style>
  <w:style w:type="paragraph" w:customStyle="1" w:styleId="afff6">
    <w:name w:val="Текст (лев. подпись)"/>
    <w:basedOn w:val="a"/>
    <w:next w:val="a"/>
    <w:uiPriority w:val="99"/>
    <w:rsid w:val="002B6CCE"/>
    <w:pPr>
      <w:widowControl w:val="0"/>
      <w:autoSpaceDE w:val="0"/>
      <w:autoSpaceDN w:val="0"/>
      <w:adjustRightInd w:val="0"/>
    </w:pPr>
    <w:rPr>
      <w:rFonts w:ascii="Arial" w:hAnsi="Arial" w:cs="Arial"/>
      <w:sz w:val="24"/>
      <w:szCs w:val="24"/>
    </w:rPr>
  </w:style>
  <w:style w:type="paragraph" w:customStyle="1" w:styleId="afff7">
    <w:name w:val="Колонтитул (левый)"/>
    <w:basedOn w:val="afff6"/>
    <w:next w:val="a"/>
    <w:uiPriority w:val="99"/>
    <w:rsid w:val="002B6CCE"/>
    <w:pPr>
      <w:jc w:val="both"/>
    </w:pPr>
    <w:rPr>
      <w:sz w:val="16"/>
      <w:szCs w:val="16"/>
    </w:rPr>
  </w:style>
  <w:style w:type="paragraph" w:customStyle="1" w:styleId="afff8">
    <w:name w:val="Текст (прав. подпись)"/>
    <w:basedOn w:val="a"/>
    <w:next w:val="a"/>
    <w:uiPriority w:val="99"/>
    <w:rsid w:val="002B6CCE"/>
    <w:pPr>
      <w:widowControl w:val="0"/>
      <w:autoSpaceDE w:val="0"/>
      <w:autoSpaceDN w:val="0"/>
      <w:adjustRightInd w:val="0"/>
      <w:jc w:val="right"/>
    </w:pPr>
    <w:rPr>
      <w:rFonts w:ascii="Arial" w:hAnsi="Arial" w:cs="Arial"/>
      <w:sz w:val="24"/>
      <w:szCs w:val="24"/>
    </w:rPr>
  </w:style>
  <w:style w:type="paragraph" w:customStyle="1" w:styleId="afff9">
    <w:name w:val="Колонтитул (правый)"/>
    <w:basedOn w:val="afff8"/>
    <w:next w:val="a"/>
    <w:uiPriority w:val="99"/>
    <w:rsid w:val="002B6CCE"/>
    <w:pPr>
      <w:jc w:val="both"/>
    </w:pPr>
    <w:rPr>
      <w:sz w:val="16"/>
      <w:szCs w:val="16"/>
    </w:rPr>
  </w:style>
  <w:style w:type="paragraph" w:customStyle="1" w:styleId="afffa">
    <w:name w:val="Комментарий пользователя"/>
    <w:basedOn w:val="afff4"/>
    <w:next w:val="a"/>
    <w:uiPriority w:val="99"/>
    <w:rsid w:val="002B6CCE"/>
  </w:style>
  <w:style w:type="paragraph" w:customStyle="1" w:styleId="afffb">
    <w:name w:val="Куда обратиться?"/>
    <w:basedOn w:val="aff6"/>
    <w:next w:val="a"/>
    <w:uiPriority w:val="99"/>
    <w:rsid w:val="002B6CCE"/>
  </w:style>
  <w:style w:type="paragraph" w:customStyle="1" w:styleId="afffc">
    <w:name w:val="Моноширинный"/>
    <w:basedOn w:val="a"/>
    <w:next w:val="a"/>
    <w:uiPriority w:val="99"/>
    <w:rsid w:val="002B6CCE"/>
    <w:pPr>
      <w:widowControl w:val="0"/>
      <w:autoSpaceDE w:val="0"/>
      <w:autoSpaceDN w:val="0"/>
      <w:adjustRightInd w:val="0"/>
      <w:jc w:val="both"/>
    </w:pPr>
    <w:rPr>
      <w:rFonts w:ascii="Courier New" w:hAnsi="Courier New" w:cs="Courier New"/>
      <w:sz w:val="22"/>
      <w:szCs w:val="22"/>
    </w:rPr>
  </w:style>
  <w:style w:type="paragraph" w:customStyle="1" w:styleId="afffd">
    <w:name w:val="Необходимые документы"/>
    <w:basedOn w:val="aff6"/>
    <w:next w:val="a"/>
    <w:uiPriority w:val="99"/>
    <w:rsid w:val="002B6CCE"/>
  </w:style>
  <w:style w:type="paragraph" w:customStyle="1" w:styleId="afffe">
    <w:name w:val="Объект"/>
    <w:basedOn w:val="a"/>
    <w:next w:val="a"/>
    <w:uiPriority w:val="99"/>
    <w:rsid w:val="002B6CCE"/>
    <w:pPr>
      <w:widowControl w:val="0"/>
      <w:autoSpaceDE w:val="0"/>
      <w:autoSpaceDN w:val="0"/>
      <w:adjustRightInd w:val="0"/>
      <w:jc w:val="both"/>
    </w:pPr>
    <w:rPr>
      <w:sz w:val="26"/>
      <w:szCs w:val="26"/>
    </w:rPr>
  </w:style>
  <w:style w:type="paragraph" w:customStyle="1" w:styleId="affff">
    <w:name w:val="Таблицы (моноширинный)"/>
    <w:basedOn w:val="a"/>
    <w:next w:val="a"/>
    <w:uiPriority w:val="99"/>
    <w:rsid w:val="002B6CCE"/>
    <w:pPr>
      <w:widowControl w:val="0"/>
      <w:autoSpaceDE w:val="0"/>
      <w:autoSpaceDN w:val="0"/>
      <w:adjustRightInd w:val="0"/>
      <w:jc w:val="both"/>
    </w:pPr>
    <w:rPr>
      <w:rFonts w:ascii="Courier New" w:hAnsi="Courier New" w:cs="Courier New"/>
      <w:sz w:val="22"/>
      <w:szCs w:val="22"/>
    </w:rPr>
  </w:style>
  <w:style w:type="paragraph" w:customStyle="1" w:styleId="affff0">
    <w:name w:val="Оглавление"/>
    <w:basedOn w:val="affff"/>
    <w:next w:val="a"/>
    <w:uiPriority w:val="99"/>
    <w:rsid w:val="002B6CCE"/>
    <w:pPr>
      <w:ind w:left="140"/>
    </w:pPr>
    <w:rPr>
      <w:rFonts w:ascii="Arial" w:hAnsi="Arial" w:cs="Arial"/>
      <w:sz w:val="24"/>
      <w:szCs w:val="24"/>
    </w:rPr>
  </w:style>
  <w:style w:type="paragraph" w:customStyle="1" w:styleId="affff1">
    <w:name w:val="Переменная часть"/>
    <w:basedOn w:val="af4"/>
    <w:next w:val="a"/>
    <w:uiPriority w:val="99"/>
    <w:rsid w:val="002B6CCE"/>
    <w:rPr>
      <w:rFonts w:ascii="Arial" w:hAnsi="Arial" w:cs="Arial"/>
      <w:sz w:val="20"/>
      <w:szCs w:val="20"/>
    </w:rPr>
  </w:style>
  <w:style w:type="paragraph" w:customStyle="1" w:styleId="affff2">
    <w:name w:val="Подвал для информации об изменениях"/>
    <w:basedOn w:val="1"/>
    <w:next w:val="a"/>
    <w:uiPriority w:val="99"/>
    <w:rsid w:val="002B6CCE"/>
    <w:pPr>
      <w:keepNext w:val="0"/>
      <w:widowControl w:val="0"/>
      <w:autoSpaceDE w:val="0"/>
      <w:autoSpaceDN w:val="0"/>
      <w:adjustRightInd w:val="0"/>
      <w:ind w:right="0"/>
      <w:jc w:val="both"/>
      <w:outlineLvl w:val="9"/>
    </w:pPr>
    <w:rPr>
      <w:rFonts w:ascii="Arial" w:hAnsi="Arial" w:cs="Arial"/>
      <w:kern w:val="0"/>
      <w:sz w:val="20"/>
    </w:rPr>
  </w:style>
  <w:style w:type="paragraph" w:customStyle="1" w:styleId="affff3">
    <w:name w:val="Подзаголовок для информации об изменениях"/>
    <w:basedOn w:val="afff1"/>
    <w:next w:val="a"/>
    <w:uiPriority w:val="99"/>
    <w:rsid w:val="002B6CCE"/>
    <w:rPr>
      <w:b/>
      <w:bCs/>
      <w:sz w:val="24"/>
      <w:szCs w:val="24"/>
    </w:rPr>
  </w:style>
  <w:style w:type="paragraph" w:customStyle="1" w:styleId="affff4">
    <w:name w:val="Подчёркнуный текст"/>
    <w:basedOn w:val="a"/>
    <w:next w:val="a"/>
    <w:uiPriority w:val="99"/>
    <w:rsid w:val="002B6CCE"/>
    <w:pPr>
      <w:widowControl w:val="0"/>
      <w:autoSpaceDE w:val="0"/>
      <w:autoSpaceDN w:val="0"/>
      <w:adjustRightInd w:val="0"/>
      <w:jc w:val="both"/>
    </w:pPr>
    <w:rPr>
      <w:rFonts w:ascii="Arial" w:hAnsi="Arial" w:cs="Arial"/>
      <w:sz w:val="24"/>
      <w:szCs w:val="24"/>
    </w:rPr>
  </w:style>
  <w:style w:type="paragraph" w:customStyle="1" w:styleId="affff5">
    <w:name w:val="Постоянная часть"/>
    <w:basedOn w:val="af4"/>
    <w:next w:val="a"/>
    <w:uiPriority w:val="99"/>
    <w:rsid w:val="002B6CCE"/>
    <w:rPr>
      <w:rFonts w:ascii="Arial" w:hAnsi="Arial" w:cs="Arial"/>
      <w:sz w:val="22"/>
      <w:szCs w:val="22"/>
    </w:rPr>
  </w:style>
  <w:style w:type="paragraph" w:customStyle="1" w:styleId="affff6">
    <w:name w:val="Пример."/>
    <w:basedOn w:val="aff6"/>
    <w:next w:val="a"/>
    <w:uiPriority w:val="99"/>
    <w:rsid w:val="002B6CCE"/>
  </w:style>
  <w:style w:type="paragraph" w:customStyle="1" w:styleId="affff7">
    <w:name w:val="Примечание."/>
    <w:basedOn w:val="aff6"/>
    <w:next w:val="a"/>
    <w:uiPriority w:val="99"/>
    <w:rsid w:val="002B6CCE"/>
  </w:style>
  <w:style w:type="paragraph" w:customStyle="1" w:styleId="affff8">
    <w:name w:val="Словарная статья"/>
    <w:basedOn w:val="a"/>
    <w:next w:val="a"/>
    <w:uiPriority w:val="99"/>
    <w:rsid w:val="002B6CCE"/>
    <w:pPr>
      <w:widowControl w:val="0"/>
      <w:autoSpaceDE w:val="0"/>
      <w:autoSpaceDN w:val="0"/>
      <w:adjustRightInd w:val="0"/>
      <w:ind w:right="118"/>
      <w:jc w:val="both"/>
    </w:pPr>
    <w:rPr>
      <w:rFonts w:ascii="Arial" w:hAnsi="Arial" w:cs="Arial"/>
      <w:sz w:val="24"/>
      <w:szCs w:val="24"/>
    </w:rPr>
  </w:style>
  <w:style w:type="paragraph" w:customStyle="1" w:styleId="affff9">
    <w:name w:val="Ссылка на официальную публикацию"/>
    <w:basedOn w:val="a"/>
    <w:next w:val="a"/>
    <w:uiPriority w:val="99"/>
    <w:rsid w:val="002B6CCE"/>
    <w:pPr>
      <w:widowControl w:val="0"/>
      <w:autoSpaceDE w:val="0"/>
      <w:autoSpaceDN w:val="0"/>
      <w:adjustRightInd w:val="0"/>
      <w:jc w:val="both"/>
    </w:pPr>
    <w:rPr>
      <w:rFonts w:ascii="Arial" w:hAnsi="Arial" w:cs="Arial"/>
      <w:sz w:val="24"/>
      <w:szCs w:val="24"/>
    </w:rPr>
  </w:style>
  <w:style w:type="paragraph" w:customStyle="1" w:styleId="affffa">
    <w:name w:val="Текст в таблице"/>
    <w:basedOn w:val="aff3"/>
    <w:next w:val="a"/>
    <w:uiPriority w:val="99"/>
    <w:rsid w:val="002B6CCE"/>
    <w:pPr>
      <w:ind w:firstLine="500"/>
    </w:pPr>
  </w:style>
  <w:style w:type="paragraph" w:customStyle="1" w:styleId="affffb">
    <w:name w:val="Текст ЭР (см. также)"/>
    <w:basedOn w:val="a"/>
    <w:next w:val="a"/>
    <w:uiPriority w:val="99"/>
    <w:rsid w:val="002B6CCE"/>
    <w:pPr>
      <w:widowControl w:val="0"/>
      <w:autoSpaceDE w:val="0"/>
      <w:autoSpaceDN w:val="0"/>
      <w:adjustRightInd w:val="0"/>
      <w:spacing w:before="200"/>
    </w:pPr>
    <w:rPr>
      <w:rFonts w:ascii="Arial" w:hAnsi="Arial" w:cs="Arial"/>
      <w:sz w:val="22"/>
      <w:szCs w:val="22"/>
    </w:rPr>
  </w:style>
  <w:style w:type="paragraph" w:customStyle="1" w:styleId="affffc">
    <w:name w:val="Технический комментарий"/>
    <w:basedOn w:val="a"/>
    <w:next w:val="a"/>
    <w:uiPriority w:val="99"/>
    <w:rsid w:val="002B6CCE"/>
    <w:pPr>
      <w:widowControl w:val="0"/>
      <w:shd w:val="clear" w:color="auto" w:fill="FFFFA6"/>
      <w:autoSpaceDE w:val="0"/>
      <w:autoSpaceDN w:val="0"/>
      <w:adjustRightInd w:val="0"/>
    </w:pPr>
    <w:rPr>
      <w:rFonts w:ascii="Arial" w:hAnsi="Arial" w:cs="Arial"/>
      <w:color w:val="463F31"/>
      <w:sz w:val="24"/>
      <w:szCs w:val="24"/>
    </w:rPr>
  </w:style>
  <w:style w:type="paragraph" w:customStyle="1" w:styleId="affffd">
    <w:name w:val="Формула"/>
    <w:basedOn w:val="a"/>
    <w:next w:val="a"/>
    <w:uiPriority w:val="99"/>
    <w:rsid w:val="002B6CCE"/>
    <w:pPr>
      <w:widowControl w:val="0"/>
      <w:shd w:val="clear" w:color="auto" w:fill="FAF3E9"/>
      <w:autoSpaceDE w:val="0"/>
      <w:autoSpaceDN w:val="0"/>
      <w:adjustRightInd w:val="0"/>
      <w:spacing w:before="240" w:after="240"/>
      <w:ind w:left="420" w:right="420" w:firstLine="300"/>
      <w:jc w:val="both"/>
    </w:pPr>
    <w:rPr>
      <w:rFonts w:ascii="Arial" w:hAnsi="Arial" w:cs="Arial"/>
      <w:sz w:val="24"/>
      <w:szCs w:val="24"/>
    </w:rPr>
  </w:style>
  <w:style w:type="paragraph" w:customStyle="1" w:styleId="affffe">
    <w:name w:val="Центрированный (таблица)"/>
    <w:basedOn w:val="aff3"/>
    <w:next w:val="a"/>
    <w:uiPriority w:val="99"/>
    <w:rsid w:val="002B6CCE"/>
    <w:pPr>
      <w:jc w:val="center"/>
    </w:pPr>
  </w:style>
  <w:style w:type="paragraph" w:customStyle="1" w:styleId="-">
    <w:name w:val="ЭР-содержание (правое окно)"/>
    <w:basedOn w:val="a"/>
    <w:next w:val="a"/>
    <w:uiPriority w:val="99"/>
    <w:rsid w:val="002B6CCE"/>
    <w:pPr>
      <w:widowControl w:val="0"/>
      <w:autoSpaceDE w:val="0"/>
      <w:autoSpaceDN w:val="0"/>
      <w:adjustRightInd w:val="0"/>
      <w:spacing w:before="300"/>
    </w:pPr>
    <w:rPr>
      <w:rFonts w:ascii="Arial" w:hAnsi="Arial" w:cs="Arial"/>
      <w:sz w:val="26"/>
      <w:szCs w:val="26"/>
    </w:rPr>
  </w:style>
  <w:style w:type="paragraph" w:customStyle="1" w:styleId="consplusnormal0">
    <w:name w:val="consplusnormal"/>
    <w:basedOn w:val="a"/>
    <w:uiPriority w:val="99"/>
    <w:rsid w:val="002B6CCE"/>
    <w:pPr>
      <w:spacing w:before="100" w:beforeAutospacing="1" w:after="100" w:afterAutospacing="1"/>
    </w:pPr>
    <w:rPr>
      <w:sz w:val="24"/>
      <w:szCs w:val="24"/>
    </w:rPr>
  </w:style>
  <w:style w:type="paragraph" w:customStyle="1" w:styleId="section2">
    <w:name w:val="section2"/>
    <w:basedOn w:val="a"/>
    <w:uiPriority w:val="99"/>
    <w:rsid w:val="002B6CCE"/>
    <w:pPr>
      <w:spacing w:before="240" w:after="100"/>
      <w:ind w:firstLine="225"/>
    </w:pPr>
    <w:rPr>
      <w:rFonts w:ascii="Verdana" w:hAnsi="Verdana"/>
      <w:color w:val="000000"/>
      <w:sz w:val="16"/>
      <w:szCs w:val="16"/>
      <w:lang w:eastAsia="ar-SA"/>
    </w:rPr>
  </w:style>
  <w:style w:type="paragraph" w:customStyle="1" w:styleId="heading">
    <w:name w:val="heading"/>
    <w:basedOn w:val="a"/>
    <w:uiPriority w:val="99"/>
    <w:rsid w:val="002B6CCE"/>
    <w:pPr>
      <w:spacing w:before="240" w:after="100"/>
      <w:ind w:firstLine="225"/>
    </w:pPr>
    <w:rPr>
      <w:rFonts w:ascii="Verdana" w:hAnsi="Verdana"/>
      <w:color w:val="000000"/>
      <w:sz w:val="16"/>
      <w:szCs w:val="16"/>
      <w:lang w:eastAsia="ar-SA"/>
    </w:rPr>
  </w:style>
  <w:style w:type="paragraph" w:customStyle="1" w:styleId="contentheader2cols">
    <w:name w:val="contentheader2cols"/>
    <w:basedOn w:val="a"/>
    <w:uiPriority w:val="99"/>
    <w:rsid w:val="002B6CCE"/>
    <w:pPr>
      <w:spacing w:before="70"/>
      <w:ind w:left="351"/>
    </w:pPr>
    <w:rPr>
      <w:rFonts w:eastAsia="Arial Unicode MS"/>
      <w:b/>
      <w:bCs/>
      <w:color w:val="3560A7"/>
      <w:sz w:val="30"/>
      <w:szCs w:val="30"/>
    </w:rPr>
  </w:style>
  <w:style w:type="paragraph" w:customStyle="1" w:styleId="310">
    <w:name w:val="Основной текст с отступом 31"/>
    <w:basedOn w:val="a"/>
    <w:uiPriority w:val="99"/>
    <w:rsid w:val="002B6CCE"/>
    <w:pPr>
      <w:spacing w:after="120"/>
      <w:ind w:left="283"/>
    </w:pPr>
    <w:rPr>
      <w:sz w:val="16"/>
      <w:szCs w:val="16"/>
      <w:lang w:eastAsia="ar-SA"/>
    </w:rPr>
  </w:style>
  <w:style w:type="paragraph" w:customStyle="1" w:styleId="211">
    <w:name w:val="Основной текст с отступом 21"/>
    <w:basedOn w:val="a"/>
    <w:uiPriority w:val="99"/>
    <w:rsid w:val="002B6CCE"/>
    <w:pPr>
      <w:tabs>
        <w:tab w:val="left" w:pos="0"/>
      </w:tabs>
      <w:ind w:firstLine="433"/>
      <w:jc w:val="both"/>
    </w:pPr>
    <w:rPr>
      <w:sz w:val="24"/>
      <w:szCs w:val="24"/>
      <w:lang w:eastAsia="ar-SA"/>
    </w:rPr>
  </w:style>
  <w:style w:type="paragraph" w:customStyle="1" w:styleId="consnormal0">
    <w:name w:val="consnormal"/>
    <w:basedOn w:val="a"/>
    <w:uiPriority w:val="99"/>
    <w:rsid w:val="002B6CCE"/>
    <w:pPr>
      <w:spacing w:before="75" w:after="75"/>
    </w:pPr>
    <w:rPr>
      <w:rFonts w:ascii="Arial" w:hAnsi="Arial" w:cs="Arial"/>
      <w:color w:val="000000"/>
    </w:rPr>
  </w:style>
  <w:style w:type="paragraph" w:customStyle="1" w:styleId="18">
    <w:name w:val="Стиль1"/>
    <w:basedOn w:val="a"/>
    <w:uiPriority w:val="99"/>
    <w:rsid w:val="002B6CCE"/>
    <w:pPr>
      <w:tabs>
        <w:tab w:val="num" w:pos="1041"/>
        <w:tab w:val="num" w:pos="2340"/>
      </w:tabs>
      <w:ind w:left="2340" w:hanging="360"/>
    </w:pPr>
  </w:style>
  <w:style w:type="paragraph" w:customStyle="1" w:styleId="26">
    <w:name w:val="Знак2 Знак Знак Знак Знак Знак Знак Знак Знак Знак Знак Знак Знак Знак Знак Знак"/>
    <w:basedOn w:val="a"/>
    <w:uiPriority w:val="99"/>
    <w:rsid w:val="002B6CCE"/>
    <w:pPr>
      <w:spacing w:before="100" w:beforeAutospacing="1" w:after="100" w:afterAutospacing="1"/>
    </w:pPr>
    <w:rPr>
      <w:rFonts w:ascii="Tahoma" w:hAnsi="Tahoma"/>
      <w:lang w:val="en-US" w:eastAsia="en-US"/>
    </w:rPr>
  </w:style>
  <w:style w:type="paragraph" w:customStyle="1" w:styleId="ConsCell">
    <w:name w:val="ConsCell"/>
    <w:uiPriority w:val="99"/>
    <w:rsid w:val="002B6CCE"/>
    <w:pPr>
      <w:widowControl w:val="0"/>
      <w:autoSpaceDE w:val="0"/>
      <w:autoSpaceDN w:val="0"/>
      <w:adjustRightInd w:val="0"/>
      <w:ind w:left="450" w:right="19772" w:hanging="450"/>
    </w:pPr>
    <w:rPr>
      <w:rFonts w:ascii="Arial" w:hAnsi="Arial" w:cs="Arial"/>
    </w:rPr>
  </w:style>
  <w:style w:type="paragraph" w:customStyle="1" w:styleId="afffff">
    <w:name w:val="Знак Знак Знак Знак"/>
    <w:basedOn w:val="a"/>
    <w:uiPriority w:val="99"/>
    <w:rsid w:val="002B6CCE"/>
    <w:pPr>
      <w:spacing w:before="100" w:beforeAutospacing="1" w:after="100" w:afterAutospacing="1"/>
      <w:jc w:val="both"/>
    </w:pPr>
    <w:rPr>
      <w:rFonts w:ascii="Tahoma" w:hAnsi="Tahoma"/>
      <w:lang w:val="en-US" w:eastAsia="en-US"/>
    </w:rPr>
  </w:style>
  <w:style w:type="paragraph" w:customStyle="1" w:styleId="19">
    <w:name w:val="Без интервала1"/>
    <w:uiPriority w:val="99"/>
    <w:rsid w:val="002B6CCE"/>
    <w:rPr>
      <w:rFonts w:ascii="Calibri" w:hAnsi="Calibri"/>
      <w:sz w:val="22"/>
      <w:szCs w:val="22"/>
    </w:rPr>
  </w:style>
  <w:style w:type="paragraph" w:customStyle="1" w:styleId="27">
    <w:name w:val="Знак Знак Знак Знак2"/>
    <w:basedOn w:val="a"/>
    <w:uiPriority w:val="99"/>
    <w:rsid w:val="002B6CCE"/>
    <w:pPr>
      <w:spacing w:before="100" w:beforeAutospacing="1" w:after="100" w:afterAutospacing="1"/>
      <w:jc w:val="both"/>
    </w:pPr>
    <w:rPr>
      <w:rFonts w:ascii="Tahoma" w:hAnsi="Tahoma" w:cs="Tahoma"/>
      <w:lang w:val="en-US" w:eastAsia="en-US"/>
    </w:rPr>
  </w:style>
  <w:style w:type="paragraph" w:customStyle="1" w:styleId="DOsntext">
    <w:name w:val="D Osn text"/>
    <w:basedOn w:val="a"/>
    <w:uiPriority w:val="99"/>
    <w:rsid w:val="002B6CCE"/>
    <w:pPr>
      <w:spacing w:after="120" w:line="336" w:lineRule="auto"/>
      <w:ind w:firstLine="567"/>
      <w:jc w:val="both"/>
    </w:pPr>
    <w:rPr>
      <w:sz w:val="24"/>
    </w:rPr>
  </w:style>
  <w:style w:type="paragraph" w:customStyle="1" w:styleId="1a">
    <w:name w:val="Обычный1"/>
    <w:uiPriority w:val="99"/>
    <w:rsid w:val="002B6CCE"/>
    <w:pPr>
      <w:widowControl w:val="0"/>
      <w:suppressAutoHyphens/>
      <w:spacing w:line="100" w:lineRule="atLeast"/>
    </w:pPr>
    <w:rPr>
      <w:rFonts w:eastAsia="SimSun" w:cs="Mangal"/>
      <w:kern w:val="2"/>
      <w:sz w:val="24"/>
      <w:szCs w:val="24"/>
      <w:lang w:eastAsia="hi-IN" w:bidi="hi-IN"/>
    </w:rPr>
  </w:style>
  <w:style w:type="paragraph" w:customStyle="1" w:styleId="1b">
    <w:name w:val="Знак Знак1 Знак"/>
    <w:basedOn w:val="a"/>
    <w:uiPriority w:val="99"/>
    <w:rsid w:val="002B6CCE"/>
    <w:pPr>
      <w:widowControl w:val="0"/>
      <w:adjustRightInd w:val="0"/>
      <w:spacing w:after="160" w:line="240" w:lineRule="exact"/>
      <w:jc w:val="right"/>
    </w:pPr>
    <w:rPr>
      <w:lang w:val="en-GB" w:eastAsia="en-US"/>
    </w:rPr>
  </w:style>
  <w:style w:type="character" w:styleId="afffff0">
    <w:name w:val="footnote reference"/>
    <w:aliases w:val="Знак сноски 1,Знак сноски-FN,Ciae niinee-FN,Referencia nota al pie"/>
    <w:uiPriority w:val="99"/>
    <w:rsid w:val="002B6CCE"/>
    <w:rPr>
      <w:rFonts w:ascii="Times New Roman" w:hAnsi="Times New Roman" w:cs="Times New Roman"/>
      <w:vertAlign w:val="superscript"/>
    </w:rPr>
  </w:style>
  <w:style w:type="character" w:styleId="afffff1">
    <w:name w:val="endnote reference"/>
    <w:uiPriority w:val="99"/>
    <w:rsid w:val="002B6CCE"/>
    <w:rPr>
      <w:rFonts w:ascii="Times New Roman" w:hAnsi="Times New Roman" w:cs="Times New Roman"/>
      <w:vertAlign w:val="superscript"/>
    </w:rPr>
  </w:style>
  <w:style w:type="character" w:customStyle="1" w:styleId="190">
    <w:name w:val="Знак Знак19"/>
    <w:uiPriority w:val="99"/>
    <w:locked/>
    <w:rsid w:val="002B6CCE"/>
    <w:rPr>
      <w:rFonts w:ascii="AG Souvenir" w:hAnsi="AG Souvenir"/>
      <w:b/>
      <w:spacing w:val="38"/>
      <w:sz w:val="28"/>
      <w:lang w:val="ru-RU" w:eastAsia="ru-RU"/>
    </w:rPr>
  </w:style>
  <w:style w:type="character" w:customStyle="1" w:styleId="WW8Num3z1">
    <w:name w:val="WW8Num3z1"/>
    <w:uiPriority w:val="99"/>
    <w:rsid w:val="002B6CCE"/>
    <w:rPr>
      <w:rFonts w:ascii="Courier New" w:hAnsi="Courier New"/>
    </w:rPr>
  </w:style>
  <w:style w:type="character" w:customStyle="1" w:styleId="FontStyle17">
    <w:name w:val="Font Style17"/>
    <w:uiPriority w:val="99"/>
    <w:rsid w:val="002B6CCE"/>
    <w:rPr>
      <w:rFonts w:ascii="Times New Roman" w:hAnsi="Times New Roman"/>
      <w:sz w:val="26"/>
    </w:rPr>
  </w:style>
  <w:style w:type="character" w:customStyle="1" w:styleId="212">
    <w:name w:val="Знак Знак21"/>
    <w:uiPriority w:val="99"/>
    <w:rsid w:val="002B6CCE"/>
    <w:rPr>
      <w:rFonts w:ascii="AG Souvenir" w:hAnsi="AG Souvenir"/>
      <w:b/>
      <w:spacing w:val="38"/>
      <w:sz w:val="28"/>
    </w:rPr>
  </w:style>
  <w:style w:type="character" w:customStyle="1" w:styleId="200">
    <w:name w:val="Знак Знак20"/>
    <w:uiPriority w:val="99"/>
    <w:rsid w:val="002B6CCE"/>
    <w:rPr>
      <w:sz w:val="28"/>
    </w:rPr>
  </w:style>
  <w:style w:type="character" w:customStyle="1" w:styleId="afffff2">
    <w:name w:val="Основной текст Знак"/>
    <w:uiPriority w:val="99"/>
    <w:rsid w:val="002B6CCE"/>
    <w:rPr>
      <w:rFonts w:ascii="Times New Roman" w:hAnsi="Times New Roman"/>
      <w:sz w:val="24"/>
    </w:rPr>
  </w:style>
  <w:style w:type="character" w:customStyle="1" w:styleId="afffff3">
    <w:name w:val="Гипертекстовая ссылка"/>
    <w:uiPriority w:val="99"/>
    <w:rsid w:val="002B6CCE"/>
    <w:rPr>
      <w:color w:val="106BBE"/>
      <w:sz w:val="26"/>
    </w:rPr>
  </w:style>
  <w:style w:type="character" w:customStyle="1" w:styleId="apple-converted-space">
    <w:name w:val="apple-converted-space"/>
    <w:uiPriority w:val="99"/>
    <w:rsid w:val="002B6CCE"/>
    <w:rPr>
      <w:rFonts w:ascii="Times New Roman" w:hAnsi="Times New Roman"/>
    </w:rPr>
  </w:style>
  <w:style w:type="character" w:customStyle="1" w:styleId="afffff4">
    <w:name w:val="Цветовое выделение"/>
    <w:uiPriority w:val="99"/>
    <w:rsid w:val="002B6CCE"/>
    <w:rPr>
      <w:b/>
      <w:color w:val="26282F"/>
      <w:sz w:val="26"/>
    </w:rPr>
  </w:style>
  <w:style w:type="character" w:customStyle="1" w:styleId="afffff5">
    <w:name w:val="Активная гипертекстовая ссылка"/>
    <w:uiPriority w:val="99"/>
    <w:rsid w:val="002B6CCE"/>
    <w:rPr>
      <w:color w:val="106BBE"/>
      <w:sz w:val="26"/>
      <w:u w:val="single"/>
    </w:rPr>
  </w:style>
  <w:style w:type="character" w:customStyle="1" w:styleId="afffff6">
    <w:name w:val="Выделение для Базового Поиска"/>
    <w:uiPriority w:val="99"/>
    <w:rsid w:val="002B6CCE"/>
    <w:rPr>
      <w:color w:val="0058A9"/>
      <w:sz w:val="26"/>
    </w:rPr>
  </w:style>
  <w:style w:type="character" w:customStyle="1" w:styleId="afffff7">
    <w:name w:val="Выделение для Базового Поиска (курсив)"/>
    <w:uiPriority w:val="99"/>
    <w:rsid w:val="002B6CCE"/>
    <w:rPr>
      <w:i/>
      <w:color w:val="0058A9"/>
      <w:sz w:val="26"/>
    </w:rPr>
  </w:style>
  <w:style w:type="character" w:customStyle="1" w:styleId="afffff8">
    <w:name w:val="Заголовок своего сообщения"/>
    <w:uiPriority w:val="99"/>
    <w:rsid w:val="002B6CCE"/>
    <w:rPr>
      <w:color w:val="26282F"/>
      <w:sz w:val="26"/>
    </w:rPr>
  </w:style>
  <w:style w:type="character" w:customStyle="1" w:styleId="afffff9">
    <w:name w:val="Заголовок чужого сообщения"/>
    <w:uiPriority w:val="99"/>
    <w:rsid w:val="002B6CCE"/>
    <w:rPr>
      <w:color w:val="FF0000"/>
      <w:sz w:val="26"/>
    </w:rPr>
  </w:style>
  <w:style w:type="character" w:customStyle="1" w:styleId="afffffa">
    <w:name w:val="Найденные слова"/>
    <w:uiPriority w:val="99"/>
    <w:rsid w:val="002B6CCE"/>
    <w:rPr>
      <w:color w:val="26282F"/>
      <w:sz w:val="26"/>
      <w:shd w:val="clear" w:color="auto" w:fill="FFF580"/>
    </w:rPr>
  </w:style>
  <w:style w:type="character" w:customStyle="1" w:styleId="afffffb">
    <w:name w:val="Не вступил в силу"/>
    <w:uiPriority w:val="99"/>
    <w:rsid w:val="002B6CCE"/>
    <w:rPr>
      <w:color w:val="000000"/>
      <w:sz w:val="26"/>
      <w:shd w:val="clear" w:color="auto" w:fill="D8EDE8"/>
    </w:rPr>
  </w:style>
  <w:style w:type="character" w:customStyle="1" w:styleId="afffffc">
    <w:name w:val="Опечатки"/>
    <w:uiPriority w:val="99"/>
    <w:rsid w:val="002B6CCE"/>
    <w:rPr>
      <w:color w:val="FF0000"/>
      <w:sz w:val="26"/>
    </w:rPr>
  </w:style>
  <w:style w:type="character" w:customStyle="1" w:styleId="afffffd">
    <w:name w:val="Продолжение ссылки"/>
    <w:uiPriority w:val="99"/>
    <w:rsid w:val="002B6CCE"/>
  </w:style>
  <w:style w:type="character" w:customStyle="1" w:styleId="afffffe">
    <w:name w:val="Сравнение редакций"/>
    <w:uiPriority w:val="99"/>
    <w:rsid w:val="002B6CCE"/>
    <w:rPr>
      <w:color w:val="26282F"/>
      <w:sz w:val="26"/>
    </w:rPr>
  </w:style>
  <w:style w:type="character" w:customStyle="1" w:styleId="affffff">
    <w:name w:val="Сравнение редакций. Добавленный фрагмент"/>
    <w:uiPriority w:val="99"/>
    <w:rsid w:val="002B6CCE"/>
    <w:rPr>
      <w:color w:val="000000"/>
      <w:shd w:val="clear" w:color="auto" w:fill="C1D7FF"/>
    </w:rPr>
  </w:style>
  <w:style w:type="character" w:customStyle="1" w:styleId="affffff0">
    <w:name w:val="Сравнение редакций. Удаленный фрагмент"/>
    <w:uiPriority w:val="99"/>
    <w:rsid w:val="002B6CCE"/>
    <w:rPr>
      <w:color w:val="000000"/>
      <w:shd w:val="clear" w:color="auto" w:fill="C4C413"/>
    </w:rPr>
  </w:style>
  <w:style w:type="character" w:customStyle="1" w:styleId="affffff1">
    <w:name w:val="Утратил силу"/>
    <w:uiPriority w:val="99"/>
    <w:rsid w:val="002B6CCE"/>
    <w:rPr>
      <w:strike/>
      <w:color w:val="666600"/>
      <w:sz w:val="26"/>
    </w:rPr>
  </w:style>
  <w:style w:type="character" w:customStyle="1" w:styleId="WW8Num9z0">
    <w:name w:val="WW8Num9z0"/>
    <w:uiPriority w:val="99"/>
    <w:rsid w:val="002B6CCE"/>
    <w:rPr>
      <w:rFonts w:ascii="Symbol" w:hAnsi="Symbol"/>
      <w:sz w:val="20"/>
    </w:rPr>
  </w:style>
  <w:style w:type="character" w:customStyle="1" w:styleId="WW8Num1z2">
    <w:name w:val="WW8Num1z2"/>
    <w:uiPriority w:val="99"/>
    <w:rsid w:val="002B6CCE"/>
    <w:rPr>
      <w:rFonts w:ascii="Wingdings" w:hAnsi="Wingdings"/>
    </w:rPr>
  </w:style>
  <w:style w:type="character" w:customStyle="1" w:styleId="WW8Num1z0">
    <w:name w:val="WW8Num1z0"/>
    <w:uiPriority w:val="99"/>
    <w:rsid w:val="002B6CCE"/>
    <w:rPr>
      <w:rFonts w:ascii="Times New Roman" w:hAnsi="Times New Roman"/>
    </w:rPr>
  </w:style>
  <w:style w:type="character" w:customStyle="1" w:styleId="apple-style-span">
    <w:name w:val="apple-style-span"/>
    <w:uiPriority w:val="99"/>
    <w:rsid w:val="002B6CCE"/>
  </w:style>
  <w:style w:type="character" w:customStyle="1" w:styleId="1c">
    <w:name w:val="Основной шрифт абзаца1"/>
    <w:uiPriority w:val="99"/>
    <w:rsid w:val="002B6CCE"/>
  </w:style>
  <w:style w:type="paragraph" w:customStyle="1" w:styleId="msonormalcxspmiddle">
    <w:name w:val="msonormalcxspmiddle"/>
    <w:basedOn w:val="a"/>
    <w:uiPriority w:val="99"/>
    <w:rsid w:val="002B6CCE"/>
    <w:rPr>
      <w:color w:val="000000"/>
      <w:sz w:val="24"/>
      <w:szCs w:val="24"/>
    </w:rPr>
  </w:style>
  <w:style w:type="paragraph" w:customStyle="1" w:styleId="msonormalcxsplast">
    <w:name w:val="msonormalcxsplast"/>
    <w:basedOn w:val="a"/>
    <w:uiPriority w:val="99"/>
    <w:rsid w:val="002B6CCE"/>
    <w:rPr>
      <w:color w:val="000000"/>
      <w:sz w:val="24"/>
      <w:szCs w:val="24"/>
    </w:rPr>
  </w:style>
  <w:style w:type="character" w:customStyle="1" w:styleId="81">
    <w:name w:val="Знак Знак8"/>
    <w:uiPriority w:val="99"/>
    <w:locked/>
    <w:rsid w:val="002B6CCE"/>
    <w:rPr>
      <w:b/>
      <w:spacing w:val="40"/>
      <w:kern w:val="28"/>
      <w:sz w:val="36"/>
      <w:lang w:val="ru-RU" w:eastAsia="ru-RU"/>
    </w:rPr>
  </w:style>
  <w:style w:type="character" w:customStyle="1" w:styleId="33">
    <w:name w:val="Знак Знак3"/>
    <w:uiPriority w:val="99"/>
    <w:locked/>
    <w:rsid w:val="002E25E5"/>
    <w:rPr>
      <w:b/>
      <w:spacing w:val="40"/>
      <w:kern w:val="28"/>
      <w:sz w:val="36"/>
      <w:lang w:val="ru-RU" w:eastAsia="ru-RU"/>
    </w:rPr>
  </w:style>
  <w:style w:type="table" w:styleId="affffff2">
    <w:name w:val="Table Grid"/>
    <w:basedOn w:val="a1"/>
    <w:uiPriority w:val="99"/>
    <w:rsid w:val="00E313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1">
    <w:name w:val="Знак Знак5"/>
    <w:uiPriority w:val="99"/>
    <w:semiHidden/>
    <w:locked/>
    <w:rsid w:val="00114BEC"/>
    <w:rPr>
      <w:lang w:val="ru-RU" w:eastAsia="ru-RU"/>
    </w:rPr>
  </w:style>
  <w:style w:type="paragraph" w:customStyle="1" w:styleId="formattexttopleveltext">
    <w:name w:val="formattext topleveltext"/>
    <w:basedOn w:val="a"/>
    <w:uiPriority w:val="99"/>
    <w:rsid w:val="00D8385A"/>
    <w:pPr>
      <w:spacing w:before="100" w:beforeAutospacing="1" w:after="100" w:afterAutospacing="1"/>
    </w:pPr>
    <w:rPr>
      <w:sz w:val="24"/>
      <w:szCs w:val="24"/>
    </w:rPr>
  </w:style>
  <w:style w:type="paragraph" w:customStyle="1" w:styleId="ListParagraph1">
    <w:name w:val="List Paragraph1"/>
    <w:aliases w:val="ПАРАГРАФ,Абзац списка для документа"/>
    <w:basedOn w:val="a"/>
    <w:link w:val="ListParagraphChar"/>
    <w:uiPriority w:val="99"/>
    <w:rsid w:val="00ED09B2"/>
    <w:pPr>
      <w:spacing w:after="200" w:line="276" w:lineRule="auto"/>
      <w:ind w:left="720"/>
      <w:contextualSpacing/>
    </w:pPr>
    <w:rPr>
      <w:rFonts w:ascii="Calibri" w:hAnsi="Calibri"/>
      <w:sz w:val="22"/>
    </w:rPr>
  </w:style>
  <w:style w:type="character" w:customStyle="1" w:styleId="ListParagraphChar">
    <w:name w:val="List Paragraph Char"/>
    <w:aliases w:val="ПАРАГРАФ Char,Абзац списка для документа Char"/>
    <w:link w:val="ListParagraph1"/>
    <w:uiPriority w:val="99"/>
    <w:locked/>
    <w:rsid w:val="00ED09B2"/>
    <w:rPr>
      <w:rFonts w:ascii="Calibri" w:hAnsi="Calibri"/>
      <w:sz w:val="22"/>
      <w:lang w:val="ru-RU" w:eastAsia="ru-RU"/>
    </w:rPr>
  </w:style>
  <w:style w:type="character" w:styleId="affffff3">
    <w:name w:val="annotation reference"/>
    <w:uiPriority w:val="99"/>
    <w:semiHidden/>
    <w:rsid w:val="00027B20"/>
    <w:rPr>
      <w:rFonts w:cs="Times New Roman"/>
      <w:sz w:val="16"/>
    </w:rPr>
  </w:style>
  <w:style w:type="paragraph" w:styleId="affffff4">
    <w:name w:val="annotation text"/>
    <w:basedOn w:val="a"/>
    <w:link w:val="affffff5"/>
    <w:uiPriority w:val="99"/>
    <w:semiHidden/>
    <w:rsid w:val="00027B20"/>
  </w:style>
  <w:style w:type="character" w:customStyle="1" w:styleId="affffff5">
    <w:name w:val="Текст примечания Знак"/>
    <w:link w:val="affffff4"/>
    <w:uiPriority w:val="99"/>
    <w:semiHidden/>
    <w:locked/>
    <w:rsid w:val="00027B20"/>
    <w:rPr>
      <w:rFonts w:cs="Times New Roman"/>
      <w:sz w:val="20"/>
    </w:rPr>
  </w:style>
  <w:style w:type="paragraph" w:styleId="affffff6">
    <w:name w:val="annotation subject"/>
    <w:basedOn w:val="affffff4"/>
    <w:next w:val="affffff4"/>
    <w:link w:val="affffff7"/>
    <w:uiPriority w:val="99"/>
    <w:semiHidden/>
    <w:rsid w:val="00027B20"/>
    <w:rPr>
      <w:b/>
    </w:rPr>
  </w:style>
  <w:style w:type="character" w:customStyle="1" w:styleId="affffff7">
    <w:name w:val="Тема примечания Знак"/>
    <w:link w:val="affffff6"/>
    <w:uiPriority w:val="99"/>
    <w:semiHidden/>
    <w:locked/>
    <w:rsid w:val="00027B20"/>
    <w:rPr>
      <w:rFonts w:cs="Times New Roman"/>
      <w:b/>
      <w:sz w:val="20"/>
    </w:rPr>
  </w:style>
  <w:style w:type="paragraph" w:styleId="affffff8">
    <w:name w:val="No Spacing"/>
    <w:link w:val="affffff9"/>
    <w:uiPriority w:val="99"/>
    <w:qFormat/>
    <w:rsid w:val="00436BE6"/>
    <w:rPr>
      <w:sz w:val="22"/>
      <w:szCs w:val="22"/>
    </w:rPr>
  </w:style>
  <w:style w:type="paragraph" w:styleId="affffffa">
    <w:name w:val="Subtitle"/>
    <w:basedOn w:val="a"/>
    <w:next w:val="a"/>
    <w:link w:val="affffffb"/>
    <w:uiPriority w:val="99"/>
    <w:qFormat/>
    <w:locked/>
    <w:rsid w:val="00436BE6"/>
    <w:pPr>
      <w:spacing w:after="60"/>
      <w:jc w:val="center"/>
      <w:outlineLvl w:val="1"/>
    </w:pPr>
    <w:rPr>
      <w:rFonts w:ascii="Cambria" w:hAnsi="Cambria"/>
      <w:sz w:val="24"/>
    </w:rPr>
  </w:style>
  <w:style w:type="character" w:customStyle="1" w:styleId="affffffb">
    <w:name w:val="Подзаголовок Знак"/>
    <w:link w:val="affffffa"/>
    <w:uiPriority w:val="99"/>
    <w:locked/>
    <w:rsid w:val="00436BE6"/>
    <w:rPr>
      <w:rFonts w:ascii="Cambria" w:hAnsi="Cambria" w:cs="Times New Roman"/>
      <w:sz w:val="24"/>
    </w:rPr>
  </w:style>
  <w:style w:type="character" w:customStyle="1" w:styleId="affffff9">
    <w:name w:val="Без интервала Знак"/>
    <w:link w:val="affffff8"/>
    <w:uiPriority w:val="99"/>
    <w:locked/>
    <w:rsid w:val="00343123"/>
    <w:rPr>
      <w:sz w:val="22"/>
      <w:szCs w:val="22"/>
      <w:lang w:val="ru-RU" w:eastAsia="ru-RU" w:bidi="ar-SA"/>
    </w:rPr>
  </w:style>
  <w:style w:type="paragraph" w:customStyle="1" w:styleId="230">
    <w:name w:val="Гиперссылка23"/>
    <w:link w:val="213"/>
    <w:uiPriority w:val="99"/>
    <w:rsid w:val="00B846A3"/>
    <w:rPr>
      <w:color w:val="0000FF"/>
      <w:sz w:val="22"/>
      <w:szCs w:val="22"/>
      <w:u w:val="single"/>
    </w:rPr>
  </w:style>
  <w:style w:type="character" w:customStyle="1" w:styleId="213">
    <w:name w:val="Гиперссылка21"/>
    <w:link w:val="230"/>
    <w:uiPriority w:val="99"/>
    <w:locked/>
    <w:rsid w:val="00B846A3"/>
    <w:rPr>
      <w:color w:val="0000FF"/>
      <w:sz w:val="22"/>
      <w:szCs w:val="22"/>
      <w:u w:val="single"/>
      <w:lang w:val="ru-RU" w:eastAsia="ru-RU" w:bidi="ar-SA"/>
    </w:rPr>
  </w:style>
  <w:style w:type="paragraph" w:customStyle="1" w:styleId="TableParagraph">
    <w:name w:val="Table Paragraph"/>
    <w:basedOn w:val="a"/>
    <w:uiPriority w:val="99"/>
    <w:rsid w:val="00CB71DC"/>
    <w:pPr>
      <w:widowControl w:val="0"/>
    </w:pPr>
    <w:rPr>
      <w:color w:val="000000"/>
      <w:sz w:val="22"/>
    </w:rPr>
  </w:style>
  <w:style w:type="paragraph" w:customStyle="1" w:styleId="tekstob">
    <w:name w:val="tekstob"/>
    <w:basedOn w:val="a"/>
    <w:rsid w:val="00C244C9"/>
    <w:pPr>
      <w:spacing w:before="100" w:beforeAutospacing="1" w:after="100" w:afterAutospacing="1"/>
    </w:pPr>
    <w:rPr>
      <w:sz w:val="24"/>
      <w:szCs w:val="24"/>
    </w:rPr>
  </w:style>
  <w:style w:type="paragraph" w:customStyle="1" w:styleId="formattext">
    <w:name w:val="formattext"/>
    <w:basedOn w:val="a"/>
    <w:rsid w:val="00DE158B"/>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70118">
      <w:marLeft w:val="0"/>
      <w:marRight w:val="0"/>
      <w:marTop w:val="0"/>
      <w:marBottom w:val="0"/>
      <w:divBdr>
        <w:top w:val="none" w:sz="0" w:space="0" w:color="auto"/>
        <w:left w:val="none" w:sz="0" w:space="0" w:color="auto"/>
        <w:bottom w:val="none" w:sz="0" w:space="0" w:color="auto"/>
        <w:right w:val="none" w:sz="0" w:space="0" w:color="auto"/>
      </w:divBdr>
    </w:div>
    <w:div w:id="210270119">
      <w:marLeft w:val="0"/>
      <w:marRight w:val="0"/>
      <w:marTop w:val="0"/>
      <w:marBottom w:val="0"/>
      <w:divBdr>
        <w:top w:val="none" w:sz="0" w:space="0" w:color="auto"/>
        <w:left w:val="none" w:sz="0" w:space="0" w:color="auto"/>
        <w:bottom w:val="none" w:sz="0" w:space="0" w:color="auto"/>
        <w:right w:val="none" w:sz="0" w:space="0" w:color="auto"/>
      </w:divBdr>
    </w:div>
    <w:div w:id="210270120">
      <w:marLeft w:val="0"/>
      <w:marRight w:val="0"/>
      <w:marTop w:val="0"/>
      <w:marBottom w:val="0"/>
      <w:divBdr>
        <w:top w:val="none" w:sz="0" w:space="0" w:color="auto"/>
        <w:left w:val="none" w:sz="0" w:space="0" w:color="auto"/>
        <w:bottom w:val="none" w:sz="0" w:space="0" w:color="auto"/>
        <w:right w:val="none" w:sz="0" w:space="0" w:color="auto"/>
      </w:divBdr>
    </w:div>
    <w:div w:id="210270121">
      <w:marLeft w:val="0"/>
      <w:marRight w:val="0"/>
      <w:marTop w:val="0"/>
      <w:marBottom w:val="0"/>
      <w:divBdr>
        <w:top w:val="none" w:sz="0" w:space="0" w:color="auto"/>
        <w:left w:val="none" w:sz="0" w:space="0" w:color="auto"/>
        <w:bottom w:val="none" w:sz="0" w:space="0" w:color="auto"/>
        <w:right w:val="none" w:sz="0" w:space="0" w:color="auto"/>
      </w:divBdr>
    </w:div>
    <w:div w:id="210270122">
      <w:marLeft w:val="0"/>
      <w:marRight w:val="0"/>
      <w:marTop w:val="0"/>
      <w:marBottom w:val="0"/>
      <w:divBdr>
        <w:top w:val="none" w:sz="0" w:space="0" w:color="auto"/>
        <w:left w:val="none" w:sz="0" w:space="0" w:color="auto"/>
        <w:bottom w:val="none" w:sz="0" w:space="0" w:color="auto"/>
        <w:right w:val="none" w:sz="0" w:space="0" w:color="auto"/>
      </w:divBdr>
    </w:div>
    <w:div w:id="210270123">
      <w:marLeft w:val="0"/>
      <w:marRight w:val="0"/>
      <w:marTop w:val="0"/>
      <w:marBottom w:val="0"/>
      <w:divBdr>
        <w:top w:val="none" w:sz="0" w:space="0" w:color="auto"/>
        <w:left w:val="none" w:sz="0" w:space="0" w:color="auto"/>
        <w:bottom w:val="none" w:sz="0" w:space="0" w:color="auto"/>
        <w:right w:val="none" w:sz="0" w:space="0" w:color="auto"/>
      </w:divBdr>
    </w:div>
    <w:div w:id="210270124">
      <w:marLeft w:val="0"/>
      <w:marRight w:val="0"/>
      <w:marTop w:val="0"/>
      <w:marBottom w:val="0"/>
      <w:divBdr>
        <w:top w:val="none" w:sz="0" w:space="0" w:color="auto"/>
        <w:left w:val="none" w:sz="0" w:space="0" w:color="auto"/>
        <w:bottom w:val="none" w:sz="0" w:space="0" w:color="auto"/>
        <w:right w:val="none" w:sz="0" w:space="0" w:color="auto"/>
      </w:divBdr>
    </w:div>
    <w:div w:id="210270125">
      <w:marLeft w:val="0"/>
      <w:marRight w:val="0"/>
      <w:marTop w:val="0"/>
      <w:marBottom w:val="0"/>
      <w:divBdr>
        <w:top w:val="none" w:sz="0" w:space="0" w:color="auto"/>
        <w:left w:val="none" w:sz="0" w:space="0" w:color="auto"/>
        <w:bottom w:val="none" w:sz="0" w:space="0" w:color="auto"/>
        <w:right w:val="none" w:sz="0" w:space="0" w:color="auto"/>
      </w:divBdr>
    </w:div>
    <w:div w:id="210270126">
      <w:marLeft w:val="0"/>
      <w:marRight w:val="0"/>
      <w:marTop w:val="0"/>
      <w:marBottom w:val="0"/>
      <w:divBdr>
        <w:top w:val="none" w:sz="0" w:space="0" w:color="auto"/>
        <w:left w:val="none" w:sz="0" w:space="0" w:color="auto"/>
        <w:bottom w:val="none" w:sz="0" w:space="0" w:color="auto"/>
        <w:right w:val="none" w:sz="0" w:space="0" w:color="auto"/>
      </w:divBdr>
    </w:div>
    <w:div w:id="210270127">
      <w:marLeft w:val="0"/>
      <w:marRight w:val="0"/>
      <w:marTop w:val="0"/>
      <w:marBottom w:val="0"/>
      <w:divBdr>
        <w:top w:val="none" w:sz="0" w:space="0" w:color="auto"/>
        <w:left w:val="none" w:sz="0" w:space="0" w:color="auto"/>
        <w:bottom w:val="none" w:sz="0" w:space="0" w:color="auto"/>
        <w:right w:val="none" w:sz="0" w:space="0" w:color="auto"/>
      </w:divBdr>
    </w:div>
    <w:div w:id="210270128">
      <w:marLeft w:val="0"/>
      <w:marRight w:val="0"/>
      <w:marTop w:val="0"/>
      <w:marBottom w:val="0"/>
      <w:divBdr>
        <w:top w:val="none" w:sz="0" w:space="0" w:color="auto"/>
        <w:left w:val="none" w:sz="0" w:space="0" w:color="auto"/>
        <w:bottom w:val="none" w:sz="0" w:space="0" w:color="auto"/>
        <w:right w:val="none" w:sz="0" w:space="0" w:color="auto"/>
      </w:divBdr>
    </w:div>
    <w:div w:id="210270129">
      <w:marLeft w:val="0"/>
      <w:marRight w:val="0"/>
      <w:marTop w:val="0"/>
      <w:marBottom w:val="0"/>
      <w:divBdr>
        <w:top w:val="none" w:sz="0" w:space="0" w:color="auto"/>
        <w:left w:val="none" w:sz="0" w:space="0" w:color="auto"/>
        <w:bottom w:val="none" w:sz="0" w:space="0" w:color="auto"/>
        <w:right w:val="none" w:sz="0" w:space="0" w:color="auto"/>
      </w:divBdr>
    </w:div>
    <w:div w:id="210270130">
      <w:marLeft w:val="0"/>
      <w:marRight w:val="0"/>
      <w:marTop w:val="0"/>
      <w:marBottom w:val="0"/>
      <w:divBdr>
        <w:top w:val="none" w:sz="0" w:space="0" w:color="auto"/>
        <w:left w:val="none" w:sz="0" w:space="0" w:color="auto"/>
        <w:bottom w:val="none" w:sz="0" w:space="0" w:color="auto"/>
        <w:right w:val="none" w:sz="0" w:space="0" w:color="auto"/>
      </w:divBdr>
    </w:div>
    <w:div w:id="210270131">
      <w:marLeft w:val="0"/>
      <w:marRight w:val="0"/>
      <w:marTop w:val="0"/>
      <w:marBottom w:val="0"/>
      <w:divBdr>
        <w:top w:val="none" w:sz="0" w:space="0" w:color="auto"/>
        <w:left w:val="none" w:sz="0" w:space="0" w:color="auto"/>
        <w:bottom w:val="none" w:sz="0" w:space="0" w:color="auto"/>
        <w:right w:val="none" w:sz="0" w:space="0" w:color="auto"/>
      </w:divBdr>
    </w:div>
    <w:div w:id="210270132">
      <w:marLeft w:val="0"/>
      <w:marRight w:val="0"/>
      <w:marTop w:val="0"/>
      <w:marBottom w:val="0"/>
      <w:divBdr>
        <w:top w:val="none" w:sz="0" w:space="0" w:color="auto"/>
        <w:left w:val="none" w:sz="0" w:space="0" w:color="auto"/>
        <w:bottom w:val="none" w:sz="0" w:space="0" w:color="auto"/>
        <w:right w:val="none" w:sz="0" w:space="0" w:color="auto"/>
      </w:divBdr>
    </w:div>
    <w:div w:id="47684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cntd.ru/document/901704754" TargetMode="External"/><Relationship Id="rId18" Type="http://schemas.openxmlformats.org/officeDocument/2006/relationships/hyperlink" Target="https://docs.cntd.ru/document/130979347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cs.cntd.ru/document/901704754" TargetMode="External"/><Relationship Id="rId17" Type="http://schemas.openxmlformats.org/officeDocument/2006/relationships/hyperlink" Target="https://docs.cntd.ru/document/1306520544" TargetMode="External"/><Relationship Id="rId2" Type="http://schemas.openxmlformats.org/officeDocument/2006/relationships/numbering" Target="numbering.xml"/><Relationship Id="rId16" Type="http://schemas.openxmlformats.org/officeDocument/2006/relationships/hyperlink" Target="https://docs.cntd.ru/document/130978183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1309781838" TargetMode="External"/><Relationship Id="rId5" Type="http://schemas.openxmlformats.org/officeDocument/2006/relationships/settings" Target="settings.xml"/><Relationship Id="rId15" Type="http://schemas.openxmlformats.org/officeDocument/2006/relationships/hyperlink" Target="https://docs.cntd.ru/document/1309781838" TargetMode="External"/><Relationship Id="rId10" Type="http://schemas.openxmlformats.org/officeDocument/2006/relationships/hyperlink" Target="https://docs.cntd.ru/document/901704754"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docs.cntd.ru/document/13097818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Documents\009.%20&#1055;&#1056;&#1054;&#1043;&#1056;&#1040;&#1052;&#1052;&#1067;\02.%20&#1055;&#1056;&#1054;&#1043;&#1056;&#1040;&#1052;&#1052;&#1040;%20-%20&#1056;&#1072;&#1079;&#1074;&#1080;&#1090;&#1080;&#1077;%20&#1082;&#1091;&#1083;&#1100;&#1090;&#1091;&#1088;&#1099;_2025-2030\&#1055;&#1088;&#1086;&#1077;&#1082;&#1090;_&#1052;&#1055;_&#1044;&#1050;_&#1085;&#1072;%2020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E0CDE-C933-4FF8-AD65-C602EBA61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Проект_МП_ДК_на 2025+++</Template>
  <TotalTime>0</TotalTime>
  <Pages>7</Pages>
  <Words>1638</Words>
  <Characters>13133</Characters>
  <Application>Microsoft Office Word</Application>
  <DocSecurity>0</DocSecurity>
  <Lines>109</Lines>
  <Paragraphs>29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RePack by SPecialiST</Company>
  <LinksUpToDate>false</LinksUpToDate>
  <CharactersWithSpaces>14742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111</dc:creator>
  <cp:lastModifiedBy>Назарян Анастасия Витальевна</cp:lastModifiedBy>
  <cp:revision>2</cp:revision>
  <cp:lastPrinted>2025-12-22T12:35:00Z</cp:lastPrinted>
  <dcterms:created xsi:type="dcterms:W3CDTF">2025-12-22T12:36:00Z</dcterms:created>
  <dcterms:modified xsi:type="dcterms:W3CDTF">2025-12-22T12:36:00Z</dcterms:modified>
</cp:coreProperties>
</file>