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4B6" w:rsidRPr="00A444B6" w:rsidRDefault="00A444B6" w:rsidP="00A444B6">
      <w:pPr>
        <w:jc w:val="center"/>
        <w:outlineLvl w:val="0"/>
        <w:rPr>
          <w:b/>
          <w:spacing w:val="38"/>
          <w:sz w:val="24"/>
          <w:szCs w:val="24"/>
        </w:rPr>
      </w:pPr>
      <w:r w:rsidRPr="00A444B6">
        <w:rPr>
          <w:b/>
          <w:noProof/>
          <w:spacing w:val="60"/>
          <w:sz w:val="36"/>
          <w:szCs w:val="36"/>
        </w:rPr>
        <w:drawing>
          <wp:anchor distT="0" distB="0" distL="114300" distR="114300" simplePos="0" relativeHeight="251659264" behindDoc="0" locked="0" layoutInCell="1" allowOverlap="1" wp14:anchorId="2C6EFE2B" wp14:editId="391994D5">
            <wp:simplePos x="0" y="0"/>
            <wp:positionH relativeFrom="column">
              <wp:posOffset>2708910</wp:posOffset>
            </wp:positionH>
            <wp:positionV relativeFrom="paragraph">
              <wp:posOffset>-3810</wp:posOffset>
            </wp:positionV>
            <wp:extent cx="731520" cy="914400"/>
            <wp:effectExtent l="0" t="0" r="0" b="0"/>
            <wp:wrapNone/>
            <wp:docPr id="1" name="Рисунок 3"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в бланк"/>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44B6" w:rsidRPr="00A444B6" w:rsidRDefault="00A444B6" w:rsidP="00A444B6">
      <w:pPr>
        <w:jc w:val="center"/>
        <w:rPr>
          <w:b/>
          <w:spacing w:val="60"/>
          <w:sz w:val="36"/>
          <w:szCs w:val="36"/>
        </w:rPr>
      </w:pPr>
    </w:p>
    <w:p w:rsidR="00A444B6" w:rsidRPr="00A444B6" w:rsidRDefault="00A444B6" w:rsidP="00A444B6">
      <w:pPr>
        <w:jc w:val="center"/>
        <w:rPr>
          <w:b/>
          <w:spacing w:val="60"/>
          <w:sz w:val="36"/>
          <w:szCs w:val="36"/>
        </w:rPr>
      </w:pPr>
    </w:p>
    <w:p w:rsidR="00A444B6" w:rsidRPr="00A444B6" w:rsidRDefault="00A444B6" w:rsidP="00A444B6">
      <w:pPr>
        <w:jc w:val="center"/>
        <w:rPr>
          <w:b/>
          <w:spacing w:val="60"/>
          <w:sz w:val="36"/>
          <w:szCs w:val="36"/>
        </w:rPr>
      </w:pPr>
    </w:p>
    <w:p w:rsidR="00A444B6" w:rsidRPr="00A444B6" w:rsidRDefault="00A444B6" w:rsidP="00A444B6">
      <w:pPr>
        <w:jc w:val="center"/>
        <w:rPr>
          <w:b/>
          <w:bCs/>
          <w:spacing w:val="38"/>
          <w:sz w:val="36"/>
          <w:szCs w:val="36"/>
        </w:rPr>
      </w:pPr>
      <w:r w:rsidRPr="00A444B6">
        <w:rPr>
          <w:b/>
          <w:bCs/>
          <w:spacing w:val="38"/>
          <w:sz w:val="36"/>
          <w:szCs w:val="36"/>
        </w:rPr>
        <w:t>Администрация города Шахты</w:t>
      </w:r>
    </w:p>
    <w:p w:rsidR="00A444B6" w:rsidRPr="00A444B6" w:rsidRDefault="00A444B6" w:rsidP="00A444B6">
      <w:pPr>
        <w:jc w:val="center"/>
        <w:rPr>
          <w:spacing w:val="60"/>
          <w:sz w:val="26"/>
          <w:szCs w:val="26"/>
        </w:rPr>
      </w:pPr>
    </w:p>
    <w:p w:rsidR="00A444B6" w:rsidRPr="00A444B6" w:rsidRDefault="00A444B6" w:rsidP="00A444B6">
      <w:pPr>
        <w:jc w:val="center"/>
        <w:rPr>
          <w:sz w:val="28"/>
          <w:szCs w:val="28"/>
        </w:rPr>
      </w:pPr>
      <w:r w:rsidRPr="00A444B6">
        <w:rPr>
          <w:b/>
          <w:spacing w:val="60"/>
          <w:sz w:val="36"/>
          <w:szCs w:val="36"/>
        </w:rPr>
        <w:t>ПОСТАНОВЛЕНИЕ</w:t>
      </w:r>
    </w:p>
    <w:p w:rsidR="00A444B6" w:rsidRPr="00A444B6" w:rsidRDefault="00A444B6" w:rsidP="00A444B6">
      <w:pPr>
        <w:jc w:val="center"/>
        <w:rPr>
          <w:sz w:val="28"/>
          <w:szCs w:val="28"/>
        </w:rPr>
      </w:pPr>
    </w:p>
    <w:p w:rsidR="00A444B6" w:rsidRPr="00A444B6" w:rsidRDefault="00A444B6" w:rsidP="00A444B6">
      <w:pPr>
        <w:jc w:val="center"/>
        <w:rPr>
          <w:sz w:val="28"/>
          <w:szCs w:val="28"/>
        </w:rPr>
      </w:pPr>
      <w:r w:rsidRPr="00A444B6">
        <w:rPr>
          <w:sz w:val="28"/>
          <w:szCs w:val="28"/>
        </w:rPr>
        <w:t xml:space="preserve">от </w:t>
      </w:r>
      <w:r w:rsidR="00E407D2">
        <w:rPr>
          <w:sz w:val="28"/>
          <w:szCs w:val="28"/>
        </w:rPr>
        <w:t>26.12.</w:t>
      </w:r>
      <w:r w:rsidRPr="00A444B6">
        <w:rPr>
          <w:sz w:val="28"/>
          <w:szCs w:val="28"/>
        </w:rPr>
        <w:t>2024 №</w:t>
      </w:r>
      <w:r w:rsidR="00E407D2">
        <w:rPr>
          <w:sz w:val="28"/>
          <w:szCs w:val="28"/>
        </w:rPr>
        <w:t>4821</w:t>
      </w:r>
    </w:p>
    <w:p w:rsidR="00567D8D" w:rsidRDefault="00567D8D" w:rsidP="0062751F">
      <w:pPr>
        <w:tabs>
          <w:tab w:val="left" w:pos="10205"/>
        </w:tabs>
        <w:jc w:val="center"/>
        <w:rPr>
          <w:bCs/>
          <w:sz w:val="28"/>
          <w:szCs w:val="28"/>
        </w:rPr>
      </w:pPr>
    </w:p>
    <w:p w:rsidR="007A4606" w:rsidRPr="00A444B6" w:rsidRDefault="00BE437C" w:rsidP="0062751F">
      <w:pPr>
        <w:tabs>
          <w:tab w:val="left" w:pos="10205"/>
        </w:tabs>
        <w:jc w:val="center"/>
        <w:rPr>
          <w:b/>
          <w:bCs/>
          <w:sz w:val="28"/>
          <w:szCs w:val="28"/>
        </w:rPr>
      </w:pPr>
      <w:r w:rsidRPr="00A444B6">
        <w:rPr>
          <w:b/>
          <w:bCs/>
          <w:sz w:val="28"/>
          <w:szCs w:val="28"/>
        </w:rPr>
        <w:t>Об у</w:t>
      </w:r>
      <w:r w:rsidR="00F80BB1" w:rsidRPr="00A444B6">
        <w:rPr>
          <w:b/>
          <w:bCs/>
          <w:sz w:val="28"/>
          <w:szCs w:val="28"/>
        </w:rPr>
        <w:t>тверждении Положения о порядке использования имущества, являющегося собственностью муниципального образования «Город Шахты» и предназначенного для целей образования, развития, отдыха и оздоровления детей, оказания медицинской помощи детям и профилактики заболеваний у них, социальной защиты и социального обслуживания детей</w:t>
      </w:r>
    </w:p>
    <w:p w:rsidR="007A4606" w:rsidRPr="00D13775" w:rsidRDefault="007A4606" w:rsidP="007D5744">
      <w:pPr>
        <w:jc w:val="center"/>
        <w:rPr>
          <w:sz w:val="28"/>
          <w:szCs w:val="28"/>
        </w:rPr>
      </w:pPr>
    </w:p>
    <w:p w:rsidR="007A4606" w:rsidRPr="00D13775" w:rsidRDefault="007A4606" w:rsidP="00A444B6">
      <w:pPr>
        <w:tabs>
          <w:tab w:val="left" w:pos="10205"/>
        </w:tabs>
        <w:ind w:firstLine="709"/>
        <w:jc w:val="both"/>
        <w:rPr>
          <w:bCs/>
          <w:sz w:val="28"/>
          <w:szCs w:val="28"/>
        </w:rPr>
      </w:pPr>
      <w:r w:rsidRPr="00D13775">
        <w:rPr>
          <w:bCs/>
          <w:sz w:val="28"/>
          <w:szCs w:val="28"/>
        </w:rPr>
        <w:t>В</w:t>
      </w:r>
      <w:r w:rsidR="00F80BB1" w:rsidRPr="00D13775">
        <w:rPr>
          <w:bCs/>
          <w:sz w:val="28"/>
          <w:szCs w:val="28"/>
        </w:rPr>
        <w:t xml:space="preserve"> с</w:t>
      </w:r>
      <w:r w:rsidR="000B44D4" w:rsidRPr="00D13775">
        <w:rPr>
          <w:bCs/>
          <w:sz w:val="28"/>
          <w:szCs w:val="28"/>
        </w:rPr>
        <w:t>о</w:t>
      </w:r>
      <w:r w:rsidR="00F80BB1" w:rsidRPr="00D13775">
        <w:rPr>
          <w:bCs/>
          <w:sz w:val="28"/>
          <w:szCs w:val="28"/>
        </w:rPr>
        <w:t>ответствии с пунктом 3 статьи 13 Федеральног</w:t>
      </w:r>
      <w:r w:rsidR="005C04E2" w:rsidRPr="00D13775">
        <w:rPr>
          <w:bCs/>
          <w:sz w:val="28"/>
          <w:szCs w:val="28"/>
        </w:rPr>
        <w:t>о закона от 24</w:t>
      </w:r>
      <w:r w:rsidR="00DE482A" w:rsidRPr="00D13775">
        <w:rPr>
          <w:bCs/>
          <w:sz w:val="28"/>
          <w:szCs w:val="28"/>
        </w:rPr>
        <w:t>.07.1998</w:t>
      </w:r>
      <w:r w:rsidR="005C04E2" w:rsidRPr="00D13775">
        <w:rPr>
          <w:bCs/>
          <w:sz w:val="28"/>
          <w:szCs w:val="28"/>
        </w:rPr>
        <w:t xml:space="preserve"> №</w:t>
      </w:r>
      <w:r w:rsidR="00F80BB1" w:rsidRPr="00D13775">
        <w:rPr>
          <w:bCs/>
          <w:sz w:val="28"/>
          <w:szCs w:val="28"/>
        </w:rPr>
        <w:t>124-ФЗ «Об основных гарантиях прав ребенка в Российской Федерации», Федеральным за</w:t>
      </w:r>
      <w:r w:rsidR="005C04E2" w:rsidRPr="00D13775">
        <w:rPr>
          <w:bCs/>
          <w:sz w:val="28"/>
          <w:szCs w:val="28"/>
        </w:rPr>
        <w:t>коном от 06</w:t>
      </w:r>
      <w:r w:rsidR="00DE482A" w:rsidRPr="00D13775">
        <w:rPr>
          <w:bCs/>
          <w:sz w:val="28"/>
          <w:szCs w:val="28"/>
        </w:rPr>
        <w:t>.10.</w:t>
      </w:r>
      <w:r w:rsidR="005C04E2" w:rsidRPr="00D13775">
        <w:rPr>
          <w:bCs/>
          <w:sz w:val="28"/>
          <w:szCs w:val="28"/>
        </w:rPr>
        <w:t>2023 №</w:t>
      </w:r>
      <w:r w:rsidR="00F80BB1" w:rsidRPr="00D13775">
        <w:rPr>
          <w:bCs/>
          <w:sz w:val="28"/>
          <w:szCs w:val="28"/>
        </w:rPr>
        <w:t>131-ФЗ «Об общих принципах организации местного самоуправления в Российской Федерации», руководствуясь Уставом муниципальн</w:t>
      </w:r>
      <w:r w:rsidR="00DE482A" w:rsidRPr="00D13775">
        <w:rPr>
          <w:bCs/>
          <w:sz w:val="28"/>
          <w:szCs w:val="28"/>
        </w:rPr>
        <w:t xml:space="preserve">ого образования </w:t>
      </w:r>
      <w:r w:rsidR="00567D8D">
        <w:rPr>
          <w:bCs/>
          <w:sz w:val="28"/>
          <w:szCs w:val="28"/>
        </w:rPr>
        <w:t xml:space="preserve">городского округа </w:t>
      </w:r>
      <w:r w:rsidR="00DE482A" w:rsidRPr="00D13775">
        <w:rPr>
          <w:bCs/>
          <w:sz w:val="28"/>
          <w:szCs w:val="28"/>
        </w:rPr>
        <w:t>«Город Шахты», А</w:t>
      </w:r>
      <w:r w:rsidR="00F80BB1" w:rsidRPr="00D13775">
        <w:rPr>
          <w:bCs/>
          <w:sz w:val="28"/>
          <w:szCs w:val="28"/>
        </w:rPr>
        <w:t xml:space="preserve">дминистрация </w:t>
      </w:r>
      <w:r w:rsidR="00DE482A" w:rsidRPr="00D13775">
        <w:rPr>
          <w:bCs/>
          <w:sz w:val="28"/>
          <w:szCs w:val="28"/>
        </w:rPr>
        <w:t>города Шахты</w:t>
      </w:r>
    </w:p>
    <w:p w:rsidR="007A4606" w:rsidRPr="00D13775" w:rsidRDefault="007A4606" w:rsidP="005549BF">
      <w:pPr>
        <w:jc w:val="center"/>
        <w:rPr>
          <w:spacing w:val="-24"/>
          <w:sz w:val="28"/>
          <w:szCs w:val="28"/>
        </w:rPr>
      </w:pPr>
    </w:p>
    <w:p w:rsidR="00A444B6" w:rsidRPr="00A444B6" w:rsidRDefault="00A444B6" w:rsidP="00A444B6">
      <w:pPr>
        <w:tabs>
          <w:tab w:val="left" w:pos="4678"/>
        </w:tabs>
        <w:jc w:val="center"/>
        <w:rPr>
          <w:b/>
          <w:sz w:val="28"/>
          <w:szCs w:val="28"/>
        </w:rPr>
      </w:pPr>
      <w:r w:rsidRPr="00A444B6">
        <w:rPr>
          <w:b/>
          <w:spacing w:val="60"/>
          <w:sz w:val="28"/>
          <w:szCs w:val="28"/>
        </w:rPr>
        <w:t>ПОСТАНОВЛЯЕТ</w:t>
      </w:r>
      <w:r w:rsidRPr="00A444B6">
        <w:rPr>
          <w:b/>
          <w:sz w:val="28"/>
          <w:szCs w:val="28"/>
        </w:rPr>
        <w:t>:</w:t>
      </w:r>
    </w:p>
    <w:p w:rsidR="00DE482A" w:rsidRPr="00D13775" w:rsidRDefault="00DE482A" w:rsidP="005549BF">
      <w:pPr>
        <w:ind w:right="-57"/>
        <w:jc w:val="center"/>
        <w:rPr>
          <w:b/>
          <w:sz w:val="28"/>
          <w:szCs w:val="28"/>
          <w:lang w:eastAsia="ar-SA"/>
        </w:rPr>
      </w:pPr>
    </w:p>
    <w:p w:rsidR="00F80BB1" w:rsidRPr="00D13775" w:rsidRDefault="007A4606" w:rsidP="0062751F">
      <w:pPr>
        <w:ind w:firstLine="708"/>
        <w:jc w:val="both"/>
        <w:rPr>
          <w:sz w:val="28"/>
          <w:szCs w:val="28"/>
        </w:rPr>
      </w:pPr>
      <w:r w:rsidRPr="00D13775">
        <w:rPr>
          <w:sz w:val="28"/>
          <w:szCs w:val="28"/>
        </w:rPr>
        <w:t xml:space="preserve">1.Утвердить </w:t>
      </w:r>
      <w:r w:rsidR="00F80BB1" w:rsidRPr="00D13775">
        <w:rPr>
          <w:sz w:val="28"/>
          <w:szCs w:val="28"/>
        </w:rPr>
        <w:t>Положение о порядке использования имущества, являющегося собственностью муниципального образования «Город Шахты» и предназначенного для целей образования, развития, отдыха и оздоровления детей, оказания медицинской помощи детям и профилактики заболеваний у них, социальной защиты и социального обслуживания детей, согласно приложению к постановлению.</w:t>
      </w:r>
    </w:p>
    <w:p w:rsidR="005C04E2" w:rsidRPr="00D13775" w:rsidRDefault="00F80BB1" w:rsidP="0062751F">
      <w:pPr>
        <w:ind w:firstLine="708"/>
        <w:jc w:val="both"/>
        <w:rPr>
          <w:sz w:val="28"/>
          <w:szCs w:val="28"/>
        </w:rPr>
      </w:pPr>
      <w:r w:rsidRPr="00D13775">
        <w:rPr>
          <w:sz w:val="28"/>
          <w:szCs w:val="28"/>
        </w:rPr>
        <w:t>2.</w:t>
      </w:r>
      <w:r w:rsidR="00DE482A" w:rsidRPr="00D13775">
        <w:rPr>
          <w:sz w:val="28"/>
          <w:szCs w:val="28"/>
        </w:rPr>
        <w:t>Настоящее постановление подлежит опубликованию в газете «</w:t>
      </w:r>
      <w:proofErr w:type="spellStart"/>
      <w:r w:rsidR="00DE482A" w:rsidRPr="00D13775">
        <w:rPr>
          <w:sz w:val="28"/>
          <w:szCs w:val="28"/>
        </w:rPr>
        <w:t>Шахтинские</w:t>
      </w:r>
      <w:proofErr w:type="spellEnd"/>
      <w:r w:rsidR="00DE482A" w:rsidRPr="00D13775">
        <w:rPr>
          <w:sz w:val="28"/>
          <w:szCs w:val="28"/>
        </w:rPr>
        <w:t xml:space="preserve"> известия» и размещению на официальном сайте Администрации города Шахты в информационно-телекоммуникационной сети «Интернет».</w:t>
      </w:r>
    </w:p>
    <w:p w:rsidR="007A4606" w:rsidRPr="00D13775" w:rsidRDefault="00377319" w:rsidP="00286600">
      <w:pPr>
        <w:ind w:firstLine="708"/>
        <w:jc w:val="both"/>
        <w:rPr>
          <w:sz w:val="28"/>
          <w:szCs w:val="28"/>
        </w:rPr>
      </w:pPr>
      <w:r w:rsidRPr="00D13775">
        <w:rPr>
          <w:sz w:val="28"/>
          <w:szCs w:val="28"/>
        </w:rPr>
        <w:t>3</w:t>
      </w:r>
      <w:r w:rsidR="007A4606" w:rsidRPr="00D13775">
        <w:rPr>
          <w:sz w:val="28"/>
          <w:szCs w:val="28"/>
        </w:rPr>
        <w:t>.</w:t>
      </w:r>
      <w:proofErr w:type="gramStart"/>
      <w:r w:rsidR="007A4606" w:rsidRPr="00D13775">
        <w:rPr>
          <w:sz w:val="28"/>
          <w:szCs w:val="28"/>
        </w:rPr>
        <w:t>Контроль за</w:t>
      </w:r>
      <w:proofErr w:type="gramEnd"/>
      <w:r w:rsidR="007A4606" w:rsidRPr="00D13775">
        <w:rPr>
          <w:sz w:val="28"/>
          <w:szCs w:val="28"/>
        </w:rPr>
        <w:t xml:space="preserve"> выполнением постановления возложить на заместителя главы Администрации </w:t>
      </w:r>
      <w:r w:rsidR="005C04E2" w:rsidRPr="00D13775">
        <w:rPr>
          <w:sz w:val="28"/>
          <w:szCs w:val="28"/>
        </w:rPr>
        <w:t>Морозову С.Н.</w:t>
      </w:r>
    </w:p>
    <w:p w:rsidR="007A4606" w:rsidRPr="00D13775" w:rsidRDefault="007A4606" w:rsidP="00286600">
      <w:pPr>
        <w:jc w:val="both"/>
        <w:rPr>
          <w:sz w:val="28"/>
          <w:szCs w:val="28"/>
        </w:rPr>
      </w:pPr>
    </w:p>
    <w:p w:rsidR="007A4606" w:rsidRPr="00D13775" w:rsidRDefault="007A4606" w:rsidP="00286600">
      <w:pPr>
        <w:jc w:val="both"/>
        <w:rPr>
          <w:sz w:val="28"/>
          <w:szCs w:val="28"/>
        </w:rPr>
      </w:pPr>
    </w:p>
    <w:p w:rsidR="00A444B6" w:rsidRPr="00A444B6" w:rsidRDefault="00A444B6" w:rsidP="00A444B6">
      <w:pPr>
        <w:tabs>
          <w:tab w:val="left" w:pos="993"/>
        </w:tabs>
        <w:ind w:right="-1"/>
        <w:jc w:val="both"/>
        <w:rPr>
          <w:sz w:val="28"/>
          <w:szCs w:val="28"/>
        </w:rPr>
      </w:pPr>
      <w:proofErr w:type="spellStart"/>
      <w:r w:rsidRPr="00A444B6">
        <w:rPr>
          <w:sz w:val="28"/>
          <w:szCs w:val="28"/>
        </w:rPr>
        <w:t>И.о</w:t>
      </w:r>
      <w:proofErr w:type="spellEnd"/>
      <w:r w:rsidRPr="00A444B6">
        <w:rPr>
          <w:sz w:val="28"/>
          <w:szCs w:val="28"/>
        </w:rPr>
        <w:t>. главы Администрации</w:t>
      </w:r>
    </w:p>
    <w:p w:rsidR="00A444B6" w:rsidRPr="00A444B6" w:rsidRDefault="00A444B6" w:rsidP="00A444B6">
      <w:pPr>
        <w:tabs>
          <w:tab w:val="left" w:pos="993"/>
        </w:tabs>
        <w:ind w:right="-1"/>
        <w:jc w:val="both"/>
        <w:rPr>
          <w:sz w:val="28"/>
          <w:szCs w:val="28"/>
        </w:rPr>
      </w:pPr>
      <w:r w:rsidRPr="00A444B6">
        <w:rPr>
          <w:sz w:val="28"/>
          <w:szCs w:val="28"/>
        </w:rPr>
        <w:t xml:space="preserve">          города Шахты                                                                                  В.Б. Петров</w:t>
      </w:r>
    </w:p>
    <w:p w:rsidR="005C04E2" w:rsidRPr="00D13775" w:rsidRDefault="005C04E2" w:rsidP="005C04E2">
      <w:pPr>
        <w:tabs>
          <w:tab w:val="left" w:pos="993"/>
        </w:tabs>
        <w:jc w:val="both"/>
        <w:rPr>
          <w:sz w:val="28"/>
          <w:szCs w:val="28"/>
        </w:rPr>
      </w:pPr>
    </w:p>
    <w:p w:rsidR="00C97434" w:rsidRPr="00D13775" w:rsidRDefault="00C97434" w:rsidP="00286600">
      <w:pPr>
        <w:rPr>
          <w:sz w:val="28"/>
          <w:szCs w:val="28"/>
        </w:rPr>
      </w:pPr>
    </w:p>
    <w:p w:rsidR="007A4606" w:rsidRPr="00D13775" w:rsidRDefault="007A4606" w:rsidP="00286600">
      <w:pPr>
        <w:rPr>
          <w:sz w:val="28"/>
          <w:szCs w:val="28"/>
        </w:rPr>
      </w:pPr>
      <w:r w:rsidRPr="00D13775">
        <w:rPr>
          <w:sz w:val="28"/>
          <w:szCs w:val="28"/>
        </w:rPr>
        <w:t>Постановление вносит: ДО</w:t>
      </w:r>
    </w:p>
    <w:p w:rsidR="007A4606" w:rsidRPr="00D13775" w:rsidRDefault="007A4606" w:rsidP="00286600">
      <w:pPr>
        <w:rPr>
          <w:sz w:val="28"/>
          <w:szCs w:val="28"/>
        </w:rPr>
        <w:sectPr w:rsidR="007A4606" w:rsidRPr="00D13775" w:rsidSect="00A444B6">
          <w:pgSz w:w="11906" w:h="16838"/>
          <w:pgMar w:top="1134" w:right="567" w:bottom="709" w:left="1701" w:header="567" w:footer="454" w:gutter="0"/>
          <w:cols w:space="720"/>
          <w:docGrid w:linePitch="272"/>
        </w:sectPr>
      </w:pPr>
      <w:r w:rsidRPr="00D13775">
        <w:rPr>
          <w:sz w:val="28"/>
          <w:szCs w:val="28"/>
        </w:rPr>
        <w:t>Разослано: ДО,</w:t>
      </w:r>
      <w:r w:rsidR="00DE482A" w:rsidRPr="00D13775">
        <w:rPr>
          <w:sz w:val="28"/>
          <w:szCs w:val="28"/>
        </w:rPr>
        <w:t xml:space="preserve"> </w:t>
      </w:r>
      <w:r w:rsidR="0026008B">
        <w:rPr>
          <w:sz w:val="28"/>
          <w:szCs w:val="28"/>
        </w:rPr>
        <w:t>ДС,</w:t>
      </w:r>
      <w:r w:rsidR="00A444B6">
        <w:rPr>
          <w:sz w:val="28"/>
          <w:szCs w:val="28"/>
        </w:rPr>
        <w:t xml:space="preserve"> </w:t>
      </w:r>
      <w:r w:rsidR="0026008B">
        <w:rPr>
          <w:sz w:val="28"/>
          <w:szCs w:val="28"/>
        </w:rPr>
        <w:t>ДК,</w:t>
      </w:r>
      <w:r w:rsidR="00A444B6">
        <w:rPr>
          <w:sz w:val="28"/>
          <w:szCs w:val="28"/>
        </w:rPr>
        <w:t xml:space="preserve"> </w:t>
      </w:r>
      <w:r w:rsidR="0026008B">
        <w:rPr>
          <w:sz w:val="28"/>
          <w:szCs w:val="28"/>
        </w:rPr>
        <w:t>ДТСР,</w:t>
      </w:r>
      <w:r w:rsidR="00A444B6">
        <w:rPr>
          <w:sz w:val="28"/>
          <w:szCs w:val="28"/>
        </w:rPr>
        <w:t xml:space="preserve"> </w:t>
      </w:r>
      <w:r w:rsidR="00DE482A" w:rsidRPr="00D13775">
        <w:rPr>
          <w:sz w:val="28"/>
          <w:szCs w:val="28"/>
        </w:rPr>
        <w:t>КУИ,</w:t>
      </w:r>
      <w:r w:rsidR="00A444B6">
        <w:rPr>
          <w:sz w:val="28"/>
          <w:szCs w:val="28"/>
        </w:rPr>
        <w:t xml:space="preserve"> </w:t>
      </w:r>
      <w:r w:rsidR="00DE482A" w:rsidRPr="00D13775">
        <w:rPr>
          <w:sz w:val="28"/>
          <w:szCs w:val="28"/>
        </w:rPr>
        <w:t>ОСПК</w:t>
      </w:r>
    </w:p>
    <w:p w:rsidR="00A444B6" w:rsidRPr="00A444B6" w:rsidRDefault="00A444B6" w:rsidP="00A444B6">
      <w:pPr>
        <w:ind w:left="4536"/>
        <w:jc w:val="center"/>
        <w:rPr>
          <w:sz w:val="28"/>
          <w:szCs w:val="28"/>
        </w:rPr>
      </w:pPr>
      <w:r w:rsidRPr="00A444B6">
        <w:rPr>
          <w:sz w:val="28"/>
          <w:szCs w:val="28"/>
        </w:rPr>
        <w:lastRenderedPageBreak/>
        <w:t>Приложение</w:t>
      </w:r>
    </w:p>
    <w:p w:rsidR="00A444B6" w:rsidRPr="00A444B6" w:rsidRDefault="00A444B6" w:rsidP="00A444B6">
      <w:pPr>
        <w:ind w:left="4536"/>
        <w:jc w:val="center"/>
        <w:rPr>
          <w:sz w:val="28"/>
          <w:szCs w:val="28"/>
        </w:rPr>
      </w:pPr>
      <w:r w:rsidRPr="00A444B6">
        <w:rPr>
          <w:sz w:val="28"/>
          <w:szCs w:val="28"/>
        </w:rPr>
        <w:t>к постановлению Администрации</w:t>
      </w:r>
    </w:p>
    <w:p w:rsidR="00A444B6" w:rsidRPr="00A444B6" w:rsidRDefault="00A444B6" w:rsidP="00A444B6">
      <w:pPr>
        <w:ind w:left="4536"/>
        <w:jc w:val="center"/>
        <w:rPr>
          <w:sz w:val="28"/>
          <w:szCs w:val="28"/>
        </w:rPr>
      </w:pPr>
      <w:r w:rsidRPr="00A444B6">
        <w:rPr>
          <w:sz w:val="28"/>
          <w:szCs w:val="28"/>
        </w:rPr>
        <w:t>города Шахты</w:t>
      </w:r>
    </w:p>
    <w:p w:rsidR="00A444B6" w:rsidRPr="00A444B6" w:rsidRDefault="00A444B6" w:rsidP="00A444B6">
      <w:pPr>
        <w:ind w:left="4536"/>
        <w:jc w:val="center"/>
        <w:rPr>
          <w:sz w:val="28"/>
          <w:szCs w:val="28"/>
        </w:rPr>
      </w:pPr>
      <w:r w:rsidRPr="00A444B6">
        <w:rPr>
          <w:sz w:val="28"/>
          <w:szCs w:val="28"/>
        </w:rPr>
        <w:t xml:space="preserve">от </w:t>
      </w:r>
      <w:r w:rsidR="00E407D2">
        <w:rPr>
          <w:sz w:val="28"/>
          <w:szCs w:val="28"/>
        </w:rPr>
        <w:t>26.12.</w:t>
      </w:r>
      <w:bookmarkStart w:id="0" w:name="_GoBack"/>
      <w:bookmarkEnd w:id="0"/>
      <w:r w:rsidRPr="00A444B6">
        <w:rPr>
          <w:sz w:val="28"/>
          <w:szCs w:val="28"/>
        </w:rPr>
        <w:t>2024 №</w:t>
      </w:r>
      <w:r w:rsidR="00E407D2">
        <w:rPr>
          <w:sz w:val="28"/>
          <w:szCs w:val="28"/>
        </w:rPr>
        <w:t>4821</w:t>
      </w:r>
    </w:p>
    <w:p w:rsidR="007A4606" w:rsidRPr="00D13775" w:rsidRDefault="007A4606" w:rsidP="00A444B6">
      <w:pPr>
        <w:jc w:val="right"/>
        <w:rPr>
          <w:sz w:val="28"/>
          <w:szCs w:val="28"/>
        </w:rPr>
      </w:pPr>
    </w:p>
    <w:p w:rsidR="00DE482A" w:rsidRPr="00D13775" w:rsidRDefault="0062751F" w:rsidP="00A444B6">
      <w:pPr>
        <w:jc w:val="center"/>
        <w:rPr>
          <w:sz w:val="28"/>
          <w:szCs w:val="28"/>
        </w:rPr>
      </w:pPr>
      <w:r w:rsidRPr="00D13775">
        <w:rPr>
          <w:sz w:val="28"/>
          <w:szCs w:val="28"/>
        </w:rPr>
        <w:t>П</w:t>
      </w:r>
      <w:r w:rsidR="00C97434" w:rsidRPr="00D13775">
        <w:rPr>
          <w:sz w:val="28"/>
          <w:szCs w:val="28"/>
        </w:rPr>
        <w:t>ОЛОЖЕНИЕ</w:t>
      </w:r>
      <w:r w:rsidR="00DE482A" w:rsidRPr="00D13775">
        <w:rPr>
          <w:sz w:val="28"/>
          <w:szCs w:val="28"/>
        </w:rPr>
        <w:t xml:space="preserve"> </w:t>
      </w:r>
    </w:p>
    <w:p w:rsidR="0062751F" w:rsidRPr="00D13775" w:rsidRDefault="0062751F" w:rsidP="00A444B6">
      <w:pPr>
        <w:jc w:val="center"/>
        <w:rPr>
          <w:sz w:val="28"/>
          <w:szCs w:val="28"/>
        </w:rPr>
      </w:pPr>
      <w:r w:rsidRPr="00D13775">
        <w:rPr>
          <w:sz w:val="28"/>
          <w:szCs w:val="28"/>
        </w:rPr>
        <w:t>о порядке использования имущества, являющегося собственностью муниципального образования «Город Шахты» и предназначенного для целей образования, развития, отдыха и оздоровления детей, оказания медицинской помощи детям и профилактики заболеваний у них, социальной защиты и социального обслуживания детей</w:t>
      </w:r>
    </w:p>
    <w:p w:rsidR="00377319" w:rsidRPr="00A444B6" w:rsidRDefault="00377319" w:rsidP="00A444B6">
      <w:pPr>
        <w:jc w:val="center"/>
        <w:rPr>
          <w:sz w:val="28"/>
          <w:szCs w:val="28"/>
        </w:rPr>
      </w:pPr>
    </w:p>
    <w:p w:rsidR="00DE482A" w:rsidRPr="00D13775" w:rsidRDefault="00377319" w:rsidP="00A444B6">
      <w:pPr>
        <w:ind w:firstLine="709"/>
        <w:jc w:val="both"/>
        <w:rPr>
          <w:sz w:val="28"/>
          <w:szCs w:val="28"/>
        </w:rPr>
      </w:pPr>
      <w:proofErr w:type="gramStart"/>
      <w:r w:rsidRPr="00D13775">
        <w:rPr>
          <w:sz w:val="28"/>
          <w:szCs w:val="28"/>
        </w:rPr>
        <w:t xml:space="preserve">1.Настоящее Положение разработано в соответствии с абзацем вторым пункта 3 статьи 13 Федерального закона от 24.07.1998 №124-ФЗ </w:t>
      </w:r>
      <w:r w:rsidRPr="00D13775">
        <w:rPr>
          <w:bCs/>
          <w:sz w:val="28"/>
          <w:szCs w:val="28"/>
        </w:rPr>
        <w:t>«Об основных гарантиях прав ребенка в Российской Федерации»</w:t>
      </w:r>
      <w:r w:rsidR="00DE482A" w:rsidRPr="00D13775">
        <w:rPr>
          <w:sz w:val="28"/>
          <w:szCs w:val="28"/>
        </w:rPr>
        <w:t xml:space="preserve"> и определяет П</w:t>
      </w:r>
      <w:r w:rsidRPr="00D13775">
        <w:rPr>
          <w:sz w:val="28"/>
          <w:szCs w:val="28"/>
        </w:rPr>
        <w:t>орядок использования имущества</w:t>
      </w:r>
      <w:r w:rsidR="00DE482A" w:rsidRPr="00D13775">
        <w:rPr>
          <w:sz w:val="28"/>
          <w:szCs w:val="28"/>
        </w:rPr>
        <w:t xml:space="preserve"> (далее – Порядок)</w:t>
      </w:r>
      <w:r w:rsidRPr="00D13775">
        <w:rPr>
          <w:sz w:val="28"/>
          <w:szCs w:val="28"/>
        </w:rPr>
        <w:t>, являющегося собственностью муниципального образования «Город Шахты» и предназначенного для целей образования, развития, отдыха и оздоровления детей, оказания медицинской помощи детям и профилактики заболеваний у них, социальной защиты</w:t>
      </w:r>
      <w:proofErr w:type="gramEnd"/>
      <w:r w:rsidRPr="00D13775">
        <w:rPr>
          <w:sz w:val="28"/>
          <w:szCs w:val="28"/>
        </w:rPr>
        <w:t xml:space="preserve"> и социального обслуживания детей (далее </w:t>
      </w:r>
      <w:r w:rsidR="00DE482A" w:rsidRPr="00D13775">
        <w:rPr>
          <w:sz w:val="28"/>
          <w:szCs w:val="28"/>
        </w:rPr>
        <w:t>-</w:t>
      </w:r>
      <w:r w:rsidRPr="00D13775">
        <w:rPr>
          <w:sz w:val="28"/>
          <w:szCs w:val="28"/>
        </w:rPr>
        <w:t xml:space="preserve"> объекты социальной инфраструктуры для детей).</w:t>
      </w:r>
    </w:p>
    <w:p w:rsidR="00DE482A" w:rsidRPr="00D13775" w:rsidRDefault="00377319" w:rsidP="00A444B6">
      <w:pPr>
        <w:ind w:firstLine="709"/>
        <w:jc w:val="both"/>
        <w:rPr>
          <w:bCs/>
          <w:sz w:val="28"/>
          <w:szCs w:val="28"/>
        </w:rPr>
      </w:pPr>
      <w:r w:rsidRPr="00D13775">
        <w:rPr>
          <w:sz w:val="28"/>
          <w:szCs w:val="28"/>
        </w:rPr>
        <w:t xml:space="preserve">2.Понятие «социальная инфраструктура для детей» в настоящем </w:t>
      </w:r>
      <w:r w:rsidR="00DE482A" w:rsidRPr="00D13775">
        <w:rPr>
          <w:sz w:val="28"/>
          <w:szCs w:val="28"/>
        </w:rPr>
        <w:t>П</w:t>
      </w:r>
      <w:r w:rsidRPr="00D13775">
        <w:rPr>
          <w:sz w:val="28"/>
          <w:szCs w:val="28"/>
        </w:rPr>
        <w:t xml:space="preserve">орядке используется в значении, установленном Федеральным законом от 24.07.1998 №124-ФЗ </w:t>
      </w:r>
      <w:r w:rsidRPr="00D13775">
        <w:rPr>
          <w:bCs/>
          <w:sz w:val="28"/>
          <w:szCs w:val="28"/>
        </w:rPr>
        <w:t>«Об основных гарантиях прав ребенка в Российской Федерации».</w:t>
      </w:r>
      <w:r w:rsidR="00DE482A" w:rsidRPr="00D13775">
        <w:rPr>
          <w:bCs/>
          <w:sz w:val="28"/>
          <w:szCs w:val="28"/>
        </w:rPr>
        <w:t xml:space="preserve"> </w:t>
      </w:r>
    </w:p>
    <w:p w:rsidR="00DE482A" w:rsidRPr="00D13775" w:rsidRDefault="00377319" w:rsidP="00A444B6">
      <w:pPr>
        <w:ind w:firstLine="709"/>
        <w:jc w:val="both"/>
        <w:rPr>
          <w:bCs/>
          <w:sz w:val="28"/>
          <w:szCs w:val="28"/>
        </w:rPr>
      </w:pPr>
      <w:proofErr w:type="gramStart"/>
      <w:r w:rsidRPr="00D13775">
        <w:rPr>
          <w:bCs/>
          <w:sz w:val="28"/>
          <w:szCs w:val="28"/>
        </w:rPr>
        <w:t>3.Муниципальное имущество (земельные участки,</w:t>
      </w:r>
      <w:r w:rsidR="00A444B6">
        <w:rPr>
          <w:bCs/>
          <w:sz w:val="28"/>
          <w:szCs w:val="28"/>
        </w:rPr>
        <w:t xml:space="preserve"> здания, строения и сооружения, </w:t>
      </w:r>
      <w:r w:rsidRPr="00D13775">
        <w:rPr>
          <w:bCs/>
          <w:sz w:val="28"/>
          <w:szCs w:val="28"/>
        </w:rPr>
        <w:t>оборудование и иное имущество), которое относится к объектам социальной инфраструктуры для детей и предназначено для целей образования, развития, отдыха и оздоровления детей, оказания медицинской помощи</w:t>
      </w:r>
      <w:r w:rsidR="00AA4799" w:rsidRPr="00D13775">
        <w:rPr>
          <w:bCs/>
          <w:sz w:val="28"/>
          <w:szCs w:val="28"/>
        </w:rPr>
        <w:t xml:space="preserve"> детям</w:t>
      </w:r>
      <w:r w:rsidRPr="00D13775">
        <w:rPr>
          <w:bCs/>
          <w:sz w:val="28"/>
          <w:szCs w:val="28"/>
        </w:rPr>
        <w:t xml:space="preserve"> и профилактики заболеваний у них, социальной защиты и социального обслуживания детей, может использоваться только в данных целях.</w:t>
      </w:r>
      <w:proofErr w:type="gramEnd"/>
    </w:p>
    <w:p w:rsidR="00DE482A" w:rsidRPr="00D13775" w:rsidRDefault="00EA1A7A" w:rsidP="00A444B6">
      <w:pPr>
        <w:ind w:firstLine="709"/>
        <w:jc w:val="both"/>
        <w:rPr>
          <w:bCs/>
          <w:sz w:val="28"/>
          <w:szCs w:val="28"/>
        </w:rPr>
      </w:pPr>
      <w:proofErr w:type="gramStart"/>
      <w:r w:rsidRPr="00D13775">
        <w:rPr>
          <w:bCs/>
          <w:sz w:val="28"/>
          <w:szCs w:val="28"/>
        </w:rPr>
        <w:t>4.</w:t>
      </w:r>
      <w:r w:rsidR="00DE482A" w:rsidRPr="00D13775">
        <w:rPr>
          <w:bCs/>
          <w:sz w:val="28"/>
          <w:szCs w:val="28"/>
        </w:rPr>
        <w:t>Принятие А</w:t>
      </w:r>
      <w:r w:rsidRPr="00D13775">
        <w:rPr>
          <w:bCs/>
          <w:sz w:val="28"/>
          <w:szCs w:val="28"/>
        </w:rPr>
        <w:t xml:space="preserve">дминистрацией </w:t>
      </w:r>
      <w:r w:rsidR="00567D8D">
        <w:rPr>
          <w:bCs/>
          <w:sz w:val="28"/>
          <w:szCs w:val="28"/>
        </w:rPr>
        <w:t>города Шахты</w:t>
      </w:r>
      <w:r w:rsidR="00AA4799" w:rsidRPr="00D13775">
        <w:rPr>
          <w:bCs/>
          <w:sz w:val="28"/>
          <w:szCs w:val="28"/>
        </w:rPr>
        <w:t xml:space="preserve"> решения о реконструкции, модернизации, об изменении назначения или о ликвидации объекта социальной инфраструктуры для детей допускается на основании положительного заключения комиссии по оценке последствий такого решения, создаваемой в соответствии со статьей 13 Федерального закона</w:t>
      </w:r>
      <w:r w:rsidR="006158DA" w:rsidRPr="00D13775">
        <w:rPr>
          <w:sz w:val="28"/>
          <w:szCs w:val="28"/>
        </w:rPr>
        <w:t xml:space="preserve"> от 24.07.1998 №124-ФЗ </w:t>
      </w:r>
      <w:r w:rsidR="006158DA" w:rsidRPr="00D13775">
        <w:rPr>
          <w:bCs/>
          <w:sz w:val="28"/>
          <w:szCs w:val="28"/>
        </w:rPr>
        <w:t xml:space="preserve">«Об основных гарантиях прав ребенка в Российской Федерации», </w:t>
      </w:r>
      <w:r w:rsidR="00DE482A" w:rsidRPr="00D13775">
        <w:rPr>
          <w:bCs/>
          <w:sz w:val="28"/>
          <w:szCs w:val="28"/>
        </w:rPr>
        <w:t xml:space="preserve"> </w:t>
      </w:r>
      <w:r w:rsidR="006158DA" w:rsidRPr="00D13775">
        <w:rPr>
          <w:bCs/>
          <w:sz w:val="28"/>
          <w:szCs w:val="28"/>
        </w:rPr>
        <w:t>для обеспечения жизнедеятельности, образования, развития, отдыха и оздоровления детей, оказания</w:t>
      </w:r>
      <w:proofErr w:type="gramEnd"/>
      <w:r w:rsidR="006158DA" w:rsidRPr="00D13775">
        <w:rPr>
          <w:bCs/>
          <w:sz w:val="28"/>
          <w:szCs w:val="28"/>
        </w:rPr>
        <w:t xml:space="preserve"> медицинской помощи детям и профилактики заболеваний у них, социальной защиты и социального обслуживания.</w:t>
      </w:r>
      <w:r w:rsidR="007E0FC6" w:rsidRPr="00D13775">
        <w:rPr>
          <w:bCs/>
          <w:sz w:val="28"/>
          <w:szCs w:val="28"/>
        </w:rPr>
        <w:tab/>
      </w:r>
    </w:p>
    <w:p w:rsidR="00DE482A" w:rsidRPr="00D13775" w:rsidRDefault="006158DA" w:rsidP="00A444B6">
      <w:pPr>
        <w:ind w:firstLine="709"/>
        <w:jc w:val="both"/>
        <w:rPr>
          <w:bCs/>
          <w:sz w:val="28"/>
          <w:szCs w:val="28"/>
        </w:rPr>
      </w:pPr>
      <w:r w:rsidRPr="00D13775">
        <w:rPr>
          <w:bCs/>
          <w:sz w:val="28"/>
          <w:szCs w:val="28"/>
        </w:rPr>
        <w:t>Изменение назначения или ликвидация объекта социальной инфраструктуры для детей, являющегося собственностью муниципального образования «Город Шахты», допускается в случаях, установленных постановл</w:t>
      </w:r>
      <w:r w:rsidR="00DE482A" w:rsidRPr="00D13775">
        <w:rPr>
          <w:bCs/>
          <w:sz w:val="28"/>
          <w:szCs w:val="28"/>
        </w:rPr>
        <w:t>ением Правительства Российской Ф</w:t>
      </w:r>
      <w:r w:rsidRPr="00D13775">
        <w:rPr>
          <w:bCs/>
          <w:sz w:val="28"/>
          <w:szCs w:val="28"/>
        </w:rPr>
        <w:t xml:space="preserve">едерации от 24.07.2023 №1193 «Об утверждении перечня случаев, в которых допускается изменение </w:t>
      </w:r>
      <w:r w:rsidRPr="00D13775">
        <w:rPr>
          <w:bCs/>
          <w:sz w:val="28"/>
          <w:szCs w:val="28"/>
        </w:rPr>
        <w:lastRenderedPageBreak/>
        <w:t>назначения или ликвидация объекта социальной инфраструктуры для детей, являющегося государственной или муниципальной собственностью».</w:t>
      </w:r>
      <w:r w:rsidR="00DE482A" w:rsidRPr="00D13775">
        <w:rPr>
          <w:bCs/>
          <w:sz w:val="28"/>
          <w:szCs w:val="28"/>
        </w:rPr>
        <w:t xml:space="preserve"> </w:t>
      </w:r>
    </w:p>
    <w:p w:rsidR="00DE482A" w:rsidRPr="00D13775" w:rsidRDefault="00DE482A" w:rsidP="00A444B6">
      <w:pPr>
        <w:ind w:firstLine="709"/>
        <w:jc w:val="both"/>
        <w:rPr>
          <w:bCs/>
          <w:sz w:val="28"/>
          <w:szCs w:val="28"/>
        </w:rPr>
      </w:pPr>
      <w:proofErr w:type="gramStart"/>
      <w:r w:rsidRPr="00D13775">
        <w:rPr>
          <w:bCs/>
          <w:sz w:val="28"/>
          <w:szCs w:val="28"/>
        </w:rPr>
        <w:t>5.</w:t>
      </w:r>
      <w:r w:rsidR="006158DA" w:rsidRPr="00D13775">
        <w:rPr>
          <w:bCs/>
          <w:sz w:val="28"/>
          <w:szCs w:val="28"/>
        </w:rPr>
        <w:t>Изменение целевого назначения и (или) вида разрешенного использования земельных участков, предоставленных для размещения объектов, предназначенных для организации отдыха и оздоровления детей, запрещаетс</w:t>
      </w:r>
      <w:r w:rsidR="00A444B6">
        <w:rPr>
          <w:bCs/>
          <w:sz w:val="28"/>
          <w:szCs w:val="28"/>
        </w:rPr>
        <w:t xml:space="preserve">я, за исключением случаев, при </w:t>
      </w:r>
      <w:r w:rsidR="006158DA" w:rsidRPr="00D13775">
        <w:rPr>
          <w:bCs/>
          <w:sz w:val="28"/>
          <w:szCs w:val="28"/>
        </w:rPr>
        <w:t>которых в соответствии с пунктом 2 статьи 13 Федерального закона</w:t>
      </w:r>
      <w:r w:rsidR="006158DA" w:rsidRPr="00D13775">
        <w:rPr>
          <w:sz w:val="28"/>
          <w:szCs w:val="28"/>
        </w:rPr>
        <w:t xml:space="preserve"> от 24.07.1998 №124-ФЗ </w:t>
      </w:r>
      <w:r w:rsidR="006158DA" w:rsidRPr="00D13775">
        <w:rPr>
          <w:bCs/>
          <w:sz w:val="28"/>
          <w:szCs w:val="28"/>
        </w:rPr>
        <w:t>«Об основных гарантиях прав ребенка в Российской Федерации» допускается изменение назначения или ликвидация объекта социальной инфраструктуры для детей, и случаев</w:t>
      </w:r>
      <w:proofErr w:type="gramEnd"/>
      <w:r w:rsidR="006158DA" w:rsidRPr="00D13775">
        <w:rPr>
          <w:bCs/>
          <w:sz w:val="28"/>
          <w:szCs w:val="28"/>
        </w:rPr>
        <w:t xml:space="preserve"> изъятия таких земельных участков для государственных или муниципальных нужд.</w:t>
      </w:r>
      <w:r w:rsidRPr="00D13775">
        <w:rPr>
          <w:bCs/>
          <w:sz w:val="28"/>
          <w:szCs w:val="28"/>
        </w:rPr>
        <w:t xml:space="preserve"> </w:t>
      </w:r>
    </w:p>
    <w:p w:rsidR="00DE482A" w:rsidRPr="00D13775" w:rsidRDefault="00DE482A" w:rsidP="00A444B6">
      <w:pPr>
        <w:ind w:firstLine="709"/>
        <w:jc w:val="both"/>
        <w:rPr>
          <w:bCs/>
          <w:sz w:val="28"/>
          <w:szCs w:val="28"/>
        </w:rPr>
      </w:pPr>
      <w:proofErr w:type="gramStart"/>
      <w:r w:rsidRPr="00D13775">
        <w:rPr>
          <w:bCs/>
          <w:sz w:val="28"/>
          <w:szCs w:val="28"/>
        </w:rPr>
        <w:t>6.</w:t>
      </w:r>
      <w:r w:rsidR="006158DA" w:rsidRPr="00D13775">
        <w:rPr>
          <w:bCs/>
          <w:sz w:val="28"/>
          <w:szCs w:val="28"/>
        </w:rPr>
        <w:t>Муниципальная организация, за которой закреплены на праве оперативного управления объекты социальной инфраструктуры для детей, вправе с согласия учредителя сдавать такие объекты в аренду, безвозмездное пользование в целях обеспечения более эффективной организации основной уставной деятельности и рационального использования имущества.</w:t>
      </w:r>
      <w:r w:rsidRPr="00D13775">
        <w:rPr>
          <w:bCs/>
          <w:sz w:val="28"/>
          <w:szCs w:val="28"/>
        </w:rPr>
        <w:t xml:space="preserve"> </w:t>
      </w:r>
      <w:proofErr w:type="gramEnd"/>
    </w:p>
    <w:p w:rsidR="00DE482A" w:rsidRPr="00D13775" w:rsidRDefault="006158DA" w:rsidP="00A444B6">
      <w:pPr>
        <w:ind w:firstLine="709"/>
        <w:jc w:val="both"/>
        <w:rPr>
          <w:bCs/>
          <w:sz w:val="28"/>
          <w:szCs w:val="28"/>
        </w:rPr>
      </w:pPr>
      <w:proofErr w:type="gramStart"/>
      <w:r w:rsidRPr="00D13775">
        <w:rPr>
          <w:bCs/>
          <w:sz w:val="28"/>
          <w:szCs w:val="28"/>
        </w:rPr>
        <w:t>Заключению договора аренды или договора безвозмездного п</w:t>
      </w:r>
      <w:r w:rsidR="009B06BE" w:rsidRPr="00D13775">
        <w:rPr>
          <w:bCs/>
          <w:sz w:val="28"/>
          <w:szCs w:val="28"/>
        </w:rPr>
        <w:t>ользования объекта социальной и</w:t>
      </w:r>
      <w:r w:rsidRPr="00D13775">
        <w:rPr>
          <w:bCs/>
          <w:sz w:val="28"/>
          <w:szCs w:val="28"/>
        </w:rPr>
        <w:t>нфраструктуры для детей должна пре</w:t>
      </w:r>
      <w:r w:rsidR="009B06BE" w:rsidRPr="00D13775">
        <w:rPr>
          <w:bCs/>
          <w:sz w:val="28"/>
          <w:szCs w:val="28"/>
        </w:rPr>
        <w:t>дшествовать проводимая в соотве</w:t>
      </w:r>
      <w:r w:rsidRPr="00D13775">
        <w:rPr>
          <w:bCs/>
          <w:sz w:val="28"/>
          <w:szCs w:val="28"/>
        </w:rPr>
        <w:t>т</w:t>
      </w:r>
      <w:r w:rsidR="009B06BE" w:rsidRPr="00D13775">
        <w:rPr>
          <w:bCs/>
          <w:sz w:val="28"/>
          <w:szCs w:val="28"/>
        </w:rPr>
        <w:t>ст</w:t>
      </w:r>
      <w:r w:rsidRPr="00D13775">
        <w:rPr>
          <w:bCs/>
          <w:sz w:val="28"/>
          <w:szCs w:val="28"/>
        </w:rPr>
        <w:t xml:space="preserve">вии с пунктом 2 статьи 13 </w:t>
      </w:r>
      <w:r w:rsidR="009B06BE" w:rsidRPr="00D13775">
        <w:rPr>
          <w:bCs/>
          <w:sz w:val="28"/>
          <w:szCs w:val="28"/>
        </w:rPr>
        <w:t>Федерального закона</w:t>
      </w:r>
      <w:r w:rsidR="009B06BE" w:rsidRPr="00D13775">
        <w:rPr>
          <w:sz w:val="28"/>
          <w:szCs w:val="28"/>
        </w:rPr>
        <w:t xml:space="preserve"> от 24.07.1998 №124-ФЗ </w:t>
      </w:r>
      <w:r w:rsidR="009B06BE" w:rsidRPr="00D13775">
        <w:rPr>
          <w:bCs/>
          <w:sz w:val="28"/>
          <w:szCs w:val="28"/>
        </w:rPr>
        <w:t>«Об основных гарантиях прав ребенка в Российской Федерации» оценка последствий таких договоров для обеспечения жизнедеятельности, образования, развития, отдыха и оздоровления детей, оказания им медицинской помощи, профилактики заболеваний у детей, их социальной защите и</w:t>
      </w:r>
      <w:proofErr w:type="gramEnd"/>
      <w:r w:rsidR="009B06BE" w:rsidRPr="00D13775">
        <w:rPr>
          <w:bCs/>
          <w:sz w:val="28"/>
          <w:szCs w:val="28"/>
        </w:rPr>
        <w:t xml:space="preserve"> социального обслуживания.</w:t>
      </w:r>
      <w:r w:rsidR="00DE482A" w:rsidRPr="00D13775">
        <w:rPr>
          <w:bCs/>
          <w:sz w:val="28"/>
          <w:szCs w:val="28"/>
        </w:rPr>
        <w:t xml:space="preserve"> </w:t>
      </w:r>
    </w:p>
    <w:p w:rsidR="00DE482A" w:rsidRPr="00D13775" w:rsidRDefault="009B06BE" w:rsidP="00A444B6">
      <w:pPr>
        <w:ind w:firstLine="709"/>
        <w:jc w:val="both"/>
        <w:rPr>
          <w:bCs/>
          <w:sz w:val="28"/>
          <w:szCs w:val="28"/>
        </w:rPr>
      </w:pPr>
      <w:r w:rsidRPr="00D13775">
        <w:rPr>
          <w:bCs/>
          <w:sz w:val="28"/>
          <w:szCs w:val="28"/>
        </w:rPr>
        <w:t>Договор аренды и договор безвозмездного пользования не могут заключаться, если в результате проведенной оценки последствий его заключения установлена возможность ухудшения условий обеспечения жизнедеятельности, образования, развития, отдыха и оздоровления детей, оказания им медицинской помощи, профилактики заболеваний у детей, их социальной защиты и социального обслуживания.</w:t>
      </w:r>
    </w:p>
    <w:p w:rsidR="009B06BE" w:rsidRPr="00D13775" w:rsidRDefault="00DE482A" w:rsidP="00A444B6">
      <w:pPr>
        <w:ind w:firstLine="709"/>
        <w:jc w:val="both"/>
        <w:rPr>
          <w:bCs/>
          <w:sz w:val="28"/>
          <w:szCs w:val="28"/>
        </w:rPr>
      </w:pPr>
      <w:r w:rsidRPr="00D13775">
        <w:rPr>
          <w:bCs/>
          <w:sz w:val="28"/>
          <w:szCs w:val="28"/>
        </w:rPr>
        <w:t>7.</w:t>
      </w:r>
      <w:r w:rsidR="009B06BE" w:rsidRPr="00D13775">
        <w:rPr>
          <w:bCs/>
          <w:sz w:val="28"/>
          <w:szCs w:val="28"/>
        </w:rPr>
        <w:t>Изменение формы собственности имущества, которое относится к объектам социальной инфраструктуры для детей и является муниципальной собственностью, может осуществляться в установленн</w:t>
      </w:r>
      <w:r w:rsidRPr="00D13775">
        <w:rPr>
          <w:bCs/>
          <w:sz w:val="28"/>
          <w:szCs w:val="28"/>
        </w:rPr>
        <w:t>ом</w:t>
      </w:r>
      <w:r w:rsidR="009B06BE" w:rsidRPr="00D13775">
        <w:rPr>
          <w:bCs/>
          <w:sz w:val="28"/>
          <w:szCs w:val="28"/>
        </w:rPr>
        <w:t xml:space="preserve"> законом порядке.</w:t>
      </w:r>
    </w:p>
    <w:p w:rsidR="009B06BE" w:rsidRDefault="009B06BE" w:rsidP="00DE482A">
      <w:pPr>
        <w:ind w:firstLine="567"/>
        <w:jc w:val="both"/>
        <w:rPr>
          <w:bCs/>
          <w:sz w:val="28"/>
          <w:szCs w:val="28"/>
        </w:rPr>
      </w:pPr>
      <w:r w:rsidRPr="00D13775">
        <w:rPr>
          <w:bCs/>
          <w:sz w:val="28"/>
          <w:szCs w:val="28"/>
        </w:rPr>
        <w:tab/>
      </w:r>
    </w:p>
    <w:p w:rsidR="00A444B6" w:rsidRDefault="00A444B6" w:rsidP="00DE482A">
      <w:pPr>
        <w:ind w:firstLine="567"/>
        <w:jc w:val="both"/>
        <w:rPr>
          <w:bCs/>
          <w:sz w:val="28"/>
          <w:szCs w:val="28"/>
        </w:rPr>
      </w:pPr>
    </w:p>
    <w:p w:rsidR="00A444B6" w:rsidRPr="00A444B6" w:rsidRDefault="00A444B6" w:rsidP="00A444B6">
      <w:pPr>
        <w:rPr>
          <w:sz w:val="28"/>
          <w:highlight w:val="lightGray"/>
        </w:rPr>
      </w:pPr>
      <w:r w:rsidRPr="00A444B6">
        <w:rPr>
          <w:sz w:val="28"/>
          <w:szCs w:val="28"/>
        </w:rPr>
        <w:t>Заместитель главы Администрации</w:t>
      </w:r>
      <w:r w:rsidRPr="00A444B6">
        <w:rPr>
          <w:sz w:val="28"/>
          <w:szCs w:val="28"/>
        </w:rPr>
        <w:tab/>
      </w:r>
      <w:r w:rsidRPr="00A444B6">
        <w:rPr>
          <w:sz w:val="28"/>
          <w:szCs w:val="28"/>
        </w:rPr>
        <w:tab/>
        <w:t xml:space="preserve">  </w:t>
      </w:r>
      <w:r>
        <w:rPr>
          <w:sz w:val="28"/>
          <w:szCs w:val="28"/>
        </w:rPr>
        <w:t xml:space="preserve">                               </w:t>
      </w:r>
      <w:r w:rsidRPr="00A444B6">
        <w:rPr>
          <w:sz w:val="28"/>
          <w:szCs w:val="28"/>
        </w:rPr>
        <w:t xml:space="preserve">       С.Н. Морозова</w:t>
      </w:r>
    </w:p>
    <w:p w:rsidR="00A444B6" w:rsidRPr="00D13775" w:rsidRDefault="00A444B6" w:rsidP="00DE482A">
      <w:pPr>
        <w:ind w:firstLine="567"/>
        <w:jc w:val="both"/>
        <w:rPr>
          <w:sz w:val="28"/>
          <w:szCs w:val="28"/>
        </w:rPr>
      </w:pPr>
    </w:p>
    <w:sectPr w:rsidR="00A444B6" w:rsidRPr="00D13775" w:rsidSect="00A444B6">
      <w:footerReference w:type="default" r:id="rId9"/>
      <w:pgSz w:w="11906" w:h="16838"/>
      <w:pgMar w:top="1134" w:right="567" w:bottom="1134" w:left="1701" w:header="567" w:footer="45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20A" w:rsidRDefault="0003420A">
      <w:r>
        <w:separator/>
      </w:r>
    </w:p>
  </w:endnote>
  <w:endnote w:type="continuationSeparator" w:id="0">
    <w:p w:rsidR="0003420A" w:rsidRDefault="00034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BB1" w:rsidRPr="00213C48" w:rsidRDefault="00F80BB1" w:rsidP="00213C48">
    <w:pPr>
      <w:pStyle w:val="a7"/>
      <w:rPr>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20A" w:rsidRDefault="0003420A">
      <w:r>
        <w:separator/>
      </w:r>
    </w:p>
  </w:footnote>
  <w:footnote w:type="continuationSeparator" w:id="0">
    <w:p w:rsidR="0003420A" w:rsidRDefault="000342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C4C2A"/>
    <w:multiLevelType w:val="hybridMultilevel"/>
    <w:tmpl w:val="7CF0823E"/>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nsid w:val="122121DB"/>
    <w:multiLevelType w:val="hybridMultilevel"/>
    <w:tmpl w:val="F49C9742"/>
    <w:lvl w:ilvl="0" w:tplc="0419000F">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19BC0365"/>
    <w:multiLevelType w:val="multilevel"/>
    <w:tmpl w:val="F4F64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353363"/>
    <w:multiLevelType w:val="hybridMultilevel"/>
    <w:tmpl w:val="376C7BE6"/>
    <w:lvl w:ilvl="0" w:tplc="415CDB68">
      <w:start w:val="1"/>
      <w:numFmt w:val="decimal"/>
      <w:lvlText w:val="%1"/>
      <w:lvlJc w:val="righ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
    <w:nsid w:val="25474ED2"/>
    <w:multiLevelType w:val="hybridMultilevel"/>
    <w:tmpl w:val="4ACC0872"/>
    <w:lvl w:ilvl="0" w:tplc="6E3C8A42">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2606600E"/>
    <w:multiLevelType w:val="hybridMultilevel"/>
    <w:tmpl w:val="4CD29F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A17877"/>
    <w:multiLevelType w:val="hybridMultilevel"/>
    <w:tmpl w:val="AB30FB24"/>
    <w:lvl w:ilvl="0" w:tplc="415CDB68">
      <w:start w:val="1"/>
      <w:numFmt w:val="decimal"/>
      <w:lvlText w:val="%1"/>
      <w:lvlJc w:val="righ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
    <w:nsid w:val="47067ABA"/>
    <w:multiLevelType w:val="hybridMultilevel"/>
    <w:tmpl w:val="2B2A77CC"/>
    <w:lvl w:ilvl="0" w:tplc="3CD67294">
      <w:start w:val="1"/>
      <w:numFmt w:val="decimal"/>
      <w:lvlText w:val="%1.2."/>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8">
    <w:nsid w:val="52357A82"/>
    <w:multiLevelType w:val="hybridMultilevel"/>
    <w:tmpl w:val="D3505696"/>
    <w:lvl w:ilvl="0" w:tplc="95848B62">
      <w:start w:val="1"/>
      <w:numFmt w:val="decimal"/>
      <w:lvlText w:val="%1"/>
      <w:lvlJc w:val="center"/>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7"/>
  </w:num>
  <w:num w:numId="2">
    <w:abstractNumId w:val="0"/>
  </w:num>
  <w:num w:numId="3">
    <w:abstractNumId w:val="1"/>
  </w:num>
  <w:num w:numId="4">
    <w:abstractNumId w:val="8"/>
  </w:num>
  <w:num w:numId="5">
    <w:abstractNumId w:val="4"/>
  </w:num>
  <w:num w:numId="6">
    <w:abstractNumId w:val="6"/>
  </w:num>
  <w:num w:numId="7">
    <w:abstractNumId w:val="3"/>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135"/>
    <w:rsid w:val="00006572"/>
    <w:rsid w:val="000103A6"/>
    <w:rsid w:val="00031FD3"/>
    <w:rsid w:val="0003420A"/>
    <w:rsid w:val="00036872"/>
    <w:rsid w:val="0004557D"/>
    <w:rsid w:val="000542C1"/>
    <w:rsid w:val="00080E74"/>
    <w:rsid w:val="000863CE"/>
    <w:rsid w:val="000960B0"/>
    <w:rsid w:val="000A3EA3"/>
    <w:rsid w:val="000B1740"/>
    <w:rsid w:val="000B44D4"/>
    <w:rsid w:val="000C15B3"/>
    <w:rsid w:val="000C45EC"/>
    <w:rsid w:val="000C53DF"/>
    <w:rsid w:val="000D16F4"/>
    <w:rsid w:val="000D2C2A"/>
    <w:rsid w:val="000D792E"/>
    <w:rsid w:val="000E42B2"/>
    <w:rsid w:val="000E7222"/>
    <w:rsid w:val="00107D72"/>
    <w:rsid w:val="00120017"/>
    <w:rsid w:val="001272CF"/>
    <w:rsid w:val="0012757C"/>
    <w:rsid w:val="00130F92"/>
    <w:rsid w:val="00132C8D"/>
    <w:rsid w:val="00132CD4"/>
    <w:rsid w:val="00133C8A"/>
    <w:rsid w:val="0013652F"/>
    <w:rsid w:val="00136B54"/>
    <w:rsid w:val="00153A66"/>
    <w:rsid w:val="00153C57"/>
    <w:rsid w:val="00155926"/>
    <w:rsid w:val="0016041A"/>
    <w:rsid w:val="00173EB3"/>
    <w:rsid w:val="00177C14"/>
    <w:rsid w:val="001C3BA1"/>
    <w:rsid w:val="001C4ECB"/>
    <w:rsid w:val="001C7F3A"/>
    <w:rsid w:val="001D0902"/>
    <w:rsid w:val="001D284C"/>
    <w:rsid w:val="001E207C"/>
    <w:rsid w:val="001F6FB3"/>
    <w:rsid w:val="00203836"/>
    <w:rsid w:val="00205052"/>
    <w:rsid w:val="00206663"/>
    <w:rsid w:val="00213B95"/>
    <w:rsid w:val="00213C48"/>
    <w:rsid w:val="00214321"/>
    <w:rsid w:val="00221C9A"/>
    <w:rsid w:val="00222A23"/>
    <w:rsid w:val="00231DCA"/>
    <w:rsid w:val="002423BA"/>
    <w:rsid w:val="0026008B"/>
    <w:rsid w:val="00284103"/>
    <w:rsid w:val="00286600"/>
    <w:rsid w:val="00287E19"/>
    <w:rsid w:val="00296DF4"/>
    <w:rsid w:val="002A01F8"/>
    <w:rsid w:val="002A4336"/>
    <w:rsid w:val="002B6167"/>
    <w:rsid w:val="002C15F7"/>
    <w:rsid w:val="002C4544"/>
    <w:rsid w:val="002C4BC9"/>
    <w:rsid w:val="002C5F3A"/>
    <w:rsid w:val="002C7FDE"/>
    <w:rsid w:val="002D331A"/>
    <w:rsid w:val="002D348E"/>
    <w:rsid w:val="002D5FB4"/>
    <w:rsid w:val="002E1EC5"/>
    <w:rsid w:val="002E25AE"/>
    <w:rsid w:val="002F6AF1"/>
    <w:rsid w:val="002F7F23"/>
    <w:rsid w:val="003034F0"/>
    <w:rsid w:val="00306527"/>
    <w:rsid w:val="00306897"/>
    <w:rsid w:val="00317F35"/>
    <w:rsid w:val="003225E6"/>
    <w:rsid w:val="00332C05"/>
    <w:rsid w:val="00334CC7"/>
    <w:rsid w:val="00342FC9"/>
    <w:rsid w:val="00347A68"/>
    <w:rsid w:val="003506A1"/>
    <w:rsid w:val="00350EB6"/>
    <w:rsid w:val="00360850"/>
    <w:rsid w:val="00373C03"/>
    <w:rsid w:val="00377319"/>
    <w:rsid w:val="00383E7E"/>
    <w:rsid w:val="00394722"/>
    <w:rsid w:val="003A5901"/>
    <w:rsid w:val="003A66E0"/>
    <w:rsid w:val="003B3971"/>
    <w:rsid w:val="003C7076"/>
    <w:rsid w:val="003C76FB"/>
    <w:rsid w:val="003E5DB3"/>
    <w:rsid w:val="00407013"/>
    <w:rsid w:val="004265F4"/>
    <w:rsid w:val="004334E7"/>
    <w:rsid w:val="00435CBB"/>
    <w:rsid w:val="00442352"/>
    <w:rsid w:val="00472828"/>
    <w:rsid w:val="0047621B"/>
    <w:rsid w:val="004976D7"/>
    <w:rsid w:val="004A2480"/>
    <w:rsid w:val="004A53CC"/>
    <w:rsid w:val="004B18ED"/>
    <w:rsid w:val="004B19B0"/>
    <w:rsid w:val="004B6444"/>
    <w:rsid w:val="004D3FB8"/>
    <w:rsid w:val="004E2E46"/>
    <w:rsid w:val="004E3DD9"/>
    <w:rsid w:val="004E6DA3"/>
    <w:rsid w:val="004F7A91"/>
    <w:rsid w:val="005120EB"/>
    <w:rsid w:val="00516092"/>
    <w:rsid w:val="005356E1"/>
    <w:rsid w:val="005416E7"/>
    <w:rsid w:val="00543ACF"/>
    <w:rsid w:val="00547D0E"/>
    <w:rsid w:val="00550915"/>
    <w:rsid w:val="005549BF"/>
    <w:rsid w:val="005622EA"/>
    <w:rsid w:val="0056572C"/>
    <w:rsid w:val="005666CA"/>
    <w:rsid w:val="00567D8D"/>
    <w:rsid w:val="00571308"/>
    <w:rsid w:val="00574ADB"/>
    <w:rsid w:val="0059004B"/>
    <w:rsid w:val="00593077"/>
    <w:rsid w:val="00596DB9"/>
    <w:rsid w:val="005A240B"/>
    <w:rsid w:val="005B6248"/>
    <w:rsid w:val="005C04E2"/>
    <w:rsid w:val="005C2499"/>
    <w:rsid w:val="005D7957"/>
    <w:rsid w:val="00600387"/>
    <w:rsid w:val="0060792A"/>
    <w:rsid w:val="0061461D"/>
    <w:rsid w:val="006158DA"/>
    <w:rsid w:val="00621407"/>
    <w:rsid w:val="00623F72"/>
    <w:rsid w:val="00626FCA"/>
    <w:rsid w:val="0062751F"/>
    <w:rsid w:val="0063658E"/>
    <w:rsid w:val="00654EDE"/>
    <w:rsid w:val="00656EB9"/>
    <w:rsid w:val="00662CD5"/>
    <w:rsid w:val="0066597D"/>
    <w:rsid w:val="00665B3E"/>
    <w:rsid w:val="0067726F"/>
    <w:rsid w:val="00686C3A"/>
    <w:rsid w:val="006871F7"/>
    <w:rsid w:val="00697BBD"/>
    <w:rsid w:val="006A5064"/>
    <w:rsid w:val="006A620A"/>
    <w:rsid w:val="006C1769"/>
    <w:rsid w:val="006D4A91"/>
    <w:rsid w:val="006D4B28"/>
    <w:rsid w:val="006D5137"/>
    <w:rsid w:val="006E0225"/>
    <w:rsid w:val="006E043E"/>
    <w:rsid w:val="006F1A0D"/>
    <w:rsid w:val="007015F0"/>
    <w:rsid w:val="007369A6"/>
    <w:rsid w:val="0077029D"/>
    <w:rsid w:val="007702FD"/>
    <w:rsid w:val="007916F9"/>
    <w:rsid w:val="00792388"/>
    <w:rsid w:val="007953A8"/>
    <w:rsid w:val="007A3AFE"/>
    <w:rsid w:val="007A4606"/>
    <w:rsid w:val="007A7315"/>
    <w:rsid w:val="007B6064"/>
    <w:rsid w:val="007C114A"/>
    <w:rsid w:val="007D1C8D"/>
    <w:rsid w:val="007D2AF5"/>
    <w:rsid w:val="007D3F96"/>
    <w:rsid w:val="007D4F2B"/>
    <w:rsid w:val="007D5744"/>
    <w:rsid w:val="007E0FC6"/>
    <w:rsid w:val="007E749B"/>
    <w:rsid w:val="008078D1"/>
    <w:rsid w:val="008230F9"/>
    <w:rsid w:val="00824BA2"/>
    <w:rsid w:val="00830752"/>
    <w:rsid w:val="00834840"/>
    <w:rsid w:val="00836B4A"/>
    <w:rsid w:val="00836EF9"/>
    <w:rsid w:val="008447B8"/>
    <w:rsid w:val="00850451"/>
    <w:rsid w:val="00852D68"/>
    <w:rsid w:val="00856BB8"/>
    <w:rsid w:val="00857EB3"/>
    <w:rsid w:val="00863D73"/>
    <w:rsid w:val="008703C8"/>
    <w:rsid w:val="00874192"/>
    <w:rsid w:val="00876D30"/>
    <w:rsid w:val="008A62E7"/>
    <w:rsid w:val="008C1F0C"/>
    <w:rsid w:val="008C5BC8"/>
    <w:rsid w:val="008C6CE8"/>
    <w:rsid w:val="008D07FD"/>
    <w:rsid w:val="008D60AE"/>
    <w:rsid w:val="008E17D9"/>
    <w:rsid w:val="00903114"/>
    <w:rsid w:val="00904B3B"/>
    <w:rsid w:val="009124AD"/>
    <w:rsid w:val="0091297C"/>
    <w:rsid w:val="009241EE"/>
    <w:rsid w:val="00946413"/>
    <w:rsid w:val="00956F5A"/>
    <w:rsid w:val="00975745"/>
    <w:rsid w:val="0098204D"/>
    <w:rsid w:val="009940C9"/>
    <w:rsid w:val="009A0613"/>
    <w:rsid w:val="009A1331"/>
    <w:rsid w:val="009B06BE"/>
    <w:rsid w:val="009B0F7A"/>
    <w:rsid w:val="009D08FB"/>
    <w:rsid w:val="009D2DC1"/>
    <w:rsid w:val="009D60D0"/>
    <w:rsid w:val="009F6045"/>
    <w:rsid w:val="00A068B7"/>
    <w:rsid w:val="00A157CC"/>
    <w:rsid w:val="00A23B71"/>
    <w:rsid w:val="00A30929"/>
    <w:rsid w:val="00A324BB"/>
    <w:rsid w:val="00A444B6"/>
    <w:rsid w:val="00A777D0"/>
    <w:rsid w:val="00A84B46"/>
    <w:rsid w:val="00A90AC4"/>
    <w:rsid w:val="00AA319F"/>
    <w:rsid w:val="00AA4799"/>
    <w:rsid w:val="00AA648A"/>
    <w:rsid w:val="00AB269B"/>
    <w:rsid w:val="00AB3D1D"/>
    <w:rsid w:val="00AC1CA3"/>
    <w:rsid w:val="00AD416D"/>
    <w:rsid w:val="00AD6CC8"/>
    <w:rsid w:val="00AE0A17"/>
    <w:rsid w:val="00AE73B1"/>
    <w:rsid w:val="00AF4461"/>
    <w:rsid w:val="00AF4EAB"/>
    <w:rsid w:val="00B02702"/>
    <w:rsid w:val="00B04A2B"/>
    <w:rsid w:val="00B23A01"/>
    <w:rsid w:val="00B249BA"/>
    <w:rsid w:val="00B26DF9"/>
    <w:rsid w:val="00B3252D"/>
    <w:rsid w:val="00B35157"/>
    <w:rsid w:val="00B45C9E"/>
    <w:rsid w:val="00B47BC4"/>
    <w:rsid w:val="00B53BF3"/>
    <w:rsid w:val="00B604DA"/>
    <w:rsid w:val="00B676F4"/>
    <w:rsid w:val="00B723F5"/>
    <w:rsid w:val="00B903F1"/>
    <w:rsid w:val="00B95A69"/>
    <w:rsid w:val="00BA50FA"/>
    <w:rsid w:val="00BB7A99"/>
    <w:rsid w:val="00BC1E30"/>
    <w:rsid w:val="00BC5A2B"/>
    <w:rsid w:val="00BC5E0E"/>
    <w:rsid w:val="00BD3A93"/>
    <w:rsid w:val="00BE07A3"/>
    <w:rsid w:val="00BE0966"/>
    <w:rsid w:val="00BE1826"/>
    <w:rsid w:val="00BE4138"/>
    <w:rsid w:val="00BE437C"/>
    <w:rsid w:val="00BE6C00"/>
    <w:rsid w:val="00BF16C7"/>
    <w:rsid w:val="00BF5144"/>
    <w:rsid w:val="00C223B3"/>
    <w:rsid w:val="00C334E0"/>
    <w:rsid w:val="00C63561"/>
    <w:rsid w:val="00C70D98"/>
    <w:rsid w:val="00C74B64"/>
    <w:rsid w:val="00C7722B"/>
    <w:rsid w:val="00C83132"/>
    <w:rsid w:val="00C83365"/>
    <w:rsid w:val="00C87428"/>
    <w:rsid w:val="00C93721"/>
    <w:rsid w:val="00C97434"/>
    <w:rsid w:val="00CA0AD7"/>
    <w:rsid w:val="00CA320B"/>
    <w:rsid w:val="00CA5638"/>
    <w:rsid w:val="00CB5368"/>
    <w:rsid w:val="00CC34A4"/>
    <w:rsid w:val="00CC38C8"/>
    <w:rsid w:val="00CC4485"/>
    <w:rsid w:val="00CC5B97"/>
    <w:rsid w:val="00CD176D"/>
    <w:rsid w:val="00CE1A80"/>
    <w:rsid w:val="00CE2BC9"/>
    <w:rsid w:val="00CE4E9F"/>
    <w:rsid w:val="00CE5251"/>
    <w:rsid w:val="00CF2209"/>
    <w:rsid w:val="00CF5D12"/>
    <w:rsid w:val="00D030E8"/>
    <w:rsid w:val="00D11536"/>
    <w:rsid w:val="00D13775"/>
    <w:rsid w:val="00D2155C"/>
    <w:rsid w:val="00D265E8"/>
    <w:rsid w:val="00D31DBA"/>
    <w:rsid w:val="00D34B0F"/>
    <w:rsid w:val="00D3670B"/>
    <w:rsid w:val="00D40300"/>
    <w:rsid w:val="00D60B31"/>
    <w:rsid w:val="00D60E83"/>
    <w:rsid w:val="00D67711"/>
    <w:rsid w:val="00D77CE0"/>
    <w:rsid w:val="00D81286"/>
    <w:rsid w:val="00D82287"/>
    <w:rsid w:val="00D8696E"/>
    <w:rsid w:val="00D92AB0"/>
    <w:rsid w:val="00D93659"/>
    <w:rsid w:val="00DC45E0"/>
    <w:rsid w:val="00DD076B"/>
    <w:rsid w:val="00DE482A"/>
    <w:rsid w:val="00DE4DDF"/>
    <w:rsid w:val="00DE6EBB"/>
    <w:rsid w:val="00E02C2B"/>
    <w:rsid w:val="00E3001B"/>
    <w:rsid w:val="00E30EEA"/>
    <w:rsid w:val="00E31392"/>
    <w:rsid w:val="00E33A98"/>
    <w:rsid w:val="00E407D2"/>
    <w:rsid w:val="00E440F4"/>
    <w:rsid w:val="00E5607B"/>
    <w:rsid w:val="00E817D2"/>
    <w:rsid w:val="00E8211B"/>
    <w:rsid w:val="00E84D4A"/>
    <w:rsid w:val="00E876C9"/>
    <w:rsid w:val="00EA1928"/>
    <w:rsid w:val="00EA1A7A"/>
    <w:rsid w:val="00EA5C68"/>
    <w:rsid w:val="00EA67AE"/>
    <w:rsid w:val="00EA6EE6"/>
    <w:rsid w:val="00EC3447"/>
    <w:rsid w:val="00EC3B7C"/>
    <w:rsid w:val="00EC54E5"/>
    <w:rsid w:val="00ED2B1C"/>
    <w:rsid w:val="00EE0381"/>
    <w:rsid w:val="00EE1E4D"/>
    <w:rsid w:val="00EE2DD6"/>
    <w:rsid w:val="00EE55E1"/>
    <w:rsid w:val="00EE6207"/>
    <w:rsid w:val="00EE6C86"/>
    <w:rsid w:val="00EE7A91"/>
    <w:rsid w:val="00EF34B8"/>
    <w:rsid w:val="00EF58FA"/>
    <w:rsid w:val="00F038D3"/>
    <w:rsid w:val="00F140AE"/>
    <w:rsid w:val="00F22483"/>
    <w:rsid w:val="00F33813"/>
    <w:rsid w:val="00F33C0B"/>
    <w:rsid w:val="00F464CA"/>
    <w:rsid w:val="00F55771"/>
    <w:rsid w:val="00F57F72"/>
    <w:rsid w:val="00F76655"/>
    <w:rsid w:val="00F770DB"/>
    <w:rsid w:val="00F804CF"/>
    <w:rsid w:val="00F80BB1"/>
    <w:rsid w:val="00F84D33"/>
    <w:rsid w:val="00F86819"/>
    <w:rsid w:val="00F877D5"/>
    <w:rsid w:val="00FA1135"/>
    <w:rsid w:val="00FA2B8D"/>
    <w:rsid w:val="00FA4AE1"/>
    <w:rsid w:val="00FA6B31"/>
    <w:rsid w:val="00FB3473"/>
    <w:rsid w:val="00FB4B70"/>
    <w:rsid w:val="00FC12DD"/>
    <w:rsid w:val="00FC3DE9"/>
    <w:rsid w:val="00FC5960"/>
    <w:rsid w:val="00FD280F"/>
    <w:rsid w:val="00FE38C2"/>
    <w:rsid w:val="00FE78BC"/>
    <w:rsid w:val="00FF36E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331"/>
    <w:rPr>
      <w:sz w:val="20"/>
      <w:szCs w:val="20"/>
    </w:rPr>
  </w:style>
  <w:style w:type="paragraph" w:styleId="1">
    <w:name w:val="heading 1"/>
    <w:basedOn w:val="a"/>
    <w:next w:val="a"/>
    <w:link w:val="10"/>
    <w:uiPriority w:val="99"/>
    <w:qFormat/>
    <w:rsid w:val="009A1331"/>
    <w:pPr>
      <w:keepNext/>
      <w:ind w:right="-2"/>
      <w:jc w:val="right"/>
      <w:outlineLvl w:val="0"/>
    </w:pPr>
    <w:rPr>
      <w:kern w:val="28"/>
      <w:sz w:val="28"/>
    </w:rPr>
  </w:style>
  <w:style w:type="paragraph" w:styleId="2">
    <w:name w:val="heading 2"/>
    <w:basedOn w:val="a"/>
    <w:next w:val="a"/>
    <w:link w:val="20"/>
    <w:uiPriority w:val="99"/>
    <w:qFormat/>
    <w:rsid w:val="009A1331"/>
    <w:pPr>
      <w:keepNext/>
      <w:outlineLvl w:val="1"/>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A5064"/>
    <w:rPr>
      <w:rFonts w:cs="Times New Roman"/>
      <w:kern w:val="28"/>
      <w:sz w:val="28"/>
    </w:rPr>
  </w:style>
  <w:style w:type="character" w:customStyle="1" w:styleId="20">
    <w:name w:val="Заголовок 2 Знак"/>
    <w:basedOn w:val="a0"/>
    <w:link w:val="2"/>
    <w:uiPriority w:val="99"/>
    <w:semiHidden/>
    <w:locked/>
    <w:rsid w:val="004E6DA3"/>
    <w:rPr>
      <w:rFonts w:ascii="Cambria" w:hAnsi="Cambria" w:cs="Times New Roman"/>
      <w:b/>
      <w:bCs/>
      <w:i/>
      <w:iCs/>
      <w:sz w:val="28"/>
      <w:szCs w:val="28"/>
    </w:rPr>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uiPriority w:val="99"/>
    <w:rsid w:val="009A1331"/>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0"/>
    <w:link w:val="a3"/>
    <w:uiPriority w:val="99"/>
    <w:locked/>
    <w:rsid w:val="00D93659"/>
    <w:rPr>
      <w:rFonts w:cs="Times New Roman"/>
      <w:b/>
      <w:spacing w:val="40"/>
      <w:kern w:val="28"/>
      <w:sz w:val="36"/>
      <w:lang w:val="ru-RU" w:eastAsia="ru-RU"/>
    </w:rPr>
  </w:style>
  <w:style w:type="paragraph" w:styleId="a5">
    <w:name w:val="header"/>
    <w:basedOn w:val="a"/>
    <w:link w:val="a6"/>
    <w:uiPriority w:val="99"/>
    <w:rsid w:val="009A1331"/>
    <w:pPr>
      <w:tabs>
        <w:tab w:val="center" w:pos="4153"/>
        <w:tab w:val="right" w:pos="8306"/>
      </w:tabs>
    </w:pPr>
  </w:style>
  <w:style w:type="character" w:customStyle="1" w:styleId="a6">
    <w:name w:val="Верхний колонтитул Знак"/>
    <w:basedOn w:val="a0"/>
    <w:link w:val="a5"/>
    <w:uiPriority w:val="99"/>
    <w:locked/>
    <w:rsid w:val="00286600"/>
    <w:rPr>
      <w:rFonts w:cs="Times New Roman"/>
      <w:lang w:val="ru-RU" w:eastAsia="ru-RU"/>
    </w:rPr>
  </w:style>
  <w:style w:type="paragraph" w:styleId="a7">
    <w:name w:val="footer"/>
    <w:basedOn w:val="a"/>
    <w:link w:val="a8"/>
    <w:uiPriority w:val="99"/>
    <w:rsid w:val="009A1331"/>
    <w:pPr>
      <w:tabs>
        <w:tab w:val="center" w:pos="4153"/>
        <w:tab w:val="right" w:pos="8306"/>
      </w:tabs>
    </w:pPr>
  </w:style>
  <w:style w:type="character" w:customStyle="1" w:styleId="a8">
    <w:name w:val="Нижний колонтитул Знак"/>
    <w:basedOn w:val="a0"/>
    <w:link w:val="a7"/>
    <w:uiPriority w:val="99"/>
    <w:locked/>
    <w:rsid w:val="00286600"/>
    <w:rPr>
      <w:rFonts w:cs="Times New Roman"/>
      <w:lang w:val="ru-RU" w:eastAsia="ru-RU"/>
    </w:rPr>
  </w:style>
  <w:style w:type="character" w:styleId="a9">
    <w:name w:val="page number"/>
    <w:basedOn w:val="a0"/>
    <w:uiPriority w:val="99"/>
    <w:rsid w:val="009A1331"/>
    <w:rPr>
      <w:rFonts w:cs="Times New Roman"/>
    </w:rPr>
  </w:style>
  <w:style w:type="character" w:customStyle="1" w:styleId="BalloonTextChar">
    <w:name w:val="Balloon Text Char"/>
    <w:uiPriority w:val="99"/>
    <w:locked/>
    <w:rsid w:val="00286600"/>
    <w:rPr>
      <w:rFonts w:ascii="Tahoma" w:hAnsi="Tahoma"/>
      <w:sz w:val="16"/>
      <w:lang w:val="ru-RU" w:eastAsia="ru-RU"/>
    </w:rPr>
  </w:style>
  <w:style w:type="paragraph" w:styleId="aa">
    <w:name w:val="Balloon Text"/>
    <w:basedOn w:val="a"/>
    <w:link w:val="ab"/>
    <w:uiPriority w:val="99"/>
    <w:rsid w:val="00286600"/>
    <w:rPr>
      <w:rFonts w:ascii="Tahoma" w:hAnsi="Tahoma"/>
      <w:sz w:val="16"/>
    </w:rPr>
  </w:style>
  <w:style w:type="character" w:customStyle="1" w:styleId="ab">
    <w:name w:val="Текст выноски Знак"/>
    <w:basedOn w:val="a0"/>
    <w:link w:val="aa"/>
    <w:uiPriority w:val="99"/>
    <w:semiHidden/>
    <w:locked/>
    <w:rsid w:val="004E6DA3"/>
    <w:rPr>
      <w:rFonts w:cs="Times New Roman"/>
      <w:sz w:val="2"/>
    </w:rPr>
  </w:style>
  <w:style w:type="character" w:styleId="ac">
    <w:name w:val="Strong"/>
    <w:basedOn w:val="a0"/>
    <w:uiPriority w:val="99"/>
    <w:qFormat/>
    <w:rsid w:val="00286600"/>
    <w:rPr>
      <w:rFonts w:cs="Times New Roman"/>
      <w:b/>
    </w:rPr>
  </w:style>
  <w:style w:type="paragraph" w:customStyle="1" w:styleId="ConsPlusNormal">
    <w:name w:val="ConsPlusNormal"/>
    <w:uiPriority w:val="99"/>
    <w:rsid w:val="00286600"/>
    <w:pPr>
      <w:autoSpaceDE w:val="0"/>
      <w:autoSpaceDN w:val="0"/>
      <w:adjustRightInd w:val="0"/>
      <w:ind w:firstLine="720"/>
    </w:pPr>
    <w:rPr>
      <w:rFonts w:ascii="Arial" w:hAnsi="Arial" w:cs="Arial"/>
      <w:sz w:val="20"/>
      <w:szCs w:val="20"/>
    </w:rPr>
  </w:style>
  <w:style w:type="paragraph" w:customStyle="1" w:styleId="ConsNormal">
    <w:name w:val="ConsNormal"/>
    <w:uiPriority w:val="99"/>
    <w:rsid w:val="00286600"/>
    <w:pPr>
      <w:widowControl w:val="0"/>
      <w:autoSpaceDE w:val="0"/>
      <w:autoSpaceDN w:val="0"/>
      <w:adjustRightInd w:val="0"/>
      <w:ind w:right="19772" w:firstLine="720"/>
    </w:pPr>
    <w:rPr>
      <w:rFonts w:ascii="Arial" w:hAnsi="Arial" w:cs="Arial"/>
      <w:sz w:val="20"/>
      <w:szCs w:val="20"/>
    </w:rPr>
  </w:style>
  <w:style w:type="paragraph" w:customStyle="1" w:styleId="ConsPlusNonformat">
    <w:name w:val="ConsPlusNonformat"/>
    <w:uiPriority w:val="99"/>
    <w:rsid w:val="00286600"/>
    <w:pPr>
      <w:widowControl w:val="0"/>
      <w:autoSpaceDE w:val="0"/>
      <w:autoSpaceDN w:val="0"/>
      <w:adjustRightInd w:val="0"/>
    </w:pPr>
    <w:rPr>
      <w:rFonts w:ascii="Courier New" w:hAnsi="Courier New" w:cs="Courier New"/>
      <w:sz w:val="20"/>
      <w:szCs w:val="20"/>
    </w:rPr>
  </w:style>
  <w:style w:type="paragraph" w:styleId="ad">
    <w:name w:val="List Paragraph"/>
    <w:basedOn w:val="a"/>
    <w:uiPriority w:val="34"/>
    <w:qFormat/>
    <w:rsid w:val="00CA0AD7"/>
    <w:pPr>
      <w:spacing w:after="200" w:line="276" w:lineRule="auto"/>
      <w:ind w:left="720"/>
      <w:contextualSpacing/>
    </w:pPr>
    <w:rPr>
      <w:rFonts w:ascii="Calibri" w:eastAsia="Calibri" w:hAnsi="Calibri"/>
      <w:sz w:val="22"/>
      <w:szCs w:val="22"/>
      <w:lang w:eastAsia="en-US"/>
    </w:rPr>
  </w:style>
  <w:style w:type="paragraph" w:customStyle="1" w:styleId="listvisa">
    <w:name w:val="listvisa"/>
    <w:basedOn w:val="a"/>
    <w:rsid w:val="00567D8D"/>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331"/>
    <w:rPr>
      <w:sz w:val="20"/>
      <w:szCs w:val="20"/>
    </w:rPr>
  </w:style>
  <w:style w:type="paragraph" w:styleId="1">
    <w:name w:val="heading 1"/>
    <w:basedOn w:val="a"/>
    <w:next w:val="a"/>
    <w:link w:val="10"/>
    <w:uiPriority w:val="99"/>
    <w:qFormat/>
    <w:rsid w:val="009A1331"/>
    <w:pPr>
      <w:keepNext/>
      <w:ind w:right="-2"/>
      <w:jc w:val="right"/>
      <w:outlineLvl w:val="0"/>
    </w:pPr>
    <w:rPr>
      <w:kern w:val="28"/>
      <w:sz w:val="28"/>
    </w:rPr>
  </w:style>
  <w:style w:type="paragraph" w:styleId="2">
    <w:name w:val="heading 2"/>
    <w:basedOn w:val="a"/>
    <w:next w:val="a"/>
    <w:link w:val="20"/>
    <w:uiPriority w:val="99"/>
    <w:qFormat/>
    <w:rsid w:val="009A1331"/>
    <w:pPr>
      <w:keepNext/>
      <w:outlineLvl w:val="1"/>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A5064"/>
    <w:rPr>
      <w:rFonts w:cs="Times New Roman"/>
      <w:kern w:val="28"/>
      <w:sz w:val="28"/>
    </w:rPr>
  </w:style>
  <w:style w:type="character" w:customStyle="1" w:styleId="20">
    <w:name w:val="Заголовок 2 Знак"/>
    <w:basedOn w:val="a0"/>
    <w:link w:val="2"/>
    <w:uiPriority w:val="99"/>
    <w:semiHidden/>
    <w:locked/>
    <w:rsid w:val="004E6DA3"/>
    <w:rPr>
      <w:rFonts w:ascii="Cambria" w:hAnsi="Cambria" w:cs="Times New Roman"/>
      <w:b/>
      <w:bCs/>
      <w:i/>
      <w:iCs/>
      <w:sz w:val="28"/>
      <w:szCs w:val="28"/>
    </w:rPr>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uiPriority w:val="99"/>
    <w:rsid w:val="009A1331"/>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0"/>
    <w:link w:val="a3"/>
    <w:uiPriority w:val="99"/>
    <w:locked/>
    <w:rsid w:val="00D93659"/>
    <w:rPr>
      <w:rFonts w:cs="Times New Roman"/>
      <w:b/>
      <w:spacing w:val="40"/>
      <w:kern w:val="28"/>
      <w:sz w:val="36"/>
      <w:lang w:val="ru-RU" w:eastAsia="ru-RU"/>
    </w:rPr>
  </w:style>
  <w:style w:type="paragraph" w:styleId="a5">
    <w:name w:val="header"/>
    <w:basedOn w:val="a"/>
    <w:link w:val="a6"/>
    <w:uiPriority w:val="99"/>
    <w:rsid w:val="009A1331"/>
    <w:pPr>
      <w:tabs>
        <w:tab w:val="center" w:pos="4153"/>
        <w:tab w:val="right" w:pos="8306"/>
      </w:tabs>
    </w:pPr>
  </w:style>
  <w:style w:type="character" w:customStyle="1" w:styleId="a6">
    <w:name w:val="Верхний колонтитул Знак"/>
    <w:basedOn w:val="a0"/>
    <w:link w:val="a5"/>
    <w:uiPriority w:val="99"/>
    <w:locked/>
    <w:rsid w:val="00286600"/>
    <w:rPr>
      <w:rFonts w:cs="Times New Roman"/>
      <w:lang w:val="ru-RU" w:eastAsia="ru-RU"/>
    </w:rPr>
  </w:style>
  <w:style w:type="paragraph" w:styleId="a7">
    <w:name w:val="footer"/>
    <w:basedOn w:val="a"/>
    <w:link w:val="a8"/>
    <w:uiPriority w:val="99"/>
    <w:rsid w:val="009A1331"/>
    <w:pPr>
      <w:tabs>
        <w:tab w:val="center" w:pos="4153"/>
        <w:tab w:val="right" w:pos="8306"/>
      </w:tabs>
    </w:pPr>
  </w:style>
  <w:style w:type="character" w:customStyle="1" w:styleId="a8">
    <w:name w:val="Нижний колонтитул Знак"/>
    <w:basedOn w:val="a0"/>
    <w:link w:val="a7"/>
    <w:uiPriority w:val="99"/>
    <w:locked/>
    <w:rsid w:val="00286600"/>
    <w:rPr>
      <w:rFonts w:cs="Times New Roman"/>
      <w:lang w:val="ru-RU" w:eastAsia="ru-RU"/>
    </w:rPr>
  </w:style>
  <w:style w:type="character" w:styleId="a9">
    <w:name w:val="page number"/>
    <w:basedOn w:val="a0"/>
    <w:uiPriority w:val="99"/>
    <w:rsid w:val="009A1331"/>
    <w:rPr>
      <w:rFonts w:cs="Times New Roman"/>
    </w:rPr>
  </w:style>
  <w:style w:type="character" w:customStyle="1" w:styleId="BalloonTextChar">
    <w:name w:val="Balloon Text Char"/>
    <w:uiPriority w:val="99"/>
    <w:locked/>
    <w:rsid w:val="00286600"/>
    <w:rPr>
      <w:rFonts w:ascii="Tahoma" w:hAnsi="Tahoma"/>
      <w:sz w:val="16"/>
      <w:lang w:val="ru-RU" w:eastAsia="ru-RU"/>
    </w:rPr>
  </w:style>
  <w:style w:type="paragraph" w:styleId="aa">
    <w:name w:val="Balloon Text"/>
    <w:basedOn w:val="a"/>
    <w:link w:val="ab"/>
    <w:uiPriority w:val="99"/>
    <w:rsid w:val="00286600"/>
    <w:rPr>
      <w:rFonts w:ascii="Tahoma" w:hAnsi="Tahoma"/>
      <w:sz w:val="16"/>
    </w:rPr>
  </w:style>
  <w:style w:type="character" w:customStyle="1" w:styleId="ab">
    <w:name w:val="Текст выноски Знак"/>
    <w:basedOn w:val="a0"/>
    <w:link w:val="aa"/>
    <w:uiPriority w:val="99"/>
    <w:semiHidden/>
    <w:locked/>
    <w:rsid w:val="004E6DA3"/>
    <w:rPr>
      <w:rFonts w:cs="Times New Roman"/>
      <w:sz w:val="2"/>
    </w:rPr>
  </w:style>
  <w:style w:type="character" w:styleId="ac">
    <w:name w:val="Strong"/>
    <w:basedOn w:val="a0"/>
    <w:uiPriority w:val="99"/>
    <w:qFormat/>
    <w:rsid w:val="00286600"/>
    <w:rPr>
      <w:rFonts w:cs="Times New Roman"/>
      <w:b/>
    </w:rPr>
  </w:style>
  <w:style w:type="paragraph" w:customStyle="1" w:styleId="ConsPlusNormal">
    <w:name w:val="ConsPlusNormal"/>
    <w:uiPriority w:val="99"/>
    <w:rsid w:val="00286600"/>
    <w:pPr>
      <w:autoSpaceDE w:val="0"/>
      <w:autoSpaceDN w:val="0"/>
      <w:adjustRightInd w:val="0"/>
      <w:ind w:firstLine="720"/>
    </w:pPr>
    <w:rPr>
      <w:rFonts w:ascii="Arial" w:hAnsi="Arial" w:cs="Arial"/>
      <w:sz w:val="20"/>
      <w:szCs w:val="20"/>
    </w:rPr>
  </w:style>
  <w:style w:type="paragraph" w:customStyle="1" w:styleId="ConsNormal">
    <w:name w:val="ConsNormal"/>
    <w:uiPriority w:val="99"/>
    <w:rsid w:val="00286600"/>
    <w:pPr>
      <w:widowControl w:val="0"/>
      <w:autoSpaceDE w:val="0"/>
      <w:autoSpaceDN w:val="0"/>
      <w:adjustRightInd w:val="0"/>
      <w:ind w:right="19772" w:firstLine="720"/>
    </w:pPr>
    <w:rPr>
      <w:rFonts w:ascii="Arial" w:hAnsi="Arial" w:cs="Arial"/>
      <w:sz w:val="20"/>
      <w:szCs w:val="20"/>
    </w:rPr>
  </w:style>
  <w:style w:type="paragraph" w:customStyle="1" w:styleId="ConsPlusNonformat">
    <w:name w:val="ConsPlusNonformat"/>
    <w:uiPriority w:val="99"/>
    <w:rsid w:val="00286600"/>
    <w:pPr>
      <w:widowControl w:val="0"/>
      <w:autoSpaceDE w:val="0"/>
      <w:autoSpaceDN w:val="0"/>
      <w:adjustRightInd w:val="0"/>
    </w:pPr>
    <w:rPr>
      <w:rFonts w:ascii="Courier New" w:hAnsi="Courier New" w:cs="Courier New"/>
      <w:sz w:val="20"/>
      <w:szCs w:val="20"/>
    </w:rPr>
  </w:style>
  <w:style w:type="paragraph" w:styleId="ad">
    <w:name w:val="List Paragraph"/>
    <w:basedOn w:val="a"/>
    <w:uiPriority w:val="34"/>
    <w:qFormat/>
    <w:rsid w:val="00CA0AD7"/>
    <w:pPr>
      <w:spacing w:after="200" w:line="276" w:lineRule="auto"/>
      <w:ind w:left="720"/>
      <w:contextualSpacing/>
    </w:pPr>
    <w:rPr>
      <w:rFonts w:ascii="Calibri" w:eastAsia="Calibri" w:hAnsi="Calibri"/>
      <w:sz w:val="22"/>
      <w:szCs w:val="22"/>
      <w:lang w:eastAsia="en-US"/>
    </w:rPr>
  </w:style>
  <w:style w:type="paragraph" w:customStyle="1" w:styleId="listvisa">
    <w:name w:val="listvisa"/>
    <w:basedOn w:val="a"/>
    <w:rsid w:val="00567D8D"/>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344889">
      <w:bodyDiv w:val="1"/>
      <w:marLeft w:val="0"/>
      <w:marRight w:val="0"/>
      <w:marTop w:val="0"/>
      <w:marBottom w:val="0"/>
      <w:divBdr>
        <w:top w:val="none" w:sz="0" w:space="0" w:color="auto"/>
        <w:left w:val="none" w:sz="0" w:space="0" w:color="auto"/>
        <w:bottom w:val="none" w:sz="0" w:space="0" w:color="auto"/>
        <w:right w:val="none" w:sz="0" w:space="0" w:color="auto"/>
      </w:divBdr>
      <w:divsChild>
        <w:div w:id="10574912">
          <w:marLeft w:val="0"/>
          <w:marRight w:val="0"/>
          <w:marTop w:val="0"/>
          <w:marBottom w:val="0"/>
          <w:divBdr>
            <w:top w:val="none" w:sz="0" w:space="0" w:color="auto"/>
            <w:left w:val="none" w:sz="0" w:space="0" w:color="auto"/>
            <w:bottom w:val="none" w:sz="0" w:space="0" w:color="auto"/>
            <w:right w:val="none" w:sz="0" w:space="0" w:color="auto"/>
          </w:divBdr>
          <w:divsChild>
            <w:div w:id="1412043333">
              <w:marLeft w:val="0"/>
              <w:marRight w:val="0"/>
              <w:marTop w:val="0"/>
              <w:marBottom w:val="0"/>
              <w:divBdr>
                <w:top w:val="none" w:sz="0" w:space="0" w:color="auto"/>
                <w:left w:val="none" w:sz="0" w:space="0" w:color="auto"/>
                <w:bottom w:val="none" w:sz="0" w:space="0" w:color="auto"/>
                <w:right w:val="none" w:sz="0" w:space="0" w:color="auto"/>
              </w:divBdr>
              <w:divsChild>
                <w:div w:id="2081555868">
                  <w:marLeft w:val="0"/>
                  <w:marRight w:val="0"/>
                  <w:marTop w:val="0"/>
                  <w:marBottom w:val="0"/>
                  <w:divBdr>
                    <w:top w:val="none" w:sz="0" w:space="0" w:color="auto"/>
                    <w:left w:val="none" w:sz="0" w:space="0" w:color="auto"/>
                    <w:bottom w:val="none" w:sz="0" w:space="0" w:color="auto"/>
                    <w:right w:val="none" w:sz="0" w:space="0" w:color="auto"/>
                  </w:divBdr>
                  <w:divsChild>
                    <w:div w:id="1657952109">
                      <w:marLeft w:val="0"/>
                      <w:marRight w:val="0"/>
                      <w:marTop w:val="0"/>
                      <w:marBottom w:val="0"/>
                      <w:divBdr>
                        <w:top w:val="none" w:sz="0" w:space="0" w:color="auto"/>
                        <w:left w:val="none" w:sz="0" w:space="0" w:color="auto"/>
                        <w:bottom w:val="none" w:sz="0" w:space="0" w:color="auto"/>
                        <w:right w:val="none" w:sz="0" w:space="0" w:color="auto"/>
                      </w:divBdr>
                    </w:div>
                    <w:div w:id="26562242">
                      <w:marLeft w:val="0"/>
                      <w:marRight w:val="0"/>
                      <w:marTop w:val="0"/>
                      <w:marBottom w:val="0"/>
                      <w:divBdr>
                        <w:top w:val="none" w:sz="0" w:space="0" w:color="auto"/>
                        <w:left w:val="none" w:sz="0" w:space="0" w:color="auto"/>
                        <w:bottom w:val="none" w:sz="0" w:space="0" w:color="auto"/>
                        <w:right w:val="none" w:sz="0" w:space="0" w:color="auto"/>
                      </w:divBdr>
                    </w:div>
                    <w:div w:id="308094131">
                      <w:marLeft w:val="0"/>
                      <w:marRight w:val="0"/>
                      <w:marTop w:val="0"/>
                      <w:marBottom w:val="0"/>
                      <w:divBdr>
                        <w:top w:val="none" w:sz="0" w:space="0" w:color="auto"/>
                        <w:left w:val="none" w:sz="0" w:space="0" w:color="auto"/>
                        <w:bottom w:val="none" w:sz="0" w:space="0" w:color="auto"/>
                        <w:right w:val="none" w:sz="0" w:space="0" w:color="auto"/>
                      </w:divBdr>
                    </w:div>
                    <w:div w:id="1772822824">
                      <w:marLeft w:val="0"/>
                      <w:marRight w:val="0"/>
                      <w:marTop w:val="0"/>
                      <w:marBottom w:val="0"/>
                      <w:divBdr>
                        <w:top w:val="none" w:sz="0" w:space="0" w:color="auto"/>
                        <w:left w:val="none" w:sz="0" w:space="0" w:color="auto"/>
                        <w:bottom w:val="none" w:sz="0" w:space="0" w:color="auto"/>
                        <w:right w:val="none" w:sz="0" w:space="0" w:color="auto"/>
                      </w:divBdr>
                    </w:div>
                  </w:divsChild>
                </w:div>
                <w:div w:id="235164923">
                  <w:marLeft w:val="0"/>
                  <w:marRight w:val="0"/>
                  <w:marTop w:val="0"/>
                  <w:marBottom w:val="0"/>
                  <w:divBdr>
                    <w:top w:val="single" w:sz="6" w:space="0" w:color="E8DDBB"/>
                    <w:left w:val="none" w:sz="0" w:space="0" w:color="auto"/>
                    <w:bottom w:val="none" w:sz="0" w:space="0" w:color="auto"/>
                    <w:right w:val="none" w:sz="0" w:space="0" w:color="auto"/>
                  </w:divBdr>
                  <w:divsChild>
                    <w:div w:id="102178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2817774">
      <w:marLeft w:val="0"/>
      <w:marRight w:val="0"/>
      <w:marTop w:val="0"/>
      <w:marBottom w:val="0"/>
      <w:divBdr>
        <w:top w:val="none" w:sz="0" w:space="0" w:color="auto"/>
        <w:left w:val="none" w:sz="0" w:space="0" w:color="auto"/>
        <w:bottom w:val="none" w:sz="0" w:space="0" w:color="auto"/>
        <w:right w:val="none" w:sz="0" w:space="0" w:color="auto"/>
      </w:divBdr>
    </w:div>
    <w:div w:id="822817775">
      <w:marLeft w:val="0"/>
      <w:marRight w:val="0"/>
      <w:marTop w:val="0"/>
      <w:marBottom w:val="0"/>
      <w:divBdr>
        <w:top w:val="none" w:sz="0" w:space="0" w:color="auto"/>
        <w:left w:val="none" w:sz="0" w:space="0" w:color="auto"/>
        <w:bottom w:val="none" w:sz="0" w:space="0" w:color="auto"/>
        <w:right w:val="none" w:sz="0" w:space="0" w:color="auto"/>
      </w:divBdr>
    </w:div>
    <w:div w:id="822817776">
      <w:marLeft w:val="0"/>
      <w:marRight w:val="0"/>
      <w:marTop w:val="0"/>
      <w:marBottom w:val="0"/>
      <w:divBdr>
        <w:top w:val="none" w:sz="0" w:space="0" w:color="auto"/>
        <w:left w:val="none" w:sz="0" w:space="0" w:color="auto"/>
        <w:bottom w:val="none" w:sz="0" w:space="0" w:color="auto"/>
        <w:right w:val="none" w:sz="0" w:space="0" w:color="auto"/>
      </w:divBdr>
    </w:div>
    <w:div w:id="822817777">
      <w:marLeft w:val="0"/>
      <w:marRight w:val="0"/>
      <w:marTop w:val="0"/>
      <w:marBottom w:val="0"/>
      <w:divBdr>
        <w:top w:val="none" w:sz="0" w:space="0" w:color="auto"/>
        <w:left w:val="none" w:sz="0" w:space="0" w:color="auto"/>
        <w:bottom w:val="none" w:sz="0" w:space="0" w:color="auto"/>
        <w:right w:val="none" w:sz="0" w:space="0" w:color="auto"/>
      </w:divBdr>
    </w:div>
    <w:div w:id="822817778">
      <w:marLeft w:val="0"/>
      <w:marRight w:val="0"/>
      <w:marTop w:val="0"/>
      <w:marBottom w:val="0"/>
      <w:divBdr>
        <w:top w:val="none" w:sz="0" w:space="0" w:color="auto"/>
        <w:left w:val="none" w:sz="0" w:space="0" w:color="auto"/>
        <w:bottom w:val="none" w:sz="0" w:space="0" w:color="auto"/>
        <w:right w:val="none" w:sz="0" w:space="0" w:color="auto"/>
      </w:divBdr>
    </w:div>
    <w:div w:id="822817779">
      <w:marLeft w:val="0"/>
      <w:marRight w:val="0"/>
      <w:marTop w:val="0"/>
      <w:marBottom w:val="0"/>
      <w:divBdr>
        <w:top w:val="none" w:sz="0" w:space="0" w:color="auto"/>
        <w:left w:val="none" w:sz="0" w:space="0" w:color="auto"/>
        <w:bottom w:val="none" w:sz="0" w:space="0" w:color="auto"/>
        <w:right w:val="none" w:sz="0" w:space="0" w:color="auto"/>
      </w:divBdr>
    </w:div>
    <w:div w:id="822817780">
      <w:marLeft w:val="0"/>
      <w:marRight w:val="0"/>
      <w:marTop w:val="0"/>
      <w:marBottom w:val="0"/>
      <w:divBdr>
        <w:top w:val="none" w:sz="0" w:space="0" w:color="auto"/>
        <w:left w:val="none" w:sz="0" w:space="0" w:color="auto"/>
        <w:bottom w:val="none" w:sz="0" w:space="0" w:color="auto"/>
        <w:right w:val="none" w:sz="0" w:space="0" w:color="auto"/>
      </w:divBdr>
    </w:div>
    <w:div w:id="822817781">
      <w:marLeft w:val="0"/>
      <w:marRight w:val="0"/>
      <w:marTop w:val="0"/>
      <w:marBottom w:val="0"/>
      <w:divBdr>
        <w:top w:val="none" w:sz="0" w:space="0" w:color="auto"/>
        <w:left w:val="none" w:sz="0" w:space="0" w:color="auto"/>
        <w:bottom w:val="none" w:sz="0" w:space="0" w:color="auto"/>
        <w:right w:val="none" w:sz="0" w:space="0" w:color="auto"/>
      </w:divBdr>
    </w:div>
    <w:div w:id="822817782">
      <w:marLeft w:val="0"/>
      <w:marRight w:val="0"/>
      <w:marTop w:val="0"/>
      <w:marBottom w:val="0"/>
      <w:divBdr>
        <w:top w:val="none" w:sz="0" w:space="0" w:color="auto"/>
        <w:left w:val="none" w:sz="0" w:space="0" w:color="auto"/>
        <w:bottom w:val="none" w:sz="0" w:space="0" w:color="auto"/>
        <w:right w:val="none" w:sz="0" w:space="0" w:color="auto"/>
      </w:divBdr>
    </w:div>
    <w:div w:id="822817783">
      <w:marLeft w:val="0"/>
      <w:marRight w:val="0"/>
      <w:marTop w:val="0"/>
      <w:marBottom w:val="0"/>
      <w:divBdr>
        <w:top w:val="none" w:sz="0" w:space="0" w:color="auto"/>
        <w:left w:val="none" w:sz="0" w:space="0" w:color="auto"/>
        <w:bottom w:val="none" w:sz="0" w:space="0" w:color="auto"/>
        <w:right w:val="none" w:sz="0" w:space="0" w:color="auto"/>
      </w:divBdr>
    </w:div>
    <w:div w:id="822817784">
      <w:marLeft w:val="0"/>
      <w:marRight w:val="0"/>
      <w:marTop w:val="0"/>
      <w:marBottom w:val="0"/>
      <w:divBdr>
        <w:top w:val="none" w:sz="0" w:space="0" w:color="auto"/>
        <w:left w:val="none" w:sz="0" w:space="0" w:color="auto"/>
        <w:bottom w:val="none" w:sz="0" w:space="0" w:color="auto"/>
        <w:right w:val="none" w:sz="0" w:space="0" w:color="auto"/>
      </w:divBdr>
    </w:div>
    <w:div w:id="822817785">
      <w:marLeft w:val="0"/>
      <w:marRight w:val="0"/>
      <w:marTop w:val="0"/>
      <w:marBottom w:val="0"/>
      <w:divBdr>
        <w:top w:val="none" w:sz="0" w:space="0" w:color="auto"/>
        <w:left w:val="none" w:sz="0" w:space="0" w:color="auto"/>
        <w:bottom w:val="none" w:sz="0" w:space="0" w:color="auto"/>
        <w:right w:val="none" w:sz="0" w:space="0" w:color="auto"/>
      </w:divBdr>
    </w:div>
    <w:div w:id="822817786">
      <w:marLeft w:val="0"/>
      <w:marRight w:val="0"/>
      <w:marTop w:val="0"/>
      <w:marBottom w:val="0"/>
      <w:divBdr>
        <w:top w:val="none" w:sz="0" w:space="0" w:color="auto"/>
        <w:left w:val="none" w:sz="0" w:space="0" w:color="auto"/>
        <w:bottom w:val="none" w:sz="0" w:space="0" w:color="auto"/>
        <w:right w:val="none" w:sz="0" w:space="0" w:color="auto"/>
      </w:divBdr>
    </w:div>
    <w:div w:id="822817787">
      <w:marLeft w:val="0"/>
      <w:marRight w:val="0"/>
      <w:marTop w:val="0"/>
      <w:marBottom w:val="0"/>
      <w:divBdr>
        <w:top w:val="none" w:sz="0" w:space="0" w:color="auto"/>
        <w:left w:val="none" w:sz="0" w:space="0" w:color="auto"/>
        <w:bottom w:val="none" w:sz="0" w:space="0" w:color="auto"/>
        <w:right w:val="none" w:sz="0" w:space="0" w:color="auto"/>
      </w:divBdr>
    </w:div>
    <w:div w:id="822817788">
      <w:marLeft w:val="0"/>
      <w:marRight w:val="0"/>
      <w:marTop w:val="0"/>
      <w:marBottom w:val="0"/>
      <w:divBdr>
        <w:top w:val="none" w:sz="0" w:space="0" w:color="auto"/>
        <w:left w:val="none" w:sz="0" w:space="0" w:color="auto"/>
        <w:bottom w:val="none" w:sz="0" w:space="0" w:color="auto"/>
        <w:right w:val="none" w:sz="0" w:space="0" w:color="auto"/>
      </w:divBdr>
    </w:div>
    <w:div w:id="8228177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rgeeva%20os\AppData\Local\Microsoft\Windows\Temporary%20Internet%20Files\Content.MSO\AFF28ED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AFF28ED4</Template>
  <TotalTime>0</TotalTime>
  <Pages>3</Pages>
  <Words>955</Words>
  <Characters>5449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Company>
  <LinksUpToDate>false</LinksUpToDate>
  <CharactersWithSpaces>6392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890</dc:creator>
  <cp:lastModifiedBy>Назарян Анастасия Витальевна</cp:lastModifiedBy>
  <cp:revision>2</cp:revision>
  <cp:lastPrinted>2024-12-25T09:04:00Z</cp:lastPrinted>
  <dcterms:created xsi:type="dcterms:W3CDTF">2024-12-26T07:54:00Z</dcterms:created>
  <dcterms:modified xsi:type="dcterms:W3CDTF">2024-12-26T07:54:00Z</dcterms:modified>
</cp:coreProperties>
</file>