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2DB" w:rsidRPr="0063658E" w:rsidRDefault="005722DB" w:rsidP="005722DB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4BB26894" wp14:editId="1662CDA9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7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2DB" w:rsidRDefault="005722DB" w:rsidP="005722DB">
      <w:pPr>
        <w:jc w:val="center"/>
        <w:rPr>
          <w:b/>
          <w:spacing w:val="60"/>
          <w:sz w:val="36"/>
          <w:szCs w:val="36"/>
        </w:rPr>
      </w:pPr>
    </w:p>
    <w:p w:rsidR="005722DB" w:rsidRDefault="005722DB" w:rsidP="005722DB">
      <w:pPr>
        <w:jc w:val="center"/>
        <w:rPr>
          <w:b/>
          <w:spacing w:val="60"/>
          <w:sz w:val="36"/>
          <w:szCs w:val="36"/>
        </w:rPr>
      </w:pPr>
    </w:p>
    <w:p w:rsidR="005722DB" w:rsidRDefault="005722DB" w:rsidP="005722DB">
      <w:pPr>
        <w:jc w:val="center"/>
        <w:rPr>
          <w:b/>
          <w:spacing w:val="60"/>
          <w:sz w:val="36"/>
          <w:szCs w:val="36"/>
        </w:rPr>
      </w:pPr>
    </w:p>
    <w:p w:rsidR="005722DB" w:rsidRPr="001E207C" w:rsidRDefault="005722DB" w:rsidP="005722DB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5722DB" w:rsidRPr="006D4A91" w:rsidRDefault="005722DB" w:rsidP="005722DB">
      <w:pPr>
        <w:jc w:val="center"/>
        <w:rPr>
          <w:spacing w:val="60"/>
          <w:sz w:val="26"/>
          <w:szCs w:val="26"/>
        </w:rPr>
      </w:pPr>
    </w:p>
    <w:p w:rsidR="005722DB" w:rsidRDefault="005722DB" w:rsidP="005722DB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5722DB" w:rsidRDefault="005722DB" w:rsidP="005722DB">
      <w:pPr>
        <w:jc w:val="center"/>
        <w:rPr>
          <w:sz w:val="28"/>
          <w:szCs w:val="28"/>
        </w:rPr>
      </w:pPr>
    </w:p>
    <w:p w:rsidR="005722DB" w:rsidRPr="001E207C" w:rsidRDefault="005722DB" w:rsidP="005722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A3B26">
        <w:rPr>
          <w:sz w:val="28"/>
          <w:szCs w:val="28"/>
        </w:rPr>
        <w:t>30.07.</w:t>
      </w:r>
      <w:r>
        <w:rPr>
          <w:sz w:val="28"/>
          <w:szCs w:val="28"/>
        </w:rPr>
        <w:t>2024</w:t>
      </w:r>
      <w:r w:rsidRPr="001E207C">
        <w:rPr>
          <w:sz w:val="28"/>
          <w:szCs w:val="28"/>
        </w:rPr>
        <w:t xml:space="preserve"> №</w:t>
      </w:r>
      <w:r w:rsidR="002A3B26">
        <w:rPr>
          <w:sz w:val="28"/>
          <w:szCs w:val="28"/>
        </w:rPr>
        <w:t>2608</w:t>
      </w:r>
    </w:p>
    <w:p w:rsidR="005722DB" w:rsidRPr="005722DB" w:rsidRDefault="005722DB" w:rsidP="005722DB">
      <w:pPr>
        <w:jc w:val="center"/>
        <w:rPr>
          <w:b/>
          <w:sz w:val="28"/>
          <w:szCs w:val="28"/>
        </w:rPr>
      </w:pPr>
    </w:p>
    <w:p w:rsidR="00540C40" w:rsidRPr="005722DB" w:rsidRDefault="00560EA9" w:rsidP="005722DB">
      <w:pPr>
        <w:jc w:val="center"/>
        <w:rPr>
          <w:rFonts w:eastAsia="TimesNewRomanPSMT"/>
          <w:b/>
          <w:sz w:val="28"/>
          <w:szCs w:val="28"/>
        </w:rPr>
      </w:pPr>
      <w:r w:rsidRPr="005722DB">
        <w:rPr>
          <w:rFonts w:eastAsia="TimesNewRomanPSMT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545912">
        <w:rPr>
          <w:rFonts w:eastAsia="TimesNewRomanPSMT"/>
          <w:b/>
          <w:sz w:val="28"/>
          <w:szCs w:val="28"/>
        </w:rPr>
        <w:t>«</w:t>
      </w:r>
      <w:r w:rsidR="00476DFA" w:rsidRPr="005722DB">
        <w:rPr>
          <w:b/>
          <w:sz w:val="28"/>
          <w:szCs w:val="28"/>
        </w:rPr>
        <w:t>Признание садового дома жилым домом и жилого дома садовым домом</w:t>
      </w:r>
      <w:r w:rsidR="00545912">
        <w:rPr>
          <w:rFonts w:eastAsia="TimesNewRomanPSMT"/>
          <w:b/>
          <w:sz w:val="28"/>
          <w:szCs w:val="28"/>
        </w:rPr>
        <w:t>»</w:t>
      </w:r>
    </w:p>
    <w:p w:rsidR="0079261D" w:rsidRPr="005722DB" w:rsidRDefault="0079261D" w:rsidP="005722DB">
      <w:pPr>
        <w:jc w:val="center"/>
        <w:rPr>
          <w:b/>
          <w:sz w:val="28"/>
          <w:szCs w:val="28"/>
        </w:rPr>
      </w:pPr>
    </w:p>
    <w:p w:rsidR="007D5EF8" w:rsidRPr="005722DB" w:rsidRDefault="00476DFA" w:rsidP="005722DB">
      <w:pPr>
        <w:ind w:firstLine="709"/>
        <w:jc w:val="both"/>
        <w:rPr>
          <w:sz w:val="28"/>
          <w:szCs w:val="28"/>
        </w:rPr>
      </w:pPr>
      <w:proofErr w:type="gramStart"/>
      <w:r w:rsidRPr="005722DB">
        <w:rPr>
          <w:sz w:val="28"/>
          <w:szCs w:val="28"/>
        </w:rPr>
        <w:t>В соответствии с Фе</w:t>
      </w:r>
      <w:r w:rsidR="006D21E5" w:rsidRPr="005722DB">
        <w:rPr>
          <w:sz w:val="28"/>
          <w:szCs w:val="28"/>
        </w:rPr>
        <w:t>деральным законом</w:t>
      </w:r>
      <w:r w:rsidR="007D5EF8" w:rsidRPr="005722DB">
        <w:rPr>
          <w:sz w:val="28"/>
          <w:szCs w:val="28"/>
        </w:rPr>
        <w:t xml:space="preserve"> от 27.07.2010</w:t>
      </w:r>
      <w:r w:rsidR="007D5EF8" w:rsidRPr="005722DB">
        <w:rPr>
          <w:sz w:val="28"/>
          <w:szCs w:val="28"/>
        </w:rPr>
        <w:br/>
      </w:r>
      <w:r w:rsidRPr="005722DB">
        <w:rPr>
          <w:sz w:val="28"/>
          <w:szCs w:val="28"/>
        </w:rPr>
        <w:t xml:space="preserve">№210-ФЗ </w:t>
      </w:r>
      <w:r w:rsidR="00545912">
        <w:rPr>
          <w:sz w:val="28"/>
          <w:szCs w:val="28"/>
        </w:rPr>
        <w:t>«</w:t>
      </w:r>
      <w:r w:rsidRPr="005722DB">
        <w:rPr>
          <w:sz w:val="28"/>
          <w:szCs w:val="28"/>
        </w:rPr>
        <w:t>Об организации предоставления государственных и муниципальных услуг</w:t>
      </w:r>
      <w:r w:rsidR="00545912">
        <w:rPr>
          <w:sz w:val="28"/>
          <w:szCs w:val="28"/>
        </w:rPr>
        <w:t>»</w:t>
      </w:r>
      <w:r w:rsidR="006D21E5" w:rsidRPr="005722DB">
        <w:rPr>
          <w:sz w:val="28"/>
          <w:szCs w:val="28"/>
        </w:rPr>
        <w:t xml:space="preserve">, </w:t>
      </w:r>
      <w:r w:rsidR="007B7FD7">
        <w:rPr>
          <w:sz w:val="28"/>
          <w:szCs w:val="28"/>
        </w:rPr>
        <w:t>П</w:t>
      </w:r>
      <w:r w:rsidR="006D21E5" w:rsidRPr="005722DB">
        <w:rPr>
          <w:sz w:val="28"/>
          <w:szCs w:val="28"/>
        </w:rPr>
        <w:t xml:space="preserve">остановлением Правительства </w:t>
      </w:r>
      <w:r w:rsidR="007B7FD7" w:rsidRPr="00D352B8">
        <w:rPr>
          <w:sz w:val="28"/>
        </w:rPr>
        <w:t>Российской Федерации</w:t>
      </w:r>
      <w:r w:rsidR="006D21E5" w:rsidRPr="005722DB">
        <w:rPr>
          <w:sz w:val="28"/>
          <w:szCs w:val="28"/>
        </w:rPr>
        <w:t xml:space="preserve"> от 26.03.2016 №236 </w:t>
      </w:r>
      <w:r w:rsidR="00545912">
        <w:rPr>
          <w:sz w:val="28"/>
          <w:szCs w:val="28"/>
        </w:rPr>
        <w:t>«</w:t>
      </w:r>
      <w:r w:rsidR="006D21E5" w:rsidRPr="005722DB">
        <w:rPr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545912">
        <w:rPr>
          <w:sz w:val="28"/>
          <w:szCs w:val="28"/>
        </w:rPr>
        <w:t>»</w:t>
      </w:r>
      <w:r w:rsidR="006D21E5" w:rsidRPr="005722DB">
        <w:rPr>
          <w:sz w:val="28"/>
          <w:szCs w:val="28"/>
        </w:rPr>
        <w:t xml:space="preserve">, </w:t>
      </w:r>
      <w:r w:rsidR="007B7FD7">
        <w:rPr>
          <w:sz w:val="28"/>
          <w:szCs w:val="28"/>
        </w:rPr>
        <w:t>Постановлением Правительства Российской Федерации</w:t>
      </w:r>
      <w:r w:rsidR="006D21E5" w:rsidRPr="005722DB">
        <w:rPr>
          <w:sz w:val="28"/>
          <w:szCs w:val="28"/>
        </w:rPr>
        <w:t xml:space="preserve"> от 28.01.2006 №47 </w:t>
      </w:r>
      <w:r w:rsidR="00545912">
        <w:rPr>
          <w:sz w:val="28"/>
          <w:szCs w:val="28"/>
        </w:rPr>
        <w:t>«</w:t>
      </w:r>
      <w:r w:rsidR="006D21E5" w:rsidRPr="005722DB">
        <w:rPr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</w:t>
      </w:r>
      <w:proofErr w:type="gramEnd"/>
      <w:r w:rsidR="006D21E5" w:rsidRPr="005722DB">
        <w:rPr>
          <w:sz w:val="28"/>
          <w:szCs w:val="28"/>
        </w:rPr>
        <w:t xml:space="preserve"> </w:t>
      </w:r>
      <w:proofErr w:type="gramStart"/>
      <w:r w:rsidR="006D21E5" w:rsidRPr="005722DB">
        <w:rPr>
          <w:sz w:val="28"/>
          <w:szCs w:val="28"/>
        </w:rPr>
        <w:t>реконструкции, садового дома жилым домом и жилого дома садовым домом</w:t>
      </w:r>
      <w:r w:rsidR="00545912">
        <w:rPr>
          <w:sz w:val="28"/>
          <w:szCs w:val="28"/>
        </w:rPr>
        <w:t>»</w:t>
      </w:r>
      <w:r w:rsidR="006D21E5" w:rsidRPr="005722DB">
        <w:rPr>
          <w:sz w:val="28"/>
          <w:szCs w:val="28"/>
        </w:rPr>
        <w:t xml:space="preserve">, постановлением Администрации города Шахты от 28.11.2014 №7653 </w:t>
      </w:r>
      <w:r w:rsidR="00545912">
        <w:rPr>
          <w:sz w:val="28"/>
          <w:szCs w:val="28"/>
        </w:rPr>
        <w:t>«</w:t>
      </w:r>
      <w:r w:rsidR="006D21E5" w:rsidRPr="005722DB">
        <w:rPr>
          <w:sz w:val="28"/>
          <w:szCs w:val="28"/>
        </w:rPr>
        <w:t>О разработке и утверждении структурными подразделениями, отраслевыми (функциональными) органами Администрации, муниципальными учреждениями г.Шахты административных регламентов предоставления муниципальных услуг</w:t>
      </w:r>
      <w:r w:rsidR="00545912">
        <w:rPr>
          <w:sz w:val="28"/>
          <w:szCs w:val="28"/>
        </w:rPr>
        <w:t>»</w:t>
      </w:r>
      <w:r w:rsidRPr="005722DB">
        <w:rPr>
          <w:sz w:val="28"/>
          <w:szCs w:val="28"/>
        </w:rPr>
        <w:t xml:space="preserve"> </w:t>
      </w:r>
      <w:r w:rsidR="0054258A" w:rsidRPr="005722DB">
        <w:rPr>
          <w:sz w:val="28"/>
          <w:szCs w:val="28"/>
        </w:rPr>
        <w:t>в целях актуализации сведений содержащихся в Административных регламентах</w:t>
      </w:r>
      <w:r w:rsidR="004222E3" w:rsidRPr="005722DB">
        <w:rPr>
          <w:sz w:val="28"/>
          <w:szCs w:val="28"/>
        </w:rPr>
        <w:t>,</w:t>
      </w:r>
      <w:r w:rsidR="00E7003F" w:rsidRPr="005722DB">
        <w:rPr>
          <w:sz w:val="28"/>
          <w:szCs w:val="28"/>
        </w:rPr>
        <w:t xml:space="preserve"> </w:t>
      </w:r>
      <w:r w:rsidR="007D5EF8" w:rsidRPr="005722DB">
        <w:rPr>
          <w:sz w:val="28"/>
          <w:szCs w:val="28"/>
        </w:rPr>
        <w:t>Администрация города Шахты</w:t>
      </w:r>
      <w:proofErr w:type="gramEnd"/>
    </w:p>
    <w:p w:rsidR="005722DB" w:rsidRPr="00BA68B3" w:rsidRDefault="005722DB" w:rsidP="005722DB">
      <w:pPr>
        <w:jc w:val="center"/>
        <w:rPr>
          <w:sz w:val="28"/>
          <w:szCs w:val="28"/>
        </w:rPr>
      </w:pPr>
      <w:bookmarkStart w:id="0" w:name="OLE_LINK1"/>
      <w:bookmarkStart w:id="1" w:name="OLE_LINK2"/>
      <w:bookmarkStart w:id="2" w:name="OLE_LINK3"/>
      <w:bookmarkStart w:id="3" w:name="OLE_LINK4"/>
      <w:bookmarkStart w:id="4" w:name="OLE_LINK5"/>
      <w:bookmarkStart w:id="5" w:name="OLE_LINK6"/>
      <w:bookmarkStart w:id="6" w:name="OLE_LINK7"/>
    </w:p>
    <w:p w:rsidR="005722DB" w:rsidRPr="00BA68B3" w:rsidRDefault="005722DB" w:rsidP="005722DB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5722DB" w:rsidRPr="00BA68B3" w:rsidRDefault="005722DB" w:rsidP="005722DB">
      <w:pPr>
        <w:tabs>
          <w:tab w:val="left" w:pos="4678"/>
        </w:tabs>
        <w:jc w:val="center"/>
        <w:rPr>
          <w:sz w:val="28"/>
          <w:szCs w:val="28"/>
        </w:rPr>
      </w:pPr>
    </w:p>
    <w:bookmarkEnd w:id="0"/>
    <w:bookmarkEnd w:id="1"/>
    <w:bookmarkEnd w:id="2"/>
    <w:bookmarkEnd w:id="3"/>
    <w:bookmarkEnd w:id="4"/>
    <w:bookmarkEnd w:id="5"/>
    <w:bookmarkEnd w:id="6"/>
    <w:p w:rsidR="00830952" w:rsidRPr="005722DB" w:rsidRDefault="00830952" w:rsidP="005722DB">
      <w:pPr>
        <w:ind w:firstLine="709"/>
        <w:jc w:val="both"/>
        <w:rPr>
          <w:sz w:val="28"/>
          <w:szCs w:val="28"/>
        </w:rPr>
      </w:pPr>
      <w:r w:rsidRPr="005722DB">
        <w:rPr>
          <w:sz w:val="28"/>
          <w:szCs w:val="28"/>
        </w:rPr>
        <w:t xml:space="preserve">1.Утвердить Административный регламент предоставления муниципальной услуги </w:t>
      </w:r>
      <w:r w:rsidR="00545912">
        <w:rPr>
          <w:sz w:val="28"/>
          <w:szCs w:val="28"/>
        </w:rPr>
        <w:t>«</w:t>
      </w:r>
      <w:r w:rsidRPr="005722DB">
        <w:rPr>
          <w:sz w:val="28"/>
          <w:szCs w:val="28"/>
        </w:rPr>
        <w:t>Признание садового дома жилым домом и жилого дома садовым домом</w:t>
      </w:r>
      <w:r w:rsidR="00545912">
        <w:rPr>
          <w:sz w:val="28"/>
          <w:szCs w:val="28"/>
        </w:rPr>
        <w:t>»</w:t>
      </w:r>
      <w:r w:rsidRPr="005722DB">
        <w:rPr>
          <w:sz w:val="28"/>
          <w:szCs w:val="28"/>
        </w:rPr>
        <w:t xml:space="preserve"> (далее - Регламент) согласно приложению к настоящему постановлению.</w:t>
      </w:r>
    </w:p>
    <w:p w:rsidR="00BD4872" w:rsidRPr="005722DB" w:rsidRDefault="00830952" w:rsidP="005722DB">
      <w:pPr>
        <w:ind w:firstLine="709"/>
        <w:jc w:val="both"/>
        <w:rPr>
          <w:sz w:val="28"/>
          <w:szCs w:val="28"/>
        </w:rPr>
      </w:pPr>
      <w:r w:rsidRPr="005722DB">
        <w:rPr>
          <w:sz w:val="28"/>
          <w:szCs w:val="28"/>
        </w:rPr>
        <w:t>2.Признать утратившими силу</w:t>
      </w:r>
      <w:r w:rsidR="00BD4872" w:rsidRPr="005722DB">
        <w:rPr>
          <w:sz w:val="28"/>
          <w:szCs w:val="28"/>
        </w:rPr>
        <w:t>:</w:t>
      </w:r>
    </w:p>
    <w:p w:rsidR="00830952" w:rsidRPr="005722DB" w:rsidRDefault="00BD4872" w:rsidP="005722DB">
      <w:pPr>
        <w:ind w:firstLine="709"/>
        <w:jc w:val="both"/>
        <w:rPr>
          <w:sz w:val="28"/>
          <w:szCs w:val="28"/>
        </w:rPr>
      </w:pPr>
      <w:r w:rsidRPr="005722DB">
        <w:rPr>
          <w:sz w:val="28"/>
          <w:szCs w:val="28"/>
        </w:rPr>
        <w:t>-</w:t>
      </w:r>
      <w:r w:rsidR="00830952" w:rsidRPr="005722DB">
        <w:rPr>
          <w:sz w:val="28"/>
          <w:szCs w:val="28"/>
        </w:rPr>
        <w:t xml:space="preserve">постановление Администрации города Шахты от 24.08.2020 №2466 </w:t>
      </w:r>
      <w:r w:rsidR="00545912">
        <w:rPr>
          <w:sz w:val="28"/>
          <w:szCs w:val="28"/>
        </w:rPr>
        <w:t>«</w:t>
      </w:r>
      <w:r w:rsidR="00830952" w:rsidRPr="005722DB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545912">
        <w:rPr>
          <w:sz w:val="28"/>
          <w:szCs w:val="28"/>
        </w:rPr>
        <w:t>«</w:t>
      </w:r>
      <w:r w:rsidR="00830952" w:rsidRPr="005722DB">
        <w:rPr>
          <w:sz w:val="28"/>
          <w:szCs w:val="28"/>
        </w:rPr>
        <w:t>Признание садового дома жилым домом и жилого дома садовым домом</w:t>
      </w:r>
      <w:r w:rsidR="00545912">
        <w:rPr>
          <w:sz w:val="28"/>
          <w:szCs w:val="28"/>
        </w:rPr>
        <w:t>»</w:t>
      </w:r>
      <w:r w:rsidRPr="005722DB">
        <w:rPr>
          <w:sz w:val="28"/>
          <w:szCs w:val="28"/>
        </w:rPr>
        <w:t>;</w:t>
      </w:r>
    </w:p>
    <w:p w:rsidR="00BD4872" w:rsidRPr="005722DB" w:rsidRDefault="00BD4872" w:rsidP="005722DB">
      <w:pPr>
        <w:ind w:firstLine="709"/>
        <w:jc w:val="both"/>
        <w:rPr>
          <w:sz w:val="28"/>
          <w:szCs w:val="28"/>
        </w:rPr>
      </w:pPr>
      <w:proofErr w:type="gramStart"/>
      <w:r w:rsidRPr="005722DB">
        <w:rPr>
          <w:sz w:val="28"/>
          <w:szCs w:val="28"/>
        </w:rPr>
        <w:t xml:space="preserve">-постановление Администрации города Шахты от 14.06.2022 №1893 </w:t>
      </w:r>
      <w:r w:rsidR="00545912">
        <w:rPr>
          <w:sz w:val="28"/>
          <w:szCs w:val="28"/>
        </w:rPr>
        <w:t>«</w:t>
      </w:r>
      <w:r w:rsidRPr="005722DB">
        <w:rPr>
          <w:sz w:val="28"/>
          <w:szCs w:val="28"/>
        </w:rPr>
        <w:t xml:space="preserve">О внесении изменений в постановление Администрации города Шахты от 24.08.2020 №2466 </w:t>
      </w:r>
      <w:r w:rsidR="00545912">
        <w:rPr>
          <w:sz w:val="28"/>
          <w:szCs w:val="28"/>
        </w:rPr>
        <w:t>«</w:t>
      </w:r>
      <w:r w:rsidRPr="005722DB">
        <w:rPr>
          <w:sz w:val="28"/>
          <w:szCs w:val="28"/>
        </w:rPr>
        <w:t xml:space="preserve">Об утверждении административного регламента </w:t>
      </w:r>
      <w:r w:rsidRPr="005722DB">
        <w:rPr>
          <w:sz w:val="28"/>
          <w:szCs w:val="28"/>
        </w:rPr>
        <w:lastRenderedPageBreak/>
        <w:t xml:space="preserve">предоставления муниципальной услуги </w:t>
      </w:r>
      <w:r w:rsidR="00545912">
        <w:rPr>
          <w:sz w:val="28"/>
          <w:szCs w:val="28"/>
        </w:rPr>
        <w:t>«</w:t>
      </w:r>
      <w:r w:rsidRPr="005722DB">
        <w:rPr>
          <w:sz w:val="28"/>
          <w:szCs w:val="28"/>
        </w:rPr>
        <w:t>Признание садового дома жилым домом и жилого дома садовым домом</w:t>
      </w:r>
      <w:r w:rsidR="00545912">
        <w:rPr>
          <w:sz w:val="28"/>
          <w:szCs w:val="28"/>
        </w:rPr>
        <w:t>»</w:t>
      </w:r>
      <w:r w:rsidRPr="005722DB">
        <w:rPr>
          <w:sz w:val="28"/>
          <w:szCs w:val="28"/>
        </w:rPr>
        <w:t>.</w:t>
      </w:r>
      <w:proofErr w:type="gramEnd"/>
    </w:p>
    <w:p w:rsidR="00830952" w:rsidRPr="005722DB" w:rsidRDefault="002B0388" w:rsidP="005722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3.Директору </w:t>
      </w:r>
      <w:r w:rsidR="005036CA">
        <w:rPr>
          <w:sz w:val="28"/>
          <w:szCs w:val="28"/>
        </w:rPr>
        <w:t>Департамента</w:t>
      </w:r>
      <w:r w:rsidR="00830952" w:rsidRPr="005722DB">
        <w:rPr>
          <w:sz w:val="28"/>
          <w:szCs w:val="28"/>
        </w:rPr>
        <w:t xml:space="preserve"> архитектуры, градостроительства и территориального развития (далее - </w:t>
      </w:r>
      <w:proofErr w:type="spellStart"/>
      <w:r w:rsidR="00830952" w:rsidRPr="005722DB">
        <w:rPr>
          <w:sz w:val="28"/>
          <w:szCs w:val="28"/>
        </w:rPr>
        <w:t>ДАГиТР</w:t>
      </w:r>
      <w:proofErr w:type="spellEnd"/>
      <w:r w:rsidR="00830952" w:rsidRPr="005722DB">
        <w:rPr>
          <w:sz w:val="28"/>
          <w:szCs w:val="28"/>
        </w:rPr>
        <w:t xml:space="preserve">) обеспечить </w:t>
      </w:r>
      <w:proofErr w:type="gramStart"/>
      <w:r w:rsidR="00830952" w:rsidRPr="005722DB">
        <w:rPr>
          <w:sz w:val="28"/>
          <w:szCs w:val="28"/>
        </w:rPr>
        <w:t>контроль за</w:t>
      </w:r>
      <w:proofErr w:type="gramEnd"/>
      <w:r w:rsidR="00830952" w:rsidRPr="005722DB">
        <w:rPr>
          <w:sz w:val="28"/>
          <w:szCs w:val="28"/>
        </w:rPr>
        <w:t xml:space="preserve"> исполнением Регламента.</w:t>
      </w:r>
    </w:p>
    <w:p w:rsidR="00830952" w:rsidRPr="005722DB" w:rsidRDefault="00830952" w:rsidP="005722DB">
      <w:pPr>
        <w:ind w:firstLine="709"/>
        <w:jc w:val="both"/>
        <w:rPr>
          <w:sz w:val="28"/>
          <w:szCs w:val="28"/>
        </w:rPr>
      </w:pPr>
      <w:r w:rsidRPr="005722DB">
        <w:rPr>
          <w:sz w:val="28"/>
          <w:szCs w:val="28"/>
        </w:rPr>
        <w:t xml:space="preserve">4.Начальнику </w:t>
      </w:r>
      <w:proofErr w:type="gramStart"/>
      <w:r w:rsidRPr="005722DB">
        <w:rPr>
          <w:sz w:val="28"/>
          <w:szCs w:val="28"/>
        </w:rPr>
        <w:t xml:space="preserve">отдела оформления разрешительной документации </w:t>
      </w:r>
      <w:r w:rsidR="005036CA">
        <w:rPr>
          <w:sz w:val="28"/>
          <w:szCs w:val="28"/>
        </w:rPr>
        <w:t>Департамента</w:t>
      </w:r>
      <w:proofErr w:type="gramEnd"/>
      <w:r w:rsidRPr="005722DB">
        <w:rPr>
          <w:sz w:val="28"/>
          <w:szCs w:val="28"/>
        </w:rPr>
        <w:t xml:space="preserve"> архитектуры, градостроительства и территориального развития (далее - ООРД) обеспечить исполнение Регламента.</w:t>
      </w:r>
    </w:p>
    <w:p w:rsidR="00830952" w:rsidRPr="005722DB" w:rsidRDefault="00830952" w:rsidP="005722DB">
      <w:pPr>
        <w:ind w:firstLine="709"/>
        <w:jc w:val="both"/>
        <w:rPr>
          <w:sz w:val="28"/>
          <w:szCs w:val="28"/>
        </w:rPr>
      </w:pPr>
      <w:r w:rsidRPr="005722DB">
        <w:rPr>
          <w:sz w:val="28"/>
          <w:szCs w:val="28"/>
        </w:rPr>
        <w:t>5.Постановление вступает в силу со дня его официального опубликования.</w:t>
      </w:r>
    </w:p>
    <w:p w:rsidR="00830952" w:rsidRPr="005722DB" w:rsidRDefault="00830952" w:rsidP="005722DB">
      <w:pPr>
        <w:ind w:firstLine="709"/>
        <w:jc w:val="both"/>
        <w:rPr>
          <w:sz w:val="28"/>
          <w:szCs w:val="28"/>
        </w:rPr>
      </w:pPr>
      <w:r w:rsidRPr="005722DB">
        <w:rPr>
          <w:sz w:val="28"/>
          <w:szCs w:val="28"/>
        </w:rPr>
        <w:t xml:space="preserve">6.Настоящее постановление подлежит опубликованию в газете </w:t>
      </w:r>
      <w:r w:rsidR="00545912">
        <w:rPr>
          <w:sz w:val="28"/>
          <w:szCs w:val="28"/>
        </w:rPr>
        <w:t>«</w:t>
      </w:r>
      <w:r w:rsidRPr="005722DB">
        <w:rPr>
          <w:sz w:val="28"/>
          <w:szCs w:val="28"/>
        </w:rPr>
        <w:t>Шахтинские известия</w:t>
      </w:r>
      <w:r w:rsidR="00545912">
        <w:rPr>
          <w:sz w:val="28"/>
          <w:szCs w:val="28"/>
        </w:rPr>
        <w:t>»</w:t>
      </w:r>
      <w:r w:rsidRPr="005722DB">
        <w:rPr>
          <w:sz w:val="28"/>
          <w:szCs w:val="28"/>
        </w:rPr>
        <w:t xml:space="preserve"> и размещению на официальном сайте Администрации города Шахты в информационно-телекоммуникационной сети </w:t>
      </w:r>
      <w:r w:rsidR="00545912">
        <w:rPr>
          <w:sz w:val="28"/>
          <w:szCs w:val="28"/>
        </w:rPr>
        <w:t>«</w:t>
      </w:r>
      <w:r w:rsidRPr="005722DB">
        <w:rPr>
          <w:sz w:val="28"/>
          <w:szCs w:val="28"/>
        </w:rPr>
        <w:t>Интернет</w:t>
      </w:r>
      <w:r w:rsidR="00545912">
        <w:rPr>
          <w:sz w:val="28"/>
          <w:szCs w:val="28"/>
        </w:rPr>
        <w:t>»</w:t>
      </w:r>
      <w:r w:rsidRPr="005722DB">
        <w:rPr>
          <w:sz w:val="28"/>
          <w:szCs w:val="28"/>
        </w:rPr>
        <w:t>.</w:t>
      </w:r>
    </w:p>
    <w:p w:rsidR="00830952" w:rsidRPr="005722DB" w:rsidRDefault="00830952" w:rsidP="005722DB">
      <w:pPr>
        <w:ind w:firstLine="709"/>
        <w:jc w:val="both"/>
        <w:rPr>
          <w:sz w:val="28"/>
          <w:szCs w:val="28"/>
        </w:rPr>
      </w:pPr>
      <w:r w:rsidRPr="005722DB">
        <w:rPr>
          <w:sz w:val="28"/>
          <w:szCs w:val="28"/>
        </w:rPr>
        <w:t>7.</w:t>
      </w:r>
      <w:proofErr w:type="gramStart"/>
      <w:r w:rsidRPr="005722DB">
        <w:rPr>
          <w:sz w:val="28"/>
          <w:szCs w:val="28"/>
        </w:rPr>
        <w:t>Контроль за</w:t>
      </w:r>
      <w:proofErr w:type="gramEnd"/>
      <w:r w:rsidRPr="005722DB">
        <w:rPr>
          <w:sz w:val="28"/>
          <w:szCs w:val="28"/>
        </w:rPr>
        <w:t xml:space="preserve"> исполнением постановления возложить на заместителя главы Администрации Третьякова Д.А.</w:t>
      </w:r>
    </w:p>
    <w:p w:rsidR="005722DB" w:rsidRDefault="005722DB" w:rsidP="005722DB">
      <w:pPr>
        <w:rPr>
          <w:sz w:val="28"/>
        </w:rPr>
      </w:pPr>
    </w:p>
    <w:p w:rsidR="005722DB" w:rsidRDefault="005722DB" w:rsidP="005722DB">
      <w:pPr>
        <w:rPr>
          <w:sz w:val="28"/>
        </w:rPr>
      </w:pPr>
    </w:p>
    <w:p w:rsidR="005722DB" w:rsidRPr="00872810" w:rsidRDefault="005722DB" w:rsidP="005722DB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872810">
        <w:rPr>
          <w:sz w:val="28"/>
          <w:szCs w:val="28"/>
        </w:rPr>
        <w:t>И.о</w:t>
      </w:r>
      <w:proofErr w:type="spellEnd"/>
      <w:r w:rsidRPr="00872810">
        <w:rPr>
          <w:sz w:val="28"/>
          <w:szCs w:val="28"/>
        </w:rPr>
        <w:t>. главы Администрации</w:t>
      </w:r>
    </w:p>
    <w:p w:rsidR="005722DB" w:rsidRDefault="005722DB" w:rsidP="005722DB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872810">
        <w:rPr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5722DB" w:rsidRDefault="005722DB" w:rsidP="005722DB">
      <w:pPr>
        <w:rPr>
          <w:sz w:val="28"/>
        </w:rPr>
      </w:pPr>
    </w:p>
    <w:p w:rsidR="005722DB" w:rsidRPr="00464793" w:rsidRDefault="005722DB" w:rsidP="005722DB">
      <w:pPr>
        <w:jc w:val="both"/>
        <w:rPr>
          <w:sz w:val="28"/>
          <w:szCs w:val="28"/>
        </w:rPr>
      </w:pPr>
    </w:p>
    <w:p w:rsidR="00830952" w:rsidRPr="005722DB" w:rsidRDefault="00830952" w:rsidP="005722DB">
      <w:pPr>
        <w:rPr>
          <w:sz w:val="28"/>
          <w:szCs w:val="28"/>
        </w:rPr>
      </w:pPr>
      <w:r w:rsidRPr="005722DB">
        <w:rPr>
          <w:sz w:val="28"/>
          <w:szCs w:val="28"/>
        </w:rPr>
        <w:t xml:space="preserve">Постановление вносит: </w:t>
      </w:r>
      <w:proofErr w:type="spellStart"/>
      <w:r w:rsidRPr="005722DB">
        <w:rPr>
          <w:sz w:val="28"/>
          <w:szCs w:val="28"/>
        </w:rPr>
        <w:t>ДАГиТР</w:t>
      </w:r>
      <w:proofErr w:type="spellEnd"/>
    </w:p>
    <w:p w:rsidR="0079261D" w:rsidRPr="005722DB" w:rsidRDefault="00830952" w:rsidP="005722DB">
      <w:pPr>
        <w:rPr>
          <w:sz w:val="28"/>
          <w:szCs w:val="28"/>
        </w:rPr>
      </w:pPr>
      <w:r w:rsidRPr="005722DB">
        <w:rPr>
          <w:sz w:val="28"/>
          <w:szCs w:val="28"/>
        </w:rPr>
        <w:t xml:space="preserve">Разослано: </w:t>
      </w:r>
      <w:proofErr w:type="spellStart"/>
      <w:r w:rsidRPr="005722DB">
        <w:rPr>
          <w:sz w:val="28"/>
          <w:szCs w:val="28"/>
        </w:rPr>
        <w:t>ДАГиТР</w:t>
      </w:r>
      <w:proofErr w:type="spellEnd"/>
      <w:r w:rsidRPr="005722DB">
        <w:rPr>
          <w:sz w:val="28"/>
          <w:szCs w:val="28"/>
        </w:rPr>
        <w:t xml:space="preserve">, </w:t>
      </w:r>
      <w:proofErr w:type="spellStart"/>
      <w:r w:rsidRPr="005722DB">
        <w:rPr>
          <w:sz w:val="28"/>
          <w:szCs w:val="28"/>
        </w:rPr>
        <w:t>ОСИиИ</w:t>
      </w:r>
      <w:proofErr w:type="spellEnd"/>
      <w:r w:rsidRPr="005722DB">
        <w:rPr>
          <w:sz w:val="28"/>
          <w:szCs w:val="28"/>
        </w:rPr>
        <w:t xml:space="preserve">, ОСПК, ГД, МАУ </w:t>
      </w:r>
      <w:r w:rsidR="00545912">
        <w:rPr>
          <w:sz w:val="28"/>
          <w:szCs w:val="28"/>
        </w:rPr>
        <w:t>«</w:t>
      </w:r>
      <w:r w:rsidRPr="005722DB">
        <w:rPr>
          <w:sz w:val="28"/>
          <w:szCs w:val="28"/>
        </w:rPr>
        <w:t>МФЦ г.Шахты</w:t>
      </w:r>
      <w:r w:rsidR="00545912">
        <w:rPr>
          <w:sz w:val="28"/>
          <w:szCs w:val="28"/>
        </w:rPr>
        <w:t>»</w:t>
      </w:r>
    </w:p>
    <w:p w:rsidR="00BB507A" w:rsidRDefault="005722DB" w:rsidP="005722D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977C9" w:rsidRDefault="001977C9" w:rsidP="001977C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1977C9" w:rsidRDefault="001977C9" w:rsidP="001977C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977C9" w:rsidRDefault="001977C9" w:rsidP="001977C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1977C9" w:rsidRDefault="001977C9" w:rsidP="001977C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9733D">
        <w:rPr>
          <w:sz w:val="28"/>
          <w:szCs w:val="28"/>
        </w:rPr>
        <w:t>30.07.</w:t>
      </w:r>
      <w:bookmarkStart w:id="7" w:name="_GoBack"/>
      <w:bookmarkEnd w:id="7"/>
      <w:r>
        <w:rPr>
          <w:sz w:val="28"/>
          <w:szCs w:val="28"/>
        </w:rPr>
        <w:t>2024 №</w:t>
      </w:r>
      <w:r w:rsidR="00E9733D">
        <w:rPr>
          <w:sz w:val="28"/>
          <w:szCs w:val="28"/>
        </w:rPr>
        <w:t>2608</w:t>
      </w:r>
    </w:p>
    <w:p w:rsidR="001977C9" w:rsidRDefault="001977C9" w:rsidP="005036CA">
      <w:pPr>
        <w:jc w:val="center"/>
        <w:rPr>
          <w:sz w:val="28"/>
          <w:szCs w:val="28"/>
        </w:rPr>
      </w:pPr>
    </w:p>
    <w:p w:rsidR="00976596" w:rsidRPr="00341539" w:rsidRDefault="00976596" w:rsidP="005036CA">
      <w:pPr>
        <w:pStyle w:val="ConsPlusNormal"/>
        <w:ind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341539">
        <w:rPr>
          <w:rFonts w:ascii="Times New Roman" w:eastAsia="TimesNewRomanPSMT" w:hAnsi="Times New Roman" w:cs="Times New Roman"/>
          <w:sz w:val="28"/>
          <w:szCs w:val="28"/>
        </w:rPr>
        <w:t>АДМИНИСТРАТИВНЫЙ РЕГЛАМЕНТ</w:t>
      </w:r>
    </w:p>
    <w:p w:rsidR="007D22CF" w:rsidRDefault="00976596" w:rsidP="005036CA">
      <w:pPr>
        <w:pStyle w:val="ConsPlusNormal"/>
        <w:ind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341539">
        <w:rPr>
          <w:rFonts w:ascii="Times New Roman" w:eastAsia="TimesNewRomanPSMT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976596" w:rsidRPr="00341539" w:rsidRDefault="00545912" w:rsidP="005036C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76596" w:rsidRPr="00341539">
        <w:rPr>
          <w:rFonts w:ascii="Times New Roman" w:hAnsi="Times New Roman" w:cs="Times New Roman"/>
          <w:sz w:val="28"/>
          <w:szCs w:val="28"/>
        </w:rPr>
        <w:t>П</w:t>
      </w:r>
      <w:r w:rsidR="00976596" w:rsidRPr="00341539">
        <w:rPr>
          <w:rFonts w:ascii="Times New Roman" w:hAnsi="Times New Roman" w:cs="Times New Roman"/>
          <w:bCs/>
          <w:sz w:val="28"/>
          <w:szCs w:val="28"/>
        </w:rPr>
        <w:t>ризнание садового дома жилым домом и жилого дома садовым домом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76596" w:rsidRPr="00341539" w:rsidRDefault="00976596" w:rsidP="005036C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478B2" w:rsidRDefault="00976596" w:rsidP="005036CA">
      <w:pPr>
        <w:autoSpaceDE w:val="0"/>
        <w:autoSpaceDN w:val="0"/>
        <w:adjustRightInd w:val="0"/>
        <w:jc w:val="center"/>
        <w:outlineLvl w:val="0"/>
        <w:rPr>
          <w:rFonts w:eastAsia="TimesNewRomanPSMT"/>
          <w:sz w:val="28"/>
          <w:szCs w:val="28"/>
        </w:rPr>
      </w:pPr>
      <w:r w:rsidRPr="00341539">
        <w:rPr>
          <w:rFonts w:eastAsia="TimesNewRomanPSMT"/>
          <w:sz w:val="28"/>
          <w:szCs w:val="28"/>
        </w:rPr>
        <w:t>1.Общие положения</w:t>
      </w:r>
      <w:r w:rsidR="00341539">
        <w:rPr>
          <w:rFonts w:eastAsia="TimesNewRomanPSMT"/>
          <w:sz w:val="28"/>
          <w:szCs w:val="28"/>
        </w:rPr>
        <w:t>.</w:t>
      </w:r>
    </w:p>
    <w:p w:rsidR="007478B2" w:rsidRDefault="007478B2" w:rsidP="005036CA">
      <w:pPr>
        <w:autoSpaceDE w:val="0"/>
        <w:autoSpaceDN w:val="0"/>
        <w:adjustRightInd w:val="0"/>
        <w:jc w:val="center"/>
        <w:outlineLvl w:val="0"/>
        <w:rPr>
          <w:rFonts w:eastAsia="TimesNewRomanPSMT"/>
          <w:sz w:val="28"/>
          <w:szCs w:val="28"/>
        </w:rPr>
      </w:pPr>
    </w:p>
    <w:p w:rsidR="00976596" w:rsidRPr="007478B2" w:rsidRDefault="00976596" w:rsidP="007478B2">
      <w:pPr>
        <w:autoSpaceDE w:val="0"/>
        <w:autoSpaceDN w:val="0"/>
        <w:adjustRightInd w:val="0"/>
        <w:ind w:firstLine="709"/>
        <w:outlineLvl w:val="0"/>
        <w:rPr>
          <w:rFonts w:eastAsia="TimesNewRomanPSMT"/>
          <w:sz w:val="28"/>
          <w:szCs w:val="28"/>
        </w:rPr>
      </w:pPr>
      <w:r w:rsidRPr="00341539">
        <w:rPr>
          <w:sz w:val="28"/>
          <w:szCs w:val="28"/>
        </w:rPr>
        <w:t>1.1.Предмет регулирования регламента</w:t>
      </w:r>
      <w:r w:rsidR="005036CA">
        <w:rPr>
          <w:sz w:val="28"/>
          <w:szCs w:val="28"/>
        </w:rPr>
        <w:t>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41539">
        <w:rPr>
          <w:rFonts w:eastAsia="TimesNewRomanPSMT"/>
          <w:sz w:val="28"/>
          <w:szCs w:val="28"/>
        </w:rPr>
        <w:t>1</w:t>
      </w:r>
      <w:r w:rsidRPr="00341539">
        <w:rPr>
          <w:sz w:val="28"/>
          <w:szCs w:val="28"/>
        </w:rPr>
        <w:t xml:space="preserve">.1.1.Административный регламент предоставления муниципальной услуги (далее - Регламент) </w:t>
      </w:r>
      <w:r w:rsidR="00545912">
        <w:rPr>
          <w:sz w:val="28"/>
          <w:szCs w:val="28"/>
        </w:rPr>
        <w:t>«</w:t>
      </w:r>
      <w:r w:rsidRPr="00341539">
        <w:rPr>
          <w:sz w:val="28"/>
          <w:szCs w:val="28"/>
        </w:rPr>
        <w:t>П</w:t>
      </w:r>
      <w:r w:rsidRPr="00341539">
        <w:rPr>
          <w:bCs/>
          <w:sz w:val="28"/>
          <w:szCs w:val="28"/>
        </w:rPr>
        <w:t>ризнание садового дома жилым домом и жилого дома садовым домом</w:t>
      </w:r>
      <w:r w:rsidR="00545912">
        <w:rPr>
          <w:sz w:val="28"/>
          <w:szCs w:val="28"/>
        </w:rPr>
        <w:t>»</w:t>
      </w:r>
      <w:r w:rsidRPr="00341539">
        <w:rPr>
          <w:sz w:val="28"/>
          <w:szCs w:val="28"/>
        </w:rPr>
        <w:t xml:space="preserve"> определяет порядок, сроки и последовательность действий (административных процедур) отдела оформления разрешительной документации </w:t>
      </w:r>
      <w:r w:rsidR="005036CA">
        <w:rPr>
          <w:sz w:val="28"/>
          <w:szCs w:val="28"/>
        </w:rPr>
        <w:t>Департамента</w:t>
      </w:r>
      <w:r w:rsidRPr="00341539">
        <w:rPr>
          <w:sz w:val="28"/>
          <w:szCs w:val="28"/>
        </w:rPr>
        <w:t xml:space="preserve"> архитектуры, градостроительства и территориального развития (далее - ООРД </w:t>
      </w:r>
      <w:proofErr w:type="spellStart"/>
      <w:r w:rsidRPr="00341539">
        <w:rPr>
          <w:sz w:val="28"/>
          <w:szCs w:val="28"/>
        </w:rPr>
        <w:t>ДАГиТР</w:t>
      </w:r>
      <w:proofErr w:type="spellEnd"/>
      <w:r w:rsidRPr="00341539">
        <w:rPr>
          <w:sz w:val="28"/>
          <w:szCs w:val="28"/>
        </w:rPr>
        <w:t>), а также порядок взаимодействия с федеральными органами исполнительной власти, органами исполнительной власти субъектов Российской Федерации, органами местного самоуправления, заявителем при выдаче</w:t>
      </w:r>
      <w:proofErr w:type="gramEnd"/>
      <w:r w:rsidRPr="00341539">
        <w:rPr>
          <w:sz w:val="28"/>
          <w:szCs w:val="28"/>
        </w:rPr>
        <w:t xml:space="preserve"> решения о признании (об отказе в признании) садового дома жилым домом и жилого дома садовым домом.</w:t>
      </w:r>
    </w:p>
    <w:p w:rsidR="007D22CF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1.2.Круг заявителей</w:t>
      </w:r>
      <w:r w:rsidR="00341539">
        <w:rPr>
          <w:sz w:val="28"/>
          <w:szCs w:val="28"/>
        </w:rPr>
        <w:t>.</w:t>
      </w:r>
    </w:p>
    <w:p w:rsidR="00976596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1.2.1.</w:t>
      </w:r>
      <w:r w:rsidR="005763CD" w:rsidRPr="005763CD">
        <w:rPr>
          <w:sz w:val="28"/>
          <w:szCs w:val="28"/>
        </w:rPr>
        <w:t>Заявителями при обращении за получением услуги являются физические и</w:t>
      </w:r>
      <w:r w:rsidR="005763CD">
        <w:rPr>
          <w:sz w:val="28"/>
          <w:szCs w:val="28"/>
        </w:rPr>
        <w:t xml:space="preserve"> </w:t>
      </w:r>
      <w:r w:rsidR="005763CD" w:rsidRPr="005763CD">
        <w:rPr>
          <w:sz w:val="28"/>
          <w:szCs w:val="28"/>
        </w:rPr>
        <w:t>юридические лица, индивидуальные предприниматели, являющиеся</w:t>
      </w:r>
      <w:r w:rsidR="005763CD">
        <w:rPr>
          <w:sz w:val="28"/>
          <w:szCs w:val="28"/>
        </w:rPr>
        <w:t xml:space="preserve"> </w:t>
      </w:r>
      <w:r w:rsidR="005763CD" w:rsidRPr="005763CD">
        <w:rPr>
          <w:sz w:val="28"/>
          <w:szCs w:val="28"/>
        </w:rPr>
        <w:t>собственниками садового дома или жилого дома</w:t>
      </w:r>
      <w:r w:rsidRPr="00341539">
        <w:rPr>
          <w:sz w:val="28"/>
          <w:szCs w:val="28"/>
        </w:rPr>
        <w:t>.</w:t>
      </w:r>
    </w:p>
    <w:p w:rsidR="007D22CF" w:rsidRDefault="005763CD" w:rsidP="007478B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1.2.2</w:t>
      </w:r>
      <w:r w:rsidR="007D22CF">
        <w:rPr>
          <w:sz w:val="28"/>
          <w:szCs w:val="28"/>
        </w:rPr>
        <w:t>.</w:t>
      </w:r>
      <w:r w:rsidR="006F1CCA" w:rsidRPr="006F1CCA">
        <w:rPr>
          <w:sz w:val="28"/>
          <w:szCs w:val="28"/>
        </w:rPr>
        <w:t xml:space="preserve">Заявителями на получение муниципальной услуги посредством федеральной государственной информационной системы </w:t>
      </w:r>
      <w:r w:rsidR="00545912">
        <w:rPr>
          <w:sz w:val="28"/>
          <w:szCs w:val="28"/>
        </w:rPr>
        <w:t>«</w:t>
      </w:r>
      <w:r w:rsidR="006F1CCA" w:rsidRPr="006F1CCA">
        <w:rPr>
          <w:sz w:val="28"/>
          <w:szCs w:val="28"/>
        </w:rPr>
        <w:t>Единый портал государственных и муниципальных услуг (функций)</w:t>
      </w:r>
      <w:r w:rsidR="00545912">
        <w:rPr>
          <w:sz w:val="28"/>
          <w:szCs w:val="28"/>
        </w:rPr>
        <w:t>»</w:t>
      </w:r>
      <w:r w:rsidR="006F1CCA" w:rsidRPr="006F1CCA">
        <w:rPr>
          <w:sz w:val="28"/>
          <w:szCs w:val="28"/>
        </w:rPr>
        <w:t xml:space="preserve"> (https://www.gosuslugi.ru/) являются физические лица, индивидуальные предприниматели и юридические лица, завершившие прохождение процедуры регистрации в федеральной государственной информационной системе </w:t>
      </w:r>
      <w:r w:rsidR="00545912">
        <w:rPr>
          <w:sz w:val="28"/>
          <w:szCs w:val="28"/>
        </w:rPr>
        <w:t>«</w:t>
      </w:r>
      <w:r w:rsidR="006F1CCA" w:rsidRPr="006F1CCA">
        <w:rPr>
          <w:sz w:val="28"/>
          <w:szCs w:val="28"/>
        </w:rPr>
        <w:t xml:space="preserve">Единая система идентификации и аутентификации в инфраструктуре, обеспечивающей </w:t>
      </w:r>
      <w:r w:rsidR="005036CA">
        <w:rPr>
          <w:sz w:val="28"/>
          <w:szCs w:val="28"/>
        </w:rPr>
        <w:br/>
      </w:r>
      <w:r w:rsidR="006F1CCA" w:rsidRPr="006F1CCA">
        <w:rPr>
          <w:sz w:val="28"/>
          <w:szCs w:val="28"/>
        </w:rPr>
        <w:t>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</w:t>
      </w:r>
      <w:proofErr w:type="gramEnd"/>
      <w:r w:rsidR="006F1CCA" w:rsidRPr="006F1CCA">
        <w:rPr>
          <w:sz w:val="28"/>
          <w:szCs w:val="28"/>
        </w:rPr>
        <w:t xml:space="preserve"> форме</w:t>
      </w:r>
      <w:r w:rsidR="00545912">
        <w:rPr>
          <w:sz w:val="28"/>
          <w:szCs w:val="28"/>
        </w:rPr>
        <w:t>»</w:t>
      </w:r>
      <w:r w:rsidR="006F1CCA" w:rsidRPr="006F1CCA">
        <w:rPr>
          <w:sz w:val="28"/>
          <w:szCs w:val="28"/>
        </w:rPr>
        <w:t xml:space="preserve"> (далее - ЕСИА)</w:t>
      </w:r>
      <w:r w:rsidR="007D22CF">
        <w:rPr>
          <w:sz w:val="28"/>
          <w:szCs w:val="28"/>
        </w:rPr>
        <w:t>.</w:t>
      </w:r>
    </w:p>
    <w:p w:rsidR="005763CD" w:rsidRPr="00D352B8" w:rsidRDefault="005763CD" w:rsidP="007478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1.2.3</w:t>
      </w:r>
      <w:r w:rsidRPr="00D352B8">
        <w:rPr>
          <w:sz w:val="28"/>
          <w:szCs w:val="28"/>
        </w:rPr>
        <w:t>.</w:t>
      </w:r>
      <w:r w:rsidR="005036CA">
        <w:rPr>
          <w:sz w:val="28"/>
        </w:rPr>
        <w:t xml:space="preserve">Заявитель вправе обратиться </w:t>
      </w:r>
      <w:r w:rsidRPr="00D352B8">
        <w:rPr>
          <w:sz w:val="28"/>
        </w:rPr>
        <w:t>за получением услуги через представителя.</w:t>
      </w:r>
      <w:r w:rsidRPr="00D352B8">
        <w:rPr>
          <w:spacing w:val="-11"/>
          <w:sz w:val="28"/>
        </w:rPr>
        <w:t xml:space="preserve"> </w:t>
      </w:r>
      <w:r w:rsidRPr="00D352B8">
        <w:rPr>
          <w:sz w:val="28"/>
        </w:rPr>
        <w:t>Полномочия</w:t>
      </w:r>
      <w:r w:rsidRPr="00D352B8">
        <w:rPr>
          <w:spacing w:val="-11"/>
          <w:sz w:val="28"/>
        </w:rPr>
        <w:t xml:space="preserve"> </w:t>
      </w:r>
      <w:r w:rsidRPr="00D352B8">
        <w:rPr>
          <w:sz w:val="28"/>
        </w:rPr>
        <w:t>представителя,</w:t>
      </w:r>
      <w:r w:rsidRPr="00D352B8">
        <w:rPr>
          <w:spacing w:val="-11"/>
          <w:sz w:val="28"/>
        </w:rPr>
        <w:t xml:space="preserve"> </w:t>
      </w:r>
      <w:r w:rsidRPr="00D352B8">
        <w:rPr>
          <w:sz w:val="28"/>
        </w:rPr>
        <w:t>выступающего</w:t>
      </w:r>
      <w:r w:rsidRPr="00D352B8">
        <w:rPr>
          <w:spacing w:val="-11"/>
          <w:sz w:val="28"/>
        </w:rPr>
        <w:t xml:space="preserve"> </w:t>
      </w:r>
      <w:r w:rsidRPr="00D352B8">
        <w:rPr>
          <w:sz w:val="28"/>
        </w:rPr>
        <w:t>от</w:t>
      </w:r>
      <w:r w:rsidRPr="00D352B8">
        <w:rPr>
          <w:spacing w:val="-11"/>
          <w:sz w:val="28"/>
        </w:rPr>
        <w:t xml:space="preserve"> </w:t>
      </w:r>
      <w:r w:rsidRPr="00D352B8">
        <w:rPr>
          <w:sz w:val="28"/>
        </w:rPr>
        <w:t>имени</w:t>
      </w:r>
      <w:r w:rsidRPr="00D352B8">
        <w:rPr>
          <w:spacing w:val="-11"/>
          <w:sz w:val="28"/>
        </w:rPr>
        <w:t xml:space="preserve"> </w:t>
      </w:r>
      <w:r w:rsidRPr="00D352B8">
        <w:rPr>
          <w:sz w:val="28"/>
        </w:rPr>
        <w:t>заявителя, подтверждаются доверенностью, оформленной в соответствии с требованиями законодательства Российской Федерации (далее – представитель).</w:t>
      </w:r>
    </w:p>
    <w:p w:rsidR="00976596" w:rsidRPr="00341539" w:rsidRDefault="00976596" w:rsidP="007478B2">
      <w:pPr>
        <w:ind w:right="-1"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1.3.Требования к порядку информирования о порядке предоставления муниципальной услуги</w:t>
      </w:r>
      <w:r w:rsidR="007D22CF">
        <w:rPr>
          <w:sz w:val="28"/>
          <w:szCs w:val="28"/>
        </w:rPr>
        <w:t>.</w:t>
      </w:r>
    </w:p>
    <w:p w:rsidR="00976596" w:rsidRPr="00341539" w:rsidRDefault="00976596" w:rsidP="007478B2">
      <w:pPr>
        <w:tabs>
          <w:tab w:val="left" w:pos="141"/>
          <w:tab w:val="left" w:pos="282"/>
          <w:tab w:val="left" w:pos="567"/>
          <w:tab w:val="left" w:pos="850"/>
          <w:tab w:val="left" w:pos="1134"/>
        </w:tabs>
        <w:ind w:right="-1"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1.3.1.Сведения о местонахождении, графике работы, телефонах для справок и консультаций, а также об интернет-сайте, адресах электронной почты органов и организаций, участвующих в предоставлении муниципальной услуги.</w:t>
      </w:r>
    </w:p>
    <w:p w:rsidR="00976596" w:rsidRPr="00341539" w:rsidRDefault="00976596" w:rsidP="007478B2">
      <w:pPr>
        <w:ind w:firstLine="709"/>
        <w:jc w:val="both"/>
        <w:rPr>
          <w:sz w:val="28"/>
          <w:szCs w:val="28"/>
        </w:rPr>
      </w:pPr>
      <w:proofErr w:type="gramStart"/>
      <w:r w:rsidRPr="00341539">
        <w:rPr>
          <w:sz w:val="28"/>
          <w:szCs w:val="28"/>
        </w:rPr>
        <w:lastRenderedPageBreak/>
        <w:t xml:space="preserve">Справочная информация о </w:t>
      </w:r>
      <w:proofErr w:type="spellStart"/>
      <w:r w:rsidRPr="00341539">
        <w:rPr>
          <w:sz w:val="28"/>
          <w:szCs w:val="28"/>
        </w:rPr>
        <w:t>ДАГиТР</w:t>
      </w:r>
      <w:proofErr w:type="spellEnd"/>
      <w:r w:rsidRPr="00341539">
        <w:rPr>
          <w:sz w:val="28"/>
          <w:szCs w:val="28"/>
        </w:rPr>
        <w:t xml:space="preserve">, предоставляющем муниципальную услугу </w:t>
      </w:r>
      <w:r w:rsidR="00545912">
        <w:rPr>
          <w:sz w:val="28"/>
          <w:szCs w:val="28"/>
        </w:rPr>
        <w:t>«</w:t>
      </w:r>
      <w:r w:rsidRPr="00341539">
        <w:rPr>
          <w:sz w:val="28"/>
          <w:szCs w:val="28"/>
        </w:rPr>
        <w:t>П</w:t>
      </w:r>
      <w:r w:rsidRPr="00341539">
        <w:rPr>
          <w:bCs/>
          <w:sz w:val="28"/>
          <w:szCs w:val="28"/>
        </w:rPr>
        <w:t>ризнание садового дома жилым домом и жилого дома садовым домом</w:t>
      </w:r>
      <w:r w:rsidR="00545912">
        <w:rPr>
          <w:sz w:val="28"/>
          <w:szCs w:val="28"/>
        </w:rPr>
        <w:t>»</w:t>
      </w:r>
      <w:r w:rsidRPr="00341539">
        <w:rPr>
          <w:sz w:val="28"/>
          <w:szCs w:val="28"/>
        </w:rPr>
        <w:t xml:space="preserve">, государственных и муниципальных органов и организаций, обращение в которые необходимо для получения муниципальной услуги, а также о центральном офисе и территориально обособленных структурных подразделений МФЦ размещена на официальном сайте в сети </w:t>
      </w:r>
      <w:r w:rsidR="00545912">
        <w:rPr>
          <w:sz w:val="28"/>
          <w:szCs w:val="28"/>
        </w:rPr>
        <w:t>«</w:t>
      </w:r>
      <w:r w:rsidRPr="00341539">
        <w:rPr>
          <w:sz w:val="28"/>
          <w:szCs w:val="28"/>
        </w:rPr>
        <w:t>Интернет</w:t>
      </w:r>
      <w:r w:rsidR="00545912">
        <w:rPr>
          <w:sz w:val="28"/>
          <w:szCs w:val="28"/>
        </w:rPr>
        <w:t>»</w:t>
      </w:r>
      <w:r w:rsidRPr="00341539">
        <w:rPr>
          <w:sz w:val="28"/>
          <w:szCs w:val="28"/>
        </w:rPr>
        <w:t xml:space="preserve"> Администрации города Шахты, а также в соответствующем разделе на ЕПГУ.</w:t>
      </w:r>
      <w:proofErr w:type="gramEnd"/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 xml:space="preserve">1.3.2.Информация о предоставлении муниципальной услуги размещается в открытой и доступной форме </w:t>
      </w:r>
      <w:proofErr w:type="spellStart"/>
      <w:r w:rsidRPr="00944BB7">
        <w:rPr>
          <w:sz w:val="28"/>
          <w:szCs w:val="28"/>
        </w:rPr>
        <w:t>ДАГиТР</w:t>
      </w:r>
      <w:proofErr w:type="spellEnd"/>
      <w:r w:rsidRPr="00944BB7">
        <w:rPr>
          <w:sz w:val="28"/>
          <w:szCs w:val="28"/>
        </w:rPr>
        <w:t xml:space="preserve">, МАУ </w:t>
      </w:r>
      <w:r w:rsidR="00545912">
        <w:rPr>
          <w:sz w:val="28"/>
          <w:szCs w:val="28"/>
        </w:rPr>
        <w:t>«</w:t>
      </w:r>
      <w:r w:rsidR="005036CA">
        <w:rPr>
          <w:sz w:val="28"/>
          <w:szCs w:val="28"/>
        </w:rPr>
        <w:t>МФЦ г.Шахты</w:t>
      </w:r>
      <w:r w:rsidR="00545912">
        <w:rPr>
          <w:sz w:val="28"/>
          <w:szCs w:val="28"/>
        </w:rPr>
        <w:t>»</w:t>
      </w:r>
      <w:r w:rsidRPr="00944BB7">
        <w:rPr>
          <w:sz w:val="28"/>
          <w:szCs w:val="28"/>
        </w:rPr>
        <w:t xml:space="preserve"> и осуществляется следующими способами: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>-на информационных стендах в помещении МФЦ;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>-по номерам телефонов для справок;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>-по письменному обращению;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>-по электронной почте;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 xml:space="preserve">-на официальном сайте Администрации города Шахты в </w:t>
      </w:r>
      <w:r w:rsidR="005036CA">
        <w:rPr>
          <w:sz w:val="28"/>
          <w:szCs w:val="28"/>
        </w:rPr>
        <w:br/>
      </w:r>
      <w:r w:rsidRPr="00944BB7">
        <w:rPr>
          <w:sz w:val="28"/>
          <w:szCs w:val="28"/>
        </w:rPr>
        <w:t xml:space="preserve">информационно-телекоммуникационной сети </w:t>
      </w:r>
      <w:r w:rsidR="00545912">
        <w:rPr>
          <w:sz w:val="28"/>
          <w:szCs w:val="28"/>
        </w:rPr>
        <w:t>«</w:t>
      </w:r>
      <w:r w:rsidRPr="00944BB7">
        <w:rPr>
          <w:sz w:val="28"/>
          <w:szCs w:val="28"/>
        </w:rPr>
        <w:t>Интернет</w:t>
      </w:r>
      <w:r w:rsidR="00545912">
        <w:rPr>
          <w:sz w:val="28"/>
          <w:szCs w:val="28"/>
        </w:rPr>
        <w:t>»</w:t>
      </w:r>
      <w:r w:rsidRPr="00944BB7">
        <w:rPr>
          <w:sz w:val="28"/>
          <w:szCs w:val="28"/>
        </w:rPr>
        <w:t xml:space="preserve"> по адресу: https://shakhty.donland.ru/.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>-в ЕПГУ;</w:t>
      </w:r>
    </w:p>
    <w:p w:rsidR="00944BB7" w:rsidRPr="00944BB7" w:rsidRDefault="005036CA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44BB7" w:rsidRPr="00944BB7">
        <w:rPr>
          <w:sz w:val="28"/>
          <w:szCs w:val="28"/>
        </w:rPr>
        <w:t xml:space="preserve">на </w:t>
      </w:r>
      <w:proofErr w:type="gramStart"/>
      <w:r w:rsidR="00944BB7" w:rsidRPr="00944BB7">
        <w:rPr>
          <w:sz w:val="28"/>
          <w:szCs w:val="28"/>
        </w:rPr>
        <w:t>информационно-аналитическом</w:t>
      </w:r>
      <w:proofErr w:type="gramEnd"/>
      <w:r w:rsidR="00944BB7" w:rsidRPr="00944BB7">
        <w:rPr>
          <w:sz w:val="28"/>
          <w:szCs w:val="28"/>
        </w:rPr>
        <w:t xml:space="preserve"> интернет-портале единой сети МФЦ Ростовской области (далее – Портал сети МФЦ).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 xml:space="preserve">Информирование о порядке предоставления муниципальной услуги, о ходе ее предоставления, а также по иным вопросам, связанным с предоставлением муниципальной услуги, осуществляют специалисты МФЦ в соответствии с соглашением о взаимодействии между </w:t>
      </w:r>
      <w:proofErr w:type="gramStart"/>
      <w:r w:rsidRPr="00944BB7">
        <w:rPr>
          <w:sz w:val="28"/>
          <w:szCs w:val="28"/>
        </w:rPr>
        <w:t>муниципальным автономным</w:t>
      </w:r>
      <w:proofErr w:type="gramEnd"/>
      <w:r w:rsidRPr="00944BB7">
        <w:rPr>
          <w:sz w:val="28"/>
          <w:szCs w:val="28"/>
        </w:rPr>
        <w:t xml:space="preserve"> учреждением </w:t>
      </w:r>
      <w:r w:rsidR="00545912">
        <w:rPr>
          <w:sz w:val="28"/>
          <w:szCs w:val="28"/>
        </w:rPr>
        <w:t>«</w:t>
      </w:r>
      <w:r w:rsidRPr="00944BB7">
        <w:rPr>
          <w:sz w:val="28"/>
          <w:szCs w:val="28"/>
        </w:rPr>
        <w:t>Многофункциональный центр предоставления государственных и муниципальных услуг г.Шахты</w:t>
      </w:r>
      <w:r w:rsidR="00545912">
        <w:rPr>
          <w:sz w:val="28"/>
          <w:szCs w:val="28"/>
        </w:rPr>
        <w:t>»</w:t>
      </w:r>
      <w:r w:rsidRPr="00944BB7">
        <w:rPr>
          <w:sz w:val="28"/>
          <w:szCs w:val="28"/>
        </w:rPr>
        <w:t xml:space="preserve"> и Администрацией города Шахты от 17.07.2019г. №444.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 xml:space="preserve">Информирование заявителей осуществляется специалистами МФЦ лично и в телефонном режиме, специалистами </w:t>
      </w:r>
      <w:proofErr w:type="spellStart"/>
      <w:r w:rsidRPr="00944BB7">
        <w:rPr>
          <w:sz w:val="28"/>
          <w:szCs w:val="28"/>
        </w:rPr>
        <w:t>ДАГиТР</w:t>
      </w:r>
      <w:proofErr w:type="spellEnd"/>
      <w:r w:rsidRPr="00944BB7">
        <w:rPr>
          <w:sz w:val="28"/>
          <w:szCs w:val="28"/>
        </w:rPr>
        <w:t xml:space="preserve"> при обращении в телефонном режиме, письменном обращении, в том числе по электронной почте, по следующим вопросам: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>-сроков и процедур предоставления услуги;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>-категории заявителей, имеющих право обращения за получением услуги;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>-перечня документов, необходимых при обращении за получением услуги;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>-источника получения документов, необходимых для предоставления услуги;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 xml:space="preserve">-уточнения контактной информации </w:t>
      </w:r>
      <w:proofErr w:type="spellStart"/>
      <w:r w:rsidRPr="00944BB7">
        <w:rPr>
          <w:sz w:val="28"/>
          <w:szCs w:val="28"/>
        </w:rPr>
        <w:t>ДАГиТР</w:t>
      </w:r>
      <w:proofErr w:type="spellEnd"/>
      <w:r w:rsidRPr="00944BB7">
        <w:rPr>
          <w:sz w:val="28"/>
          <w:szCs w:val="28"/>
        </w:rPr>
        <w:t>, ответственного за предоставление услуги;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>-времени приема заявлений и документов и выдачи готового результата услуги;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>-порядка обжалования действий (бездействий) и решений, принимаемых в ходе предоставления услуги.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>Информирование о порядке предоставления услуги осуществляется бесплатно.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lastRenderedPageBreak/>
        <w:t>При личном обращении информирование заявителей о порядке предоставления муниципальной услуги осуществляется МФЦ ежедневно в течение всего рабочего времени в соответствии с графиком работы.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>Время ожидания в очереди для получения от специалистов МФЦ информации о процедуре предоставления услуги при личном обращении заявителя услуги не должно превышать 15 минут.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>Информирование заявителей проводится в двух формах: устное и письменное.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 xml:space="preserve">При ответах на телефонные звонки и обращения заявителей лично в рабочее время, специалисты МФЦ, специалисты </w:t>
      </w:r>
      <w:proofErr w:type="spellStart"/>
      <w:r w:rsidRPr="00944BB7">
        <w:rPr>
          <w:sz w:val="28"/>
          <w:szCs w:val="28"/>
        </w:rPr>
        <w:t>ДАГиТР</w:t>
      </w:r>
      <w:proofErr w:type="spellEnd"/>
      <w:r w:rsidRPr="00944BB7">
        <w:rPr>
          <w:sz w:val="28"/>
          <w:szCs w:val="28"/>
        </w:rPr>
        <w:t xml:space="preserve"> (при ответах на телефонные звонки), участвующие в процессе предоставления услуги,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поступил звонок, и фамилии специалиста, принявшего телефонный звонок.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>Специалист предлагает собеседнику представиться; выслушивает и уточняет, при необходимости, суть вопроса; корректно и лаконично дает ответ, при этом при необходимости сообщает необходимые сведения со ссылками на соответствующие нормативные правовые акты.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>Устное информирование обратившегося лица осуществляется не более 10 минут. В случае</w:t>
      </w:r>
      <w:proofErr w:type="gramStart"/>
      <w:r w:rsidRPr="00944BB7">
        <w:rPr>
          <w:sz w:val="28"/>
          <w:szCs w:val="28"/>
        </w:rPr>
        <w:t>,</w:t>
      </w:r>
      <w:proofErr w:type="gramEnd"/>
      <w:r w:rsidRPr="00944BB7">
        <w:rPr>
          <w:sz w:val="28"/>
          <w:szCs w:val="28"/>
        </w:rPr>
        <w:t xml:space="preserve">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предоставления услуги, либо назначает другое удобное для заявителя время для устного информирования.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>Письменное информирование по вопросам предоставления услуги  осуществляется при получении обращения заявителя о предоставлении письменной информации по вопросам предоставления услуги.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 xml:space="preserve">Специалисты ООРД </w:t>
      </w:r>
      <w:proofErr w:type="spellStart"/>
      <w:r w:rsidRPr="00944BB7">
        <w:rPr>
          <w:sz w:val="28"/>
          <w:szCs w:val="28"/>
        </w:rPr>
        <w:t>ДАГиТР</w:t>
      </w:r>
      <w:proofErr w:type="spellEnd"/>
      <w:r w:rsidRPr="00944BB7">
        <w:rPr>
          <w:sz w:val="28"/>
          <w:szCs w:val="28"/>
        </w:rPr>
        <w:t>, участвующие в предоставлении услуги, ответственные за рассмотрение обращения, обеспечивают объективное, всестороннее и своевременное рассмотрение обращения, готовят письменный ответ по существу поставленных в обращении вопросов.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 xml:space="preserve">Письменный ответ на обращение подписывается уполномоченным лицом </w:t>
      </w:r>
      <w:proofErr w:type="spellStart"/>
      <w:r w:rsidRPr="00944BB7">
        <w:rPr>
          <w:sz w:val="28"/>
          <w:szCs w:val="28"/>
        </w:rPr>
        <w:t>ДАГиТР</w:t>
      </w:r>
      <w:proofErr w:type="spellEnd"/>
      <w:r w:rsidRPr="00944BB7">
        <w:rPr>
          <w:sz w:val="28"/>
          <w:szCs w:val="28"/>
        </w:rPr>
        <w:t xml:space="preserve"> либо уполномоченным им лицом, и должен содержать фамилию и номер телефона исполнителя, и направляется по адресу, указанному в обращении.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944BB7">
        <w:rPr>
          <w:sz w:val="28"/>
          <w:szCs w:val="28"/>
        </w:rPr>
        <w:t xml:space="preserve">Порядок и сроки предоставления письменной информации определен в соответствии с Федеральным законом от 02.05.2006 №59-ФЗ </w:t>
      </w:r>
      <w:r w:rsidR="00545912">
        <w:rPr>
          <w:sz w:val="28"/>
          <w:szCs w:val="28"/>
        </w:rPr>
        <w:t>«</w:t>
      </w:r>
      <w:r w:rsidRPr="00944BB7">
        <w:rPr>
          <w:sz w:val="28"/>
          <w:szCs w:val="28"/>
        </w:rPr>
        <w:t>О порядке рассмотрения обращений граждан Российской Федерации</w:t>
      </w:r>
      <w:r w:rsidR="00545912">
        <w:rPr>
          <w:sz w:val="28"/>
          <w:szCs w:val="28"/>
        </w:rPr>
        <w:t>»</w:t>
      </w:r>
      <w:r w:rsidRPr="00944BB7">
        <w:rPr>
          <w:sz w:val="28"/>
          <w:szCs w:val="28"/>
        </w:rPr>
        <w:t>, в соответствии с которым максимальный срок рассмотрения письменных обращений граждан – 30 дней со дня регистрации письменного обращения.</w:t>
      </w:r>
      <w:proofErr w:type="gramEnd"/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944BB7">
        <w:rPr>
          <w:sz w:val="28"/>
          <w:szCs w:val="28"/>
        </w:rPr>
        <w:t xml:space="preserve">В исключительных случаях, предусмотренных пунктом 2 статьи 12 Федерального закона от 02.05.2006 №59-ФЗ </w:t>
      </w:r>
      <w:r w:rsidR="00545912">
        <w:rPr>
          <w:sz w:val="28"/>
          <w:szCs w:val="28"/>
        </w:rPr>
        <w:t>«</w:t>
      </w:r>
      <w:r w:rsidRPr="00944BB7">
        <w:rPr>
          <w:sz w:val="28"/>
          <w:szCs w:val="28"/>
        </w:rPr>
        <w:t>О порядке рассмотрения обращений граждан Российской Федерации</w:t>
      </w:r>
      <w:r w:rsidR="00545912">
        <w:rPr>
          <w:sz w:val="28"/>
          <w:szCs w:val="28"/>
        </w:rPr>
        <w:t>»</w:t>
      </w:r>
      <w:r w:rsidRPr="00944BB7">
        <w:rPr>
          <w:sz w:val="28"/>
          <w:szCs w:val="28"/>
        </w:rPr>
        <w:t xml:space="preserve">, а также в случае необходимости направления запроса в рамках рассмотрения обращения, руководитель органа </w:t>
      </w:r>
      <w:r w:rsidRPr="00944BB7">
        <w:rPr>
          <w:sz w:val="28"/>
          <w:szCs w:val="28"/>
        </w:rPr>
        <w:lastRenderedPageBreak/>
        <w:t>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</w:t>
      </w:r>
      <w:proofErr w:type="gramEnd"/>
      <w:r w:rsidRPr="00944BB7">
        <w:rPr>
          <w:sz w:val="28"/>
          <w:szCs w:val="28"/>
        </w:rPr>
        <w:t xml:space="preserve">, </w:t>
      </w:r>
      <w:proofErr w:type="gramStart"/>
      <w:r w:rsidRPr="00944BB7">
        <w:rPr>
          <w:sz w:val="28"/>
          <w:szCs w:val="28"/>
        </w:rPr>
        <w:t>направившего</w:t>
      </w:r>
      <w:proofErr w:type="gramEnd"/>
      <w:r w:rsidRPr="00944BB7">
        <w:rPr>
          <w:sz w:val="28"/>
          <w:szCs w:val="28"/>
        </w:rPr>
        <w:t xml:space="preserve"> обращение.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 xml:space="preserve">1.3.3.Порядок получения информации заявителями по вопросам предоставления муниципальной услуги и услуг, которые являются необходимыми и обязательными, сведений о ходе предоставления указанных услуг, в том числе с использованием Портала </w:t>
      </w:r>
      <w:proofErr w:type="spellStart"/>
      <w:r w:rsidRPr="00944BB7">
        <w:rPr>
          <w:sz w:val="28"/>
          <w:szCs w:val="28"/>
        </w:rPr>
        <w:t>госуслуг</w:t>
      </w:r>
      <w:proofErr w:type="spellEnd"/>
      <w:r w:rsidRPr="00944BB7">
        <w:rPr>
          <w:sz w:val="28"/>
          <w:szCs w:val="28"/>
        </w:rPr>
        <w:t>.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 xml:space="preserve">Информация по вопросам предоставления муниципальной услуги, а также сведения о ходе ее предоставления могут быть получены заявителем с использованием федеральной государственной информационной системы </w:t>
      </w:r>
      <w:r w:rsidR="00545912">
        <w:rPr>
          <w:sz w:val="28"/>
          <w:szCs w:val="28"/>
        </w:rPr>
        <w:t>«</w:t>
      </w:r>
      <w:r w:rsidRPr="00944BB7">
        <w:rPr>
          <w:sz w:val="28"/>
          <w:szCs w:val="28"/>
        </w:rPr>
        <w:t xml:space="preserve">Единый портал государственных и муниципальных услуг </w:t>
      </w:r>
      <w:r w:rsidR="005036CA">
        <w:rPr>
          <w:sz w:val="28"/>
          <w:szCs w:val="28"/>
        </w:rPr>
        <w:t>(функций)</w:t>
      </w:r>
      <w:r w:rsidR="00545912">
        <w:rPr>
          <w:sz w:val="28"/>
          <w:szCs w:val="28"/>
        </w:rPr>
        <w:t>»</w:t>
      </w:r>
      <w:r w:rsidR="005036CA">
        <w:rPr>
          <w:sz w:val="28"/>
          <w:szCs w:val="28"/>
        </w:rPr>
        <w:t xml:space="preserve"> (www.gosuslugi.ru), </w:t>
      </w:r>
      <w:r w:rsidRPr="00944BB7">
        <w:rPr>
          <w:sz w:val="28"/>
          <w:szCs w:val="28"/>
        </w:rPr>
        <w:t>Портала сети МФЦ.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 xml:space="preserve">Информация, размещаемая на Портале </w:t>
      </w:r>
      <w:proofErr w:type="spellStart"/>
      <w:r w:rsidRPr="00944BB7">
        <w:rPr>
          <w:sz w:val="28"/>
          <w:szCs w:val="28"/>
        </w:rPr>
        <w:t>госуслуг</w:t>
      </w:r>
      <w:proofErr w:type="spellEnd"/>
      <w:r w:rsidRPr="00944BB7">
        <w:rPr>
          <w:sz w:val="28"/>
          <w:szCs w:val="28"/>
        </w:rPr>
        <w:t>, Портале сети МФЦ, на официальном сайте Администрации города Шахты о порядке и сроках предоставления муниципальной услуги, предоставляется заявителю бесплатно.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944BB7">
        <w:rPr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>1.3.4.Порядок, форма и место размещения информации по вопросам предоставления муниципальной услуги.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>На информационных стендах в местах предос</w:t>
      </w:r>
      <w:r w:rsidR="005036CA">
        <w:rPr>
          <w:sz w:val="28"/>
          <w:szCs w:val="28"/>
        </w:rPr>
        <w:t xml:space="preserve">тавления муниципальной услуги, </w:t>
      </w:r>
      <w:r w:rsidRPr="00944BB7">
        <w:rPr>
          <w:sz w:val="28"/>
          <w:szCs w:val="28"/>
        </w:rPr>
        <w:t xml:space="preserve">на официальном сайте Администрации города Шахты, на Портале сети МФЦ, а также на Портале </w:t>
      </w:r>
      <w:proofErr w:type="spellStart"/>
      <w:r w:rsidRPr="00944BB7">
        <w:rPr>
          <w:sz w:val="28"/>
          <w:szCs w:val="28"/>
        </w:rPr>
        <w:t>госуслуг</w:t>
      </w:r>
      <w:proofErr w:type="spellEnd"/>
      <w:r w:rsidRPr="00944BB7">
        <w:rPr>
          <w:sz w:val="28"/>
          <w:szCs w:val="28"/>
        </w:rPr>
        <w:t xml:space="preserve"> размещаются следующие сведения:</w:t>
      </w:r>
    </w:p>
    <w:p w:rsidR="00944BB7" w:rsidRPr="00944BB7" w:rsidRDefault="005036CA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proofErr w:type="gramStart"/>
      <w:r>
        <w:rPr>
          <w:sz w:val="28"/>
          <w:szCs w:val="28"/>
        </w:rPr>
        <w:t>)</w:t>
      </w:r>
      <w:r w:rsidR="00944BB7" w:rsidRPr="00944BB7">
        <w:rPr>
          <w:sz w:val="28"/>
          <w:szCs w:val="28"/>
        </w:rPr>
        <w:t>к</w:t>
      </w:r>
      <w:proofErr w:type="gramEnd"/>
      <w:r w:rsidR="00944BB7" w:rsidRPr="00944BB7">
        <w:rPr>
          <w:sz w:val="28"/>
          <w:szCs w:val="28"/>
        </w:rPr>
        <w:t>руг заявителей;</w:t>
      </w:r>
    </w:p>
    <w:p w:rsidR="00944BB7" w:rsidRPr="00944BB7" w:rsidRDefault="00944BB7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944BB7">
        <w:rPr>
          <w:sz w:val="28"/>
          <w:szCs w:val="28"/>
        </w:rPr>
        <w:t>б</w:t>
      </w:r>
      <w:proofErr w:type="gramStart"/>
      <w:r w:rsidRPr="00944BB7">
        <w:rPr>
          <w:sz w:val="28"/>
          <w:szCs w:val="28"/>
        </w:rPr>
        <w:t>)и</w:t>
      </w:r>
      <w:proofErr w:type="gramEnd"/>
      <w:r w:rsidRPr="00944BB7">
        <w:rPr>
          <w:sz w:val="28"/>
          <w:szCs w:val="28"/>
        </w:rPr>
        <w:t>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944BB7" w:rsidRPr="00944BB7" w:rsidRDefault="005036CA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proofErr w:type="gramStart"/>
      <w:r>
        <w:rPr>
          <w:sz w:val="28"/>
          <w:szCs w:val="28"/>
        </w:rPr>
        <w:t>)</w:t>
      </w:r>
      <w:r w:rsidR="00944BB7" w:rsidRPr="00944BB7">
        <w:rPr>
          <w:sz w:val="28"/>
          <w:szCs w:val="28"/>
        </w:rPr>
        <w:t>р</w:t>
      </w:r>
      <w:proofErr w:type="gramEnd"/>
      <w:r w:rsidR="00944BB7" w:rsidRPr="00944BB7">
        <w:rPr>
          <w:sz w:val="28"/>
          <w:szCs w:val="28"/>
        </w:rPr>
        <w:t>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 w:rsidR="00944BB7" w:rsidRPr="00944BB7" w:rsidRDefault="005036CA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)</w:t>
      </w:r>
      <w:r w:rsidR="00944BB7" w:rsidRPr="00944BB7">
        <w:rPr>
          <w:sz w:val="28"/>
          <w:szCs w:val="28"/>
        </w:rPr>
        <w:t>с</w:t>
      </w:r>
      <w:proofErr w:type="gramEnd"/>
      <w:r w:rsidR="00944BB7" w:rsidRPr="00944BB7">
        <w:rPr>
          <w:sz w:val="28"/>
          <w:szCs w:val="28"/>
        </w:rPr>
        <w:t>рок предоставления муниципальной услуги;</w:t>
      </w:r>
    </w:p>
    <w:p w:rsidR="00944BB7" w:rsidRPr="00944BB7" w:rsidRDefault="005036CA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)</w:t>
      </w:r>
      <w:r w:rsidR="00944BB7" w:rsidRPr="00944BB7">
        <w:rPr>
          <w:sz w:val="28"/>
          <w:szCs w:val="28"/>
        </w:rPr>
        <w:t>п</w:t>
      </w:r>
      <w:proofErr w:type="gramEnd"/>
      <w:r w:rsidR="00944BB7" w:rsidRPr="00944BB7">
        <w:rPr>
          <w:sz w:val="28"/>
          <w:szCs w:val="28"/>
        </w:rPr>
        <w:t>орядок, размер и основания взимания государственной пошлины или иной платы, взимаемой за предоставление муниципальной услуги (указывается при необходимости оплаты государственной пошлины);</w:t>
      </w:r>
    </w:p>
    <w:p w:rsidR="00944BB7" w:rsidRPr="00944BB7" w:rsidRDefault="005036CA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proofErr w:type="gramStart"/>
      <w:r>
        <w:rPr>
          <w:sz w:val="28"/>
          <w:szCs w:val="28"/>
        </w:rPr>
        <w:t>)</w:t>
      </w:r>
      <w:r w:rsidR="00944BB7" w:rsidRPr="00944BB7">
        <w:rPr>
          <w:sz w:val="28"/>
          <w:szCs w:val="28"/>
        </w:rPr>
        <w:t>и</w:t>
      </w:r>
      <w:proofErr w:type="gramEnd"/>
      <w:r w:rsidR="00944BB7" w:rsidRPr="00944BB7">
        <w:rPr>
          <w:sz w:val="28"/>
          <w:szCs w:val="28"/>
        </w:rPr>
        <w:t>счерпывающий перечень оснований для приостановления или отказа в предоставлении муниципальной услуги;</w:t>
      </w:r>
    </w:p>
    <w:p w:rsidR="00944BB7" w:rsidRPr="00944BB7" w:rsidRDefault="005036CA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proofErr w:type="gramStart"/>
      <w:r>
        <w:rPr>
          <w:sz w:val="28"/>
          <w:szCs w:val="28"/>
        </w:rPr>
        <w:t>)</w:t>
      </w:r>
      <w:r w:rsidR="00944BB7" w:rsidRPr="00944BB7">
        <w:rPr>
          <w:sz w:val="28"/>
          <w:szCs w:val="28"/>
        </w:rPr>
        <w:t>о</w:t>
      </w:r>
      <w:proofErr w:type="gramEnd"/>
      <w:r w:rsidR="00944BB7" w:rsidRPr="00944BB7">
        <w:rPr>
          <w:sz w:val="28"/>
          <w:szCs w:val="28"/>
        </w:rPr>
        <w:t xml:space="preserve">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976596" w:rsidRPr="00341539" w:rsidRDefault="005036CA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proofErr w:type="gramStart"/>
      <w:r>
        <w:rPr>
          <w:sz w:val="28"/>
          <w:szCs w:val="28"/>
        </w:rPr>
        <w:t>)</w:t>
      </w:r>
      <w:r w:rsidR="00944BB7" w:rsidRPr="00944BB7">
        <w:rPr>
          <w:sz w:val="28"/>
          <w:szCs w:val="28"/>
        </w:rPr>
        <w:t>ф</w:t>
      </w:r>
      <w:proofErr w:type="gramEnd"/>
      <w:r w:rsidR="00944BB7" w:rsidRPr="00944BB7">
        <w:rPr>
          <w:sz w:val="28"/>
          <w:szCs w:val="28"/>
        </w:rPr>
        <w:t>ормы заявлений (уведомлений, сообщений), используемые при предоставлении муниципальной услуги.</w:t>
      </w:r>
    </w:p>
    <w:p w:rsidR="00976596" w:rsidRPr="00341539" w:rsidRDefault="00976596" w:rsidP="005036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6596" w:rsidRPr="00341539" w:rsidRDefault="00976596" w:rsidP="005036CA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41539">
        <w:rPr>
          <w:sz w:val="28"/>
          <w:szCs w:val="28"/>
        </w:rPr>
        <w:t>2.Стандарт предоставления муниципальной услуги</w:t>
      </w:r>
    </w:p>
    <w:p w:rsidR="00976596" w:rsidRPr="00341539" w:rsidRDefault="00976596" w:rsidP="005036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2.1.Наименование муниципальной услуги – </w:t>
      </w:r>
      <w:r w:rsidR="00545912">
        <w:rPr>
          <w:sz w:val="28"/>
          <w:szCs w:val="28"/>
        </w:rPr>
        <w:t>«</w:t>
      </w:r>
      <w:r w:rsidRPr="00341539">
        <w:rPr>
          <w:sz w:val="28"/>
          <w:szCs w:val="28"/>
        </w:rPr>
        <w:t>П</w:t>
      </w:r>
      <w:r w:rsidRPr="00341539">
        <w:rPr>
          <w:bCs/>
          <w:sz w:val="28"/>
          <w:szCs w:val="28"/>
        </w:rPr>
        <w:t>ризнание садового дома жилым домом и жилого дома садовым домом</w:t>
      </w:r>
      <w:r w:rsidR="00545912">
        <w:rPr>
          <w:sz w:val="28"/>
          <w:szCs w:val="28"/>
        </w:rPr>
        <w:t>»</w:t>
      </w:r>
      <w:r w:rsidRPr="00341539">
        <w:rPr>
          <w:sz w:val="28"/>
          <w:szCs w:val="28"/>
        </w:rPr>
        <w:t>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2.2.Наименование органа, предоставляющего услугу – отдел оформления разрешительной документации </w:t>
      </w:r>
      <w:r w:rsidR="005036CA">
        <w:rPr>
          <w:sz w:val="28"/>
          <w:szCs w:val="28"/>
        </w:rPr>
        <w:t>Департамента</w:t>
      </w:r>
      <w:r w:rsidRPr="00341539">
        <w:rPr>
          <w:sz w:val="28"/>
          <w:szCs w:val="28"/>
        </w:rPr>
        <w:t xml:space="preserve"> архитектуры, градостроительства и территориального развития (ООРД </w:t>
      </w:r>
      <w:proofErr w:type="spellStart"/>
      <w:r w:rsidRPr="00341539">
        <w:rPr>
          <w:sz w:val="28"/>
          <w:szCs w:val="28"/>
        </w:rPr>
        <w:t>ДАГиТР</w:t>
      </w:r>
      <w:proofErr w:type="spellEnd"/>
      <w:r w:rsidRPr="00341539">
        <w:rPr>
          <w:sz w:val="28"/>
          <w:szCs w:val="28"/>
        </w:rPr>
        <w:t xml:space="preserve">). </w:t>
      </w:r>
    </w:p>
    <w:p w:rsidR="00976596" w:rsidRPr="00341539" w:rsidRDefault="00153F53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F43E3">
        <w:rPr>
          <w:sz w:val="28"/>
          <w:szCs w:val="28"/>
        </w:rPr>
        <w:t xml:space="preserve">ООРД </w:t>
      </w:r>
      <w:proofErr w:type="spellStart"/>
      <w:r w:rsidRPr="008F43E3">
        <w:rPr>
          <w:sz w:val="28"/>
          <w:szCs w:val="28"/>
        </w:rPr>
        <w:t>ДАГиТР</w:t>
      </w:r>
      <w:proofErr w:type="spellEnd"/>
      <w:r w:rsidRPr="008F43E3">
        <w:rPr>
          <w:sz w:val="28"/>
          <w:szCs w:val="28"/>
        </w:rPr>
        <w:t xml:space="preserve"> при оказании муниципальной услуги</w:t>
      </w:r>
      <w:r w:rsidRPr="00A96545">
        <w:rPr>
          <w:sz w:val="28"/>
          <w:szCs w:val="28"/>
        </w:rPr>
        <w:t xml:space="preserve"> осуществляет межведомственное информационное взаимодействие</w:t>
      </w:r>
      <w:r w:rsidRPr="008F43E3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с </w:t>
      </w:r>
      <w:r w:rsidRPr="008F43E3">
        <w:rPr>
          <w:sz w:val="28"/>
          <w:szCs w:val="28"/>
        </w:rPr>
        <w:t>Федеральной служб</w:t>
      </w:r>
      <w:r>
        <w:rPr>
          <w:sz w:val="28"/>
          <w:szCs w:val="28"/>
        </w:rPr>
        <w:t>ой</w:t>
      </w:r>
      <w:r w:rsidRPr="008F43E3">
        <w:rPr>
          <w:sz w:val="28"/>
          <w:szCs w:val="28"/>
        </w:rPr>
        <w:t xml:space="preserve"> Государственной регистрации, кадастра и картографии (далее - </w:t>
      </w:r>
      <w:proofErr w:type="spellStart"/>
      <w:r w:rsidRPr="008F43E3">
        <w:rPr>
          <w:sz w:val="28"/>
          <w:szCs w:val="28"/>
        </w:rPr>
        <w:t>Росреестр</w:t>
      </w:r>
      <w:proofErr w:type="spellEnd"/>
      <w:r w:rsidRPr="008F43E3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A96545">
        <w:rPr>
          <w:sz w:val="28"/>
          <w:szCs w:val="28"/>
        </w:rPr>
        <w:t>Федеральной налоговой службой России</w:t>
      </w:r>
      <w:r>
        <w:rPr>
          <w:sz w:val="28"/>
          <w:szCs w:val="28"/>
        </w:rPr>
        <w:t xml:space="preserve">, </w:t>
      </w:r>
      <w:r w:rsidRPr="00A96545">
        <w:rPr>
          <w:sz w:val="28"/>
          <w:szCs w:val="28"/>
        </w:rPr>
        <w:t>Фонд</w:t>
      </w:r>
      <w:r>
        <w:rPr>
          <w:sz w:val="28"/>
          <w:szCs w:val="28"/>
        </w:rPr>
        <w:t>ом</w:t>
      </w:r>
      <w:r w:rsidRPr="00A96545">
        <w:rPr>
          <w:sz w:val="28"/>
          <w:szCs w:val="28"/>
        </w:rPr>
        <w:t xml:space="preserve"> пенсионного и социального страхования Российской Федерации</w:t>
      </w:r>
      <w:r w:rsidR="00976596" w:rsidRPr="00341539">
        <w:rPr>
          <w:rFonts w:eastAsia="TimesNewRomanPSMT"/>
          <w:sz w:val="28"/>
          <w:szCs w:val="28"/>
        </w:rPr>
        <w:t>.</w:t>
      </w:r>
    </w:p>
    <w:p w:rsidR="00BB507A" w:rsidRPr="00225C66" w:rsidRDefault="00BB507A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5C66">
        <w:rPr>
          <w:sz w:val="28"/>
          <w:szCs w:val="28"/>
        </w:rPr>
        <w:t>МФЦ участвует в предоставлении муниципальной услуги в части информирования и консультирования заявителей по вопросам ее предоставления, приема необходимых документов, формирования и направления межведомственных запросов, а также выдачи результата предоставления услуги.</w:t>
      </w:r>
    </w:p>
    <w:p w:rsidR="00976596" w:rsidRPr="00341539" w:rsidRDefault="00944BB7" w:rsidP="007478B2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944BB7">
        <w:rPr>
          <w:sz w:val="28"/>
          <w:szCs w:val="28"/>
        </w:rPr>
        <w:t xml:space="preserve">При предоставлении муниципальной услуги </w:t>
      </w:r>
      <w:proofErr w:type="spellStart"/>
      <w:r w:rsidRPr="00944BB7">
        <w:rPr>
          <w:sz w:val="28"/>
          <w:szCs w:val="28"/>
        </w:rPr>
        <w:t>ДАГиТР</w:t>
      </w:r>
      <w:proofErr w:type="spellEnd"/>
      <w:r w:rsidRPr="00944BB7">
        <w:rPr>
          <w:sz w:val="28"/>
          <w:szCs w:val="28"/>
        </w:rPr>
        <w:t>, МФЦ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городской Думы города Шахты от 05.10.2011 №169.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2.3.Описание результата предоставления муниципальной услуги.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Результатом предоставления услуги является: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-решение </w:t>
      </w:r>
      <w:r w:rsidRPr="00341539">
        <w:rPr>
          <w:bCs/>
          <w:sz w:val="28"/>
          <w:szCs w:val="28"/>
        </w:rPr>
        <w:t>о признании садового дома жилым домом и жилого дома садовым домом (по форме приложения №2 к настоящему Регламенту);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-решение об отказе в </w:t>
      </w:r>
      <w:r w:rsidRPr="00341539">
        <w:rPr>
          <w:bCs/>
          <w:sz w:val="28"/>
          <w:szCs w:val="28"/>
        </w:rPr>
        <w:t>признании садового дома жилым домом и жилого дома садовым домом (по форме приложения №3 к настоящему Регламенту).</w:t>
      </w:r>
    </w:p>
    <w:p w:rsidR="00944BB7" w:rsidRPr="00944BB7" w:rsidRDefault="00944BB7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44BB7">
        <w:rPr>
          <w:sz w:val="28"/>
          <w:szCs w:val="28"/>
          <w:lang w:eastAsia="en-US"/>
        </w:rPr>
        <w:t>Заявителю в качестве результата предоставления услуги обеспечивается по его выбору возможность получения:</w:t>
      </w:r>
    </w:p>
    <w:p w:rsidR="00944BB7" w:rsidRPr="00944BB7" w:rsidRDefault="00944BB7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44BB7">
        <w:rPr>
          <w:sz w:val="28"/>
          <w:szCs w:val="28"/>
          <w:lang w:eastAsia="en-US"/>
        </w:rPr>
        <w:t>-документа на бумажном носителе;</w:t>
      </w:r>
    </w:p>
    <w:p w:rsidR="00944BB7" w:rsidRDefault="00944BB7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44BB7">
        <w:rPr>
          <w:sz w:val="28"/>
          <w:szCs w:val="28"/>
          <w:lang w:eastAsia="en-US"/>
        </w:rPr>
        <w:t>-электронного документа, по</w:t>
      </w:r>
      <w:r w:rsidR="00FF02FF">
        <w:rPr>
          <w:sz w:val="28"/>
          <w:szCs w:val="28"/>
          <w:lang w:eastAsia="en-US"/>
        </w:rPr>
        <w:t xml:space="preserve">дписанного уполномоченным лицом </w:t>
      </w:r>
      <w:r w:rsidRPr="00944BB7">
        <w:rPr>
          <w:sz w:val="28"/>
          <w:szCs w:val="28"/>
          <w:lang w:eastAsia="en-US"/>
        </w:rPr>
        <w:t>Администрации города Шахты с использованием усиленной квалифицированной электронной подписи.</w:t>
      </w:r>
    </w:p>
    <w:p w:rsidR="002D4A87" w:rsidRDefault="002D4A87" w:rsidP="002D4A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2.4.Срок предоставления услуги.</w:t>
      </w:r>
    </w:p>
    <w:p w:rsidR="002D4A87" w:rsidRPr="00F820C0" w:rsidRDefault="00F820C0" w:rsidP="002D4A87">
      <w:pPr>
        <w:autoSpaceDE w:val="0"/>
        <w:autoSpaceDN w:val="0"/>
        <w:adjustRightInd w:val="0"/>
        <w:ind w:firstLine="709"/>
        <w:jc w:val="both"/>
        <w:rPr>
          <w:sz w:val="29"/>
          <w:szCs w:val="29"/>
        </w:rPr>
      </w:pPr>
      <w:r w:rsidRPr="00F820C0">
        <w:rPr>
          <w:sz w:val="29"/>
          <w:szCs w:val="29"/>
        </w:rPr>
        <w:t>2</w:t>
      </w:r>
      <w:r w:rsidR="002D4A87" w:rsidRPr="00F820C0">
        <w:rPr>
          <w:sz w:val="29"/>
          <w:szCs w:val="29"/>
        </w:rPr>
        <w:t>.4.1.</w:t>
      </w:r>
      <w:r w:rsidRPr="00F820C0">
        <w:rPr>
          <w:rFonts w:eastAsia="TimesNewRomanPSMT"/>
          <w:sz w:val="29"/>
          <w:szCs w:val="29"/>
        </w:rPr>
        <w:t xml:space="preserve">Срок предоставления муниципальной услуги </w:t>
      </w:r>
      <w:r w:rsidR="00545912">
        <w:rPr>
          <w:rFonts w:eastAsia="TimesNewRomanPSMT"/>
          <w:sz w:val="29"/>
          <w:szCs w:val="29"/>
        </w:rPr>
        <w:t>«</w:t>
      </w:r>
      <w:r w:rsidRPr="00F820C0">
        <w:rPr>
          <w:sz w:val="29"/>
          <w:szCs w:val="29"/>
        </w:rPr>
        <w:t>П</w:t>
      </w:r>
      <w:r w:rsidRPr="00F820C0">
        <w:rPr>
          <w:bCs/>
          <w:sz w:val="29"/>
          <w:szCs w:val="29"/>
        </w:rPr>
        <w:t>ризнание садового дома жилым домом и жилого дома садовым домом</w:t>
      </w:r>
      <w:r w:rsidR="00545912">
        <w:rPr>
          <w:rFonts w:eastAsia="TimesNewRomanPSMT"/>
          <w:sz w:val="29"/>
          <w:szCs w:val="29"/>
        </w:rPr>
        <w:t>»</w:t>
      </w:r>
      <w:r w:rsidRPr="00F820C0">
        <w:rPr>
          <w:sz w:val="29"/>
          <w:szCs w:val="29"/>
        </w:rPr>
        <w:t xml:space="preserve"> 10 рабочих дней.</w:t>
      </w:r>
    </w:p>
    <w:p w:rsidR="002D4A87" w:rsidRPr="00F820C0" w:rsidRDefault="002D4A87" w:rsidP="002D4A87">
      <w:pPr>
        <w:autoSpaceDE w:val="0"/>
        <w:autoSpaceDN w:val="0"/>
        <w:adjustRightInd w:val="0"/>
        <w:ind w:firstLine="709"/>
        <w:jc w:val="both"/>
        <w:rPr>
          <w:sz w:val="29"/>
          <w:szCs w:val="29"/>
          <w:lang w:eastAsia="en-US"/>
        </w:rPr>
      </w:pPr>
      <w:r w:rsidRPr="00F820C0">
        <w:rPr>
          <w:sz w:val="29"/>
          <w:szCs w:val="29"/>
          <w:lang w:eastAsia="en-US"/>
        </w:rPr>
        <w:lastRenderedPageBreak/>
        <w:t>2.4.</w:t>
      </w:r>
      <w:r w:rsidR="00F820C0" w:rsidRPr="00F820C0">
        <w:rPr>
          <w:sz w:val="29"/>
          <w:szCs w:val="29"/>
          <w:lang w:eastAsia="en-US"/>
        </w:rPr>
        <w:t>2</w:t>
      </w:r>
      <w:r w:rsidRPr="00F820C0">
        <w:rPr>
          <w:sz w:val="29"/>
          <w:szCs w:val="29"/>
          <w:lang w:eastAsia="en-US"/>
        </w:rPr>
        <w:t xml:space="preserve">.Срок предоставления услуги в электронном виде начинается с момента приема и регистрации </w:t>
      </w:r>
      <w:proofErr w:type="spellStart"/>
      <w:r w:rsidRPr="00F820C0">
        <w:rPr>
          <w:sz w:val="29"/>
          <w:szCs w:val="29"/>
          <w:lang w:eastAsia="en-US"/>
        </w:rPr>
        <w:t>ДАГиТР</w:t>
      </w:r>
      <w:proofErr w:type="spellEnd"/>
      <w:r w:rsidRPr="00F820C0">
        <w:rPr>
          <w:sz w:val="29"/>
          <w:szCs w:val="29"/>
          <w:lang w:eastAsia="en-US"/>
        </w:rPr>
        <w:t xml:space="preserve"> электронных документов, необходимых для предоставления услуги.</w:t>
      </w:r>
    </w:p>
    <w:p w:rsidR="00944BB7" w:rsidRPr="00F820C0" w:rsidRDefault="00944BB7" w:rsidP="007478B2">
      <w:pPr>
        <w:autoSpaceDE w:val="0"/>
        <w:autoSpaceDN w:val="0"/>
        <w:adjustRightInd w:val="0"/>
        <w:ind w:firstLine="709"/>
        <w:jc w:val="both"/>
        <w:rPr>
          <w:sz w:val="29"/>
          <w:szCs w:val="29"/>
        </w:rPr>
      </w:pPr>
      <w:r w:rsidRPr="00F820C0">
        <w:rPr>
          <w:sz w:val="29"/>
          <w:szCs w:val="29"/>
          <w:lang w:eastAsia="en-US"/>
        </w:rPr>
        <w:t>2.4.</w:t>
      </w:r>
      <w:r w:rsidR="00F820C0" w:rsidRPr="00F820C0">
        <w:rPr>
          <w:sz w:val="29"/>
          <w:szCs w:val="29"/>
          <w:lang w:eastAsia="en-US"/>
        </w:rPr>
        <w:t>3</w:t>
      </w:r>
      <w:r w:rsidRPr="00F820C0">
        <w:rPr>
          <w:sz w:val="29"/>
          <w:szCs w:val="29"/>
          <w:lang w:eastAsia="en-US"/>
        </w:rPr>
        <w:t>.</w:t>
      </w:r>
      <w:r w:rsidRPr="00F820C0">
        <w:rPr>
          <w:bCs/>
          <w:sz w:val="29"/>
          <w:szCs w:val="29"/>
        </w:rPr>
        <w:t>Приостановление предоставления услуги законодательством Российской Федерации не предусмотрено.</w:t>
      </w:r>
    </w:p>
    <w:p w:rsidR="00976596" w:rsidRPr="00F820C0" w:rsidRDefault="00976596" w:rsidP="007478B2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9"/>
          <w:szCs w:val="29"/>
        </w:rPr>
      </w:pPr>
      <w:r w:rsidRPr="00F820C0">
        <w:rPr>
          <w:sz w:val="29"/>
          <w:szCs w:val="29"/>
        </w:rPr>
        <w:t>2.5.Нормативные правовые акты, регулирующие предоставление услуги:</w:t>
      </w:r>
    </w:p>
    <w:p w:rsidR="00976596" w:rsidRPr="00F820C0" w:rsidRDefault="00976596" w:rsidP="007478B2">
      <w:pPr>
        <w:autoSpaceDE w:val="0"/>
        <w:autoSpaceDN w:val="0"/>
        <w:adjustRightInd w:val="0"/>
        <w:ind w:firstLine="709"/>
        <w:jc w:val="both"/>
        <w:rPr>
          <w:sz w:val="29"/>
          <w:szCs w:val="29"/>
        </w:rPr>
      </w:pPr>
      <w:bookmarkStart w:id="8" w:name="Par98"/>
      <w:bookmarkEnd w:id="8"/>
      <w:r w:rsidRPr="00F820C0">
        <w:rPr>
          <w:sz w:val="29"/>
          <w:szCs w:val="29"/>
        </w:rPr>
        <w:t xml:space="preserve">Перечень нормативных правовых актов, регулирующих предоставление муниципальной услуги </w:t>
      </w:r>
      <w:r w:rsidR="00545912">
        <w:rPr>
          <w:sz w:val="29"/>
          <w:szCs w:val="29"/>
        </w:rPr>
        <w:t>«</w:t>
      </w:r>
      <w:r w:rsidRPr="00F820C0">
        <w:rPr>
          <w:sz w:val="29"/>
          <w:szCs w:val="29"/>
        </w:rPr>
        <w:t>П</w:t>
      </w:r>
      <w:r w:rsidRPr="00F820C0">
        <w:rPr>
          <w:bCs/>
          <w:sz w:val="29"/>
          <w:szCs w:val="29"/>
        </w:rPr>
        <w:t>ризнание садового дома жилым домом и жилого дома садовым домом</w:t>
      </w:r>
      <w:r w:rsidR="00545912">
        <w:rPr>
          <w:sz w:val="29"/>
          <w:szCs w:val="29"/>
        </w:rPr>
        <w:t>»</w:t>
      </w:r>
      <w:r w:rsidRPr="00F820C0">
        <w:rPr>
          <w:sz w:val="29"/>
          <w:szCs w:val="29"/>
        </w:rPr>
        <w:t xml:space="preserve">, </w:t>
      </w:r>
      <w:r w:rsidR="004B0914" w:rsidRPr="00F820C0">
        <w:rPr>
          <w:sz w:val="29"/>
          <w:szCs w:val="29"/>
        </w:rPr>
        <w:t xml:space="preserve">размещен на Портале </w:t>
      </w:r>
      <w:proofErr w:type="spellStart"/>
      <w:r w:rsidR="004B0914" w:rsidRPr="00F820C0">
        <w:rPr>
          <w:sz w:val="29"/>
          <w:szCs w:val="29"/>
        </w:rPr>
        <w:t>госуслуг</w:t>
      </w:r>
      <w:proofErr w:type="spellEnd"/>
      <w:r w:rsidR="004B0914" w:rsidRPr="00F820C0">
        <w:rPr>
          <w:sz w:val="29"/>
          <w:szCs w:val="29"/>
        </w:rPr>
        <w:t xml:space="preserve">, а также на официальном сайте Администрации города Шахты в разделе </w:t>
      </w:r>
      <w:r w:rsidR="00545912">
        <w:rPr>
          <w:sz w:val="29"/>
          <w:szCs w:val="29"/>
        </w:rPr>
        <w:t>«</w:t>
      </w:r>
      <w:r w:rsidR="004B0914" w:rsidRPr="00F820C0">
        <w:rPr>
          <w:sz w:val="29"/>
          <w:szCs w:val="29"/>
        </w:rPr>
        <w:t>Административные регламенты</w:t>
      </w:r>
      <w:r w:rsidR="00545912">
        <w:rPr>
          <w:sz w:val="29"/>
          <w:szCs w:val="29"/>
        </w:rPr>
        <w:t>»</w:t>
      </w:r>
      <w:r w:rsidRPr="00F820C0">
        <w:rPr>
          <w:sz w:val="29"/>
          <w:szCs w:val="29"/>
        </w:rPr>
        <w:t>.</w:t>
      </w:r>
    </w:p>
    <w:p w:rsidR="00976596" w:rsidRPr="00F820C0" w:rsidRDefault="00976596" w:rsidP="007478B2">
      <w:pPr>
        <w:autoSpaceDE w:val="0"/>
        <w:autoSpaceDN w:val="0"/>
        <w:adjustRightInd w:val="0"/>
        <w:ind w:firstLine="709"/>
        <w:jc w:val="both"/>
        <w:rPr>
          <w:sz w:val="29"/>
          <w:szCs w:val="29"/>
        </w:rPr>
      </w:pPr>
      <w:r w:rsidRPr="00F820C0">
        <w:rPr>
          <w:sz w:val="29"/>
          <w:szCs w:val="29"/>
          <w:lang w:eastAsia="en-US"/>
        </w:rPr>
        <w:t>2.6.</w:t>
      </w:r>
      <w:r w:rsidRPr="00F820C0">
        <w:rPr>
          <w:sz w:val="29"/>
          <w:szCs w:val="29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преставлению заявителем, способы их получения заявителями, в том числе в электронной форме, порядок их представления и способы подачи.</w:t>
      </w:r>
    </w:p>
    <w:p w:rsidR="00976596" w:rsidRPr="00F820C0" w:rsidRDefault="00976596" w:rsidP="007478B2">
      <w:pPr>
        <w:pStyle w:val="ConsPlusNormal"/>
        <w:ind w:firstLine="709"/>
        <w:jc w:val="both"/>
        <w:rPr>
          <w:rFonts w:ascii="Times New Roman" w:hAnsi="Times New Roman" w:cs="Times New Roman"/>
          <w:sz w:val="29"/>
          <w:szCs w:val="29"/>
        </w:rPr>
      </w:pPr>
      <w:r w:rsidRPr="00F820C0">
        <w:rPr>
          <w:rFonts w:ascii="Times New Roman" w:hAnsi="Times New Roman" w:cs="Times New Roman"/>
          <w:sz w:val="29"/>
          <w:szCs w:val="29"/>
        </w:rPr>
        <w:t xml:space="preserve">Заявление и необходимые документы могут быть предоставлены в </w:t>
      </w:r>
      <w:proofErr w:type="spellStart"/>
      <w:r w:rsidRPr="00F820C0">
        <w:rPr>
          <w:rFonts w:ascii="Times New Roman" w:hAnsi="Times New Roman" w:cs="Times New Roman"/>
          <w:sz w:val="29"/>
          <w:szCs w:val="29"/>
        </w:rPr>
        <w:t>ДАГиТР</w:t>
      </w:r>
      <w:proofErr w:type="spellEnd"/>
      <w:r w:rsidRPr="00F820C0">
        <w:rPr>
          <w:rFonts w:ascii="Times New Roman" w:hAnsi="Times New Roman" w:cs="Times New Roman"/>
          <w:sz w:val="29"/>
          <w:szCs w:val="29"/>
        </w:rPr>
        <w:t xml:space="preserve"> следующими способами:</w:t>
      </w:r>
    </w:p>
    <w:p w:rsidR="00976596" w:rsidRPr="00F820C0" w:rsidRDefault="00976596" w:rsidP="007478B2">
      <w:pPr>
        <w:pStyle w:val="ConsPlusNormal"/>
        <w:ind w:firstLine="709"/>
        <w:jc w:val="both"/>
        <w:rPr>
          <w:rFonts w:ascii="Times New Roman" w:hAnsi="Times New Roman" w:cs="Times New Roman"/>
          <w:sz w:val="29"/>
          <w:szCs w:val="29"/>
        </w:rPr>
      </w:pPr>
      <w:r w:rsidRPr="00F820C0">
        <w:rPr>
          <w:rFonts w:ascii="Times New Roman" w:hAnsi="Times New Roman" w:cs="Times New Roman"/>
          <w:sz w:val="29"/>
          <w:szCs w:val="29"/>
        </w:rPr>
        <w:t>-через МФЦ;</w:t>
      </w:r>
    </w:p>
    <w:p w:rsidR="00976596" w:rsidRPr="00F820C0" w:rsidRDefault="00593B88" w:rsidP="007478B2">
      <w:pPr>
        <w:pStyle w:val="ConsPlusNormal"/>
        <w:ind w:firstLine="709"/>
        <w:jc w:val="both"/>
        <w:rPr>
          <w:rFonts w:ascii="Times New Roman" w:hAnsi="Times New Roman" w:cs="Times New Roman"/>
          <w:sz w:val="29"/>
          <w:szCs w:val="29"/>
        </w:rPr>
      </w:pPr>
      <w:r w:rsidRPr="00F820C0">
        <w:rPr>
          <w:rFonts w:ascii="Times New Roman" w:hAnsi="Times New Roman" w:cs="Times New Roman"/>
          <w:sz w:val="29"/>
          <w:szCs w:val="29"/>
        </w:rPr>
        <w:t>-посредством ЕПГУ.</w:t>
      </w:r>
    </w:p>
    <w:p w:rsidR="00976596" w:rsidRPr="00F820C0" w:rsidRDefault="00976596" w:rsidP="007478B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9"/>
          <w:szCs w:val="29"/>
        </w:rPr>
      </w:pPr>
      <w:r w:rsidRPr="00F820C0">
        <w:rPr>
          <w:sz w:val="29"/>
          <w:szCs w:val="29"/>
        </w:rPr>
        <w:t>При обращении за предоставлением муниципальной услуги заявитель представляет документы в одном экземпляре.</w:t>
      </w:r>
    </w:p>
    <w:p w:rsidR="00976596" w:rsidRPr="00F820C0" w:rsidRDefault="00976596" w:rsidP="007478B2">
      <w:pPr>
        <w:autoSpaceDE w:val="0"/>
        <w:autoSpaceDN w:val="0"/>
        <w:adjustRightInd w:val="0"/>
        <w:ind w:firstLine="709"/>
        <w:jc w:val="both"/>
        <w:rPr>
          <w:sz w:val="29"/>
          <w:szCs w:val="29"/>
        </w:rPr>
      </w:pPr>
      <w:r w:rsidRPr="00F820C0">
        <w:rPr>
          <w:sz w:val="29"/>
          <w:szCs w:val="29"/>
        </w:rPr>
        <w:t xml:space="preserve">2.6.1.Исчерпывающий перечень документов необходимых для предоставления муниципальной услуги </w:t>
      </w:r>
      <w:r w:rsidR="00545912">
        <w:rPr>
          <w:sz w:val="29"/>
          <w:szCs w:val="29"/>
        </w:rPr>
        <w:t>«</w:t>
      </w:r>
      <w:r w:rsidRPr="00F820C0">
        <w:rPr>
          <w:sz w:val="29"/>
          <w:szCs w:val="29"/>
        </w:rPr>
        <w:t>П</w:t>
      </w:r>
      <w:r w:rsidRPr="00F820C0">
        <w:rPr>
          <w:bCs/>
          <w:sz w:val="29"/>
          <w:szCs w:val="29"/>
        </w:rPr>
        <w:t>ризнание садового дома жилым домом и жилого дома садовым домом</w:t>
      </w:r>
      <w:r w:rsidR="00545912">
        <w:rPr>
          <w:sz w:val="29"/>
          <w:szCs w:val="29"/>
        </w:rPr>
        <w:t>»</w:t>
      </w:r>
      <w:r w:rsidRPr="00F820C0">
        <w:rPr>
          <w:sz w:val="29"/>
          <w:szCs w:val="29"/>
        </w:rPr>
        <w:t>, которые предоставляются заявителем лично:</w:t>
      </w:r>
    </w:p>
    <w:p w:rsidR="00976596" w:rsidRPr="00F820C0" w:rsidRDefault="00976596" w:rsidP="007478B2">
      <w:pPr>
        <w:autoSpaceDE w:val="0"/>
        <w:autoSpaceDN w:val="0"/>
        <w:adjustRightInd w:val="0"/>
        <w:ind w:firstLine="709"/>
        <w:jc w:val="both"/>
        <w:rPr>
          <w:sz w:val="29"/>
          <w:szCs w:val="29"/>
        </w:rPr>
      </w:pPr>
      <w:r w:rsidRPr="00F820C0">
        <w:rPr>
          <w:sz w:val="29"/>
          <w:szCs w:val="29"/>
        </w:rPr>
        <w:t>1)заявление о признании садового дома жилым домом или жилого</w:t>
      </w:r>
      <w:r w:rsidR="00BF4CB7" w:rsidRPr="00F820C0">
        <w:rPr>
          <w:sz w:val="29"/>
          <w:szCs w:val="29"/>
        </w:rPr>
        <w:t xml:space="preserve"> дома садовым домом – оригинал (по форме приложения №1 настоящего Регламента, на бумажном носителе). В случае подачи заявления через ЕПГУ, заполненные поля интерактивной формы на ЕПГУ;</w:t>
      </w:r>
      <w:r w:rsidRPr="00F820C0">
        <w:rPr>
          <w:sz w:val="29"/>
          <w:szCs w:val="29"/>
        </w:rPr>
        <w:t xml:space="preserve"> </w:t>
      </w:r>
      <w:bookmarkStart w:id="9" w:name="Par232"/>
      <w:bookmarkEnd w:id="9"/>
    </w:p>
    <w:p w:rsidR="00B55039" w:rsidRPr="00F820C0" w:rsidRDefault="002715A9" w:rsidP="007478B2">
      <w:pPr>
        <w:autoSpaceDE w:val="0"/>
        <w:autoSpaceDN w:val="0"/>
        <w:adjustRightInd w:val="0"/>
        <w:ind w:firstLine="709"/>
        <w:jc w:val="both"/>
        <w:rPr>
          <w:sz w:val="29"/>
          <w:szCs w:val="29"/>
        </w:rPr>
      </w:pPr>
      <w:r w:rsidRPr="00F820C0">
        <w:rPr>
          <w:sz w:val="29"/>
          <w:szCs w:val="29"/>
        </w:rPr>
        <w:t>2)</w:t>
      </w:r>
      <w:r w:rsidR="00AA48E5">
        <w:rPr>
          <w:sz w:val="29"/>
          <w:szCs w:val="29"/>
        </w:rPr>
        <w:t xml:space="preserve">документ, удостоверяющий личность заявителя или </w:t>
      </w:r>
      <w:r w:rsidR="00B55039" w:rsidRPr="00F820C0">
        <w:rPr>
          <w:sz w:val="29"/>
          <w:szCs w:val="29"/>
        </w:rPr>
        <w:t>представителя заявителя (на бумажном носителе – заверенная копия):</w:t>
      </w:r>
    </w:p>
    <w:p w:rsidR="00BF4CB7" w:rsidRPr="00F820C0" w:rsidRDefault="00B55039" w:rsidP="007478B2">
      <w:pPr>
        <w:autoSpaceDE w:val="0"/>
        <w:autoSpaceDN w:val="0"/>
        <w:adjustRightInd w:val="0"/>
        <w:ind w:firstLine="709"/>
        <w:jc w:val="both"/>
        <w:rPr>
          <w:sz w:val="29"/>
          <w:szCs w:val="29"/>
        </w:rPr>
      </w:pPr>
      <w:r w:rsidRPr="00F820C0">
        <w:rPr>
          <w:sz w:val="29"/>
          <w:szCs w:val="29"/>
        </w:rPr>
        <w:t>-паспорт гражданина Российской Федерации, удостоверяющий личность гражданина Российской Федерации на территории Российской Федерации (дл</w:t>
      </w:r>
      <w:r w:rsidR="00593B88" w:rsidRPr="00F820C0">
        <w:rPr>
          <w:sz w:val="29"/>
          <w:szCs w:val="29"/>
        </w:rPr>
        <w:t>я граждан Российской Федерации)</w:t>
      </w:r>
      <w:r w:rsidR="00BF4CB7" w:rsidRPr="00F820C0">
        <w:rPr>
          <w:sz w:val="29"/>
          <w:szCs w:val="29"/>
        </w:rPr>
        <w:t>, при подаче на ЕПГУ – подтв</w:t>
      </w:r>
      <w:r w:rsidR="00AA48E5">
        <w:rPr>
          <w:sz w:val="29"/>
          <w:szCs w:val="29"/>
        </w:rPr>
        <w:t>ерждённая учетная запись в ЕСИА;</w:t>
      </w:r>
    </w:p>
    <w:p w:rsidR="00B55039" w:rsidRPr="00B55039" w:rsidRDefault="00B55039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5039">
        <w:rPr>
          <w:sz w:val="28"/>
          <w:szCs w:val="28"/>
        </w:rPr>
        <w:t>-временное удостоверение личности (для граждан Российской Федерации);</w:t>
      </w:r>
    </w:p>
    <w:p w:rsidR="00B55039" w:rsidRPr="00B55039" w:rsidRDefault="00B55039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5039">
        <w:rPr>
          <w:sz w:val="28"/>
          <w:szCs w:val="28"/>
        </w:rPr>
        <w:t>-паспорт гражданина иностранного государства, легализованный на территории Российской Федерации (для иностранных граждан);</w:t>
      </w:r>
    </w:p>
    <w:p w:rsidR="00B55039" w:rsidRPr="00B55039" w:rsidRDefault="00B55039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5039">
        <w:rPr>
          <w:sz w:val="28"/>
          <w:szCs w:val="28"/>
        </w:rPr>
        <w:t>-разрешение на временное проживание (для лиц без гражданства);</w:t>
      </w:r>
    </w:p>
    <w:p w:rsidR="00B55039" w:rsidRPr="00B55039" w:rsidRDefault="00B55039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5039">
        <w:rPr>
          <w:sz w:val="28"/>
          <w:szCs w:val="28"/>
        </w:rPr>
        <w:lastRenderedPageBreak/>
        <w:t>-вид на жительство (для лиц без гражданства);</w:t>
      </w:r>
    </w:p>
    <w:p w:rsidR="00B55039" w:rsidRPr="00B55039" w:rsidRDefault="00B55039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5039">
        <w:rPr>
          <w:sz w:val="28"/>
          <w:szCs w:val="28"/>
        </w:rPr>
        <w:t>-удостоверение беженца в Российской Федерации (для беженцев);</w:t>
      </w:r>
    </w:p>
    <w:p w:rsidR="00B55039" w:rsidRPr="00B55039" w:rsidRDefault="00B55039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5039">
        <w:rPr>
          <w:sz w:val="28"/>
          <w:szCs w:val="28"/>
        </w:rPr>
        <w:t>-свидетельство о рассмотрении ходатайства о признании беженцем на территории Российской Федерации по существу (для беженцев);</w:t>
      </w:r>
    </w:p>
    <w:p w:rsidR="002715A9" w:rsidRDefault="00B55039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5039">
        <w:rPr>
          <w:sz w:val="28"/>
          <w:szCs w:val="28"/>
        </w:rPr>
        <w:t>-свидетельство о предоставлении временного убежища на территории Российской Федерации.</w:t>
      </w:r>
    </w:p>
    <w:p w:rsidR="002715A9" w:rsidRPr="00D352B8" w:rsidRDefault="002715A9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D352B8">
        <w:rPr>
          <w:sz w:val="28"/>
          <w:szCs w:val="28"/>
        </w:rPr>
        <w:t>документ, подтверждающий полномочия представителя физического или юридического лица, если с заявлением обращается представитель заявителя</w:t>
      </w:r>
      <w:r w:rsidR="00FF6537">
        <w:rPr>
          <w:sz w:val="28"/>
          <w:szCs w:val="28"/>
        </w:rPr>
        <w:t>.</w:t>
      </w:r>
    </w:p>
    <w:p w:rsidR="002715A9" w:rsidRPr="00D352B8" w:rsidRDefault="002715A9" w:rsidP="00FF65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</w:rPr>
        <w:t xml:space="preserve">Для </w:t>
      </w:r>
      <w:r w:rsidR="00FF6537">
        <w:rPr>
          <w:sz w:val="28"/>
          <w:szCs w:val="28"/>
        </w:rPr>
        <w:t xml:space="preserve">представителей физического лица </w:t>
      </w:r>
      <w:r w:rsidR="00CA6A15">
        <w:rPr>
          <w:sz w:val="28"/>
          <w:szCs w:val="28"/>
        </w:rPr>
        <w:t xml:space="preserve">(на бумажном носителе – </w:t>
      </w:r>
      <w:r w:rsidR="00FF6537" w:rsidRPr="00D352B8">
        <w:rPr>
          <w:sz w:val="28"/>
          <w:szCs w:val="28"/>
        </w:rPr>
        <w:t xml:space="preserve">копия при предъявлении оригинала, </w:t>
      </w:r>
      <w:r w:rsidR="00FF6537">
        <w:rPr>
          <w:sz w:val="28"/>
          <w:szCs w:val="28"/>
        </w:rPr>
        <w:t>п</w:t>
      </w:r>
      <w:r w:rsidR="00CA6A15">
        <w:rPr>
          <w:sz w:val="28"/>
          <w:szCs w:val="28"/>
        </w:rPr>
        <w:t xml:space="preserve">ри подаче через ЕПГУ – </w:t>
      </w:r>
      <w:r w:rsidR="00FF6537" w:rsidRPr="00FF6537">
        <w:rPr>
          <w:sz w:val="28"/>
          <w:szCs w:val="28"/>
        </w:rPr>
        <w:t>электронная скан-копия оригинала документа либо нотариально удостоверенный документ, подписанный усиленной квалифицированной электронной подпис</w:t>
      </w:r>
      <w:r w:rsidR="00FF6537">
        <w:rPr>
          <w:sz w:val="28"/>
          <w:szCs w:val="28"/>
        </w:rPr>
        <w:t>ью</w:t>
      </w:r>
      <w:r w:rsidR="00FF6537" w:rsidRPr="00FF6537">
        <w:rPr>
          <w:sz w:val="28"/>
          <w:szCs w:val="28"/>
        </w:rPr>
        <w:t xml:space="preserve"> нотариуса</w:t>
      </w:r>
      <w:r w:rsidR="00FF6537">
        <w:rPr>
          <w:sz w:val="28"/>
          <w:szCs w:val="28"/>
        </w:rPr>
        <w:t>):</w:t>
      </w:r>
    </w:p>
    <w:p w:rsidR="002715A9" w:rsidRPr="00D352B8" w:rsidRDefault="002715A9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</w:rPr>
        <w:t>-доверенность, оформленная в установленном законом порядке, на представление интересов заявителя;</w:t>
      </w:r>
    </w:p>
    <w:p w:rsidR="002715A9" w:rsidRPr="00D352B8" w:rsidRDefault="002715A9" w:rsidP="007478B2">
      <w:pPr>
        <w:pStyle w:val="af4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2B8">
        <w:rPr>
          <w:rFonts w:ascii="Times New Roman" w:hAnsi="Times New Roman" w:cs="Times New Roman"/>
          <w:i/>
          <w:sz w:val="28"/>
          <w:szCs w:val="28"/>
        </w:rPr>
        <w:t>-</w:t>
      </w:r>
      <w:r w:rsidRPr="00D352B8">
        <w:rPr>
          <w:rFonts w:ascii="Times New Roman" w:hAnsi="Times New Roman" w:cs="Times New Roman"/>
          <w:iCs/>
          <w:sz w:val="28"/>
          <w:szCs w:val="28"/>
        </w:rPr>
        <w:t>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</w:t>
      </w:r>
    </w:p>
    <w:p w:rsidR="00AA48E5" w:rsidRDefault="002715A9" w:rsidP="00AA48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2B8">
        <w:rPr>
          <w:iCs/>
          <w:sz w:val="28"/>
          <w:szCs w:val="28"/>
        </w:rPr>
        <w:t>-свидетельства об усыновлении, выданные органами записи актов гражданского состояния или консульскими учреждениями Российской Федерации.</w:t>
      </w:r>
    </w:p>
    <w:p w:rsidR="002715A9" w:rsidRPr="00FF6537" w:rsidRDefault="002715A9" w:rsidP="00AA48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F6537">
        <w:rPr>
          <w:sz w:val="28"/>
          <w:szCs w:val="28"/>
        </w:rPr>
        <w:t>Для представителей юридического лица</w:t>
      </w:r>
      <w:r w:rsidR="00FF6537" w:rsidRPr="00FF6537">
        <w:rPr>
          <w:sz w:val="28"/>
          <w:szCs w:val="28"/>
        </w:rPr>
        <w:t xml:space="preserve"> </w:t>
      </w:r>
      <w:r w:rsidR="00CA6A15">
        <w:rPr>
          <w:sz w:val="28"/>
          <w:szCs w:val="28"/>
        </w:rPr>
        <w:t xml:space="preserve">(на бумажном носителе – </w:t>
      </w:r>
      <w:r w:rsidR="00FF6537" w:rsidRPr="00FF6537">
        <w:rPr>
          <w:sz w:val="28"/>
          <w:szCs w:val="28"/>
        </w:rPr>
        <w:t xml:space="preserve">копия при предъявлении оригинала, </w:t>
      </w:r>
      <w:r w:rsidR="00CA6A15">
        <w:rPr>
          <w:sz w:val="28"/>
          <w:szCs w:val="28"/>
        </w:rPr>
        <w:t xml:space="preserve">При подаче через ЕПГУ – </w:t>
      </w:r>
      <w:r w:rsidR="00FF6537" w:rsidRPr="00FF6537">
        <w:rPr>
          <w:sz w:val="28"/>
          <w:szCs w:val="28"/>
        </w:rPr>
        <w:t xml:space="preserve">электронная </w:t>
      </w:r>
      <w:r w:rsidR="00065D0B">
        <w:rPr>
          <w:sz w:val="28"/>
          <w:szCs w:val="28"/>
        </w:rPr>
        <w:t xml:space="preserve">скан-копия оригинала документа </w:t>
      </w:r>
      <w:r w:rsidR="00FF6537" w:rsidRPr="00FF6537">
        <w:rPr>
          <w:sz w:val="28"/>
          <w:szCs w:val="28"/>
        </w:rPr>
        <w:t xml:space="preserve">либо </w:t>
      </w:r>
      <w:r w:rsidR="00CA6A15">
        <w:rPr>
          <w:sz w:val="28"/>
          <w:szCs w:val="28"/>
        </w:rPr>
        <w:t>документ, заверенный электронной цифровой подписью</w:t>
      </w:r>
      <w:r w:rsidR="00FF6537" w:rsidRPr="00FF6537">
        <w:rPr>
          <w:sz w:val="28"/>
          <w:szCs w:val="28"/>
        </w:rPr>
        <w:t xml:space="preserve"> должностного лица в соответствии с требованиями </w:t>
      </w:r>
      <w:r w:rsidR="00CA6A15">
        <w:rPr>
          <w:sz w:val="28"/>
          <w:szCs w:val="28"/>
        </w:rPr>
        <w:t>Фе</w:t>
      </w:r>
      <w:r w:rsidR="00D163CD">
        <w:rPr>
          <w:sz w:val="28"/>
          <w:szCs w:val="28"/>
        </w:rPr>
        <w:t>дерального</w:t>
      </w:r>
      <w:r w:rsidR="00CA6A15">
        <w:rPr>
          <w:sz w:val="28"/>
          <w:szCs w:val="28"/>
        </w:rPr>
        <w:t xml:space="preserve"> закон</w:t>
      </w:r>
      <w:r w:rsidR="00D163CD">
        <w:rPr>
          <w:sz w:val="28"/>
          <w:szCs w:val="28"/>
        </w:rPr>
        <w:t>а</w:t>
      </w:r>
      <w:r w:rsidR="00CA6A15">
        <w:rPr>
          <w:sz w:val="28"/>
          <w:szCs w:val="28"/>
        </w:rPr>
        <w:t xml:space="preserve"> от 06.04.2011 №63-ФЗ </w:t>
      </w:r>
      <w:r w:rsidR="00545912">
        <w:rPr>
          <w:sz w:val="28"/>
          <w:szCs w:val="28"/>
        </w:rPr>
        <w:t>«</w:t>
      </w:r>
      <w:r w:rsidR="00CA6A15">
        <w:rPr>
          <w:sz w:val="28"/>
          <w:szCs w:val="28"/>
        </w:rPr>
        <w:t>Об электронной подписи</w:t>
      </w:r>
      <w:r w:rsidR="00545912">
        <w:rPr>
          <w:sz w:val="28"/>
          <w:szCs w:val="28"/>
        </w:rPr>
        <w:t>»</w:t>
      </w:r>
      <w:r w:rsidR="00FF6537" w:rsidRPr="00FF6537">
        <w:rPr>
          <w:sz w:val="28"/>
          <w:szCs w:val="28"/>
        </w:rPr>
        <w:t>):</w:t>
      </w:r>
      <w:proofErr w:type="gramEnd"/>
    </w:p>
    <w:p w:rsidR="002715A9" w:rsidRPr="00D352B8" w:rsidRDefault="002715A9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</w:rPr>
        <w:t>-доверенность, оформленная в установленном законом порядке, на представление интересов заявителя;</w:t>
      </w:r>
    </w:p>
    <w:p w:rsidR="00970941" w:rsidRDefault="002715A9" w:rsidP="009709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</w:rPr>
        <w:t>-определение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управления).</w:t>
      </w:r>
    </w:p>
    <w:p w:rsidR="00D163CD" w:rsidRPr="00970941" w:rsidRDefault="00B55039" w:rsidP="009709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76596" w:rsidRPr="00970941">
        <w:rPr>
          <w:sz w:val="28"/>
          <w:szCs w:val="28"/>
        </w:rPr>
        <w:t>)правоустанавливающий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ЕГРН, или нотариально заверенную копию такого документа</w:t>
      </w:r>
      <w:bookmarkStart w:id="10" w:name="Par233"/>
      <w:bookmarkEnd w:id="10"/>
      <w:r w:rsidR="00970941" w:rsidRPr="00970941">
        <w:rPr>
          <w:sz w:val="28"/>
          <w:szCs w:val="28"/>
        </w:rPr>
        <w:t xml:space="preserve"> – копия при предъявлении оригинала. При подаче через ЕПГУ – </w:t>
      </w:r>
      <w:proofErr w:type="gramStart"/>
      <w:r w:rsidR="00970941" w:rsidRPr="00970941">
        <w:rPr>
          <w:sz w:val="28"/>
          <w:szCs w:val="28"/>
        </w:rPr>
        <w:t>электронная</w:t>
      </w:r>
      <w:proofErr w:type="gramEnd"/>
      <w:r w:rsidR="00970941" w:rsidRPr="00970941">
        <w:rPr>
          <w:sz w:val="28"/>
          <w:szCs w:val="28"/>
        </w:rPr>
        <w:t xml:space="preserve"> скан-копия оригинала документа.</w:t>
      </w:r>
    </w:p>
    <w:p w:rsidR="00970941" w:rsidRDefault="00B55039" w:rsidP="009709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</w:t>
      </w:r>
      <w:r w:rsidR="00976596" w:rsidRPr="00341539">
        <w:rPr>
          <w:sz w:val="28"/>
          <w:szCs w:val="28"/>
        </w:rPr>
        <w:t>)заключение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</w:t>
      </w:r>
      <w:r w:rsidR="00C57664">
        <w:rPr>
          <w:sz w:val="28"/>
          <w:szCs w:val="28"/>
        </w:rPr>
        <w:t xml:space="preserve">и 7, 8 и 10 Федерального закона от 30.12.2009 №384-ФЗ </w:t>
      </w:r>
      <w:r w:rsidR="00545912">
        <w:rPr>
          <w:sz w:val="28"/>
          <w:szCs w:val="28"/>
        </w:rPr>
        <w:t>«</w:t>
      </w:r>
      <w:r w:rsidR="00976596" w:rsidRPr="00341539">
        <w:rPr>
          <w:sz w:val="28"/>
          <w:szCs w:val="28"/>
        </w:rPr>
        <w:t>Технический регламент о безопасности зданий и сооружений</w:t>
      </w:r>
      <w:r w:rsidR="00545912">
        <w:rPr>
          <w:sz w:val="28"/>
          <w:szCs w:val="28"/>
        </w:rPr>
        <w:t>»</w:t>
      </w:r>
      <w:r w:rsidR="00976596" w:rsidRPr="00341539">
        <w:rPr>
          <w:sz w:val="28"/>
          <w:szCs w:val="28"/>
        </w:rPr>
        <w:t>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</w:t>
      </w:r>
      <w:proofErr w:type="gramEnd"/>
      <w:r w:rsidR="00976596" w:rsidRPr="00341539">
        <w:rPr>
          <w:sz w:val="28"/>
          <w:szCs w:val="28"/>
        </w:rPr>
        <w:t>)</w:t>
      </w:r>
      <w:bookmarkStart w:id="11" w:name="Par234"/>
      <w:bookmarkEnd w:id="11"/>
      <w:r w:rsidR="00D163CD">
        <w:rPr>
          <w:sz w:val="28"/>
          <w:szCs w:val="28"/>
        </w:rPr>
        <w:t xml:space="preserve"> – оригинал. </w:t>
      </w:r>
      <w:proofErr w:type="gramStart"/>
      <w:r w:rsidR="00D163CD" w:rsidRPr="00D163CD">
        <w:rPr>
          <w:sz w:val="28"/>
          <w:szCs w:val="28"/>
        </w:rPr>
        <w:t xml:space="preserve">При подаче через ЕПГУ – </w:t>
      </w:r>
      <w:r w:rsidR="00D163CD" w:rsidRPr="00D163CD">
        <w:rPr>
          <w:sz w:val="28"/>
          <w:szCs w:val="28"/>
        </w:rPr>
        <w:lastRenderedPageBreak/>
        <w:t xml:space="preserve">электронная скан-копия оригинала документа либо (при наличии) электронный документ, подписанный электронной цифровой подписью должностного лица в соответствии с требованиями Федерального закона от 06.04.2011 №63-ФЗ </w:t>
      </w:r>
      <w:r w:rsidR="00545912">
        <w:rPr>
          <w:sz w:val="28"/>
          <w:szCs w:val="28"/>
        </w:rPr>
        <w:t>«</w:t>
      </w:r>
      <w:r w:rsidR="00D163CD" w:rsidRPr="00D163CD">
        <w:rPr>
          <w:sz w:val="28"/>
          <w:szCs w:val="28"/>
        </w:rPr>
        <w:t>Об электронной подписи</w:t>
      </w:r>
      <w:r w:rsidR="00545912">
        <w:rPr>
          <w:sz w:val="28"/>
          <w:szCs w:val="28"/>
        </w:rPr>
        <w:t>»</w:t>
      </w:r>
      <w:r w:rsidR="00D163CD" w:rsidRPr="00D163CD">
        <w:rPr>
          <w:sz w:val="28"/>
          <w:szCs w:val="28"/>
        </w:rPr>
        <w:t>)</w:t>
      </w:r>
      <w:r w:rsidR="00970941">
        <w:rPr>
          <w:sz w:val="28"/>
          <w:szCs w:val="28"/>
        </w:rPr>
        <w:t>.</w:t>
      </w:r>
      <w:proofErr w:type="gramEnd"/>
    </w:p>
    <w:p w:rsidR="002715A9" w:rsidRPr="00970941" w:rsidRDefault="00B55039" w:rsidP="009709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0941">
        <w:rPr>
          <w:sz w:val="28"/>
          <w:szCs w:val="28"/>
        </w:rPr>
        <w:t>6</w:t>
      </w:r>
      <w:r w:rsidR="00976596" w:rsidRPr="00970941">
        <w:rPr>
          <w:sz w:val="28"/>
          <w:szCs w:val="28"/>
        </w:rPr>
        <w:t xml:space="preserve">)в случае, если садовый дом или жилой дом обременен правами третьих лиц, </w:t>
      </w:r>
      <w:r w:rsidR="00065D0B">
        <w:rPr>
          <w:sz w:val="28"/>
          <w:szCs w:val="28"/>
        </w:rPr>
        <w:t>–</w:t>
      </w:r>
      <w:r w:rsidR="00976596" w:rsidRPr="00970941">
        <w:rPr>
          <w:sz w:val="28"/>
          <w:szCs w:val="28"/>
        </w:rPr>
        <w:t xml:space="preserve"> нотариально удостоверенное согласие указанных лиц на признание садового дома жилым домом или</w:t>
      </w:r>
      <w:r w:rsidR="00970941" w:rsidRPr="00970941">
        <w:rPr>
          <w:sz w:val="28"/>
          <w:szCs w:val="28"/>
        </w:rPr>
        <w:t xml:space="preserve"> жилого дома садовым домом – оригинал. </w:t>
      </w:r>
      <w:r w:rsidR="00970941">
        <w:rPr>
          <w:sz w:val="28"/>
          <w:szCs w:val="28"/>
        </w:rPr>
        <w:t xml:space="preserve">При подаче через ЕПГУ – </w:t>
      </w:r>
      <w:proofErr w:type="gramStart"/>
      <w:r w:rsidR="00970941" w:rsidRPr="00970941">
        <w:rPr>
          <w:sz w:val="28"/>
          <w:szCs w:val="28"/>
        </w:rPr>
        <w:t>электронная</w:t>
      </w:r>
      <w:proofErr w:type="gramEnd"/>
      <w:r w:rsidR="00970941" w:rsidRPr="00970941">
        <w:rPr>
          <w:sz w:val="28"/>
          <w:szCs w:val="28"/>
        </w:rPr>
        <w:t xml:space="preserve"> </w:t>
      </w:r>
      <w:r w:rsidR="00AA11CC">
        <w:rPr>
          <w:sz w:val="28"/>
          <w:szCs w:val="28"/>
        </w:rPr>
        <w:t xml:space="preserve">скан-копия оригинала документа либо </w:t>
      </w:r>
      <w:r w:rsidR="00970941" w:rsidRPr="00970941">
        <w:rPr>
          <w:sz w:val="28"/>
          <w:szCs w:val="28"/>
        </w:rPr>
        <w:t>нотариально удостоверенный документ, подписанный усиленной квалифицированной электронной подписью нотариуса.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12" w:name="Par116"/>
      <w:bookmarkEnd w:id="12"/>
      <w:r w:rsidRPr="00341539">
        <w:rPr>
          <w:sz w:val="28"/>
          <w:szCs w:val="28"/>
        </w:rPr>
        <w:t>2.7.Исчерпывающий перечень документов, необходимых для предоставления муниципальной услуги, которые находятся в распоряжении государственных органов местного самоуправления и иных органов, участвующих в предоставлении муниципальной услуги, и которые заявитель вправе предоставить по собственной инициативе:</w:t>
      </w:r>
    </w:p>
    <w:p w:rsidR="00976596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-выписка из ЕГРН об основных характеристиках и зарегистрированных правах на объект недвижимости, содержащая сведения о зарегистрированных правах заявителя на садовый дом или жилой дом, если право собственности заявителя на садовый дом или жи</w:t>
      </w:r>
      <w:r w:rsidR="002E4B5D">
        <w:rPr>
          <w:sz w:val="28"/>
          <w:szCs w:val="28"/>
        </w:rPr>
        <w:t>лой дом зарегистрировано в ЕГРН;</w:t>
      </w:r>
    </w:p>
    <w:p w:rsidR="002E4B5D" w:rsidRDefault="002E4B5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-выписка из ЕГРЮЛ;</w:t>
      </w:r>
    </w:p>
    <w:p w:rsidR="002E4B5D" w:rsidRDefault="002E4B5D" w:rsidP="002E4B5D">
      <w:pPr>
        <w:spacing w:line="228" w:lineRule="auto"/>
        <w:ind w:firstLine="720"/>
        <w:jc w:val="both"/>
        <w:rPr>
          <w:sz w:val="28"/>
          <w:szCs w:val="28"/>
        </w:rPr>
      </w:pPr>
      <w:r w:rsidRPr="00A96545">
        <w:rPr>
          <w:sz w:val="28"/>
          <w:szCs w:val="28"/>
        </w:rPr>
        <w:t>-сведения о государственной регистрации рождения (Единый государственный реестр записи актов гражданского состояния или в органах записи актов гражданского состояния (при отсутствии сведений в Едином государственном реестре записи актов гражданского состояния)</w:t>
      </w:r>
      <w:r>
        <w:rPr>
          <w:sz w:val="28"/>
          <w:szCs w:val="28"/>
        </w:rPr>
        <w:t>;</w:t>
      </w:r>
    </w:p>
    <w:p w:rsidR="002E4B5D" w:rsidRPr="00341539" w:rsidRDefault="002E4B5D" w:rsidP="002E4B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E19E0">
        <w:t xml:space="preserve"> </w:t>
      </w:r>
      <w:r w:rsidRPr="00CE19E0">
        <w:rPr>
          <w:sz w:val="28"/>
          <w:szCs w:val="28"/>
        </w:rPr>
        <w:t>сведения о назначении опеки и попечительства</w:t>
      </w:r>
      <w:r>
        <w:rPr>
          <w:sz w:val="28"/>
          <w:szCs w:val="28"/>
        </w:rPr>
        <w:t>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Заявитель вправе предоставить в </w:t>
      </w:r>
      <w:proofErr w:type="spellStart"/>
      <w:r w:rsidRPr="00341539">
        <w:rPr>
          <w:sz w:val="28"/>
          <w:szCs w:val="28"/>
        </w:rPr>
        <w:t>ДАГиТР</w:t>
      </w:r>
      <w:proofErr w:type="spellEnd"/>
      <w:r w:rsidRPr="00341539">
        <w:rPr>
          <w:sz w:val="28"/>
          <w:szCs w:val="28"/>
        </w:rPr>
        <w:t>, МФЦ сведения (документы), запрашиваемые по каналам межведомственного взаимодействия по собственной инициативе на бумажном носителе, в форме электронного документа.</w:t>
      </w:r>
    </w:p>
    <w:p w:rsidR="00976596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41539">
        <w:rPr>
          <w:sz w:val="28"/>
          <w:szCs w:val="28"/>
        </w:rPr>
        <w:t>Непредоставление</w:t>
      </w:r>
      <w:proofErr w:type="spellEnd"/>
      <w:r w:rsidRPr="00341539">
        <w:rPr>
          <w:sz w:val="28"/>
          <w:szCs w:val="28"/>
        </w:rPr>
        <w:t xml:space="preserve"> (несвоевременное предоставление) заявителем по собственной инициативе документов (сведений), указанных в </w:t>
      </w:r>
      <w:hyperlink w:anchor="Par116" w:history="1">
        <w:r w:rsidRPr="00341539">
          <w:rPr>
            <w:sz w:val="28"/>
            <w:szCs w:val="28"/>
          </w:rPr>
          <w:t>пункте 2.7</w:t>
        </w:r>
      </w:hyperlink>
      <w:r w:rsidRPr="00341539">
        <w:rPr>
          <w:sz w:val="28"/>
          <w:szCs w:val="28"/>
        </w:rPr>
        <w:t xml:space="preserve"> настоящего Регламента, не является основанием для отказа в предоставлении услуги.</w:t>
      </w:r>
    </w:p>
    <w:p w:rsidR="00630693" w:rsidRPr="00D352B8" w:rsidRDefault="00630693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</w:rPr>
        <w:t>2.8.Указания на запрет требовать от заявителя.</w:t>
      </w:r>
    </w:p>
    <w:p w:rsidR="00630693" w:rsidRPr="00D352B8" w:rsidRDefault="00630693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</w:rPr>
        <w:t xml:space="preserve">При предоставлении муниципальной услуги ООРД </w:t>
      </w:r>
      <w:proofErr w:type="spellStart"/>
      <w:r w:rsidRPr="00D352B8">
        <w:rPr>
          <w:sz w:val="28"/>
          <w:szCs w:val="28"/>
        </w:rPr>
        <w:t>ДАГиТР</w:t>
      </w:r>
      <w:proofErr w:type="spellEnd"/>
      <w:r w:rsidRPr="00D352B8">
        <w:rPr>
          <w:sz w:val="28"/>
          <w:szCs w:val="28"/>
        </w:rPr>
        <w:t>, МФЦ не вправе требовать от заявителя:</w:t>
      </w:r>
    </w:p>
    <w:p w:rsidR="00630693" w:rsidRPr="00D352B8" w:rsidRDefault="00630693" w:rsidP="007478B2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bookmarkStart w:id="13" w:name="P265"/>
      <w:bookmarkEnd w:id="13"/>
      <w:r w:rsidRPr="00D352B8">
        <w:rPr>
          <w:sz w:val="28"/>
          <w:szCs w:val="28"/>
        </w:rPr>
        <w:t>-представления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30693" w:rsidRPr="00D352B8" w:rsidRDefault="00630693" w:rsidP="007478B2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proofErr w:type="gramStart"/>
      <w:r w:rsidRPr="00D352B8">
        <w:rPr>
          <w:sz w:val="28"/>
          <w:szCs w:val="28"/>
        </w:rPr>
        <w:t xml:space="preserve">-представления документов и информации, в том числе подтверждающих внесение заявителем платы за предоставление муниципальной услуги, которые в соответствии с нормативными правовыми актами Российской Федерации, нормативными правовыми актами Ростовской области и муниципальными правовыми актами находятся в распоряжении </w:t>
      </w:r>
      <w:proofErr w:type="spellStart"/>
      <w:r w:rsidRPr="00D352B8">
        <w:rPr>
          <w:sz w:val="28"/>
          <w:szCs w:val="28"/>
        </w:rPr>
        <w:t>ДАГиТР</w:t>
      </w:r>
      <w:proofErr w:type="spellEnd"/>
      <w:r w:rsidRPr="00D352B8">
        <w:rPr>
          <w:sz w:val="28"/>
          <w:szCs w:val="28"/>
        </w:rPr>
        <w:t xml:space="preserve">, предоставляющих </w:t>
      </w:r>
      <w:r w:rsidRPr="00D352B8">
        <w:rPr>
          <w:sz w:val="28"/>
          <w:szCs w:val="28"/>
        </w:rPr>
        <w:lastRenderedPageBreak/>
        <w:t>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</w:t>
      </w:r>
      <w:proofErr w:type="gramEnd"/>
      <w:r w:rsidRPr="00D352B8">
        <w:rPr>
          <w:sz w:val="28"/>
          <w:szCs w:val="28"/>
        </w:rPr>
        <w:t xml:space="preserve"> услуги, за исключением документов, указанных в части 6 статьи 7 Феде</w:t>
      </w:r>
      <w:r w:rsidR="00072422">
        <w:rPr>
          <w:sz w:val="28"/>
          <w:szCs w:val="28"/>
        </w:rPr>
        <w:t>рального закона от 27.07.2010 №</w:t>
      </w:r>
      <w:r w:rsidRPr="00D352B8">
        <w:rPr>
          <w:sz w:val="28"/>
          <w:szCs w:val="28"/>
        </w:rPr>
        <w:t>210-ФЗ.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 w:rsidR="00630693" w:rsidRPr="00AE7A5F" w:rsidRDefault="00630693" w:rsidP="007478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A5F">
        <w:rPr>
          <w:rFonts w:ascii="Times New Roman" w:hAnsi="Times New Roman" w:cs="Times New Roman"/>
          <w:sz w:val="28"/>
          <w:szCs w:val="28"/>
        </w:rPr>
        <w:t>-представления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30693" w:rsidRPr="00D352B8" w:rsidRDefault="00630693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</w:rPr>
        <w:t>а</w:t>
      </w:r>
      <w:proofErr w:type="gramStart"/>
      <w:r w:rsidRPr="00D352B8">
        <w:rPr>
          <w:sz w:val="28"/>
          <w:szCs w:val="28"/>
        </w:rPr>
        <w:t>)и</w:t>
      </w:r>
      <w:proofErr w:type="gramEnd"/>
      <w:r w:rsidRPr="00D352B8">
        <w:rPr>
          <w:sz w:val="28"/>
          <w:szCs w:val="28"/>
        </w:rPr>
        <w:t>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30693" w:rsidRPr="00D352B8" w:rsidRDefault="00630693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</w:rPr>
        <w:t>б</w:t>
      </w:r>
      <w:proofErr w:type="gramStart"/>
      <w:r w:rsidRPr="00D352B8">
        <w:rPr>
          <w:sz w:val="28"/>
          <w:szCs w:val="28"/>
        </w:rPr>
        <w:t>)н</w:t>
      </w:r>
      <w:proofErr w:type="gramEnd"/>
      <w:r w:rsidRPr="00D352B8">
        <w:rPr>
          <w:sz w:val="28"/>
          <w:szCs w:val="28"/>
        </w:rPr>
        <w:t>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30693" w:rsidRPr="00D352B8" w:rsidRDefault="00630693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</w:rPr>
        <w:t>в</w:t>
      </w:r>
      <w:proofErr w:type="gramStart"/>
      <w:r w:rsidRPr="00D352B8">
        <w:rPr>
          <w:sz w:val="28"/>
          <w:szCs w:val="28"/>
        </w:rPr>
        <w:t>)и</w:t>
      </w:r>
      <w:proofErr w:type="gramEnd"/>
      <w:r w:rsidRPr="00D352B8">
        <w:rPr>
          <w:sz w:val="28"/>
          <w:szCs w:val="28"/>
        </w:rPr>
        <w:t>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30693" w:rsidRDefault="00630693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</w:rPr>
        <w:t>г</w:t>
      </w:r>
      <w:proofErr w:type="gramStart"/>
      <w:r w:rsidRPr="00D352B8">
        <w:rPr>
          <w:sz w:val="28"/>
          <w:szCs w:val="28"/>
        </w:rPr>
        <w:t>)в</w:t>
      </w:r>
      <w:proofErr w:type="gramEnd"/>
      <w:r w:rsidRPr="00D352B8">
        <w:rPr>
          <w:sz w:val="28"/>
          <w:szCs w:val="28"/>
        </w:rPr>
        <w:t xml:space="preserve">ыявление документально подтвержденного факта (признаков) ошибочного или противоправного действия (бездействия) должностного лица </w:t>
      </w:r>
      <w:proofErr w:type="spellStart"/>
      <w:r w:rsidRPr="00D352B8">
        <w:rPr>
          <w:sz w:val="28"/>
          <w:szCs w:val="28"/>
        </w:rPr>
        <w:t>ДАГиТР</w:t>
      </w:r>
      <w:proofErr w:type="spellEnd"/>
      <w:r w:rsidRPr="00D352B8">
        <w:rPr>
          <w:sz w:val="28"/>
          <w:szCs w:val="28"/>
        </w:rPr>
        <w:t xml:space="preserve">, предоставляющего муниципальную услугу, муниципального служащего или работника, работника МАУ </w:t>
      </w:r>
      <w:r w:rsidR="00545912">
        <w:rPr>
          <w:sz w:val="28"/>
          <w:szCs w:val="28"/>
        </w:rPr>
        <w:t>«</w:t>
      </w:r>
      <w:r w:rsidRPr="00D352B8">
        <w:rPr>
          <w:sz w:val="28"/>
          <w:szCs w:val="28"/>
        </w:rPr>
        <w:t>МФЦ г.Шахты</w:t>
      </w:r>
      <w:r w:rsidR="00545912">
        <w:rPr>
          <w:sz w:val="28"/>
          <w:szCs w:val="28"/>
        </w:rPr>
        <w:t>»</w:t>
      </w:r>
      <w:r w:rsidRPr="00D352B8">
        <w:rPr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proofErr w:type="spellStart"/>
      <w:r w:rsidRPr="00D352B8">
        <w:rPr>
          <w:sz w:val="28"/>
          <w:szCs w:val="28"/>
        </w:rPr>
        <w:t>ДАГиТР</w:t>
      </w:r>
      <w:proofErr w:type="spellEnd"/>
      <w:r w:rsidRPr="00D352B8">
        <w:rPr>
          <w:sz w:val="28"/>
          <w:szCs w:val="28"/>
        </w:rPr>
        <w:t xml:space="preserve">, предоставляющего муниципальную услугу, руководителя МАУ </w:t>
      </w:r>
      <w:r w:rsidR="00545912">
        <w:rPr>
          <w:sz w:val="28"/>
          <w:szCs w:val="28"/>
        </w:rPr>
        <w:t>«</w:t>
      </w:r>
      <w:r w:rsidRPr="00D352B8">
        <w:rPr>
          <w:sz w:val="28"/>
          <w:szCs w:val="28"/>
        </w:rPr>
        <w:t>МФЦ г.Шахты</w:t>
      </w:r>
      <w:r w:rsidR="00545912">
        <w:rPr>
          <w:sz w:val="28"/>
          <w:szCs w:val="28"/>
        </w:rPr>
        <w:t>»</w:t>
      </w:r>
      <w:r w:rsidRPr="00D352B8">
        <w:rPr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услуги, уведомляется заявитель, а также приносятся извин</w:t>
      </w:r>
      <w:r w:rsidR="00072422">
        <w:rPr>
          <w:sz w:val="28"/>
          <w:szCs w:val="28"/>
        </w:rPr>
        <w:t>ения за доставленные неудобства</w:t>
      </w:r>
      <w:r w:rsidRPr="00D352B8">
        <w:rPr>
          <w:sz w:val="28"/>
          <w:szCs w:val="28"/>
        </w:rPr>
        <w:t xml:space="preserve">; </w:t>
      </w:r>
    </w:p>
    <w:p w:rsidR="00630693" w:rsidRPr="00D352B8" w:rsidRDefault="00630693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</w:rPr>
        <w:t>-предоставления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</w:t>
      </w:r>
      <w:r w:rsidR="00072422">
        <w:rPr>
          <w:sz w:val="28"/>
          <w:szCs w:val="28"/>
        </w:rPr>
        <w:t>рального закона от 27.07.2010 №</w:t>
      </w:r>
      <w:r w:rsidRPr="00D352B8">
        <w:rPr>
          <w:sz w:val="28"/>
          <w:szCs w:val="28"/>
        </w:rPr>
        <w:t>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7E6D44" w:rsidRPr="007E6D44" w:rsidRDefault="007E6D44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14" w:name="P270"/>
      <w:bookmarkEnd w:id="14"/>
      <w:r w:rsidRPr="007E6D44">
        <w:rPr>
          <w:sz w:val="28"/>
          <w:szCs w:val="28"/>
        </w:rPr>
        <w:t>2.9.Исчерпывающий перечень оснований для отказа в приеме документов, необходимых для предоставления муниципальной услуги.</w:t>
      </w:r>
    </w:p>
    <w:p w:rsidR="007E6D44" w:rsidRPr="007E6D44" w:rsidRDefault="007E6D44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E6D44">
        <w:rPr>
          <w:sz w:val="28"/>
          <w:szCs w:val="28"/>
        </w:rPr>
        <w:t>а</w:t>
      </w:r>
      <w:proofErr w:type="gramStart"/>
      <w:r w:rsidRPr="007E6D44">
        <w:rPr>
          <w:sz w:val="28"/>
          <w:szCs w:val="28"/>
        </w:rPr>
        <w:t>)з</w:t>
      </w:r>
      <w:proofErr w:type="gramEnd"/>
      <w:r w:rsidRPr="007E6D44">
        <w:rPr>
          <w:sz w:val="28"/>
          <w:szCs w:val="28"/>
        </w:rPr>
        <w:t xml:space="preserve">аявление представлено в </w:t>
      </w:r>
      <w:r w:rsidR="002E4B5D">
        <w:rPr>
          <w:sz w:val="28"/>
          <w:szCs w:val="28"/>
        </w:rPr>
        <w:t xml:space="preserve">орган местного самоуправления, </w:t>
      </w:r>
      <w:r w:rsidRPr="007E6D44">
        <w:rPr>
          <w:sz w:val="28"/>
          <w:szCs w:val="28"/>
        </w:rPr>
        <w:t>в полномочия которых не входит предоставление услуги;</w:t>
      </w:r>
    </w:p>
    <w:p w:rsidR="007E6D44" w:rsidRPr="007E6D44" w:rsidRDefault="007E6D44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E6D44">
        <w:rPr>
          <w:sz w:val="28"/>
          <w:szCs w:val="28"/>
        </w:rPr>
        <w:lastRenderedPageBreak/>
        <w:t>б</w:t>
      </w:r>
      <w:proofErr w:type="gramStart"/>
      <w:r w:rsidRPr="007E6D44">
        <w:rPr>
          <w:sz w:val="28"/>
          <w:szCs w:val="28"/>
        </w:rPr>
        <w:t>)н</w:t>
      </w:r>
      <w:proofErr w:type="gramEnd"/>
      <w:r w:rsidRPr="007E6D44">
        <w:rPr>
          <w:sz w:val="28"/>
          <w:szCs w:val="28"/>
        </w:rPr>
        <w:t>еполное заполнение полей в форме заявления, в том числе в интерактивной форме заявления на Едином портале, региональном портале;</w:t>
      </w:r>
    </w:p>
    <w:p w:rsidR="007E6D44" w:rsidRPr="007E6D44" w:rsidRDefault="007E6D44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E6D44">
        <w:rPr>
          <w:sz w:val="28"/>
          <w:szCs w:val="28"/>
        </w:rPr>
        <w:t>в</w:t>
      </w:r>
      <w:proofErr w:type="gramStart"/>
      <w:r w:rsidRPr="007E6D44">
        <w:rPr>
          <w:sz w:val="28"/>
          <w:szCs w:val="28"/>
        </w:rPr>
        <w:t>)п</w:t>
      </w:r>
      <w:proofErr w:type="gramEnd"/>
      <w:r w:rsidRPr="007E6D44">
        <w:rPr>
          <w:sz w:val="28"/>
          <w:szCs w:val="28"/>
        </w:rPr>
        <w:t>редставленные документы утратили силу на день</w:t>
      </w:r>
      <w:r>
        <w:rPr>
          <w:sz w:val="28"/>
          <w:szCs w:val="28"/>
        </w:rPr>
        <w:t xml:space="preserve"> обращения за получением услуги </w:t>
      </w:r>
      <w:r w:rsidRPr="007E6D44">
        <w:rPr>
          <w:sz w:val="28"/>
          <w:szCs w:val="28"/>
        </w:rPr>
        <w:t>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</w:r>
      <w:r w:rsidR="002F0351">
        <w:rPr>
          <w:sz w:val="28"/>
          <w:szCs w:val="28"/>
        </w:rPr>
        <w:t>;</w:t>
      </w:r>
    </w:p>
    <w:p w:rsidR="007E6D44" w:rsidRPr="007E6D44" w:rsidRDefault="007E6D44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E6D44">
        <w:rPr>
          <w:sz w:val="28"/>
          <w:szCs w:val="28"/>
        </w:rPr>
        <w:t>г</w:t>
      </w:r>
      <w:proofErr w:type="gramStart"/>
      <w:r w:rsidRPr="007E6D44">
        <w:rPr>
          <w:sz w:val="28"/>
          <w:szCs w:val="28"/>
        </w:rPr>
        <w:t>)п</w:t>
      </w:r>
      <w:proofErr w:type="gramEnd"/>
      <w:r w:rsidRPr="007E6D44">
        <w:rPr>
          <w:sz w:val="28"/>
          <w:szCs w:val="28"/>
        </w:rPr>
        <w:t>редставленные документы содержат подчистки и исправления текста;</w:t>
      </w:r>
    </w:p>
    <w:p w:rsidR="007E6D44" w:rsidRPr="007E6D44" w:rsidRDefault="007E6D44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E6D44">
        <w:rPr>
          <w:sz w:val="28"/>
          <w:szCs w:val="28"/>
        </w:rPr>
        <w:t>д</w:t>
      </w:r>
      <w:proofErr w:type="gramStart"/>
      <w:r w:rsidRPr="007E6D44">
        <w:rPr>
          <w:sz w:val="28"/>
          <w:szCs w:val="28"/>
        </w:rPr>
        <w:t>)п</w:t>
      </w:r>
      <w:proofErr w:type="gramEnd"/>
      <w:r w:rsidRPr="007E6D44">
        <w:rPr>
          <w:sz w:val="28"/>
          <w:szCs w:val="28"/>
        </w:rPr>
        <w:t>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B317E6" w:rsidRDefault="007E6D44" w:rsidP="00B317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proofErr w:type="gramStart"/>
      <w:r>
        <w:rPr>
          <w:sz w:val="28"/>
          <w:szCs w:val="28"/>
        </w:rPr>
        <w:t>)з</w:t>
      </w:r>
      <w:proofErr w:type="gramEnd"/>
      <w:r>
        <w:rPr>
          <w:sz w:val="28"/>
          <w:szCs w:val="28"/>
        </w:rPr>
        <w:t xml:space="preserve">аявление </w:t>
      </w:r>
      <w:r w:rsidRPr="007E6D44">
        <w:rPr>
          <w:sz w:val="28"/>
          <w:szCs w:val="28"/>
        </w:rPr>
        <w:t>и документы, представлены в электронной форме с нарушением требований, установленных пунктами 2.18.1-2.18.3 настоящего Регламента;</w:t>
      </w:r>
    </w:p>
    <w:p w:rsidR="007E6D44" w:rsidRPr="007E6D44" w:rsidRDefault="007E6D44" w:rsidP="00B317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E6D44">
        <w:rPr>
          <w:sz w:val="28"/>
          <w:szCs w:val="28"/>
        </w:rPr>
        <w:t>ж</w:t>
      </w:r>
      <w:proofErr w:type="gramStart"/>
      <w:r w:rsidRPr="007E6D44">
        <w:rPr>
          <w:sz w:val="28"/>
          <w:szCs w:val="28"/>
        </w:rPr>
        <w:t>)в</w:t>
      </w:r>
      <w:proofErr w:type="gramEnd"/>
      <w:r w:rsidRPr="007E6D44">
        <w:rPr>
          <w:sz w:val="28"/>
          <w:szCs w:val="28"/>
        </w:rPr>
        <w:t xml:space="preserve">ыявлено несоблюдение установленных статьей 11 Федерального закона </w:t>
      </w:r>
      <w:r w:rsidR="00B317E6">
        <w:rPr>
          <w:sz w:val="28"/>
          <w:szCs w:val="28"/>
        </w:rPr>
        <w:t xml:space="preserve">от 06.04.2011 №63-ФЗ </w:t>
      </w:r>
      <w:r w:rsidR="00545912">
        <w:rPr>
          <w:sz w:val="28"/>
          <w:szCs w:val="28"/>
        </w:rPr>
        <w:t>«</w:t>
      </w:r>
      <w:r w:rsidRPr="007E6D44">
        <w:rPr>
          <w:sz w:val="28"/>
          <w:szCs w:val="28"/>
        </w:rPr>
        <w:t>Об электронной подписи</w:t>
      </w:r>
      <w:r w:rsidR="00545912">
        <w:rPr>
          <w:sz w:val="28"/>
          <w:szCs w:val="28"/>
        </w:rPr>
        <w:t>»</w:t>
      </w:r>
      <w:r w:rsidRPr="007E6D44">
        <w:rPr>
          <w:sz w:val="28"/>
          <w:szCs w:val="28"/>
        </w:rPr>
        <w:t xml:space="preserve"> условий признания квалифицированной электронной подписи действительной в документах, представленных в электронной форме.</w:t>
      </w:r>
    </w:p>
    <w:p w:rsidR="007E6D44" w:rsidRDefault="007E6D44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E6D44">
        <w:rPr>
          <w:sz w:val="28"/>
          <w:szCs w:val="28"/>
        </w:rPr>
        <w:t xml:space="preserve">В приеме документов, необходимых для предоставления услуги, не может быть отказано в случае, если указанные документы поданы в соответствии с информацией о сроках и порядке предоставления услуги, опубликованной на Портале </w:t>
      </w:r>
      <w:proofErr w:type="spellStart"/>
      <w:r w:rsidRPr="007E6D44">
        <w:rPr>
          <w:sz w:val="28"/>
          <w:szCs w:val="28"/>
        </w:rPr>
        <w:t>госуслуг</w:t>
      </w:r>
      <w:proofErr w:type="spellEnd"/>
      <w:r w:rsidRPr="007E6D44">
        <w:rPr>
          <w:sz w:val="28"/>
          <w:szCs w:val="28"/>
        </w:rPr>
        <w:t>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341539">
        <w:rPr>
          <w:sz w:val="28"/>
          <w:szCs w:val="28"/>
        </w:rPr>
        <w:t>2.10.</w:t>
      </w:r>
      <w:r w:rsidRPr="00341539">
        <w:rPr>
          <w:bCs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bCs/>
          <w:sz w:val="28"/>
          <w:szCs w:val="28"/>
        </w:rPr>
        <w:t>2.10.1.Основания для приостановления предоставления услуги отсутствуют.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2.10.2.Основанием для отказа в предоставлении услуги является: </w:t>
      </w:r>
    </w:p>
    <w:p w:rsidR="00976596" w:rsidRPr="00341539" w:rsidRDefault="00976596" w:rsidP="007478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539">
        <w:rPr>
          <w:rFonts w:ascii="Times New Roman" w:hAnsi="Times New Roman" w:cs="Times New Roman"/>
          <w:sz w:val="28"/>
          <w:szCs w:val="28"/>
        </w:rPr>
        <w:t>1)непредставление заявителем документо</w:t>
      </w:r>
      <w:r w:rsidR="00F16502">
        <w:rPr>
          <w:rFonts w:ascii="Times New Roman" w:hAnsi="Times New Roman" w:cs="Times New Roman"/>
          <w:sz w:val="28"/>
          <w:szCs w:val="28"/>
        </w:rPr>
        <w:t xml:space="preserve">в, предусмотренных подпунктами </w:t>
      </w:r>
      <w:r w:rsidRPr="00341539">
        <w:rPr>
          <w:rFonts w:ascii="Times New Roman" w:hAnsi="Times New Roman" w:cs="Times New Roman"/>
          <w:sz w:val="28"/>
          <w:szCs w:val="28"/>
        </w:rPr>
        <w:t>1 и (или) 3 пункта 2.6.1 настоящего Регламента;</w:t>
      </w:r>
    </w:p>
    <w:p w:rsidR="00976596" w:rsidRPr="00341539" w:rsidRDefault="00976596" w:rsidP="007478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539">
        <w:rPr>
          <w:rFonts w:ascii="Times New Roman" w:hAnsi="Times New Roman" w:cs="Times New Roman"/>
          <w:sz w:val="28"/>
          <w:szCs w:val="28"/>
        </w:rPr>
        <w:t>2)поступление в уполномоченный орган местного самоуправления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:rsidR="00976596" w:rsidRPr="00341539" w:rsidRDefault="00976596" w:rsidP="007478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539">
        <w:rPr>
          <w:rFonts w:ascii="Times New Roman" w:hAnsi="Times New Roman" w:cs="Times New Roman"/>
          <w:sz w:val="28"/>
          <w:szCs w:val="28"/>
        </w:rPr>
        <w:t>3)поступление в уполномоченный орган местного самоуправления уведомления об отсутствии в ЕГРН сведений о зарегистрированных правах на садовый дом или жилой дом, если правоустанавливающий документ, предусмотренный подпунктом 2 пункта 2.6.1 настоящего Регламента, или нотариально заверенная копия такого документа не были представлены заявителем.</w:t>
      </w:r>
    </w:p>
    <w:p w:rsidR="00976596" w:rsidRPr="00341539" w:rsidRDefault="00976596" w:rsidP="007478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539">
        <w:rPr>
          <w:rFonts w:ascii="Times New Roman" w:hAnsi="Times New Roman" w:cs="Times New Roman"/>
          <w:sz w:val="28"/>
          <w:szCs w:val="28"/>
        </w:rPr>
        <w:t xml:space="preserve">Отказ в признании садового дома жилым домом или жилого дома садовым домом по указанному основанию допускается в случае,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уведомления, предложил заявителю представить правоустанавливающий </w:t>
      </w:r>
      <w:r w:rsidRPr="00341539">
        <w:rPr>
          <w:rFonts w:ascii="Times New Roman" w:hAnsi="Times New Roman" w:cs="Times New Roman"/>
          <w:sz w:val="28"/>
          <w:szCs w:val="28"/>
        </w:rPr>
        <w:lastRenderedPageBreak/>
        <w:t>документ, предусмотренный 2 пункта 2.6.1 настоящего Регламента,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:rsidR="00976596" w:rsidRPr="00341539" w:rsidRDefault="00976596" w:rsidP="007478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539">
        <w:rPr>
          <w:rFonts w:ascii="Times New Roman" w:hAnsi="Times New Roman" w:cs="Times New Roman"/>
          <w:sz w:val="28"/>
          <w:szCs w:val="28"/>
        </w:rPr>
        <w:t>4)</w:t>
      </w:r>
      <w:proofErr w:type="spellStart"/>
      <w:r w:rsidRPr="00341539">
        <w:rPr>
          <w:rFonts w:ascii="Times New Roman" w:hAnsi="Times New Roman" w:cs="Times New Roman"/>
          <w:sz w:val="28"/>
          <w:szCs w:val="28"/>
        </w:rPr>
        <w:t>непред</w:t>
      </w:r>
      <w:r w:rsidR="002A1DAA">
        <w:rPr>
          <w:rFonts w:ascii="Times New Roman" w:hAnsi="Times New Roman" w:cs="Times New Roman"/>
          <w:sz w:val="28"/>
          <w:szCs w:val="28"/>
        </w:rPr>
        <w:t>о</w:t>
      </w:r>
      <w:r w:rsidRPr="00341539">
        <w:rPr>
          <w:rFonts w:ascii="Times New Roman" w:hAnsi="Times New Roman" w:cs="Times New Roman"/>
          <w:sz w:val="28"/>
          <w:szCs w:val="28"/>
        </w:rPr>
        <w:t>ставление</w:t>
      </w:r>
      <w:proofErr w:type="spellEnd"/>
      <w:r w:rsidRPr="00341539">
        <w:rPr>
          <w:rFonts w:ascii="Times New Roman" w:hAnsi="Times New Roman" w:cs="Times New Roman"/>
          <w:sz w:val="28"/>
          <w:szCs w:val="28"/>
        </w:rPr>
        <w:t xml:space="preserve"> заявителем документа, предусмотренного </w:t>
      </w:r>
      <w:hyperlink w:anchor="Par234" w:tooltip="г) в случае,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" w:history="1">
        <w:r w:rsidRPr="00341539">
          <w:rPr>
            <w:rFonts w:ascii="Times New Roman" w:hAnsi="Times New Roman" w:cs="Times New Roman"/>
            <w:sz w:val="28"/>
            <w:szCs w:val="28"/>
          </w:rPr>
          <w:t>подпунктом 4 пункта 2.6.</w:t>
        </w:r>
      </w:hyperlink>
      <w:r w:rsidRPr="00341539">
        <w:rPr>
          <w:rFonts w:ascii="Times New Roman" w:hAnsi="Times New Roman" w:cs="Times New Roman"/>
          <w:sz w:val="28"/>
          <w:szCs w:val="28"/>
        </w:rPr>
        <w:t>1 настоящего Регламента, в случае если садовый дом или жилой дом обременен правами третьих лиц;</w:t>
      </w:r>
    </w:p>
    <w:p w:rsidR="00976596" w:rsidRPr="00341539" w:rsidRDefault="00976596" w:rsidP="007478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539">
        <w:rPr>
          <w:rFonts w:ascii="Times New Roman" w:hAnsi="Times New Roman" w:cs="Times New Roman"/>
          <w:sz w:val="28"/>
          <w:szCs w:val="28"/>
        </w:rPr>
        <w:t>5)размещение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976596" w:rsidRDefault="00976596" w:rsidP="007478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539">
        <w:rPr>
          <w:rFonts w:ascii="Times New Roman" w:hAnsi="Times New Roman" w:cs="Times New Roman"/>
          <w:sz w:val="28"/>
          <w:szCs w:val="28"/>
        </w:rPr>
        <w:t>6)использование жилого дома заявителем или иным лицом в качестве места постоянного проживания (при рассмотрении заявления о призн</w:t>
      </w:r>
      <w:r w:rsidR="00817EE0">
        <w:rPr>
          <w:rFonts w:ascii="Times New Roman" w:hAnsi="Times New Roman" w:cs="Times New Roman"/>
          <w:sz w:val="28"/>
          <w:szCs w:val="28"/>
        </w:rPr>
        <w:t>ании жилого дома садовым домом);</w:t>
      </w:r>
    </w:p>
    <w:p w:rsidR="00817EE0" w:rsidRPr="00341539" w:rsidRDefault="00817EE0" w:rsidP="007478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DFA">
        <w:rPr>
          <w:rFonts w:ascii="Times New Roman" w:hAnsi="Times New Roman" w:cs="Times New Roman"/>
          <w:sz w:val="28"/>
          <w:szCs w:val="28"/>
        </w:rPr>
        <w:t>7)размещение садового дома на земельном участке, расположенном в границах зоны затопления, подтопления (при рассмотрении заявления о признании садового дома жилым домом)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2.11.Услуги, которые являются необходимыми и обязательными для предоставления муниципальной услуги: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82"/>
        <w:gridCol w:w="5038"/>
      </w:tblGrid>
      <w:tr w:rsidR="002A1DAA" w:rsidRPr="002A1DAA" w:rsidTr="002A1DAA">
        <w:trPr>
          <w:jc w:val="center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AA" w:rsidRPr="002A1DAA" w:rsidRDefault="002A1DAA" w:rsidP="002A1D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2A1DAA">
              <w:rPr>
                <w:sz w:val="24"/>
                <w:szCs w:val="24"/>
              </w:rPr>
              <w:t>Наименовании</w:t>
            </w:r>
            <w:proofErr w:type="gramEnd"/>
            <w:r w:rsidRPr="002A1DAA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AA" w:rsidRPr="002A1DAA" w:rsidRDefault="002A1DAA" w:rsidP="002A1D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DAA">
              <w:rPr>
                <w:sz w:val="24"/>
                <w:szCs w:val="24"/>
              </w:rPr>
              <w:t>Наименование документа</w:t>
            </w:r>
          </w:p>
        </w:tc>
      </w:tr>
      <w:tr w:rsidR="002A1DAA" w:rsidRPr="002A1DAA" w:rsidTr="002A1DAA">
        <w:trPr>
          <w:jc w:val="center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AA" w:rsidRPr="002A1DAA" w:rsidRDefault="002A1DAA" w:rsidP="002A1D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DAA">
              <w:rPr>
                <w:sz w:val="24"/>
                <w:szCs w:val="24"/>
              </w:rPr>
              <w:t>Заключение о техническом состоянии основных строительных конструкций строений, специализированной организации, проводящей обследование дома (квартиры)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AA" w:rsidRPr="002A1DAA" w:rsidRDefault="002A1DAA" w:rsidP="002A1D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DAA">
              <w:rPr>
                <w:sz w:val="24"/>
                <w:szCs w:val="24"/>
              </w:rPr>
              <w:t xml:space="preserve">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Федерального закона от 30.12.2009 №384-ФЗ </w:t>
            </w:r>
            <w:r w:rsidR="00545912">
              <w:rPr>
                <w:sz w:val="24"/>
                <w:szCs w:val="24"/>
              </w:rPr>
              <w:t>«</w:t>
            </w:r>
            <w:r w:rsidRPr="002A1DAA">
              <w:rPr>
                <w:sz w:val="24"/>
                <w:szCs w:val="24"/>
              </w:rPr>
              <w:t>Технический регламент о безопасности зданий и сооружений</w:t>
            </w:r>
            <w:r w:rsidR="00545912">
              <w:rPr>
                <w:sz w:val="24"/>
                <w:szCs w:val="24"/>
              </w:rPr>
              <w:t>»</w:t>
            </w:r>
          </w:p>
        </w:tc>
      </w:tr>
    </w:tbl>
    <w:p w:rsidR="002A1DAA" w:rsidRDefault="002A1DAA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2.12.При предоставлении услуги плата и госпошлина с заявителя не взимается. Взимание платы за действия, связанные с организацией предоставления услуги в МАУ </w:t>
      </w:r>
      <w:r w:rsidR="00545912">
        <w:rPr>
          <w:sz w:val="28"/>
          <w:szCs w:val="28"/>
        </w:rPr>
        <w:t>«</w:t>
      </w:r>
      <w:r w:rsidRPr="00341539">
        <w:rPr>
          <w:sz w:val="28"/>
          <w:szCs w:val="28"/>
        </w:rPr>
        <w:t>МФЦ г.Шахты</w:t>
      </w:r>
      <w:r w:rsidR="00545912">
        <w:rPr>
          <w:sz w:val="28"/>
          <w:szCs w:val="28"/>
        </w:rPr>
        <w:t>»</w:t>
      </w:r>
      <w:r w:rsidRPr="00341539">
        <w:rPr>
          <w:sz w:val="28"/>
          <w:szCs w:val="28"/>
        </w:rPr>
        <w:t xml:space="preserve"> запрещается.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341539">
        <w:rPr>
          <w:sz w:val="28"/>
          <w:szCs w:val="28"/>
        </w:rPr>
        <w:t xml:space="preserve">2.13.Порядок определения платы за услуги, которые являются необходимыми и обязательными для предоставления муниципальных услуг в муниципальном образовании </w:t>
      </w:r>
      <w:r w:rsidR="00545912">
        <w:rPr>
          <w:sz w:val="28"/>
          <w:szCs w:val="28"/>
        </w:rPr>
        <w:t>«</w:t>
      </w:r>
      <w:r w:rsidRPr="00341539">
        <w:rPr>
          <w:sz w:val="28"/>
          <w:szCs w:val="28"/>
        </w:rPr>
        <w:t>Город Шахты</w:t>
      </w:r>
      <w:r w:rsidR="00545912">
        <w:rPr>
          <w:sz w:val="28"/>
          <w:szCs w:val="28"/>
        </w:rPr>
        <w:t>»</w:t>
      </w:r>
      <w:r w:rsidRPr="00341539">
        <w:rPr>
          <w:sz w:val="28"/>
          <w:szCs w:val="28"/>
        </w:rPr>
        <w:t xml:space="preserve">, утверждается решением представительного органа муниципального образования </w:t>
      </w:r>
      <w:r w:rsidR="00545912">
        <w:rPr>
          <w:sz w:val="28"/>
          <w:szCs w:val="28"/>
        </w:rPr>
        <w:t>«</w:t>
      </w:r>
      <w:r w:rsidRPr="00341539">
        <w:rPr>
          <w:sz w:val="28"/>
          <w:szCs w:val="28"/>
        </w:rPr>
        <w:t>Город Шахты</w:t>
      </w:r>
      <w:r w:rsidR="00545912">
        <w:rPr>
          <w:sz w:val="28"/>
          <w:szCs w:val="28"/>
        </w:rPr>
        <w:t>»</w:t>
      </w:r>
      <w:r w:rsidRPr="00341539">
        <w:rPr>
          <w:sz w:val="28"/>
          <w:szCs w:val="28"/>
        </w:rPr>
        <w:t xml:space="preserve"> в целях установления экономически обоснованных предельных размеров платы за оказание необходимых и обязательных услуг муниципальными учреждениями, организациями, предприятиями, подведомственными органам местного самоуправления муниципального образования </w:t>
      </w:r>
      <w:r w:rsidR="00545912">
        <w:rPr>
          <w:sz w:val="28"/>
          <w:szCs w:val="28"/>
        </w:rPr>
        <w:t>«</w:t>
      </w:r>
      <w:r w:rsidRPr="00341539">
        <w:rPr>
          <w:sz w:val="28"/>
          <w:szCs w:val="28"/>
        </w:rPr>
        <w:t>Город Шахты</w:t>
      </w:r>
      <w:r w:rsidR="00545912">
        <w:rPr>
          <w:sz w:val="28"/>
          <w:szCs w:val="28"/>
        </w:rPr>
        <w:t>»</w:t>
      </w:r>
      <w:r w:rsidRPr="00341539">
        <w:rPr>
          <w:sz w:val="28"/>
          <w:szCs w:val="28"/>
        </w:rPr>
        <w:t xml:space="preserve"> (утвержденные </w:t>
      </w:r>
      <w:hyperlink r:id="rId10" w:history="1">
        <w:r w:rsidRPr="00341539">
          <w:rPr>
            <w:sz w:val="28"/>
            <w:szCs w:val="28"/>
          </w:rPr>
          <w:t>Перечнем</w:t>
        </w:r>
      </w:hyperlink>
      <w:r w:rsidRPr="00341539">
        <w:rPr>
          <w:sz w:val="28"/>
          <w:szCs w:val="28"/>
        </w:rPr>
        <w:t xml:space="preserve"> услуг, которые являются необходимыми</w:t>
      </w:r>
      <w:proofErr w:type="gramEnd"/>
      <w:r w:rsidRPr="00341539">
        <w:rPr>
          <w:sz w:val="28"/>
          <w:szCs w:val="28"/>
        </w:rPr>
        <w:t xml:space="preserve"> </w:t>
      </w:r>
      <w:proofErr w:type="gramStart"/>
      <w:r w:rsidRPr="00341539">
        <w:rPr>
          <w:sz w:val="28"/>
          <w:szCs w:val="28"/>
        </w:rPr>
        <w:t xml:space="preserve">и обязательными для предоставления муниципальных услуг в муниципальном образовании </w:t>
      </w:r>
      <w:r w:rsidR="00545912">
        <w:rPr>
          <w:sz w:val="28"/>
          <w:szCs w:val="28"/>
        </w:rPr>
        <w:t>«</w:t>
      </w:r>
      <w:r w:rsidRPr="00341539">
        <w:rPr>
          <w:sz w:val="28"/>
          <w:szCs w:val="28"/>
        </w:rPr>
        <w:t>Город Шахты</w:t>
      </w:r>
      <w:r w:rsidR="00545912">
        <w:rPr>
          <w:sz w:val="28"/>
          <w:szCs w:val="28"/>
        </w:rPr>
        <w:t>»</w:t>
      </w:r>
      <w:r w:rsidRPr="00341539">
        <w:rPr>
          <w:sz w:val="28"/>
          <w:szCs w:val="28"/>
        </w:rPr>
        <w:t xml:space="preserve">, и </w:t>
      </w:r>
      <w:hyperlink r:id="rId11" w:history="1">
        <w:r w:rsidRPr="00341539">
          <w:rPr>
            <w:sz w:val="28"/>
            <w:szCs w:val="28"/>
          </w:rPr>
          <w:t>Порядок</w:t>
        </w:r>
      </w:hyperlink>
      <w:r w:rsidRPr="00341539">
        <w:rPr>
          <w:sz w:val="28"/>
          <w:szCs w:val="28"/>
        </w:rPr>
        <w:t xml:space="preserve"> определения платы за услуги, которые являются необходимыми и обязательными для предоставления муниципальных </w:t>
      </w:r>
      <w:r w:rsidRPr="00341539">
        <w:rPr>
          <w:sz w:val="28"/>
          <w:szCs w:val="28"/>
        </w:rPr>
        <w:lastRenderedPageBreak/>
        <w:t xml:space="preserve">услуг в муниципальном образовании </w:t>
      </w:r>
      <w:r w:rsidR="00545912">
        <w:rPr>
          <w:sz w:val="28"/>
          <w:szCs w:val="28"/>
        </w:rPr>
        <w:t>«</w:t>
      </w:r>
      <w:r w:rsidRPr="00341539">
        <w:rPr>
          <w:sz w:val="28"/>
          <w:szCs w:val="28"/>
        </w:rPr>
        <w:t>Город Шахты</w:t>
      </w:r>
      <w:r w:rsidR="00545912">
        <w:rPr>
          <w:sz w:val="28"/>
          <w:szCs w:val="28"/>
        </w:rPr>
        <w:t>»</w:t>
      </w:r>
      <w:r w:rsidRPr="00341539">
        <w:rPr>
          <w:sz w:val="28"/>
          <w:szCs w:val="28"/>
        </w:rPr>
        <w:t>, размещены на официальном сайте Администрации города Шахты).</w:t>
      </w:r>
      <w:proofErr w:type="gramEnd"/>
    </w:p>
    <w:p w:rsidR="00976596" w:rsidRPr="00341539" w:rsidRDefault="00976596" w:rsidP="007478B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41539">
        <w:rPr>
          <w:sz w:val="28"/>
          <w:szCs w:val="28"/>
        </w:rPr>
        <w:t>2.14.Максимальный срок ожидания в очереди при подаче запроса о предоставлении муниципальной услуги и  при получении результата услуги составляет 15 минут.</w:t>
      </w:r>
    </w:p>
    <w:p w:rsidR="00976596" w:rsidRPr="00341539" w:rsidRDefault="00976596" w:rsidP="007478B2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41539">
        <w:rPr>
          <w:sz w:val="28"/>
          <w:szCs w:val="28"/>
          <w:lang w:eastAsia="en-US"/>
        </w:rPr>
        <w:t>2.15.Срок и порядок регистрации запроса заявителя о предоставлении муниципальной услуги, услуги, предоставляемой организацией, участвующей в предоставлении муниципальной услуги, в том числе в электронной форме.</w:t>
      </w:r>
    </w:p>
    <w:p w:rsidR="00976596" w:rsidRPr="00341539" w:rsidRDefault="00976596" w:rsidP="007478B2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41539">
        <w:rPr>
          <w:bCs/>
          <w:sz w:val="28"/>
          <w:szCs w:val="28"/>
        </w:rPr>
        <w:t>Регистрация заявления, поданного в МФЦ, осуществляется работником МФЦ в день обращения заявителя посредством занесения соответствующих сведений в информационную систему МФЦ с присвоением регистрационного номера.</w:t>
      </w:r>
    </w:p>
    <w:p w:rsidR="00976596" w:rsidRPr="007E6D44" w:rsidRDefault="00976596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E6D44">
        <w:rPr>
          <w:bCs/>
          <w:sz w:val="28"/>
          <w:szCs w:val="28"/>
        </w:rPr>
        <w:t xml:space="preserve">Регистрация документов заявителя о предоставлении </w:t>
      </w:r>
      <w:r w:rsidR="00BB507A">
        <w:rPr>
          <w:bCs/>
          <w:sz w:val="28"/>
          <w:szCs w:val="28"/>
        </w:rPr>
        <w:t>муниципальной</w:t>
      </w:r>
      <w:r w:rsidRPr="007E6D44">
        <w:rPr>
          <w:bCs/>
          <w:sz w:val="28"/>
          <w:szCs w:val="28"/>
        </w:rPr>
        <w:t xml:space="preserve"> услуги, направленных в электронной форме с использованием ЕПГУ осуществляется в день их поступления в </w:t>
      </w:r>
      <w:proofErr w:type="spellStart"/>
      <w:r w:rsidRPr="007E6D44">
        <w:rPr>
          <w:bCs/>
          <w:sz w:val="28"/>
          <w:szCs w:val="28"/>
        </w:rPr>
        <w:t>ДАГиТР</w:t>
      </w:r>
      <w:proofErr w:type="spellEnd"/>
      <w:r w:rsidRPr="007E6D44">
        <w:rPr>
          <w:bCs/>
          <w:sz w:val="28"/>
          <w:szCs w:val="28"/>
        </w:rPr>
        <w:t xml:space="preserve"> либо на следующий рабочий день в случае поступления документов по окончании рабочего времени </w:t>
      </w:r>
      <w:proofErr w:type="spellStart"/>
      <w:r w:rsidRPr="007E6D44">
        <w:rPr>
          <w:bCs/>
          <w:sz w:val="28"/>
          <w:szCs w:val="28"/>
        </w:rPr>
        <w:t>ДАГиТР</w:t>
      </w:r>
      <w:proofErr w:type="spellEnd"/>
      <w:r w:rsidRPr="007E6D44">
        <w:rPr>
          <w:bCs/>
          <w:sz w:val="28"/>
          <w:szCs w:val="28"/>
        </w:rPr>
        <w:t xml:space="preserve">. В случае поступления документов заявителя о предоставлении </w:t>
      </w:r>
      <w:r w:rsidR="00BB507A">
        <w:rPr>
          <w:bCs/>
          <w:sz w:val="28"/>
          <w:szCs w:val="28"/>
        </w:rPr>
        <w:t>муниципальной</w:t>
      </w:r>
      <w:r w:rsidRPr="007E6D44">
        <w:rPr>
          <w:bCs/>
          <w:sz w:val="28"/>
          <w:szCs w:val="28"/>
        </w:rPr>
        <w:t xml:space="preserve"> услуги в выходные или нерабочие праздничные дни их регистрация осуществляется в первый рабочий день </w:t>
      </w:r>
      <w:proofErr w:type="spellStart"/>
      <w:r w:rsidRPr="007E6D44">
        <w:rPr>
          <w:bCs/>
          <w:sz w:val="28"/>
          <w:szCs w:val="28"/>
        </w:rPr>
        <w:t>ДАГиТР</w:t>
      </w:r>
      <w:proofErr w:type="spellEnd"/>
      <w:r w:rsidRPr="007E6D44">
        <w:rPr>
          <w:bCs/>
          <w:sz w:val="28"/>
          <w:szCs w:val="28"/>
        </w:rPr>
        <w:t>, следующий за выходным или нерабочим праздничным днем.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2.16.Требования к помещениям МФЦ, в которых предоставляются муниципальные услуги, к местам ожидания и приема заявителей, размещению и оформлению визуальной, текстовой и мультимедийной информации о порядке предоставления услуг.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2.16.1.Требования к МФЦ и помещениям предоставления услуги: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-размещение с учетом максимальной транспортной доступности;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-обеспечение беспрепятственного доступа лиц с ограниченными возможностями передвижения;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-возможность самостоятельного или с помощью сотрудников, предоставляющих услуги, передвижения по территории МФЦ инвалидов с учетом ограничений их жизнедеятельности;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-соответствие санитарно-эпидемиологическим правилам и нормативам, правилам пожарной безопасности, нормам охраны труда;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-оборудование осветительными приборами, которые позволят ознакомиться с представленной информацией;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-обеспечение возможности направления запроса по электронной почте;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-оборудование секторов для информирования (размещения стендов);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-наличие схемы расположения служебных помещений (кабинетов);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-наличие бесплатной парковки для автомобильного транспорта посетителей МФЦ, в том числе предусматривающей места для специальных автотранспортных средств инвалидов, расположенной на территории, прилегающей к МФЦ.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lastRenderedPageBreak/>
        <w:t>2.16.2.Требования к входу в здание, где расположено МФЦ: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-наличие стандартной вывески с наименованием МФЦ и режимом его работы;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-наличие удобного и свободного подхода для заявителей и подъезда для производственных целей МФЦ;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-возможность посадки в транспортное средство и высадки из него перед входом в МФЦ, в том числе с использованием кресла-коляски и при необходимости с помощью сотрудников, предоставляющих услуги;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-наличие системы освещения входной группы (если МФЦ расположено в отдельно стоящем здании).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2.16.3.Требования к местам для ожидания: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-оборудование стульями и (или) кресельными секциями;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-местонахождение в холле или ином специально приспособленном помещении;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-наличие в здании, где организуется прием заявителей, мест общественного пользования (туалеты), в том числе для инвалидов, и мест для хранения верхней одежды.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2.16.4.Требования к местам приема заявителей и оборудованию мест получения услуги: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-наличие информационных табличек с указанием номера окна, фамилии, имени, отчества (при наличии) и должности специалиста, осуществляющего прием или выдачу документов;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-обеспечение организационно-техническими условиями, необходимыми для предоставления услуги: рабочее место специалиста оборудовано персональным компьютером с возможностью доступа к необходимым информационным системам, печатающим и сканирующим устройствами;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-возможность свободного входа и выхода сотрудников из помещения при необходимости;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-наличие стульев и столов;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-наличие канцелярских принадлежностей и расходных материалов для обеспечения возможности оформления документов.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2.16.5.Требования к местам для информирования заявителей, получения информации и заполнения необходимых документов: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-наличие визуальной, текстовой информации, размещаемой на информационном стенде МФЦ;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-информационные стенды должны быть максимально приближены к каждому посетителю, хорошо просматриваемы и функциональны;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-оформление текста материалов, размещаемых на стендах МФЦ, официальном сайте Администрации города Шахты, Портале сети МФЦ удобным для чтения шрифтом;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-обеспечение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-наличие стульев и столов для возможности оформления документов;</w:t>
      </w:r>
    </w:p>
    <w:p w:rsidR="00976596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lastRenderedPageBreak/>
        <w:t>-обеспечение свободного доступа к информационным стендам, столам.</w:t>
      </w:r>
    </w:p>
    <w:p w:rsidR="00AE7A5F" w:rsidRPr="00D352B8" w:rsidRDefault="00AE7A5F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</w:rPr>
        <w:t>2.17.Показатели доступности и качества муниципальных услуг, в том числе количество взаимодействий заявителя с должностными лицами при предоставлении муниципальной услуги.</w:t>
      </w:r>
    </w:p>
    <w:p w:rsidR="00AE7A5F" w:rsidRPr="00D352B8" w:rsidRDefault="00AE7A5F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</w:rPr>
        <w:t>2.17.1.Показатели доступности предоставления услуги:</w:t>
      </w:r>
    </w:p>
    <w:p w:rsidR="00AE7A5F" w:rsidRPr="00D352B8" w:rsidRDefault="00AE7A5F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</w:rPr>
        <w:t>-транспортная доступность к местам предоставления услуги;</w:t>
      </w:r>
    </w:p>
    <w:p w:rsidR="00AE7A5F" w:rsidRPr="00D352B8" w:rsidRDefault="00AE7A5F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</w:rPr>
        <w:t>-сопровождение инвалидов, имеющих стойкие расстройства функции зрения и самостоятельного передвижения, оказание им помощи в МФЦ;</w:t>
      </w:r>
    </w:p>
    <w:p w:rsidR="00AE7A5F" w:rsidRPr="00D352B8" w:rsidRDefault="00AE7A5F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</w:rPr>
        <w:t xml:space="preserve">-допуск в МФЦ </w:t>
      </w:r>
      <w:proofErr w:type="spellStart"/>
      <w:r w:rsidRPr="00D352B8">
        <w:rPr>
          <w:sz w:val="28"/>
          <w:szCs w:val="28"/>
        </w:rPr>
        <w:t>сурдопереводчика</w:t>
      </w:r>
      <w:proofErr w:type="spellEnd"/>
      <w:r w:rsidRPr="00D352B8">
        <w:rPr>
          <w:sz w:val="28"/>
          <w:szCs w:val="28"/>
        </w:rPr>
        <w:t xml:space="preserve"> и </w:t>
      </w:r>
      <w:proofErr w:type="spellStart"/>
      <w:r w:rsidRPr="00D352B8">
        <w:rPr>
          <w:sz w:val="28"/>
          <w:szCs w:val="28"/>
        </w:rPr>
        <w:t>тифлосурдопереводчика</w:t>
      </w:r>
      <w:proofErr w:type="spellEnd"/>
      <w:r w:rsidRPr="00D352B8">
        <w:rPr>
          <w:sz w:val="28"/>
          <w:szCs w:val="28"/>
        </w:rPr>
        <w:t>;</w:t>
      </w:r>
    </w:p>
    <w:p w:rsidR="00AE7A5F" w:rsidRPr="00D352B8" w:rsidRDefault="00AE7A5F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</w:rPr>
        <w:t xml:space="preserve">-допуск в МФЦ собаки-проводника при наличии документа, подтверждающего ее специальное обучение, выданного в соответствии с </w:t>
      </w:r>
      <w:hyperlink r:id="rId12" w:history="1">
        <w:r w:rsidRPr="00D352B8">
          <w:rPr>
            <w:sz w:val="28"/>
            <w:szCs w:val="28"/>
          </w:rPr>
          <w:t>Приказом</w:t>
        </w:r>
      </w:hyperlink>
      <w:r w:rsidRPr="00D352B8">
        <w:rPr>
          <w:sz w:val="28"/>
          <w:szCs w:val="28"/>
        </w:rPr>
        <w:t xml:space="preserve"> Министерства труда и социальной защиты Российской Федерации от 22.06.2015 №386н;</w:t>
      </w:r>
    </w:p>
    <w:p w:rsidR="00AE7A5F" w:rsidRPr="00D352B8" w:rsidRDefault="00AE7A5F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</w:rPr>
        <w:t>-оказание специалистами МФЦ иной необходимой инвалидам помощи в преодолении барьеров, мешающих получению услуг и использованию объектов в МФЦ наравне с другими лицами;</w:t>
      </w:r>
    </w:p>
    <w:p w:rsidR="00AE7A5F" w:rsidRPr="00D352B8" w:rsidRDefault="00AE7A5F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</w:rPr>
        <w:t>-возможность по запросу заявителя выезда работника МФЦ к заявителю для приема заявлений и документов, необходимых для предоставления услуги, а также доставки результатов предоставления услуги, в том числе за плату;</w:t>
      </w:r>
    </w:p>
    <w:p w:rsidR="00AE7A5F" w:rsidRPr="00D352B8" w:rsidRDefault="00AE7A5F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</w:rPr>
        <w:t>-возможность получения информации о ходе предоставления услуги, в том числе с использованием информационно-телекоммуникационных технологий;</w:t>
      </w:r>
    </w:p>
    <w:p w:rsidR="00AE7A5F" w:rsidRPr="00D352B8" w:rsidRDefault="00AE7A5F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</w:rPr>
        <w:t>-возможность предварительной записи в МФЦ для получения услуги;</w:t>
      </w:r>
    </w:p>
    <w:p w:rsidR="00AE7A5F" w:rsidRPr="00D352B8" w:rsidRDefault="00AE7A5F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</w:rPr>
        <w:t>-размещение информации о порядке предоставления услуги на официальном сайте Администрации города Шахты, ЕПГУ, Портале сети МФЦ, а также предоставление специалистами МФЦ при личном обращении, с использованием средств телефонной связи и электронной почты, по почте (по письменным обращениям заявителей);</w:t>
      </w:r>
    </w:p>
    <w:p w:rsidR="00AE7A5F" w:rsidRPr="00D352B8" w:rsidRDefault="00AE7A5F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</w:rPr>
        <w:t>-возможность по</w:t>
      </w:r>
      <w:r w:rsidR="00545912">
        <w:rPr>
          <w:sz w:val="28"/>
          <w:szCs w:val="28"/>
        </w:rPr>
        <w:t>лучения услуги посредством ЕПГУ;</w:t>
      </w:r>
    </w:p>
    <w:p w:rsidR="00AE7A5F" w:rsidRPr="00D352B8" w:rsidRDefault="00AE7A5F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D352B8">
        <w:rPr>
          <w:sz w:val="28"/>
          <w:szCs w:val="28"/>
          <w:lang w:eastAsia="en-US"/>
        </w:rPr>
        <w:t>-возможность предоставления муниципальной услуги в многофункциональном центре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Ростовской области, независимо от места его регистрации на территории Ростовской области, в том числе в качестве субъекта предпринимательской деятельности, места расположения на территории Ростовской области субъектов недвижимости;</w:t>
      </w:r>
      <w:proofErr w:type="gramEnd"/>
    </w:p>
    <w:p w:rsidR="00AE7A5F" w:rsidRDefault="00AE7A5F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  <w:lang w:eastAsia="en-US"/>
        </w:rPr>
        <w:t xml:space="preserve">-возможность получения муниципальной услуги посредством запроса о предоставлении нескольких муниципальных и (или) государственных услуг в </w:t>
      </w:r>
      <w:r w:rsidRPr="00D352B8">
        <w:rPr>
          <w:sz w:val="28"/>
          <w:szCs w:val="28"/>
        </w:rPr>
        <w:t>МФЦ.</w:t>
      </w:r>
    </w:p>
    <w:p w:rsidR="005F4686" w:rsidRPr="00D352B8" w:rsidRDefault="005F468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E19E0">
        <w:rPr>
          <w:sz w:val="28"/>
          <w:szCs w:val="28"/>
        </w:rPr>
        <w:t xml:space="preserve">озможность получения муниципальной услуги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проактивном</w:t>
      </w:r>
      <w:proofErr w:type="spellEnd"/>
      <w:r>
        <w:rPr>
          <w:sz w:val="28"/>
          <w:szCs w:val="28"/>
        </w:rPr>
        <w:t xml:space="preserve"> режиме не предусмотрена</w:t>
      </w:r>
      <w:r w:rsidRPr="00CE19E0">
        <w:rPr>
          <w:sz w:val="28"/>
          <w:szCs w:val="28"/>
        </w:rPr>
        <w:t>.</w:t>
      </w:r>
    </w:p>
    <w:p w:rsidR="00AE7A5F" w:rsidRPr="00F20721" w:rsidRDefault="00A21A28" w:rsidP="007478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2.17.2.</w:t>
      </w:r>
      <w:r w:rsidR="00AE7A5F" w:rsidRPr="00F20721">
        <w:rPr>
          <w:sz w:val="28"/>
          <w:szCs w:val="28"/>
        </w:rPr>
        <w:t>Показатели качества предоставления услуги:</w:t>
      </w:r>
    </w:p>
    <w:p w:rsidR="00AE7A5F" w:rsidRPr="00F20721" w:rsidRDefault="00AE7A5F" w:rsidP="007478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F20721">
        <w:rPr>
          <w:sz w:val="28"/>
          <w:szCs w:val="28"/>
        </w:rPr>
        <w:t>воевременность предоставления муниципальной услуги в соответствии со стандартом ее предоставления, установленным настоящим Регламентом.</w:t>
      </w:r>
    </w:p>
    <w:p w:rsidR="00AE7A5F" w:rsidRPr="00F20721" w:rsidRDefault="00AE7A5F" w:rsidP="007478B2">
      <w:pPr>
        <w:ind w:firstLine="709"/>
        <w:jc w:val="both"/>
        <w:rPr>
          <w:sz w:val="28"/>
          <w:szCs w:val="28"/>
        </w:rPr>
      </w:pPr>
      <w:r w:rsidRPr="00F20721">
        <w:rPr>
          <w:sz w:val="28"/>
          <w:szCs w:val="28"/>
        </w:rPr>
        <w:lastRenderedPageBreak/>
        <w:t>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AE7A5F" w:rsidRPr="00F20721" w:rsidRDefault="00AE7A5F" w:rsidP="007478B2">
      <w:pPr>
        <w:ind w:firstLine="709"/>
        <w:jc w:val="both"/>
        <w:rPr>
          <w:sz w:val="28"/>
          <w:szCs w:val="28"/>
        </w:rPr>
      </w:pPr>
      <w:r w:rsidRPr="00F20721">
        <w:rPr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AE7A5F" w:rsidRPr="00F20721" w:rsidRDefault="00AE7A5F" w:rsidP="007478B2">
      <w:pPr>
        <w:ind w:firstLine="709"/>
        <w:jc w:val="both"/>
        <w:rPr>
          <w:sz w:val="28"/>
          <w:szCs w:val="28"/>
        </w:rPr>
      </w:pPr>
      <w:r w:rsidRPr="00F20721">
        <w:rPr>
          <w:sz w:val="28"/>
          <w:szCs w:val="28"/>
        </w:rPr>
        <w:t>Отсутствие нарушений установленных сроков в процессе предоставления муниципальной услуги.</w:t>
      </w:r>
    </w:p>
    <w:p w:rsidR="00AE7A5F" w:rsidRPr="00D352B8" w:rsidRDefault="00AE7A5F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721">
        <w:rPr>
          <w:sz w:val="28"/>
          <w:szCs w:val="28"/>
        </w:rPr>
        <w:t xml:space="preserve">Отсутствие заявлений об оспаривании решений, действий (бездействия) </w:t>
      </w:r>
      <w:proofErr w:type="spellStart"/>
      <w:r w:rsidRPr="00F20721">
        <w:rPr>
          <w:sz w:val="28"/>
          <w:szCs w:val="28"/>
        </w:rPr>
        <w:t>ДАГиТР</w:t>
      </w:r>
      <w:proofErr w:type="spellEnd"/>
      <w:r w:rsidRPr="00F20721">
        <w:rPr>
          <w:sz w:val="28"/>
          <w:szCs w:val="28"/>
        </w:rPr>
        <w:t xml:space="preserve">, его должностных лиц, принимаемых (совершенных) при предоставлении муниципальной услуги, по </w:t>
      </w:r>
      <w:proofErr w:type="gramStart"/>
      <w:r w:rsidRPr="00F20721">
        <w:rPr>
          <w:sz w:val="28"/>
          <w:szCs w:val="28"/>
        </w:rPr>
        <w:t>итогам</w:t>
      </w:r>
      <w:proofErr w:type="gramEnd"/>
      <w:r w:rsidRPr="00F20721">
        <w:rPr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</w:t>
      </w:r>
      <w:r>
        <w:rPr>
          <w:sz w:val="28"/>
          <w:szCs w:val="28"/>
        </w:rPr>
        <w:t>.</w:t>
      </w:r>
    </w:p>
    <w:p w:rsidR="00AE7A5F" w:rsidRPr="00D352B8" w:rsidRDefault="00AE7A5F" w:rsidP="007478B2">
      <w:pPr>
        <w:widowControl w:val="0"/>
        <w:tabs>
          <w:tab w:val="left" w:pos="554"/>
          <w:tab w:val="left" w:pos="1418"/>
        </w:tabs>
        <w:ind w:firstLine="709"/>
        <w:jc w:val="both"/>
        <w:rPr>
          <w:sz w:val="28"/>
          <w:szCs w:val="28"/>
          <w:lang w:eastAsia="en-US"/>
        </w:rPr>
      </w:pPr>
      <w:r w:rsidRPr="00D352B8">
        <w:rPr>
          <w:sz w:val="28"/>
          <w:szCs w:val="28"/>
          <w:lang w:eastAsia="en-US"/>
        </w:rPr>
        <w:t>2.18.</w:t>
      </w:r>
      <w:r w:rsidRPr="00D352B8">
        <w:rPr>
          <w:bCs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МАУ </w:t>
      </w:r>
      <w:r w:rsidR="00545912">
        <w:rPr>
          <w:bCs/>
          <w:sz w:val="28"/>
          <w:szCs w:val="28"/>
        </w:rPr>
        <w:t>«</w:t>
      </w:r>
      <w:r w:rsidR="005036CA">
        <w:rPr>
          <w:bCs/>
          <w:sz w:val="28"/>
          <w:szCs w:val="28"/>
        </w:rPr>
        <w:t>МФЦ г.Шахты</w:t>
      </w:r>
      <w:r w:rsidR="00545912">
        <w:rPr>
          <w:bCs/>
          <w:sz w:val="28"/>
          <w:szCs w:val="28"/>
        </w:rPr>
        <w:t>»</w:t>
      </w:r>
      <w:r w:rsidRPr="00D352B8">
        <w:rPr>
          <w:bCs/>
          <w:sz w:val="28"/>
          <w:szCs w:val="28"/>
        </w:rPr>
        <w:t>, особенности предоставления муниципальных услуг по экстерриториальному принципу 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  <w:r w:rsidRPr="00D352B8">
        <w:rPr>
          <w:sz w:val="28"/>
          <w:szCs w:val="28"/>
          <w:lang w:eastAsia="en-US"/>
        </w:rPr>
        <w:t>.</w:t>
      </w:r>
    </w:p>
    <w:p w:rsidR="00AE7A5F" w:rsidRPr="00D352B8" w:rsidRDefault="00AE7A5F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352B8">
        <w:rPr>
          <w:bCs/>
          <w:sz w:val="28"/>
          <w:szCs w:val="28"/>
        </w:rPr>
        <w:t xml:space="preserve">Заявителям обеспечивается возможность направления заявления, документов и сведений, необходимых в соответствии с нормативными правовыми актами для предоставления муниципальной услуги, в электронном виде посредством Портала </w:t>
      </w:r>
      <w:proofErr w:type="spellStart"/>
      <w:r w:rsidRPr="00D352B8">
        <w:rPr>
          <w:bCs/>
          <w:sz w:val="28"/>
          <w:szCs w:val="28"/>
        </w:rPr>
        <w:t>госуслуг</w:t>
      </w:r>
      <w:proofErr w:type="spellEnd"/>
      <w:r w:rsidRPr="00D352B8">
        <w:rPr>
          <w:bCs/>
          <w:sz w:val="28"/>
          <w:szCs w:val="28"/>
        </w:rPr>
        <w:t>.</w:t>
      </w:r>
    </w:p>
    <w:p w:rsidR="00AE7A5F" w:rsidRPr="00D352B8" w:rsidRDefault="00AE7A5F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352B8">
        <w:rPr>
          <w:bCs/>
          <w:sz w:val="28"/>
          <w:szCs w:val="28"/>
        </w:rPr>
        <w:t xml:space="preserve">Для получения муниципальной услуги заявитель должен авторизоваться на Портале </w:t>
      </w:r>
      <w:proofErr w:type="spellStart"/>
      <w:r w:rsidRPr="00D352B8">
        <w:rPr>
          <w:bCs/>
          <w:sz w:val="28"/>
          <w:szCs w:val="28"/>
        </w:rPr>
        <w:t>госуслуг</w:t>
      </w:r>
      <w:proofErr w:type="spellEnd"/>
      <w:r w:rsidRPr="00D352B8">
        <w:rPr>
          <w:bCs/>
          <w:sz w:val="28"/>
          <w:szCs w:val="28"/>
        </w:rPr>
        <w:t xml:space="preserve"> в роли частного лица (физическое лицо) с подтверждённой учётной записью в ЕСИА, указать наименование муниципальной услуги и заполнить предложенную интерактивную форму заявления.</w:t>
      </w:r>
    </w:p>
    <w:p w:rsidR="00AE7A5F" w:rsidRPr="00D352B8" w:rsidRDefault="00AE7A5F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352B8">
        <w:rPr>
          <w:bCs/>
          <w:sz w:val="28"/>
          <w:szCs w:val="28"/>
        </w:rPr>
        <w:t xml:space="preserve">В случае направления заявления посредством Портала </w:t>
      </w:r>
      <w:proofErr w:type="spellStart"/>
      <w:r w:rsidRPr="00D352B8">
        <w:rPr>
          <w:bCs/>
          <w:sz w:val="28"/>
          <w:szCs w:val="28"/>
        </w:rPr>
        <w:t>госуслуг</w:t>
      </w:r>
      <w:proofErr w:type="spellEnd"/>
      <w:r w:rsidRPr="00D352B8">
        <w:rPr>
          <w:bCs/>
          <w:sz w:val="28"/>
          <w:szCs w:val="28"/>
        </w:rPr>
        <w:t xml:space="preserve">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- ЕСИА) из состава соответствующих данных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E7A5F" w:rsidRPr="00D352B8" w:rsidRDefault="00AE7A5F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352B8">
        <w:rPr>
          <w:bCs/>
          <w:sz w:val="28"/>
          <w:szCs w:val="28"/>
        </w:rPr>
        <w:t xml:space="preserve">При обращении заявителя для предоставления муниципальной услуги с использованием Портала </w:t>
      </w:r>
      <w:proofErr w:type="spellStart"/>
      <w:r w:rsidRPr="00D352B8">
        <w:rPr>
          <w:bCs/>
          <w:sz w:val="28"/>
          <w:szCs w:val="28"/>
        </w:rPr>
        <w:t>госуслуг</w:t>
      </w:r>
      <w:proofErr w:type="spellEnd"/>
      <w:r w:rsidRPr="00D352B8">
        <w:rPr>
          <w:bCs/>
          <w:sz w:val="28"/>
          <w:szCs w:val="28"/>
        </w:rPr>
        <w:t xml:space="preserve"> подача заявления осуществляется с использованием простой электронной подписи при условии, что личность заявителя установлена при личном приеме при выдаче ключа простой электронной подписи.</w:t>
      </w:r>
    </w:p>
    <w:p w:rsidR="00AE7A5F" w:rsidRPr="00D352B8" w:rsidRDefault="00AE7A5F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352B8">
        <w:rPr>
          <w:bCs/>
          <w:sz w:val="28"/>
          <w:szCs w:val="28"/>
        </w:rPr>
        <w:t>Электронная форма муниципальной услуги предусматривает возможность прикрепления в электронном виде документов, предусмотренных пунктами 2.6-2.7 настоящего Регламента, заверенных усиленной квалифицированной электронной подписью уполномоченного органа (организации).</w:t>
      </w:r>
    </w:p>
    <w:p w:rsidR="00AE7A5F" w:rsidRPr="00D352B8" w:rsidRDefault="00AE7A5F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D352B8">
        <w:rPr>
          <w:bCs/>
          <w:sz w:val="28"/>
          <w:szCs w:val="28"/>
        </w:rPr>
        <w:t xml:space="preserve">Перечень видов электронной подписи, которые допускаются к использованию при обращении за получением муниципальной услуги, а также право заявителя - физического лица использовать простую электронную </w:t>
      </w:r>
      <w:r w:rsidRPr="00D352B8">
        <w:rPr>
          <w:bCs/>
          <w:sz w:val="28"/>
          <w:szCs w:val="28"/>
        </w:rPr>
        <w:lastRenderedPageBreak/>
        <w:t>подпись установл</w:t>
      </w:r>
      <w:r w:rsidR="00545912">
        <w:rPr>
          <w:bCs/>
          <w:sz w:val="28"/>
          <w:szCs w:val="28"/>
        </w:rPr>
        <w:t xml:space="preserve">ены </w:t>
      </w:r>
      <w:r w:rsidRPr="00D352B8">
        <w:rPr>
          <w:bCs/>
          <w:sz w:val="28"/>
          <w:szCs w:val="28"/>
        </w:rPr>
        <w:t>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</w:t>
      </w:r>
      <w:r w:rsidR="00545912">
        <w:rPr>
          <w:bCs/>
          <w:sz w:val="28"/>
          <w:szCs w:val="28"/>
        </w:rPr>
        <w:t>йской Федерации от 25.06.2012 №</w:t>
      </w:r>
      <w:r w:rsidRPr="00D352B8">
        <w:rPr>
          <w:bCs/>
          <w:sz w:val="28"/>
          <w:szCs w:val="28"/>
        </w:rPr>
        <w:t>634.</w:t>
      </w:r>
      <w:proofErr w:type="gramEnd"/>
    </w:p>
    <w:p w:rsidR="00AE7A5F" w:rsidRPr="00D352B8" w:rsidRDefault="00AE7A5F" w:rsidP="007478B2">
      <w:pPr>
        <w:widowControl w:val="0"/>
        <w:tabs>
          <w:tab w:val="left" w:pos="554"/>
          <w:tab w:val="left" w:pos="1418"/>
        </w:tabs>
        <w:ind w:firstLine="709"/>
        <w:jc w:val="both"/>
        <w:rPr>
          <w:sz w:val="28"/>
          <w:szCs w:val="28"/>
          <w:lang w:eastAsia="en-US"/>
        </w:rPr>
      </w:pPr>
      <w:r w:rsidRPr="00D352B8">
        <w:rPr>
          <w:sz w:val="28"/>
          <w:szCs w:val="28"/>
        </w:rPr>
        <w:t>2.18.1.Документы,</w:t>
      </w:r>
      <w:r w:rsidRPr="00D352B8">
        <w:rPr>
          <w:spacing w:val="-10"/>
          <w:sz w:val="28"/>
          <w:szCs w:val="28"/>
        </w:rPr>
        <w:t xml:space="preserve"> </w:t>
      </w:r>
      <w:r w:rsidRPr="00D352B8">
        <w:rPr>
          <w:sz w:val="28"/>
          <w:szCs w:val="28"/>
        </w:rPr>
        <w:t>прилагаемые</w:t>
      </w:r>
      <w:r w:rsidRPr="00D352B8">
        <w:rPr>
          <w:spacing w:val="-10"/>
          <w:sz w:val="28"/>
          <w:szCs w:val="28"/>
        </w:rPr>
        <w:t xml:space="preserve"> </w:t>
      </w:r>
      <w:r w:rsidRPr="00D352B8">
        <w:rPr>
          <w:sz w:val="28"/>
          <w:szCs w:val="28"/>
        </w:rPr>
        <w:t>заявителем</w:t>
      </w:r>
      <w:r w:rsidRPr="00D352B8">
        <w:rPr>
          <w:spacing w:val="-10"/>
          <w:sz w:val="28"/>
          <w:szCs w:val="28"/>
        </w:rPr>
        <w:t xml:space="preserve"> </w:t>
      </w:r>
      <w:r w:rsidRPr="00D352B8">
        <w:rPr>
          <w:sz w:val="28"/>
          <w:szCs w:val="28"/>
        </w:rPr>
        <w:t>к</w:t>
      </w:r>
      <w:r w:rsidRPr="00D352B8">
        <w:rPr>
          <w:spacing w:val="-10"/>
          <w:sz w:val="28"/>
          <w:szCs w:val="28"/>
        </w:rPr>
        <w:t xml:space="preserve"> </w:t>
      </w:r>
      <w:r w:rsidRPr="00D352B8">
        <w:rPr>
          <w:sz w:val="28"/>
          <w:szCs w:val="28"/>
        </w:rPr>
        <w:t>заявлению, представляемые в электронной форме, направляются в следующих форматах:</w:t>
      </w:r>
    </w:p>
    <w:p w:rsidR="00AE7A5F" w:rsidRPr="00D352B8" w:rsidRDefault="00AE7A5F" w:rsidP="007478B2">
      <w:pPr>
        <w:widowControl w:val="0"/>
        <w:tabs>
          <w:tab w:val="left" w:pos="554"/>
          <w:tab w:val="left" w:pos="1418"/>
        </w:tabs>
        <w:ind w:firstLine="709"/>
        <w:jc w:val="both"/>
        <w:rPr>
          <w:sz w:val="28"/>
          <w:szCs w:val="28"/>
          <w:lang w:eastAsia="en-US"/>
        </w:rPr>
      </w:pPr>
      <w:r w:rsidRPr="00D352B8">
        <w:rPr>
          <w:sz w:val="28"/>
          <w:szCs w:val="28"/>
        </w:rPr>
        <w:t>а)</w:t>
      </w:r>
      <w:proofErr w:type="spellStart"/>
      <w:r w:rsidRPr="00D352B8">
        <w:rPr>
          <w:sz w:val="28"/>
          <w:szCs w:val="28"/>
        </w:rPr>
        <w:t>xml</w:t>
      </w:r>
      <w:proofErr w:type="spellEnd"/>
      <w:r w:rsidRPr="00D352B8">
        <w:rPr>
          <w:sz w:val="28"/>
          <w:szCs w:val="28"/>
        </w:rPr>
        <w:t xml:space="preserve"> - для документов, в отношении которых утверждены формы и требования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по</w:t>
      </w:r>
      <w:r w:rsidRPr="00D352B8">
        <w:rPr>
          <w:spacing w:val="-7"/>
          <w:sz w:val="28"/>
          <w:szCs w:val="28"/>
        </w:rPr>
        <w:t xml:space="preserve"> </w:t>
      </w:r>
      <w:r w:rsidRPr="00D352B8">
        <w:rPr>
          <w:sz w:val="28"/>
          <w:szCs w:val="28"/>
        </w:rPr>
        <w:t>формированию</w:t>
      </w:r>
      <w:r w:rsidRPr="00D352B8">
        <w:rPr>
          <w:spacing w:val="-7"/>
          <w:sz w:val="28"/>
          <w:szCs w:val="28"/>
        </w:rPr>
        <w:t xml:space="preserve"> </w:t>
      </w:r>
      <w:r w:rsidRPr="00D352B8">
        <w:rPr>
          <w:sz w:val="28"/>
          <w:szCs w:val="28"/>
        </w:rPr>
        <w:t>электронных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документов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в</w:t>
      </w:r>
      <w:r w:rsidRPr="00D352B8">
        <w:rPr>
          <w:spacing w:val="-7"/>
          <w:sz w:val="28"/>
          <w:szCs w:val="28"/>
        </w:rPr>
        <w:t xml:space="preserve"> </w:t>
      </w:r>
      <w:r w:rsidRPr="00D352B8">
        <w:rPr>
          <w:sz w:val="28"/>
          <w:szCs w:val="28"/>
        </w:rPr>
        <w:t>виде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файлов</w:t>
      </w:r>
      <w:r w:rsidRPr="00D352B8">
        <w:rPr>
          <w:spacing w:val="-7"/>
          <w:sz w:val="28"/>
          <w:szCs w:val="28"/>
        </w:rPr>
        <w:t xml:space="preserve"> </w:t>
      </w:r>
      <w:r w:rsidRPr="00D352B8">
        <w:rPr>
          <w:sz w:val="28"/>
          <w:szCs w:val="28"/>
        </w:rPr>
        <w:t>в</w:t>
      </w:r>
      <w:r w:rsidRPr="00D352B8">
        <w:rPr>
          <w:spacing w:val="-7"/>
          <w:sz w:val="28"/>
          <w:szCs w:val="28"/>
        </w:rPr>
        <w:t xml:space="preserve"> </w:t>
      </w:r>
      <w:r w:rsidRPr="00D352B8">
        <w:rPr>
          <w:sz w:val="28"/>
          <w:szCs w:val="28"/>
        </w:rPr>
        <w:t xml:space="preserve">формате </w:t>
      </w:r>
      <w:proofErr w:type="spellStart"/>
      <w:r w:rsidRPr="00D352B8">
        <w:rPr>
          <w:spacing w:val="-4"/>
          <w:sz w:val="28"/>
          <w:szCs w:val="28"/>
        </w:rPr>
        <w:t>xml</w:t>
      </w:r>
      <w:proofErr w:type="spellEnd"/>
      <w:r w:rsidRPr="00D352B8">
        <w:rPr>
          <w:spacing w:val="-4"/>
          <w:sz w:val="28"/>
          <w:szCs w:val="28"/>
        </w:rPr>
        <w:t>;</w:t>
      </w:r>
    </w:p>
    <w:p w:rsidR="00AE7A5F" w:rsidRPr="00D352B8" w:rsidRDefault="00AE7A5F" w:rsidP="007478B2">
      <w:pPr>
        <w:widowControl w:val="0"/>
        <w:tabs>
          <w:tab w:val="left" w:pos="554"/>
          <w:tab w:val="left" w:pos="1418"/>
        </w:tabs>
        <w:ind w:firstLine="709"/>
        <w:jc w:val="both"/>
        <w:rPr>
          <w:sz w:val="28"/>
          <w:szCs w:val="28"/>
          <w:lang w:eastAsia="en-US"/>
        </w:rPr>
      </w:pPr>
      <w:r w:rsidRPr="00D352B8">
        <w:rPr>
          <w:sz w:val="28"/>
          <w:szCs w:val="28"/>
        </w:rPr>
        <w:t>б)</w:t>
      </w:r>
      <w:proofErr w:type="spellStart"/>
      <w:r w:rsidRPr="00D352B8">
        <w:rPr>
          <w:sz w:val="28"/>
          <w:szCs w:val="28"/>
        </w:rPr>
        <w:t>doc</w:t>
      </w:r>
      <w:proofErr w:type="spellEnd"/>
      <w:r w:rsidRPr="00D352B8">
        <w:rPr>
          <w:sz w:val="28"/>
          <w:szCs w:val="28"/>
        </w:rPr>
        <w:t>,</w:t>
      </w:r>
      <w:r w:rsidRPr="00D352B8">
        <w:rPr>
          <w:spacing w:val="-18"/>
          <w:sz w:val="28"/>
          <w:szCs w:val="28"/>
        </w:rPr>
        <w:t xml:space="preserve"> </w:t>
      </w:r>
      <w:proofErr w:type="spellStart"/>
      <w:r w:rsidRPr="00D352B8">
        <w:rPr>
          <w:sz w:val="28"/>
          <w:szCs w:val="28"/>
        </w:rPr>
        <w:t>docx</w:t>
      </w:r>
      <w:proofErr w:type="spellEnd"/>
      <w:r w:rsidRPr="00D352B8">
        <w:rPr>
          <w:sz w:val="28"/>
          <w:szCs w:val="28"/>
        </w:rPr>
        <w:t>,</w:t>
      </w:r>
      <w:r w:rsidRPr="00D352B8">
        <w:rPr>
          <w:spacing w:val="-17"/>
          <w:sz w:val="28"/>
          <w:szCs w:val="28"/>
        </w:rPr>
        <w:t xml:space="preserve"> </w:t>
      </w:r>
      <w:proofErr w:type="spellStart"/>
      <w:r w:rsidRPr="00D352B8">
        <w:rPr>
          <w:sz w:val="28"/>
          <w:szCs w:val="28"/>
        </w:rPr>
        <w:t>odt</w:t>
      </w:r>
      <w:proofErr w:type="spellEnd"/>
      <w:r w:rsidRPr="00D352B8">
        <w:rPr>
          <w:spacing w:val="-7"/>
          <w:sz w:val="28"/>
          <w:szCs w:val="28"/>
        </w:rPr>
        <w:t xml:space="preserve"> </w:t>
      </w:r>
      <w:r w:rsidRPr="00D352B8">
        <w:rPr>
          <w:sz w:val="28"/>
          <w:szCs w:val="28"/>
        </w:rPr>
        <w:t>-</w:t>
      </w:r>
      <w:r w:rsidRPr="00D352B8">
        <w:rPr>
          <w:spacing w:val="-6"/>
          <w:sz w:val="28"/>
          <w:szCs w:val="28"/>
        </w:rPr>
        <w:t xml:space="preserve"> </w:t>
      </w:r>
      <w:r w:rsidRPr="00D352B8">
        <w:rPr>
          <w:sz w:val="28"/>
          <w:szCs w:val="28"/>
        </w:rPr>
        <w:t>для</w:t>
      </w:r>
      <w:r w:rsidRPr="00D352B8">
        <w:rPr>
          <w:spacing w:val="-7"/>
          <w:sz w:val="28"/>
          <w:szCs w:val="28"/>
        </w:rPr>
        <w:t xml:space="preserve"> </w:t>
      </w:r>
      <w:r w:rsidRPr="00D352B8">
        <w:rPr>
          <w:sz w:val="28"/>
          <w:szCs w:val="28"/>
        </w:rPr>
        <w:t>документов</w:t>
      </w:r>
      <w:r w:rsidRPr="00D352B8">
        <w:rPr>
          <w:spacing w:val="-7"/>
          <w:sz w:val="28"/>
          <w:szCs w:val="28"/>
        </w:rPr>
        <w:t xml:space="preserve"> </w:t>
      </w:r>
      <w:r w:rsidRPr="00D352B8">
        <w:rPr>
          <w:sz w:val="28"/>
          <w:szCs w:val="28"/>
        </w:rPr>
        <w:t>с</w:t>
      </w:r>
      <w:r w:rsidRPr="00D352B8">
        <w:rPr>
          <w:spacing w:val="-7"/>
          <w:sz w:val="28"/>
          <w:szCs w:val="28"/>
        </w:rPr>
        <w:t xml:space="preserve"> </w:t>
      </w:r>
      <w:r w:rsidRPr="00D352B8">
        <w:rPr>
          <w:sz w:val="28"/>
          <w:szCs w:val="28"/>
        </w:rPr>
        <w:t>текстовым</w:t>
      </w:r>
      <w:r w:rsidRPr="00D352B8">
        <w:rPr>
          <w:spacing w:val="-6"/>
          <w:sz w:val="28"/>
          <w:szCs w:val="28"/>
        </w:rPr>
        <w:t xml:space="preserve"> </w:t>
      </w:r>
      <w:r w:rsidRPr="00D352B8">
        <w:rPr>
          <w:sz w:val="28"/>
          <w:szCs w:val="28"/>
        </w:rPr>
        <w:t>содержанием,</w:t>
      </w:r>
      <w:r w:rsidRPr="00D352B8">
        <w:rPr>
          <w:spacing w:val="-6"/>
          <w:sz w:val="28"/>
          <w:szCs w:val="28"/>
        </w:rPr>
        <w:t xml:space="preserve"> </w:t>
      </w:r>
      <w:r w:rsidRPr="00D352B8">
        <w:rPr>
          <w:sz w:val="28"/>
          <w:szCs w:val="28"/>
        </w:rPr>
        <w:t>не</w:t>
      </w:r>
      <w:r w:rsidRPr="00D352B8">
        <w:rPr>
          <w:spacing w:val="-6"/>
          <w:sz w:val="28"/>
          <w:szCs w:val="28"/>
        </w:rPr>
        <w:t xml:space="preserve"> </w:t>
      </w:r>
      <w:r w:rsidRPr="00D352B8">
        <w:rPr>
          <w:sz w:val="28"/>
          <w:szCs w:val="28"/>
        </w:rPr>
        <w:t>включающим формулы</w:t>
      </w:r>
      <w:r w:rsidRPr="00D352B8">
        <w:rPr>
          <w:spacing w:val="40"/>
          <w:sz w:val="28"/>
          <w:szCs w:val="28"/>
        </w:rPr>
        <w:t xml:space="preserve"> </w:t>
      </w:r>
      <w:r w:rsidRPr="00D352B8">
        <w:rPr>
          <w:sz w:val="28"/>
          <w:szCs w:val="28"/>
        </w:rPr>
        <w:t>(за исключением документов, указанных в подпункте</w:t>
      </w:r>
      <w:r w:rsidRPr="00D352B8">
        <w:rPr>
          <w:spacing w:val="40"/>
          <w:sz w:val="28"/>
          <w:szCs w:val="28"/>
        </w:rPr>
        <w:t xml:space="preserve"> </w:t>
      </w:r>
      <w:r w:rsidR="00545912">
        <w:rPr>
          <w:sz w:val="28"/>
          <w:szCs w:val="28"/>
        </w:rPr>
        <w:t>«в»</w:t>
      </w:r>
      <w:r w:rsidRPr="00D352B8">
        <w:rPr>
          <w:sz w:val="28"/>
          <w:szCs w:val="28"/>
        </w:rPr>
        <w:t xml:space="preserve"> настоящего </w:t>
      </w:r>
      <w:r w:rsidRPr="00D352B8">
        <w:rPr>
          <w:spacing w:val="-2"/>
          <w:sz w:val="28"/>
          <w:szCs w:val="28"/>
        </w:rPr>
        <w:t>пункта);</w:t>
      </w:r>
    </w:p>
    <w:p w:rsidR="00AE7A5F" w:rsidRPr="00D352B8" w:rsidRDefault="00AE7A5F" w:rsidP="007478B2">
      <w:pPr>
        <w:widowControl w:val="0"/>
        <w:tabs>
          <w:tab w:val="left" w:pos="554"/>
          <w:tab w:val="left" w:pos="1418"/>
        </w:tabs>
        <w:ind w:firstLine="709"/>
        <w:jc w:val="both"/>
        <w:rPr>
          <w:sz w:val="28"/>
          <w:szCs w:val="28"/>
          <w:lang w:eastAsia="en-US"/>
        </w:rPr>
      </w:pPr>
      <w:r w:rsidRPr="00D352B8">
        <w:rPr>
          <w:sz w:val="28"/>
          <w:szCs w:val="28"/>
        </w:rPr>
        <w:t>в)</w:t>
      </w:r>
      <w:proofErr w:type="spellStart"/>
      <w:r w:rsidRPr="00D352B8">
        <w:rPr>
          <w:sz w:val="28"/>
          <w:szCs w:val="28"/>
        </w:rPr>
        <w:t>xls</w:t>
      </w:r>
      <w:proofErr w:type="spellEnd"/>
      <w:r w:rsidRPr="00D352B8">
        <w:rPr>
          <w:sz w:val="28"/>
          <w:szCs w:val="28"/>
        </w:rPr>
        <w:t>,</w:t>
      </w:r>
      <w:r w:rsidRPr="00D352B8">
        <w:rPr>
          <w:spacing w:val="-7"/>
          <w:sz w:val="28"/>
          <w:szCs w:val="28"/>
        </w:rPr>
        <w:t xml:space="preserve"> </w:t>
      </w:r>
      <w:proofErr w:type="spellStart"/>
      <w:r w:rsidRPr="00D352B8">
        <w:rPr>
          <w:sz w:val="28"/>
          <w:szCs w:val="28"/>
        </w:rPr>
        <w:t>xlsx</w:t>
      </w:r>
      <w:proofErr w:type="spellEnd"/>
      <w:r w:rsidRPr="00D352B8">
        <w:rPr>
          <w:sz w:val="28"/>
          <w:szCs w:val="28"/>
        </w:rPr>
        <w:t>,</w:t>
      </w:r>
      <w:r w:rsidRPr="00D352B8">
        <w:rPr>
          <w:spacing w:val="-7"/>
          <w:sz w:val="28"/>
          <w:szCs w:val="28"/>
        </w:rPr>
        <w:t xml:space="preserve"> </w:t>
      </w:r>
      <w:proofErr w:type="spellStart"/>
      <w:r w:rsidRPr="00D352B8">
        <w:rPr>
          <w:sz w:val="28"/>
          <w:szCs w:val="28"/>
        </w:rPr>
        <w:t>ods</w:t>
      </w:r>
      <w:proofErr w:type="spellEnd"/>
      <w:r w:rsidRPr="00D352B8">
        <w:rPr>
          <w:spacing w:val="-5"/>
          <w:sz w:val="28"/>
          <w:szCs w:val="28"/>
        </w:rPr>
        <w:t xml:space="preserve"> </w:t>
      </w:r>
      <w:r w:rsidRPr="00D352B8">
        <w:rPr>
          <w:sz w:val="28"/>
          <w:szCs w:val="28"/>
        </w:rPr>
        <w:t>-</w:t>
      </w:r>
      <w:r w:rsidRPr="00D352B8">
        <w:rPr>
          <w:spacing w:val="-5"/>
          <w:sz w:val="28"/>
          <w:szCs w:val="28"/>
        </w:rPr>
        <w:t xml:space="preserve"> </w:t>
      </w:r>
      <w:r w:rsidRPr="00D352B8">
        <w:rPr>
          <w:sz w:val="28"/>
          <w:szCs w:val="28"/>
        </w:rPr>
        <w:t>для</w:t>
      </w:r>
      <w:r w:rsidRPr="00D352B8">
        <w:rPr>
          <w:spacing w:val="-6"/>
          <w:sz w:val="28"/>
          <w:szCs w:val="28"/>
        </w:rPr>
        <w:t xml:space="preserve"> </w:t>
      </w:r>
      <w:r w:rsidRPr="00D352B8">
        <w:rPr>
          <w:sz w:val="28"/>
          <w:szCs w:val="28"/>
        </w:rPr>
        <w:t>документов,</w:t>
      </w:r>
      <w:r w:rsidRPr="00D352B8">
        <w:rPr>
          <w:spacing w:val="-7"/>
          <w:sz w:val="28"/>
          <w:szCs w:val="28"/>
        </w:rPr>
        <w:t xml:space="preserve"> </w:t>
      </w:r>
      <w:r w:rsidRPr="00D352B8">
        <w:rPr>
          <w:sz w:val="28"/>
          <w:szCs w:val="28"/>
        </w:rPr>
        <w:t>содержащих</w:t>
      </w:r>
      <w:r w:rsidRPr="00D352B8">
        <w:rPr>
          <w:spacing w:val="-5"/>
          <w:sz w:val="28"/>
          <w:szCs w:val="28"/>
        </w:rPr>
        <w:t xml:space="preserve"> </w:t>
      </w:r>
      <w:r w:rsidRPr="00D352B8">
        <w:rPr>
          <w:spacing w:val="-2"/>
          <w:sz w:val="28"/>
          <w:szCs w:val="28"/>
        </w:rPr>
        <w:t>расчеты;</w:t>
      </w:r>
    </w:p>
    <w:p w:rsidR="00AE7A5F" w:rsidRPr="00D352B8" w:rsidRDefault="00AE7A5F" w:rsidP="007478B2">
      <w:pPr>
        <w:widowControl w:val="0"/>
        <w:tabs>
          <w:tab w:val="left" w:pos="554"/>
          <w:tab w:val="left" w:pos="1418"/>
        </w:tabs>
        <w:ind w:firstLine="709"/>
        <w:jc w:val="both"/>
        <w:rPr>
          <w:sz w:val="28"/>
          <w:szCs w:val="28"/>
          <w:lang w:eastAsia="en-US"/>
        </w:rPr>
      </w:pPr>
      <w:r w:rsidRPr="00D352B8">
        <w:rPr>
          <w:sz w:val="28"/>
          <w:szCs w:val="28"/>
        </w:rPr>
        <w:t>г)</w:t>
      </w:r>
      <w:proofErr w:type="spellStart"/>
      <w:r w:rsidRPr="00D352B8">
        <w:rPr>
          <w:sz w:val="28"/>
          <w:szCs w:val="28"/>
        </w:rPr>
        <w:t>pdf</w:t>
      </w:r>
      <w:proofErr w:type="spellEnd"/>
      <w:r w:rsidRPr="00D352B8">
        <w:rPr>
          <w:sz w:val="28"/>
          <w:szCs w:val="28"/>
        </w:rPr>
        <w:t xml:space="preserve">, </w:t>
      </w:r>
      <w:proofErr w:type="spellStart"/>
      <w:r w:rsidRPr="00D352B8">
        <w:rPr>
          <w:sz w:val="28"/>
          <w:szCs w:val="28"/>
        </w:rPr>
        <w:t>jpg</w:t>
      </w:r>
      <w:proofErr w:type="spellEnd"/>
      <w:r w:rsidRPr="00D352B8">
        <w:rPr>
          <w:sz w:val="28"/>
          <w:szCs w:val="28"/>
        </w:rPr>
        <w:t xml:space="preserve">, </w:t>
      </w:r>
      <w:proofErr w:type="spellStart"/>
      <w:r w:rsidRPr="00D352B8">
        <w:rPr>
          <w:sz w:val="28"/>
          <w:szCs w:val="28"/>
        </w:rPr>
        <w:t>jpeg</w:t>
      </w:r>
      <w:proofErr w:type="spellEnd"/>
      <w:r w:rsidRPr="00D352B8">
        <w:rPr>
          <w:sz w:val="28"/>
          <w:szCs w:val="28"/>
        </w:rPr>
        <w:t xml:space="preserve">, </w:t>
      </w:r>
      <w:proofErr w:type="spellStart"/>
      <w:r w:rsidRPr="00D352B8">
        <w:rPr>
          <w:sz w:val="28"/>
          <w:szCs w:val="28"/>
        </w:rPr>
        <w:t>png</w:t>
      </w:r>
      <w:proofErr w:type="spellEnd"/>
      <w:r w:rsidRPr="00D352B8">
        <w:rPr>
          <w:sz w:val="28"/>
          <w:szCs w:val="28"/>
        </w:rPr>
        <w:t xml:space="preserve">, </w:t>
      </w:r>
      <w:proofErr w:type="spellStart"/>
      <w:r w:rsidRPr="00D352B8">
        <w:rPr>
          <w:sz w:val="28"/>
          <w:szCs w:val="28"/>
        </w:rPr>
        <w:t>bmp</w:t>
      </w:r>
      <w:proofErr w:type="spellEnd"/>
      <w:r w:rsidRPr="00D352B8">
        <w:rPr>
          <w:sz w:val="28"/>
          <w:szCs w:val="28"/>
        </w:rPr>
        <w:t xml:space="preserve">, </w:t>
      </w:r>
      <w:proofErr w:type="spellStart"/>
      <w:r w:rsidRPr="00D352B8">
        <w:rPr>
          <w:sz w:val="28"/>
          <w:szCs w:val="28"/>
        </w:rPr>
        <w:t>tiff</w:t>
      </w:r>
      <w:proofErr w:type="spellEnd"/>
      <w:r w:rsidRPr="00D352B8">
        <w:rPr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 </w:t>
      </w:r>
      <w:r w:rsidRPr="00D352B8">
        <w:rPr>
          <w:spacing w:val="-4"/>
          <w:sz w:val="28"/>
          <w:szCs w:val="28"/>
        </w:rPr>
        <w:t xml:space="preserve">(за </w:t>
      </w:r>
      <w:r w:rsidRPr="00D352B8">
        <w:rPr>
          <w:sz w:val="28"/>
          <w:szCs w:val="28"/>
        </w:rPr>
        <w:t>исключением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документов,</w:t>
      </w:r>
      <w:r w:rsidRPr="00D352B8">
        <w:rPr>
          <w:spacing w:val="-7"/>
          <w:sz w:val="28"/>
          <w:szCs w:val="28"/>
        </w:rPr>
        <w:t xml:space="preserve"> </w:t>
      </w:r>
      <w:r w:rsidRPr="00D352B8">
        <w:rPr>
          <w:sz w:val="28"/>
          <w:szCs w:val="28"/>
        </w:rPr>
        <w:t>указанных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в</w:t>
      </w:r>
      <w:r w:rsidRPr="00D352B8">
        <w:rPr>
          <w:spacing w:val="-7"/>
          <w:sz w:val="28"/>
          <w:szCs w:val="28"/>
        </w:rPr>
        <w:t xml:space="preserve"> </w:t>
      </w:r>
      <w:r w:rsidRPr="00D352B8">
        <w:rPr>
          <w:sz w:val="28"/>
          <w:szCs w:val="28"/>
        </w:rPr>
        <w:t>подпункте</w:t>
      </w:r>
      <w:r w:rsidRPr="00D352B8">
        <w:rPr>
          <w:spacing w:val="-10"/>
          <w:sz w:val="28"/>
          <w:szCs w:val="28"/>
        </w:rPr>
        <w:t xml:space="preserve"> </w:t>
      </w:r>
      <w:r w:rsidR="00545912">
        <w:rPr>
          <w:sz w:val="28"/>
          <w:szCs w:val="28"/>
        </w:rPr>
        <w:t>«</w:t>
      </w:r>
      <w:r w:rsidRPr="00D352B8">
        <w:rPr>
          <w:sz w:val="28"/>
          <w:szCs w:val="28"/>
        </w:rPr>
        <w:t>в</w:t>
      </w:r>
      <w:r w:rsidR="00545912">
        <w:rPr>
          <w:sz w:val="28"/>
          <w:szCs w:val="28"/>
        </w:rPr>
        <w:t>»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настоящего</w:t>
      </w:r>
      <w:r w:rsidRPr="00D352B8">
        <w:rPr>
          <w:spacing w:val="-7"/>
          <w:sz w:val="28"/>
          <w:szCs w:val="28"/>
        </w:rPr>
        <w:t xml:space="preserve"> </w:t>
      </w:r>
      <w:r w:rsidRPr="00D352B8">
        <w:rPr>
          <w:sz w:val="28"/>
          <w:szCs w:val="28"/>
        </w:rPr>
        <w:t>пункта),</w:t>
      </w:r>
      <w:r w:rsidRPr="00D352B8">
        <w:rPr>
          <w:spacing w:val="-7"/>
          <w:sz w:val="28"/>
          <w:szCs w:val="28"/>
        </w:rPr>
        <w:t xml:space="preserve"> </w:t>
      </w:r>
      <w:r w:rsidRPr="00D352B8">
        <w:rPr>
          <w:sz w:val="28"/>
          <w:szCs w:val="28"/>
        </w:rPr>
        <w:t>а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также документов с графическим содержанием;</w:t>
      </w:r>
    </w:p>
    <w:p w:rsidR="00AE7A5F" w:rsidRPr="00D352B8" w:rsidRDefault="00AE7A5F" w:rsidP="007478B2">
      <w:pPr>
        <w:widowControl w:val="0"/>
        <w:tabs>
          <w:tab w:val="left" w:pos="554"/>
          <w:tab w:val="left" w:pos="1418"/>
        </w:tabs>
        <w:ind w:firstLine="709"/>
        <w:jc w:val="both"/>
        <w:rPr>
          <w:sz w:val="28"/>
          <w:szCs w:val="28"/>
          <w:lang w:eastAsia="en-US"/>
        </w:rPr>
      </w:pPr>
      <w:r w:rsidRPr="00D352B8">
        <w:rPr>
          <w:sz w:val="28"/>
          <w:szCs w:val="28"/>
        </w:rPr>
        <w:t>д)</w:t>
      </w:r>
      <w:proofErr w:type="spellStart"/>
      <w:r w:rsidRPr="00D352B8">
        <w:rPr>
          <w:sz w:val="28"/>
          <w:szCs w:val="28"/>
        </w:rPr>
        <w:t>zip</w:t>
      </w:r>
      <w:proofErr w:type="spellEnd"/>
      <w:r w:rsidRPr="00D352B8">
        <w:rPr>
          <w:sz w:val="28"/>
          <w:szCs w:val="28"/>
        </w:rPr>
        <w:t>,</w:t>
      </w:r>
      <w:r w:rsidRPr="00D352B8">
        <w:rPr>
          <w:spacing w:val="-5"/>
          <w:sz w:val="28"/>
          <w:szCs w:val="28"/>
        </w:rPr>
        <w:t xml:space="preserve"> </w:t>
      </w:r>
      <w:proofErr w:type="spellStart"/>
      <w:r w:rsidRPr="00D352B8">
        <w:rPr>
          <w:sz w:val="28"/>
          <w:szCs w:val="28"/>
        </w:rPr>
        <w:t>rar</w:t>
      </w:r>
      <w:proofErr w:type="spellEnd"/>
      <w:r w:rsidRPr="00D352B8">
        <w:rPr>
          <w:spacing w:val="-4"/>
          <w:sz w:val="28"/>
          <w:szCs w:val="28"/>
        </w:rPr>
        <w:t xml:space="preserve"> </w:t>
      </w:r>
      <w:r w:rsidRPr="00D352B8">
        <w:rPr>
          <w:sz w:val="28"/>
          <w:szCs w:val="28"/>
        </w:rPr>
        <w:t>–</w:t>
      </w:r>
      <w:r w:rsidRPr="00D352B8">
        <w:rPr>
          <w:spacing w:val="-3"/>
          <w:sz w:val="28"/>
          <w:szCs w:val="28"/>
        </w:rPr>
        <w:t xml:space="preserve"> </w:t>
      </w:r>
      <w:r w:rsidRPr="00D352B8">
        <w:rPr>
          <w:sz w:val="28"/>
          <w:szCs w:val="28"/>
        </w:rPr>
        <w:t>для</w:t>
      </w:r>
      <w:r w:rsidRPr="00D352B8">
        <w:rPr>
          <w:spacing w:val="-5"/>
          <w:sz w:val="28"/>
          <w:szCs w:val="28"/>
        </w:rPr>
        <w:t xml:space="preserve"> </w:t>
      </w:r>
      <w:r w:rsidRPr="00D352B8">
        <w:rPr>
          <w:sz w:val="28"/>
          <w:szCs w:val="28"/>
        </w:rPr>
        <w:t>сжатых</w:t>
      </w:r>
      <w:r w:rsidRPr="00D352B8">
        <w:rPr>
          <w:spacing w:val="-4"/>
          <w:sz w:val="28"/>
          <w:szCs w:val="28"/>
        </w:rPr>
        <w:t xml:space="preserve"> </w:t>
      </w:r>
      <w:r w:rsidRPr="00D352B8">
        <w:rPr>
          <w:sz w:val="28"/>
          <w:szCs w:val="28"/>
        </w:rPr>
        <w:t>документов</w:t>
      </w:r>
      <w:r w:rsidRPr="00D352B8">
        <w:rPr>
          <w:spacing w:val="-5"/>
          <w:sz w:val="28"/>
          <w:szCs w:val="28"/>
        </w:rPr>
        <w:t xml:space="preserve"> </w:t>
      </w:r>
      <w:r w:rsidRPr="00D352B8">
        <w:rPr>
          <w:sz w:val="28"/>
          <w:szCs w:val="28"/>
        </w:rPr>
        <w:t>в</w:t>
      </w:r>
      <w:r w:rsidRPr="00D352B8">
        <w:rPr>
          <w:spacing w:val="-3"/>
          <w:sz w:val="28"/>
          <w:szCs w:val="28"/>
        </w:rPr>
        <w:t xml:space="preserve"> </w:t>
      </w:r>
      <w:r w:rsidRPr="00D352B8">
        <w:rPr>
          <w:sz w:val="28"/>
          <w:szCs w:val="28"/>
        </w:rPr>
        <w:t>один</w:t>
      </w:r>
      <w:r w:rsidRPr="00D352B8">
        <w:rPr>
          <w:spacing w:val="-3"/>
          <w:sz w:val="28"/>
          <w:szCs w:val="28"/>
        </w:rPr>
        <w:t xml:space="preserve"> </w:t>
      </w:r>
      <w:r w:rsidRPr="00D352B8">
        <w:rPr>
          <w:spacing w:val="-2"/>
          <w:sz w:val="28"/>
          <w:szCs w:val="28"/>
        </w:rPr>
        <w:t>файл;</w:t>
      </w:r>
    </w:p>
    <w:p w:rsidR="00AE7A5F" w:rsidRPr="00D352B8" w:rsidRDefault="00AE7A5F" w:rsidP="007478B2">
      <w:pPr>
        <w:widowControl w:val="0"/>
        <w:tabs>
          <w:tab w:val="left" w:pos="554"/>
          <w:tab w:val="left" w:pos="1418"/>
        </w:tabs>
        <w:ind w:firstLine="709"/>
        <w:jc w:val="both"/>
        <w:rPr>
          <w:spacing w:val="-2"/>
          <w:sz w:val="28"/>
          <w:szCs w:val="28"/>
        </w:rPr>
      </w:pPr>
      <w:r w:rsidRPr="00D352B8">
        <w:rPr>
          <w:sz w:val="28"/>
          <w:szCs w:val="28"/>
        </w:rPr>
        <w:t>е)</w:t>
      </w:r>
      <w:proofErr w:type="spellStart"/>
      <w:r w:rsidRPr="00D352B8">
        <w:rPr>
          <w:sz w:val="28"/>
          <w:szCs w:val="28"/>
        </w:rPr>
        <w:t>sig</w:t>
      </w:r>
      <w:proofErr w:type="spellEnd"/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–</w:t>
      </w:r>
      <w:r w:rsidRPr="00D352B8">
        <w:rPr>
          <w:spacing w:val="-9"/>
          <w:sz w:val="28"/>
          <w:szCs w:val="28"/>
        </w:rPr>
        <w:t xml:space="preserve"> </w:t>
      </w:r>
      <w:r w:rsidRPr="00D352B8">
        <w:rPr>
          <w:sz w:val="28"/>
          <w:szCs w:val="28"/>
        </w:rPr>
        <w:t>для</w:t>
      </w:r>
      <w:r w:rsidRPr="00D352B8">
        <w:rPr>
          <w:spacing w:val="-10"/>
          <w:sz w:val="28"/>
          <w:szCs w:val="28"/>
        </w:rPr>
        <w:t xml:space="preserve"> </w:t>
      </w:r>
      <w:r w:rsidRPr="00D352B8">
        <w:rPr>
          <w:sz w:val="28"/>
          <w:szCs w:val="28"/>
        </w:rPr>
        <w:t>открепленной</w:t>
      </w:r>
      <w:r w:rsidRPr="00D352B8">
        <w:rPr>
          <w:spacing w:val="-9"/>
          <w:sz w:val="28"/>
          <w:szCs w:val="28"/>
        </w:rPr>
        <w:t xml:space="preserve"> </w:t>
      </w:r>
      <w:r w:rsidRPr="00D352B8">
        <w:rPr>
          <w:sz w:val="28"/>
          <w:szCs w:val="28"/>
        </w:rPr>
        <w:t>усиленной</w:t>
      </w:r>
      <w:r w:rsidRPr="00D352B8">
        <w:rPr>
          <w:spacing w:val="-9"/>
          <w:sz w:val="28"/>
          <w:szCs w:val="28"/>
        </w:rPr>
        <w:t xml:space="preserve"> </w:t>
      </w:r>
      <w:r w:rsidRPr="00D352B8">
        <w:rPr>
          <w:sz w:val="28"/>
          <w:szCs w:val="28"/>
        </w:rPr>
        <w:t>квалифицированной</w:t>
      </w:r>
      <w:r w:rsidRPr="00D352B8">
        <w:rPr>
          <w:spacing w:val="-9"/>
          <w:sz w:val="28"/>
          <w:szCs w:val="28"/>
        </w:rPr>
        <w:t xml:space="preserve"> </w:t>
      </w:r>
      <w:r w:rsidRPr="00D352B8">
        <w:rPr>
          <w:sz w:val="28"/>
          <w:szCs w:val="28"/>
        </w:rPr>
        <w:t xml:space="preserve">электронной </w:t>
      </w:r>
      <w:r w:rsidRPr="00D352B8">
        <w:rPr>
          <w:spacing w:val="-2"/>
          <w:sz w:val="28"/>
          <w:szCs w:val="28"/>
        </w:rPr>
        <w:t>подписи.</w:t>
      </w:r>
    </w:p>
    <w:p w:rsidR="00AE7A5F" w:rsidRPr="00D352B8" w:rsidRDefault="00AE7A5F" w:rsidP="007478B2">
      <w:pPr>
        <w:widowControl w:val="0"/>
        <w:tabs>
          <w:tab w:val="left" w:pos="554"/>
          <w:tab w:val="left" w:pos="1418"/>
        </w:tabs>
        <w:ind w:firstLine="709"/>
        <w:jc w:val="both"/>
        <w:rPr>
          <w:sz w:val="28"/>
          <w:szCs w:val="28"/>
        </w:rPr>
      </w:pPr>
      <w:r w:rsidRPr="00D352B8">
        <w:rPr>
          <w:spacing w:val="-2"/>
          <w:sz w:val="28"/>
          <w:szCs w:val="28"/>
        </w:rPr>
        <w:t>2.18.2.</w:t>
      </w:r>
      <w:r w:rsidRPr="00D352B8">
        <w:rPr>
          <w:sz w:val="28"/>
          <w:szCs w:val="28"/>
        </w:rPr>
        <w:t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</w:t>
      </w:r>
      <w:r w:rsidRPr="00D352B8">
        <w:rPr>
          <w:spacing w:val="80"/>
          <w:sz w:val="28"/>
          <w:szCs w:val="28"/>
        </w:rPr>
        <w:t xml:space="preserve"> </w:t>
      </w:r>
      <w:r w:rsidRPr="00D352B8">
        <w:rPr>
          <w:sz w:val="28"/>
          <w:szCs w:val="28"/>
        </w:rPr>
        <w:t>путем сканирования непосредственно с оригинала документа</w:t>
      </w:r>
      <w:r w:rsidRPr="00D352B8">
        <w:rPr>
          <w:spacing w:val="40"/>
          <w:sz w:val="28"/>
          <w:szCs w:val="28"/>
        </w:rPr>
        <w:t xml:space="preserve"> </w:t>
      </w:r>
      <w:r w:rsidRPr="00D352B8">
        <w:rPr>
          <w:sz w:val="28"/>
          <w:szCs w:val="28"/>
        </w:rPr>
        <w:t>(использование копий не допускается), которое осуществляется с сохранением ориентации оригинала документа в разрешении</w:t>
      </w:r>
      <w:r w:rsidRPr="00D352B8">
        <w:rPr>
          <w:spacing w:val="-10"/>
          <w:sz w:val="28"/>
          <w:szCs w:val="28"/>
        </w:rPr>
        <w:t xml:space="preserve"> </w:t>
      </w:r>
      <w:r w:rsidRPr="00D352B8">
        <w:rPr>
          <w:sz w:val="28"/>
          <w:szCs w:val="28"/>
        </w:rPr>
        <w:t>300-500</w:t>
      </w:r>
      <w:r w:rsidRPr="00D352B8">
        <w:rPr>
          <w:spacing w:val="-12"/>
          <w:sz w:val="28"/>
          <w:szCs w:val="28"/>
        </w:rPr>
        <w:t xml:space="preserve"> </w:t>
      </w:r>
      <w:proofErr w:type="spellStart"/>
      <w:r w:rsidRPr="00D352B8">
        <w:rPr>
          <w:sz w:val="28"/>
          <w:szCs w:val="28"/>
        </w:rPr>
        <w:t>dpi</w:t>
      </w:r>
      <w:proofErr w:type="spellEnd"/>
      <w:r w:rsidRPr="00D352B8">
        <w:rPr>
          <w:spacing w:val="-10"/>
          <w:sz w:val="28"/>
          <w:szCs w:val="28"/>
        </w:rPr>
        <w:t xml:space="preserve"> </w:t>
      </w:r>
      <w:r w:rsidRPr="00D352B8">
        <w:rPr>
          <w:sz w:val="28"/>
          <w:szCs w:val="28"/>
        </w:rPr>
        <w:t>(масштаб</w:t>
      </w:r>
      <w:r w:rsidRPr="00D352B8">
        <w:rPr>
          <w:spacing w:val="-10"/>
          <w:sz w:val="28"/>
          <w:szCs w:val="28"/>
        </w:rPr>
        <w:t xml:space="preserve"> </w:t>
      </w:r>
      <w:r w:rsidRPr="00D352B8">
        <w:rPr>
          <w:sz w:val="28"/>
          <w:szCs w:val="28"/>
        </w:rPr>
        <w:t>1:1)</w:t>
      </w:r>
      <w:r w:rsidRPr="00D352B8">
        <w:rPr>
          <w:spacing w:val="-7"/>
          <w:sz w:val="28"/>
          <w:szCs w:val="28"/>
        </w:rPr>
        <w:t xml:space="preserve"> </w:t>
      </w:r>
      <w:r w:rsidRPr="00D352B8">
        <w:rPr>
          <w:sz w:val="28"/>
          <w:szCs w:val="28"/>
        </w:rPr>
        <w:t>и</w:t>
      </w:r>
      <w:r w:rsidRPr="00D352B8">
        <w:rPr>
          <w:spacing w:val="-7"/>
          <w:sz w:val="28"/>
          <w:szCs w:val="28"/>
        </w:rPr>
        <w:t xml:space="preserve"> </w:t>
      </w:r>
      <w:r w:rsidRPr="00D352B8">
        <w:rPr>
          <w:sz w:val="28"/>
          <w:szCs w:val="28"/>
        </w:rPr>
        <w:t>всех</w:t>
      </w:r>
      <w:r w:rsidRPr="00D352B8">
        <w:rPr>
          <w:spacing w:val="-7"/>
          <w:sz w:val="28"/>
          <w:szCs w:val="28"/>
        </w:rPr>
        <w:t xml:space="preserve"> </w:t>
      </w:r>
      <w:r w:rsidRPr="00D352B8">
        <w:rPr>
          <w:sz w:val="28"/>
          <w:szCs w:val="28"/>
        </w:rPr>
        <w:t>аутентичных</w:t>
      </w:r>
      <w:r w:rsidRPr="00D352B8">
        <w:rPr>
          <w:spacing w:val="-7"/>
          <w:sz w:val="28"/>
          <w:szCs w:val="28"/>
        </w:rPr>
        <w:t xml:space="preserve"> </w:t>
      </w:r>
      <w:r w:rsidRPr="00D352B8">
        <w:rPr>
          <w:sz w:val="28"/>
          <w:szCs w:val="28"/>
        </w:rPr>
        <w:t>признаков</w:t>
      </w:r>
      <w:r w:rsidRPr="00D352B8">
        <w:rPr>
          <w:spacing w:val="-7"/>
          <w:sz w:val="28"/>
          <w:szCs w:val="28"/>
        </w:rPr>
        <w:t xml:space="preserve"> </w:t>
      </w:r>
      <w:r w:rsidRPr="00D352B8">
        <w:rPr>
          <w:sz w:val="28"/>
          <w:szCs w:val="28"/>
        </w:rPr>
        <w:t>подлинности (графической подписи лица, печати, углового штампа бланка), с использованием следующих режимов:</w:t>
      </w:r>
    </w:p>
    <w:p w:rsidR="00AE7A5F" w:rsidRPr="00D352B8" w:rsidRDefault="00545912" w:rsidP="007478B2">
      <w:pPr>
        <w:widowControl w:val="0"/>
        <w:tabs>
          <w:tab w:val="left" w:pos="554"/>
          <w:tab w:val="left" w:pos="1418"/>
        </w:tabs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«</w:t>
      </w:r>
      <w:r w:rsidR="00AE7A5F" w:rsidRPr="00D352B8">
        <w:rPr>
          <w:sz w:val="28"/>
          <w:szCs w:val="28"/>
        </w:rPr>
        <w:t>черно-белый</w:t>
      </w:r>
      <w:r>
        <w:rPr>
          <w:sz w:val="28"/>
          <w:szCs w:val="28"/>
        </w:rPr>
        <w:t>»</w:t>
      </w:r>
      <w:r w:rsidR="00AE7A5F" w:rsidRPr="00D352B8">
        <w:rPr>
          <w:spacing w:val="47"/>
          <w:sz w:val="28"/>
          <w:szCs w:val="28"/>
        </w:rPr>
        <w:t xml:space="preserve"> </w:t>
      </w:r>
      <w:r w:rsidR="00AE7A5F" w:rsidRPr="00D352B8">
        <w:rPr>
          <w:sz w:val="28"/>
          <w:szCs w:val="28"/>
        </w:rPr>
        <w:t>(при</w:t>
      </w:r>
      <w:r w:rsidR="00AE7A5F" w:rsidRPr="00D352B8">
        <w:rPr>
          <w:spacing w:val="-7"/>
          <w:sz w:val="28"/>
          <w:szCs w:val="28"/>
        </w:rPr>
        <w:t xml:space="preserve"> </w:t>
      </w:r>
      <w:r w:rsidR="00AE7A5F" w:rsidRPr="00D352B8">
        <w:rPr>
          <w:sz w:val="28"/>
          <w:szCs w:val="28"/>
        </w:rPr>
        <w:t>отсутствии</w:t>
      </w:r>
      <w:r w:rsidR="00AE7A5F" w:rsidRPr="00D352B8">
        <w:rPr>
          <w:spacing w:val="-7"/>
          <w:sz w:val="28"/>
          <w:szCs w:val="28"/>
        </w:rPr>
        <w:t xml:space="preserve"> </w:t>
      </w:r>
      <w:r w:rsidR="00AE7A5F" w:rsidRPr="00D352B8">
        <w:rPr>
          <w:sz w:val="28"/>
          <w:szCs w:val="28"/>
        </w:rPr>
        <w:t>в</w:t>
      </w:r>
      <w:r w:rsidR="00AE7A5F" w:rsidRPr="00D352B8">
        <w:rPr>
          <w:spacing w:val="-8"/>
          <w:sz w:val="28"/>
          <w:szCs w:val="28"/>
        </w:rPr>
        <w:t xml:space="preserve"> </w:t>
      </w:r>
      <w:r w:rsidR="00AE7A5F" w:rsidRPr="00D352B8">
        <w:rPr>
          <w:sz w:val="28"/>
          <w:szCs w:val="28"/>
        </w:rPr>
        <w:t>документе</w:t>
      </w:r>
      <w:r w:rsidR="00AE7A5F" w:rsidRPr="00D352B8">
        <w:rPr>
          <w:spacing w:val="-8"/>
          <w:sz w:val="28"/>
          <w:szCs w:val="28"/>
        </w:rPr>
        <w:t xml:space="preserve"> </w:t>
      </w:r>
      <w:r w:rsidR="00AE7A5F" w:rsidRPr="00D352B8">
        <w:rPr>
          <w:sz w:val="28"/>
          <w:szCs w:val="28"/>
        </w:rPr>
        <w:t>графических</w:t>
      </w:r>
      <w:r w:rsidR="00AE7A5F" w:rsidRPr="00D352B8">
        <w:rPr>
          <w:spacing w:val="-7"/>
          <w:sz w:val="28"/>
          <w:szCs w:val="28"/>
        </w:rPr>
        <w:t xml:space="preserve"> </w:t>
      </w:r>
      <w:r w:rsidR="00AE7A5F" w:rsidRPr="00D352B8">
        <w:rPr>
          <w:sz w:val="28"/>
          <w:szCs w:val="28"/>
        </w:rPr>
        <w:t>изображений</w:t>
      </w:r>
      <w:r w:rsidR="00AE7A5F" w:rsidRPr="00D352B8">
        <w:rPr>
          <w:spacing w:val="-7"/>
          <w:sz w:val="28"/>
          <w:szCs w:val="28"/>
        </w:rPr>
        <w:t xml:space="preserve"> </w:t>
      </w:r>
      <w:r w:rsidR="00AE7A5F" w:rsidRPr="00D352B8">
        <w:rPr>
          <w:spacing w:val="-10"/>
          <w:sz w:val="28"/>
          <w:szCs w:val="28"/>
        </w:rPr>
        <w:t>и</w:t>
      </w:r>
      <w:r w:rsidR="00AE7A5F" w:rsidRPr="00D352B8">
        <w:rPr>
          <w:sz w:val="28"/>
          <w:szCs w:val="28"/>
        </w:rPr>
        <w:t xml:space="preserve"> (или)</w:t>
      </w:r>
      <w:r w:rsidR="00AE7A5F" w:rsidRPr="00D352B8">
        <w:rPr>
          <w:spacing w:val="-6"/>
          <w:sz w:val="28"/>
          <w:szCs w:val="28"/>
        </w:rPr>
        <w:t xml:space="preserve"> </w:t>
      </w:r>
      <w:r w:rsidR="00AE7A5F" w:rsidRPr="00D352B8">
        <w:rPr>
          <w:sz w:val="28"/>
          <w:szCs w:val="28"/>
        </w:rPr>
        <w:t>цветного</w:t>
      </w:r>
      <w:r w:rsidR="00AE7A5F" w:rsidRPr="00D352B8">
        <w:rPr>
          <w:spacing w:val="-6"/>
          <w:sz w:val="28"/>
          <w:szCs w:val="28"/>
        </w:rPr>
        <w:t xml:space="preserve"> </w:t>
      </w:r>
      <w:r w:rsidR="00AE7A5F" w:rsidRPr="00D352B8">
        <w:rPr>
          <w:spacing w:val="-2"/>
          <w:sz w:val="28"/>
          <w:szCs w:val="28"/>
        </w:rPr>
        <w:t>текста);</w:t>
      </w:r>
    </w:p>
    <w:p w:rsidR="00AE7A5F" w:rsidRPr="00D352B8" w:rsidRDefault="00545912" w:rsidP="007478B2">
      <w:pPr>
        <w:widowControl w:val="0"/>
        <w:tabs>
          <w:tab w:val="left" w:pos="554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E7A5F" w:rsidRPr="00D352B8">
        <w:rPr>
          <w:sz w:val="28"/>
          <w:szCs w:val="28"/>
        </w:rPr>
        <w:t>оттенки</w:t>
      </w:r>
      <w:r w:rsidR="00AE7A5F" w:rsidRPr="00D352B8">
        <w:rPr>
          <w:spacing w:val="-8"/>
          <w:sz w:val="28"/>
          <w:szCs w:val="28"/>
        </w:rPr>
        <w:t xml:space="preserve"> </w:t>
      </w:r>
      <w:r w:rsidR="00AE7A5F" w:rsidRPr="00D352B8">
        <w:rPr>
          <w:sz w:val="28"/>
          <w:szCs w:val="28"/>
        </w:rPr>
        <w:t>серого</w:t>
      </w:r>
      <w:r>
        <w:rPr>
          <w:sz w:val="28"/>
          <w:szCs w:val="28"/>
        </w:rPr>
        <w:t>»</w:t>
      </w:r>
      <w:r w:rsidR="00AE7A5F" w:rsidRPr="00D352B8">
        <w:rPr>
          <w:spacing w:val="78"/>
          <w:sz w:val="28"/>
          <w:szCs w:val="28"/>
        </w:rPr>
        <w:t xml:space="preserve"> </w:t>
      </w:r>
      <w:r w:rsidR="00AE7A5F" w:rsidRPr="00D352B8">
        <w:rPr>
          <w:sz w:val="28"/>
          <w:szCs w:val="28"/>
        </w:rPr>
        <w:t>(при</w:t>
      </w:r>
      <w:r w:rsidR="00AE7A5F" w:rsidRPr="00D352B8">
        <w:rPr>
          <w:spacing w:val="-8"/>
          <w:sz w:val="28"/>
          <w:szCs w:val="28"/>
        </w:rPr>
        <w:t xml:space="preserve"> </w:t>
      </w:r>
      <w:r w:rsidR="00AE7A5F" w:rsidRPr="00D352B8">
        <w:rPr>
          <w:sz w:val="28"/>
          <w:szCs w:val="28"/>
        </w:rPr>
        <w:t>наличии</w:t>
      </w:r>
      <w:r w:rsidR="00AE7A5F" w:rsidRPr="00D352B8">
        <w:rPr>
          <w:spacing w:val="-8"/>
          <w:sz w:val="28"/>
          <w:szCs w:val="28"/>
        </w:rPr>
        <w:t xml:space="preserve"> </w:t>
      </w:r>
      <w:r w:rsidR="00AE7A5F" w:rsidRPr="00D352B8">
        <w:rPr>
          <w:sz w:val="28"/>
          <w:szCs w:val="28"/>
        </w:rPr>
        <w:t>в</w:t>
      </w:r>
      <w:r w:rsidR="00AE7A5F" w:rsidRPr="00D352B8">
        <w:rPr>
          <w:spacing w:val="-8"/>
          <w:sz w:val="28"/>
          <w:szCs w:val="28"/>
        </w:rPr>
        <w:t xml:space="preserve"> </w:t>
      </w:r>
      <w:r w:rsidR="00AE7A5F" w:rsidRPr="00D352B8">
        <w:rPr>
          <w:sz w:val="28"/>
          <w:szCs w:val="28"/>
        </w:rPr>
        <w:t>документе</w:t>
      </w:r>
      <w:r w:rsidR="00AE7A5F" w:rsidRPr="00D352B8">
        <w:rPr>
          <w:spacing w:val="-8"/>
          <w:sz w:val="28"/>
          <w:szCs w:val="28"/>
        </w:rPr>
        <w:t xml:space="preserve"> </w:t>
      </w:r>
      <w:r w:rsidR="00AE7A5F" w:rsidRPr="00D352B8">
        <w:rPr>
          <w:sz w:val="28"/>
          <w:szCs w:val="28"/>
        </w:rPr>
        <w:t>графических</w:t>
      </w:r>
      <w:r w:rsidR="00AE7A5F" w:rsidRPr="00D352B8">
        <w:rPr>
          <w:spacing w:val="-8"/>
          <w:sz w:val="28"/>
          <w:szCs w:val="28"/>
        </w:rPr>
        <w:t xml:space="preserve"> </w:t>
      </w:r>
      <w:r w:rsidR="00AE7A5F" w:rsidRPr="00D352B8">
        <w:rPr>
          <w:sz w:val="28"/>
          <w:szCs w:val="28"/>
        </w:rPr>
        <w:t>изображений, отличных от цветного графического изображения);</w:t>
      </w:r>
    </w:p>
    <w:p w:rsidR="00AE7A5F" w:rsidRPr="00D352B8" w:rsidRDefault="00545912" w:rsidP="007478B2">
      <w:pPr>
        <w:widowControl w:val="0"/>
        <w:tabs>
          <w:tab w:val="left" w:pos="554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E7A5F" w:rsidRPr="00D352B8">
        <w:rPr>
          <w:sz w:val="28"/>
          <w:szCs w:val="28"/>
        </w:rPr>
        <w:t>цветной</w:t>
      </w:r>
      <w:r>
        <w:rPr>
          <w:sz w:val="28"/>
          <w:szCs w:val="28"/>
        </w:rPr>
        <w:t>»</w:t>
      </w:r>
      <w:r w:rsidR="00AE7A5F" w:rsidRPr="00D352B8">
        <w:rPr>
          <w:spacing w:val="-7"/>
          <w:sz w:val="28"/>
          <w:szCs w:val="28"/>
        </w:rPr>
        <w:t xml:space="preserve"> </w:t>
      </w:r>
      <w:r w:rsidR="00AE7A5F" w:rsidRPr="00D352B8">
        <w:rPr>
          <w:sz w:val="28"/>
          <w:szCs w:val="28"/>
        </w:rPr>
        <w:t>или</w:t>
      </w:r>
      <w:r w:rsidR="00AE7A5F" w:rsidRPr="00D352B8"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AE7A5F" w:rsidRPr="00D352B8">
        <w:rPr>
          <w:sz w:val="28"/>
          <w:szCs w:val="28"/>
        </w:rPr>
        <w:t>режим</w:t>
      </w:r>
      <w:r w:rsidR="00AE7A5F" w:rsidRPr="00D352B8">
        <w:rPr>
          <w:spacing w:val="-7"/>
          <w:sz w:val="28"/>
          <w:szCs w:val="28"/>
        </w:rPr>
        <w:t xml:space="preserve"> </w:t>
      </w:r>
      <w:r w:rsidR="00AE7A5F" w:rsidRPr="00D352B8">
        <w:rPr>
          <w:sz w:val="28"/>
          <w:szCs w:val="28"/>
        </w:rPr>
        <w:t>полной</w:t>
      </w:r>
      <w:r w:rsidR="00AE7A5F" w:rsidRPr="00D352B8">
        <w:rPr>
          <w:spacing w:val="-6"/>
          <w:sz w:val="28"/>
          <w:szCs w:val="28"/>
        </w:rPr>
        <w:t xml:space="preserve"> </w:t>
      </w:r>
      <w:r w:rsidR="00AE7A5F" w:rsidRPr="00D352B8">
        <w:rPr>
          <w:sz w:val="28"/>
          <w:szCs w:val="28"/>
        </w:rPr>
        <w:t>цветопередачи</w:t>
      </w:r>
      <w:r>
        <w:rPr>
          <w:sz w:val="28"/>
          <w:szCs w:val="28"/>
        </w:rPr>
        <w:t>»</w:t>
      </w:r>
      <w:r w:rsidR="00AE7A5F" w:rsidRPr="00D352B8">
        <w:rPr>
          <w:spacing w:val="40"/>
          <w:sz w:val="28"/>
          <w:szCs w:val="28"/>
        </w:rPr>
        <w:t xml:space="preserve"> </w:t>
      </w:r>
      <w:r w:rsidR="00AE7A5F" w:rsidRPr="00D352B8">
        <w:rPr>
          <w:sz w:val="28"/>
          <w:szCs w:val="28"/>
        </w:rPr>
        <w:t>(при</w:t>
      </w:r>
      <w:r w:rsidR="00AE7A5F" w:rsidRPr="00D352B8">
        <w:rPr>
          <w:spacing w:val="-6"/>
          <w:sz w:val="28"/>
          <w:szCs w:val="28"/>
        </w:rPr>
        <w:t xml:space="preserve"> </w:t>
      </w:r>
      <w:r w:rsidR="00AE7A5F" w:rsidRPr="00D352B8">
        <w:rPr>
          <w:sz w:val="28"/>
          <w:szCs w:val="28"/>
        </w:rPr>
        <w:t>наличии</w:t>
      </w:r>
      <w:r w:rsidR="00AE7A5F" w:rsidRPr="00D352B8">
        <w:rPr>
          <w:spacing w:val="-6"/>
          <w:sz w:val="28"/>
          <w:szCs w:val="28"/>
        </w:rPr>
        <w:t xml:space="preserve"> </w:t>
      </w:r>
      <w:r w:rsidR="00AE7A5F" w:rsidRPr="00D352B8">
        <w:rPr>
          <w:sz w:val="28"/>
          <w:szCs w:val="28"/>
        </w:rPr>
        <w:t>в</w:t>
      </w:r>
      <w:r w:rsidR="00AE7A5F" w:rsidRPr="00D352B8">
        <w:rPr>
          <w:spacing w:val="-6"/>
          <w:sz w:val="28"/>
          <w:szCs w:val="28"/>
        </w:rPr>
        <w:t xml:space="preserve"> </w:t>
      </w:r>
      <w:r w:rsidR="00AE7A5F" w:rsidRPr="00D352B8">
        <w:rPr>
          <w:sz w:val="28"/>
          <w:szCs w:val="28"/>
        </w:rPr>
        <w:t>документе цветных графических изображений либо цветного текста).</w:t>
      </w:r>
    </w:p>
    <w:p w:rsidR="00AE7A5F" w:rsidRPr="00D352B8" w:rsidRDefault="00AE7A5F" w:rsidP="007478B2">
      <w:pPr>
        <w:widowControl w:val="0"/>
        <w:tabs>
          <w:tab w:val="left" w:pos="554"/>
          <w:tab w:val="left" w:pos="1418"/>
        </w:tabs>
        <w:ind w:firstLine="709"/>
        <w:jc w:val="both"/>
        <w:rPr>
          <w:sz w:val="28"/>
          <w:szCs w:val="28"/>
          <w:lang w:eastAsia="en-US"/>
        </w:rPr>
      </w:pPr>
      <w:r w:rsidRPr="00D352B8">
        <w:rPr>
          <w:sz w:val="28"/>
          <w:szCs w:val="28"/>
        </w:rPr>
        <w:t>Количество</w:t>
      </w:r>
      <w:r w:rsidRPr="00D352B8">
        <w:rPr>
          <w:spacing w:val="-14"/>
          <w:sz w:val="28"/>
          <w:szCs w:val="28"/>
        </w:rPr>
        <w:t xml:space="preserve"> </w:t>
      </w:r>
      <w:r w:rsidRPr="00D352B8">
        <w:rPr>
          <w:sz w:val="28"/>
          <w:szCs w:val="28"/>
        </w:rPr>
        <w:t>файлов</w:t>
      </w:r>
      <w:r w:rsidRPr="00D352B8">
        <w:rPr>
          <w:spacing w:val="-11"/>
          <w:sz w:val="28"/>
          <w:szCs w:val="28"/>
        </w:rPr>
        <w:t xml:space="preserve"> </w:t>
      </w:r>
      <w:r w:rsidRPr="00D352B8">
        <w:rPr>
          <w:sz w:val="28"/>
          <w:szCs w:val="28"/>
        </w:rPr>
        <w:t>должно</w:t>
      </w:r>
      <w:r w:rsidRPr="00D352B8">
        <w:rPr>
          <w:spacing w:val="-18"/>
          <w:sz w:val="28"/>
          <w:szCs w:val="28"/>
        </w:rPr>
        <w:t xml:space="preserve"> </w:t>
      </w:r>
      <w:r w:rsidRPr="00D352B8">
        <w:rPr>
          <w:sz w:val="28"/>
          <w:szCs w:val="28"/>
        </w:rPr>
        <w:t>соответствовать</w:t>
      </w:r>
      <w:r w:rsidRPr="00D352B8">
        <w:rPr>
          <w:spacing w:val="-10"/>
          <w:sz w:val="28"/>
          <w:szCs w:val="28"/>
        </w:rPr>
        <w:t xml:space="preserve"> </w:t>
      </w:r>
      <w:r w:rsidRPr="00D352B8">
        <w:rPr>
          <w:sz w:val="28"/>
          <w:szCs w:val="28"/>
        </w:rPr>
        <w:t>количеству</w:t>
      </w:r>
      <w:r w:rsidRPr="00D352B8">
        <w:rPr>
          <w:spacing w:val="-12"/>
          <w:sz w:val="28"/>
          <w:szCs w:val="28"/>
        </w:rPr>
        <w:t xml:space="preserve"> </w:t>
      </w:r>
      <w:r w:rsidRPr="00D352B8">
        <w:rPr>
          <w:sz w:val="28"/>
          <w:szCs w:val="28"/>
        </w:rPr>
        <w:t>документов,</w:t>
      </w:r>
      <w:r w:rsidRPr="00D352B8">
        <w:rPr>
          <w:spacing w:val="-11"/>
          <w:sz w:val="28"/>
          <w:szCs w:val="28"/>
        </w:rPr>
        <w:t xml:space="preserve"> </w:t>
      </w:r>
      <w:r w:rsidRPr="00D352B8">
        <w:rPr>
          <w:sz w:val="28"/>
          <w:szCs w:val="28"/>
        </w:rPr>
        <w:t>каждый из которых содержит текстовую и (или) графическую информацию.</w:t>
      </w:r>
    </w:p>
    <w:p w:rsidR="00AE7A5F" w:rsidRPr="00D352B8" w:rsidRDefault="00AE7A5F" w:rsidP="007478B2">
      <w:pPr>
        <w:widowControl w:val="0"/>
        <w:tabs>
          <w:tab w:val="left" w:pos="554"/>
          <w:tab w:val="left" w:pos="1418"/>
        </w:tabs>
        <w:ind w:firstLine="709"/>
        <w:jc w:val="both"/>
        <w:rPr>
          <w:spacing w:val="-2"/>
          <w:sz w:val="28"/>
          <w:szCs w:val="28"/>
        </w:rPr>
      </w:pPr>
      <w:r w:rsidRPr="00D352B8">
        <w:rPr>
          <w:sz w:val="28"/>
          <w:szCs w:val="28"/>
          <w:lang w:eastAsia="en-US"/>
        </w:rPr>
        <w:t>2.18.3.</w:t>
      </w:r>
      <w:r w:rsidRPr="00D352B8">
        <w:rPr>
          <w:sz w:val="28"/>
          <w:szCs w:val="28"/>
        </w:rPr>
        <w:t>Документы,</w:t>
      </w:r>
      <w:r w:rsidRPr="00D352B8">
        <w:rPr>
          <w:spacing w:val="-9"/>
          <w:sz w:val="28"/>
          <w:szCs w:val="28"/>
        </w:rPr>
        <w:t xml:space="preserve"> </w:t>
      </w:r>
      <w:r w:rsidRPr="00D352B8">
        <w:rPr>
          <w:sz w:val="28"/>
          <w:szCs w:val="28"/>
        </w:rPr>
        <w:t>прилагаемые</w:t>
      </w:r>
      <w:r w:rsidRPr="00D352B8">
        <w:rPr>
          <w:spacing w:val="-10"/>
          <w:sz w:val="28"/>
          <w:szCs w:val="28"/>
        </w:rPr>
        <w:t xml:space="preserve"> </w:t>
      </w:r>
      <w:r w:rsidRPr="00D352B8">
        <w:rPr>
          <w:sz w:val="28"/>
          <w:szCs w:val="28"/>
        </w:rPr>
        <w:t>заявителем</w:t>
      </w:r>
      <w:r w:rsidRPr="00D352B8">
        <w:rPr>
          <w:spacing w:val="-10"/>
          <w:sz w:val="28"/>
          <w:szCs w:val="28"/>
        </w:rPr>
        <w:t xml:space="preserve"> </w:t>
      </w:r>
      <w:r w:rsidRPr="00D352B8">
        <w:rPr>
          <w:sz w:val="28"/>
          <w:szCs w:val="28"/>
        </w:rPr>
        <w:t>к</w:t>
      </w:r>
      <w:r w:rsidRPr="00D352B8">
        <w:rPr>
          <w:spacing w:val="-10"/>
          <w:sz w:val="28"/>
          <w:szCs w:val="28"/>
        </w:rPr>
        <w:t xml:space="preserve"> </w:t>
      </w:r>
      <w:r w:rsidRPr="00D352B8">
        <w:rPr>
          <w:sz w:val="28"/>
          <w:szCs w:val="28"/>
        </w:rPr>
        <w:t xml:space="preserve">заявлению, представляемые в электронной форме, должны </w:t>
      </w:r>
      <w:r w:rsidRPr="00D352B8">
        <w:rPr>
          <w:spacing w:val="-2"/>
          <w:sz w:val="28"/>
          <w:szCs w:val="28"/>
        </w:rPr>
        <w:t>обеспечивать:</w:t>
      </w:r>
    </w:p>
    <w:p w:rsidR="00AE7A5F" w:rsidRPr="00D352B8" w:rsidRDefault="00AE7A5F" w:rsidP="00D50D66">
      <w:pPr>
        <w:widowControl w:val="0"/>
        <w:tabs>
          <w:tab w:val="left" w:pos="554"/>
          <w:tab w:val="left" w:pos="1418"/>
        </w:tabs>
        <w:ind w:firstLine="709"/>
        <w:jc w:val="both"/>
        <w:rPr>
          <w:sz w:val="28"/>
          <w:szCs w:val="28"/>
        </w:rPr>
      </w:pPr>
      <w:proofErr w:type="gramStart"/>
      <w:r w:rsidRPr="00D352B8">
        <w:rPr>
          <w:sz w:val="28"/>
          <w:szCs w:val="28"/>
        </w:rPr>
        <w:t>возможность</w:t>
      </w:r>
      <w:r w:rsidRPr="00D352B8">
        <w:rPr>
          <w:spacing w:val="-9"/>
          <w:sz w:val="28"/>
          <w:szCs w:val="28"/>
        </w:rPr>
        <w:t xml:space="preserve"> </w:t>
      </w:r>
      <w:r w:rsidRPr="00D352B8">
        <w:rPr>
          <w:sz w:val="28"/>
          <w:szCs w:val="28"/>
        </w:rPr>
        <w:t>идентифицировать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документ</w:t>
      </w:r>
      <w:r w:rsidRPr="00D352B8">
        <w:rPr>
          <w:spacing w:val="-9"/>
          <w:sz w:val="28"/>
          <w:szCs w:val="28"/>
        </w:rPr>
        <w:t xml:space="preserve"> </w:t>
      </w:r>
      <w:r w:rsidRPr="00D352B8">
        <w:rPr>
          <w:sz w:val="28"/>
          <w:szCs w:val="28"/>
        </w:rPr>
        <w:t>и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количество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листов</w:t>
      </w:r>
      <w:r w:rsidRPr="00D352B8">
        <w:rPr>
          <w:spacing w:val="-9"/>
          <w:sz w:val="28"/>
          <w:szCs w:val="28"/>
        </w:rPr>
        <w:t xml:space="preserve"> </w:t>
      </w:r>
      <w:r w:rsidRPr="00D352B8">
        <w:rPr>
          <w:sz w:val="28"/>
          <w:szCs w:val="28"/>
        </w:rPr>
        <w:t>в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документе; возможность поиска по текстовому содержанию документа и возможность</w:t>
      </w:r>
      <w:r w:rsidR="00D50D66">
        <w:rPr>
          <w:sz w:val="28"/>
          <w:szCs w:val="28"/>
        </w:rPr>
        <w:t xml:space="preserve"> </w:t>
      </w:r>
      <w:r w:rsidRPr="00D352B8">
        <w:rPr>
          <w:sz w:val="28"/>
          <w:szCs w:val="28"/>
        </w:rPr>
        <w:t>копирования</w:t>
      </w:r>
      <w:r w:rsidRPr="00D352B8">
        <w:rPr>
          <w:spacing w:val="-7"/>
          <w:sz w:val="28"/>
          <w:szCs w:val="28"/>
        </w:rPr>
        <w:t xml:space="preserve"> </w:t>
      </w:r>
      <w:r w:rsidRPr="00D352B8">
        <w:rPr>
          <w:sz w:val="28"/>
          <w:szCs w:val="28"/>
        </w:rPr>
        <w:t>текста</w:t>
      </w:r>
      <w:r w:rsidRPr="00D352B8">
        <w:rPr>
          <w:spacing w:val="80"/>
          <w:sz w:val="28"/>
          <w:szCs w:val="28"/>
        </w:rPr>
        <w:t xml:space="preserve"> </w:t>
      </w:r>
      <w:r w:rsidRPr="00D352B8">
        <w:rPr>
          <w:sz w:val="28"/>
          <w:szCs w:val="28"/>
        </w:rPr>
        <w:t>(за</w:t>
      </w:r>
      <w:r w:rsidRPr="00D352B8">
        <w:rPr>
          <w:spacing w:val="-7"/>
          <w:sz w:val="28"/>
          <w:szCs w:val="28"/>
        </w:rPr>
        <w:t xml:space="preserve"> </w:t>
      </w:r>
      <w:r w:rsidRPr="00D352B8">
        <w:rPr>
          <w:sz w:val="28"/>
          <w:szCs w:val="28"/>
        </w:rPr>
        <w:t>исключением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случаев,</w:t>
      </w:r>
      <w:r w:rsidRPr="00D352B8">
        <w:rPr>
          <w:spacing w:val="-7"/>
          <w:sz w:val="28"/>
          <w:szCs w:val="28"/>
        </w:rPr>
        <w:t xml:space="preserve"> </w:t>
      </w:r>
      <w:r w:rsidRPr="00D352B8">
        <w:rPr>
          <w:sz w:val="28"/>
          <w:szCs w:val="28"/>
        </w:rPr>
        <w:t>когда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текст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является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частью графического изображения);</w:t>
      </w:r>
      <w:proofErr w:type="gramEnd"/>
    </w:p>
    <w:p w:rsidR="00AE7A5F" w:rsidRPr="00D352B8" w:rsidRDefault="00AE7A5F" w:rsidP="007478B2">
      <w:pPr>
        <w:widowControl w:val="0"/>
        <w:tabs>
          <w:tab w:val="left" w:pos="554"/>
          <w:tab w:val="left" w:pos="1418"/>
        </w:tabs>
        <w:ind w:firstLine="709"/>
        <w:jc w:val="both"/>
        <w:rPr>
          <w:sz w:val="28"/>
          <w:szCs w:val="28"/>
        </w:rPr>
      </w:pPr>
      <w:r w:rsidRPr="00D352B8">
        <w:rPr>
          <w:sz w:val="28"/>
          <w:szCs w:val="28"/>
        </w:rPr>
        <w:t>содержать оглавление, соответствующее их смыслу и содержанию</w:t>
      </w:r>
      <w:r w:rsidRPr="00D352B8">
        <w:rPr>
          <w:spacing w:val="80"/>
          <w:sz w:val="28"/>
          <w:szCs w:val="28"/>
        </w:rPr>
        <w:t xml:space="preserve"> </w:t>
      </w:r>
      <w:r w:rsidRPr="00D352B8">
        <w:rPr>
          <w:sz w:val="28"/>
          <w:szCs w:val="28"/>
        </w:rPr>
        <w:t>(для документов, содержащих структурированные по частям, главам, разделам (подразделам)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данные)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и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закладки,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обеспечивающие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переходы</w:t>
      </w:r>
      <w:r w:rsidRPr="00D352B8">
        <w:rPr>
          <w:spacing w:val="-9"/>
          <w:sz w:val="28"/>
          <w:szCs w:val="28"/>
        </w:rPr>
        <w:t xml:space="preserve"> </w:t>
      </w:r>
      <w:r w:rsidRPr="00D352B8">
        <w:rPr>
          <w:sz w:val="28"/>
          <w:szCs w:val="28"/>
        </w:rPr>
        <w:t>по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оглавлению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 xml:space="preserve">и </w:t>
      </w:r>
      <w:r w:rsidRPr="00D352B8">
        <w:rPr>
          <w:sz w:val="28"/>
          <w:szCs w:val="28"/>
        </w:rPr>
        <w:lastRenderedPageBreak/>
        <w:t>(или) к содержащимся в тексте рисункам и таблицам.</w:t>
      </w:r>
    </w:p>
    <w:p w:rsidR="00AE7A5F" w:rsidRPr="00D352B8" w:rsidRDefault="00AE7A5F" w:rsidP="007478B2">
      <w:pPr>
        <w:widowControl w:val="0"/>
        <w:tabs>
          <w:tab w:val="left" w:pos="554"/>
          <w:tab w:val="left" w:pos="1418"/>
        </w:tabs>
        <w:ind w:firstLine="709"/>
        <w:jc w:val="both"/>
        <w:rPr>
          <w:spacing w:val="-2"/>
          <w:sz w:val="28"/>
          <w:szCs w:val="28"/>
        </w:rPr>
      </w:pPr>
      <w:r w:rsidRPr="00D352B8">
        <w:rPr>
          <w:sz w:val="28"/>
          <w:szCs w:val="28"/>
        </w:rPr>
        <w:t>Документы,</w:t>
      </w:r>
      <w:r w:rsidRPr="00D352B8">
        <w:rPr>
          <w:spacing w:val="-5"/>
          <w:sz w:val="28"/>
          <w:szCs w:val="28"/>
        </w:rPr>
        <w:t xml:space="preserve"> </w:t>
      </w:r>
      <w:r w:rsidRPr="00D352B8">
        <w:rPr>
          <w:sz w:val="28"/>
          <w:szCs w:val="28"/>
        </w:rPr>
        <w:t>подлежащие</w:t>
      </w:r>
      <w:r w:rsidRPr="00D352B8">
        <w:rPr>
          <w:spacing w:val="-6"/>
          <w:sz w:val="28"/>
          <w:szCs w:val="28"/>
        </w:rPr>
        <w:t xml:space="preserve"> </w:t>
      </w:r>
      <w:r w:rsidRPr="00D352B8">
        <w:rPr>
          <w:sz w:val="28"/>
          <w:szCs w:val="28"/>
        </w:rPr>
        <w:t>представлению</w:t>
      </w:r>
      <w:r w:rsidRPr="00D352B8">
        <w:rPr>
          <w:spacing w:val="-5"/>
          <w:sz w:val="28"/>
          <w:szCs w:val="28"/>
        </w:rPr>
        <w:t xml:space="preserve"> </w:t>
      </w:r>
      <w:r w:rsidRPr="00D352B8">
        <w:rPr>
          <w:sz w:val="28"/>
          <w:szCs w:val="28"/>
        </w:rPr>
        <w:t>в</w:t>
      </w:r>
      <w:r w:rsidRPr="00D352B8">
        <w:rPr>
          <w:spacing w:val="-5"/>
          <w:sz w:val="28"/>
          <w:szCs w:val="28"/>
        </w:rPr>
        <w:t xml:space="preserve"> </w:t>
      </w:r>
      <w:r w:rsidRPr="00D352B8">
        <w:rPr>
          <w:sz w:val="28"/>
          <w:szCs w:val="28"/>
        </w:rPr>
        <w:t>форматах</w:t>
      </w:r>
      <w:r w:rsidRPr="00D352B8">
        <w:rPr>
          <w:spacing w:val="80"/>
          <w:sz w:val="28"/>
          <w:szCs w:val="28"/>
        </w:rPr>
        <w:t xml:space="preserve"> </w:t>
      </w:r>
      <w:proofErr w:type="spellStart"/>
      <w:r w:rsidRPr="00D352B8">
        <w:rPr>
          <w:sz w:val="28"/>
          <w:szCs w:val="28"/>
        </w:rPr>
        <w:t>xls</w:t>
      </w:r>
      <w:proofErr w:type="spellEnd"/>
      <w:r w:rsidRPr="00D352B8">
        <w:rPr>
          <w:sz w:val="28"/>
          <w:szCs w:val="28"/>
        </w:rPr>
        <w:t>,</w:t>
      </w:r>
      <w:r w:rsidRPr="00D352B8">
        <w:rPr>
          <w:spacing w:val="80"/>
          <w:sz w:val="28"/>
          <w:szCs w:val="28"/>
        </w:rPr>
        <w:t xml:space="preserve"> </w:t>
      </w:r>
      <w:proofErr w:type="spellStart"/>
      <w:r w:rsidRPr="00D352B8">
        <w:rPr>
          <w:sz w:val="28"/>
          <w:szCs w:val="28"/>
        </w:rPr>
        <w:t>xlsx</w:t>
      </w:r>
      <w:proofErr w:type="spellEnd"/>
      <w:r w:rsidRPr="00D352B8">
        <w:rPr>
          <w:spacing w:val="-5"/>
          <w:sz w:val="28"/>
          <w:szCs w:val="28"/>
        </w:rPr>
        <w:t xml:space="preserve"> </w:t>
      </w:r>
      <w:r w:rsidRPr="00D352B8">
        <w:rPr>
          <w:sz w:val="28"/>
          <w:szCs w:val="28"/>
        </w:rPr>
        <w:t>или</w:t>
      </w:r>
      <w:r w:rsidRPr="00D352B8">
        <w:rPr>
          <w:spacing w:val="80"/>
          <w:sz w:val="28"/>
          <w:szCs w:val="28"/>
        </w:rPr>
        <w:t xml:space="preserve"> </w:t>
      </w:r>
      <w:proofErr w:type="spellStart"/>
      <w:r w:rsidRPr="00D352B8">
        <w:rPr>
          <w:sz w:val="28"/>
          <w:szCs w:val="28"/>
        </w:rPr>
        <w:t>ods</w:t>
      </w:r>
      <w:proofErr w:type="spellEnd"/>
      <w:r w:rsidRPr="00D352B8">
        <w:rPr>
          <w:sz w:val="28"/>
          <w:szCs w:val="28"/>
        </w:rPr>
        <w:t xml:space="preserve">, формируются в виде отдельного документа, представляемого в электронной </w:t>
      </w:r>
      <w:r w:rsidRPr="00D352B8">
        <w:rPr>
          <w:spacing w:val="-2"/>
          <w:sz w:val="28"/>
          <w:szCs w:val="28"/>
        </w:rPr>
        <w:t>форме.</w:t>
      </w:r>
    </w:p>
    <w:p w:rsidR="00AE7A5F" w:rsidRPr="00D352B8" w:rsidRDefault="00AE7A5F" w:rsidP="007478B2">
      <w:pPr>
        <w:widowControl w:val="0"/>
        <w:tabs>
          <w:tab w:val="left" w:pos="554"/>
          <w:tab w:val="left" w:pos="1418"/>
        </w:tabs>
        <w:ind w:firstLine="709"/>
        <w:jc w:val="both"/>
        <w:rPr>
          <w:sz w:val="28"/>
          <w:szCs w:val="28"/>
          <w:lang w:eastAsia="en-US"/>
        </w:rPr>
      </w:pPr>
      <w:proofErr w:type="gramStart"/>
      <w:r w:rsidRPr="00D352B8">
        <w:rPr>
          <w:sz w:val="28"/>
          <w:szCs w:val="28"/>
          <w:lang w:eastAsia="en-US"/>
        </w:rPr>
        <w:t>2.18.</w:t>
      </w:r>
      <w:r>
        <w:rPr>
          <w:sz w:val="28"/>
          <w:szCs w:val="28"/>
          <w:lang w:eastAsia="en-US"/>
        </w:rPr>
        <w:t>4</w:t>
      </w:r>
      <w:r w:rsidRPr="00D352B8">
        <w:rPr>
          <w:sz w:val="28"/>
          <w:szCs w:val="28"/>
          <w:lang w:eastAsia="en-US"/>
        </w:rPr>
        <w:t>.</w:t>
      </w:r>
      <w:r w:rsidRPr="00D352B8">
        <w:rPr>
          <w:sz w:val="28"/>
          <w:szCs w:val="28"/>
        </w:rPr>
        <w:t>Документ, подтверждающий полномочия представителя заявителя действовать от имени заявителя</w:t>
      </w:r>
      <w:r w:rsidRPr="00D352B8">
        <w:rPr>
          <w:spacing w:val="80"/>
          <w:sz w:val="28"/>
          <w:szCs w:val="28"/>
        </w:rPr>
        <w:t xml:space="preserve"> в</w:t>
      </w:r>
      <w:r w:rsidRPr="00D352B8">
        <w:rPr>
          <w:sz w:val="28"/>
          <w:szCs w:val="28"/>
        </w:rPr>
        <w:t xml:space="preserve"> случае представления</w:t>
      </w:r>
      <w:r w:rsidR="00D50D66">
        <w:rPr>
          <w:sz w:val="28"/>
          <w:szCs w:val="28"/>
        </w:rPr>
        <w:t xml:space="preserve"> документов в электронной форме</w:t>
      </w:r>
      <w:r w:rsidRPr="00D352B8">
        <w:rPr>
          <w:sz w:val="28"/>
          <w:szCs w:val="28"/>
        </w:rPr>
        <w:t>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лица</w:t>
      </w:r>
      <w:r w:rsidRPr="00D352B8">
        <w:rPr>
          <w:spacing w:val="-9"/>
          <w:sz w:val="28"/>
          <w:szCs w:val="28"/>
        </w:rPr>
        <w:t xml:space="preserve"> </w:t>
      </w:r>
      <w:r w:rsidRPr="00D352B8">
        <w:rPr>
          <w:sz w:val="28"/>
          <w:szCs w:val="28"/>
        </w:rPr>
        <w:t>такого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юридического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лица,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а</w:t>
      </w:r>
      <w:r w:rsidRPr="00D352B8">
        <w:rPr>
          <w:spacing w:val="-9"/>
          <w:sz w:val="28"/>
          <w:szCs w:val="28"/>
        </w:rPr>
        <w:t xml:space="preserve"> </w:t>
      </w:r>
      <w:r w:rsidRPr="00D352B8">
        <w:rPr>
          <w:sz w:val="28"/>
          <w:szCs w:val="28"/>
        </w:rPr>
        <w:t>документ,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выданный</w:t>
      </w:r>
      <w:r w:rsidRPr="00D352B8">
        <w:rPr>
          <w:spacing w:val="-8"/>
          <w:sz w:val="28"/>
          <w:szCs w:val="28"/>
        </w:rPr>
        <w:t xml:space="preserve"> </w:t>
      </w:r>
      <w:r w:rsidRPr="00D352B8">
        <w:rPr>
          <w:sz w:val="28"/>
          <w:szCs w:val="28"/>
        </w:rPr>
        <w:t>заявителем, являющимся физическим лицом, - усиленной квалифицированной электронной подписью нотариуса.</w:t>
      </w:r>
      <w:proofErr w:type="gramEnd"/>
    </w:p>
    <w:p w:rsidR="00AE7A5F" w:rsidRPr="00D352B8" w:rsidRDefault="00AE7A5F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352B8">
        <w:rPr>
          <w:bCs/>
          <w:sz w:val="28"/>
          <w:szCs w:val="28"/>
        </w:rPr>
        <w:t>2.18.</w:t>
      </w:r>
      <w:r>
        <w:rPr>
          <w:bCs/>
          <w:sz w:val="28"/>
          <w:szCs w:val="28"/>
        </w:rPr>
        <w:t>5</w:t>
      </w:r>
      <w:r w:rsidRPr="00D352B8">
        <w:rPr>
          <w:bCs/>
          <w:sz w:val="28"/>
          <w:szCs w:val="28"/>
        </w:rPr>
        <w:t xml:space="preserve">.Результаты предоставления муниципальной услуги, указанные в пункте 2.3 настоящего Административного регламента, направляются заявителю в личный кабинет на Портале </w:t>
      </w:r>
      <w:proofErr w:type="spellStart"/>
      <w:r w:rsidRPr="00D352B8">
        <w:rPr>
          <w:bCs/>
          <w:sz w:val="28"/>
          <w:szCs w:val="28"/>
        </w:rPr>
        <w:t>госуслуг</w:t>
      </w:r>
      <w:proofErr w:type="spellEnd"/>
      <w:r w:rsidRPr="00D352B8">
        <w:rPr>
          <w:bCs/>
          <w:sz w:val="28"/>
          <w:szCs w:val="28"/>
        </w:rPr>
        <w:t xml:space="preserve"> в форме уведомлений по заявлению.</w:t>
      </w:r>
    </w:p>
    <w:p w:rsidR="00AE7A5F" w:rsidRPr="00D352B8" w:rsidRDefault="00AE7A5F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352B8">
        <w:rPr>
          <w:bCs/>
          <w:sz w:val="28"/>
          <w:szCs w:val="28"/>
        </w:rPr>
        <w:t xml:space="preserve">В случае направления заявления посредством Портала </w:t>
      </w:r>
      <w:proofErr w:type="spellStart"/>
      <w:r w:rsidRPr="00D352B8">
        <w:rPr>
          <w:bCs/>
          <w:sz w:val="28"/>
          <w:szCs w:val="28"/>
        </w:rPr>
        <w:t>госуслуг</w:t>
      </w:r>
      <w:proofErr w:type="spellEnd"/>
      <w:r w:rsidRPr="00D352B8">
        <w:rPr>
          <w:bCs/>
          <w:sz w:val="28"/>
          <w:szCs w:val="28"/>
        </w:rPr>
        <w:t xml:space="preserve"> результат предоставления муниципальной услуги также может быть выдан заявителю на бумажном носителе в МАУ </w:t>
      </w:r>
      <w:r w:rsidR="00545912">
        <w:rPr>
          <w:bCs/>
          <w:sz w:val="28"/>
          <w:szCs w:val="28"/>
        </w:rPr>
        <w:t>«</w:t>
      </w:r>
      <w:r w:rsidR="005036CA">
        <w:rPr>
          <w:bCs/>
          <w:sz w:val="28"/>
          <w:szCs w:val="28"/>
        </w:rPr>
        <w:t>МФЦ г.Шахты</w:t>
      </w:r>
      <w:r w:rsidR="00545912">
        <w:rPr>
          <w:bCs/>
          <w:sz w:val="28"/>
          <w:szCs w:val="28"/>
        </w:rPr>
        <w:t>»</w:t>
      </w:r>
      <w:r w:rsidRPr="00D352B8">
        <w:rPr>
          <w:bCs/>
          <w:sz w:val="28"/>
          <w:szCs w:val="28"/>
        </w:rPr>
        <w:t>.</w:t>
      </w:r>
    </w:p>
    <w:p w:rsidR="00AE7A5F" w:rsidRPr="00341539" w:rsidRDefault="00AE7A5F" w:rsidP="00D50D66">
      <w:pPr>
        <w:widowControl w:val="0"/>
        <w:jc w:val="center"/>
        <w:rPr>
          <w:bCs/>
          <w:sz w:val="28"/>
          <w:szCs w:val="28"/>
        </w:rPr>
      </w:pPr>
    </w:p>
    <w:p w:rsidR="00976596" w:rsidRPr="00341539" w:rsidRDefault="00976596" w:rsidP="00D50D66">
      <w:pPr>
        <w:widowControl w:val="0"/>
        <w:jc w:val="center"/>
        <w:rPr>
          <w:bCs/>
          <w:sz w:val="28"/>
          <w:szCs w:val="28"/>
        </w:rPr>
      </w:pPr>
      <w:r w:rsidRPr="00341539">
        <w:rPr>
          <w:bCs/>
          <w:sz w:val="28"/>
          <w:szCs w:val="28"/>
        </w:rPr>
        <w:t>3.</w:t>
      </w:r>
      <w:r w:rsidRPr="00341539">
        <w:rPr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:rsidR="00976596" w:rsidRPr="00341539" w:rsidRDefault="00976596" w:rsidP="00D50D6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3.1.Предоставление услуги </w:t>
      </w:r>
      <w:r w:rsidR="00545912">
        <w:rPr>
          <w:sz w:val="28"/>
          <w:szCs w:val="28"/>
        </w:rPr>
        <w:t>«</w:t>
      </w:r>
      <w:r w:rsidRPr="00341539">
        <w:rPr>
          <w:sz w:val="28"/>
          <w:szCs w:val="28"/>
        </w:rPr>
        <w:t>П</w:t>
      </w:r>
      <w:r w:rsidRPr="00341539">
        <w:rPr>
          <w:bCs/>
          <w:sz w:val="28"/>
          <w:szCs w:val="28"/>
        </w:rPr>
        <w:t>ризнание садового дома жилым домом и жилого дома садовым домом</w:t>
      </w:r>
      <w:r w:rsidR="00545912">
        <w:rPr>
          <w:sz w:val="28"/>
          <w:szCs w:val="28"/>
        </w:rPr>
        <w:t>»</w:t>
      </w:r>
      <w:r w:rsidRPr="00341539">
        <w:rPr>
          <w:sz w:val="28"/>
          <w:szCs w:val="28"/>
        </w:rPr>
        <w:t xml:space="preserve"> осуществляется при обращении в МФЦ.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В случае если заявитель обращается в МФЦ за получением услуги, осуществляются следующие административные процедуры: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-прием от заявителя заявления и иных документов, необходимых для предоставления услуги, регистрация – 1 </w:t>
      </w:r>
      <w:r w:rsidR="00942F80">
        <w:rPr>
          <w:sz w:val="28"/>
          <w:szCs w:val="28"/>
        </w:rPr>
        <w:t>рабочий</w:t>
      </w:r>
      <w:r w:rsidRPr="00341539">
        <w:rPr>
          <w:sz w:val="28"/>
          <w:szCs w:val="28"/>
        </w:rPr>
        <w:t xml:space="preserve"> день;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-формирование, направление МФЦ межведомственных запросов и получение сведений (документов) – 5 рабочих дней (с у</w:t>
      </w:r>
      <w:r w:rsidR="00942F80">
        <w:rPr>
          <w:sz w:val="28"/>
          <w:szCs w:val="28"/>
        </w:rPr>
        <w:t>четом дня регистрации заявления</w:t>
      </w:r>
      <w:r w:rsidRPr="00341539">
        <w:rPr>
          <w:sz w:val="28"/>
          <w:szCs w:val="28"/>
        </w:rPr>
        <w:t xml:space="preserve">); 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-перед</w:t>
      </w:r>
      <w:r w:rsidR="001A2E41">
        <w:rPr>
          <w:sz w:val="28"/>
          <w:szCs w:val="28"/>
        </w:rPr>
        <w:t xml:space="preserve">ача пакета документов в </w:t>
      </w:r>
      <w:proofErr w:type="spellStart"/>
      <w:r w:rsidR="001A2E41">
        <w:rPr>
          <w:sz w:val="28"/>
          <w:szCs w:val="28"/>
        </w:rPr>
        <w:t>ДАГиТР</w:t>
      </w:r>
      <w:proofErr w:type="spellEnd"/>
      <w:r w:rsidR="001A2E41">
        <w:rPr>
          <w:sz w:val="28"/>
          <w:szCs w:val="28"/>
        </w:rPr>
        <w:t xml:space="preserve"> </w:t>
      </w:r>
      <w:r w:rsidRPr="00341539">
        <w:rPr>
          <w:sz w:val="28"/>
          <w:szCs w:val="28"/>
        </w:rPr>
        <w:t xml:space="preserve">– 1 </w:t>
      </w:r>
      <w:r w:rsidR="00942F80">
        <w:rPr>
          <w:sz w:val="28"/>
          <w:szCs w:val="28"/>
        </w:rPr>
        <w:t xml:space="preserve">рабочий </w:t>
      </w:r>
      <w:r w:rsidRPr="00341539">
        <w:rPr>
          <w:sz w:val="28"/>
          <w:szCs w:val="28"/>
        </w:rPr>
        <w:t>день (в день получения последнего ответа на межведомственный запрос);</w:t>
      </w:r>
    </w:p>
    <w:p w:rsidR="00976596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-рассмотрение заявления, оформление и подписание результата предоставления услуги – </w:t>
      </w:r>
      <w:r w:rsidR="00942F80">
        <w:rPr>
          <w:sz w:val="28"/>
          <w:szCs w:val="28"/>
        </w:rPr>
        <w:t>4</w:t>
      </w:r>
      <w:r w:rsidRPr="00341539">
        <w:rPr>
          <w:sz w:val="28"/>
          <w:szCs w:val="28"/>
        </w:rPr>
        <w:t xml:space="preserve"> </w:t>
      </w:r>
      <w:r w:rsidR="00942F80">
        <w:rPr>
          <w:sz w:val="28"/>
          <w:szCs w:val="28"/>
        </w:rPr>
        <w:t>рабочих дня</w:t>
      </w:r>
      <w:r w:rsidRPr="00341539">
        <w:rPr>
          <w:sz w:val="28"/>
          <w:szCs w:val="28"/>
        </w:rPr>
        <w:t xml:space="preserve"> (со дня передачи пакета документов в </w:t>
      </w:r>
      <w:proofErr w:type="spellStart"/>
      <w:r w:rsidRPr="00341539">
        <w:rPr>
          <w:sz w:val="28"/>
          <w:szCs w:val="28"/>
        </w:rPr>
        <w:t>ДАГиТР</w:t>
      </w:r>
      <w:proofErr w:type="spellEnd"/>
      <w:r w:rsidRPr="00341539">
        <w:rPr>
          <w:sz w:val="28"/>
          <w:szCs w:val="28"/>
        </w:rPr>
        <w:t>)</w:t>
      </w:r>
      <w:r w:rsidR="00942F80">
        <w:rPr>
          <w:sz w:val="28"/>
          <w:szCs w:val="28"/>
        </w:rPr>
        <w:t>;</w:t>
      </w:r>
    </w:p>
    <w:p w:rsidR="00942F80" w:rsidRPr="00341539" w:rsidRDefault="00942F80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-направление </w:t>
      </w:r>
      <w:r w:rsidRPr="00341539">
        <w:rPr>
          <w:sz w:val="28"/>
          <w:szCs w:val="28"/>
        </w:rPr>
        <w:t xml:space="preserve">результата предоставления услуги в МФЦ – </w:t>
      </w:r>
      <w:r>
        <w:rPr>
          <w:sz w:val="28"/>
          <w:szCs w:val="28"/>
        </w:rPr>
        <w:t>1 рабочий день.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3.2.Прием заявления и иных документов, необходимых для предоставления услуги, регистрация.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lastRenderedPageBreak/>
        <w:t>3.2.1.Основанием для начала административной процедуры является заявление, поступившее непосредственно от заявителя или уполномоченного им лица (далее - заявитель).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3.2.2.Ответственным за административную процедуру и административные действия является специалист МФЦ.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3.2.3.При обращении заявителя в МФЦ специалист приема МФЦ осуществляет следующие действия: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-устанавливает предмет обращения заявителя;</w:t>
      </w:r>
    </w:p>
    <w:p w:rsidR="00976596" w:rsidRPr="00341539" w:rsidRDefault="00976596" w:rsidP="007478B2">
      <w:pPr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-информирует заявителя о порядке и условиях получения муниципальной услуги через МФЦ;</w:t>
      </w:r>
    </w:p>
    <w:p w:rsidR="00976596" w:rsidRPr="00341539" w:rsidRDefault="00976596" w:rsidP="007478B2">
      <w:pPr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-выдает заявителю бланк заявления на получение муниципальной услуги, после заполнения заявителем проверяет правильность внесенных данных и визирует заявление;</w:t>
      </w:r>
    </w:p>
    <w:p w:rsidR="00976596" w:rsidRPr="00341539" w:rsidRDefault="00976596" w:rsidP="007478B2">
      <w:pPr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-при необходимости заполняет заявление на получение муниципальной услуги, распечатывает его и представляет заявителю на подпись; </w:t>
      </w:r>
    </w:p>
    <w:p w:rsidR="00976596" w:rsidRPr="00341539" w:rsidRDefault="00976596" w:rsidP="007478B2">
      <w:pPr>
        <w:ind w:firstLine="709"/>
        <w:jc w:val="both"/>
        <w:rPr>
          <w:sz w:val="28"/>
          <w:szCs w:val="28"/>
        </w:rPr>
      </w:pPr>
      <w:proofErr w:type="gramStart"/>
      <w:r w:rsidRPr="00341539">
        <w:rPr>
          <w:sz w:val="28"/>
          <w:szCs w:val="28"/>
        </w:rPr>
        <w:t>-проверяет документы, удостоверяющие личность заявителя, в случае обращения законного представителя гражданина – полномочия законного представителя; свидетельствует своей подписью правильность внесени</w:t>
      </w:r>
      <w:r w:rsidR="00130BC2">
        <w:rPr>
          <w:sz w:val="28"/>
          <w:szCs w:val="28"/>
        </w:rPr>
        <w:t>я в заявление данных заявителя;</w:t>
      </w:r>
      <w:proofErr w:type="gramEnd"/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-проверяет полноту комплекта документов в соответствии с перечнем, установленным </w:t>
      </w:r>
      <w:hyperlink w:anchor="Par97" w:history="1">
        <w:r w:rsidRPr="00341539">
          <w:rPr>
            <w:sz w:val="28"/>
            <w:szCs w:val="28"/>
          </w:rPr>
          <w:t>пунктами 2.6</w:t>
        </w:r>
      </w:hyperlink>
      <w:r w:rsidRPr="00341539">
        <w:rPr>
          <w:sz w:val="28"/>
          <w:szCs w:val="28"/>
        </w:rPr>
        <w:t>.1 настоящего Регламента;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-регистрирует заявление и документы в информационной системе МФЦ;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-выдает заявителю расписку о принятии документов, содержащую номер и дату регистрации заявления.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Прием и регистрация заявления и пакета документов осуществляется в день подачи заявления.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3.2.4.Критерии принятия решения по данной процедуре является соответствие представленных документов перечню, установленному пунктом 2.6.1 настоящего Регламента, а также требованиям, установленным пунктом 2.9 настоящего Регламента.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3.2.5.Результатом административной процедуры являются принятие документов от заявителя и их регистрация в информационной системе МФЦ.</w:t>
      </w:r>
    </w:p>
    <w:p w:rsidR="00976596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3.2.6.Способ фиксации результата - регистрация необходимых для предоставления услуг документов в информационной системе МФЦ и выдача расписки об их принятии заявителю.</w:t>
      </w:r>
    </w:p>
    <w:p w:rsidR="00A82754" w:rsidRPr="00341539" w:rsidRDefault="00A82754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Продолжительность административной процедуры –1 </w:t>
      </w:r>
      <w:r w:rsidR="00942F80">
        <w:rPr>
          <w:sz w:val="28"/>
          <w:szCs w:val="28"/>
        </w:rPr>
        <w:t xml:space="preserve">рабочий </w:t>
      </w:r>
      <w:r w:rsidRPr="00341539">
        <w:rPr>
          <w:sz w:val="28"/>
          <w:szCs w:val="28"/>
        </w:rPr>
        <w:t>день.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3.3.Формирование, направление МФЦ межведомственных запросов и получение сведений (документов).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3.3.1.Основанием для начала административной процедуры является непредставление заявителем в МФЦ документов, указанных в пункте 2.7 настоящего Регламента.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3.3.2.Ответственным за подготовку и направление межведомственных запросов является специалист МФЦ.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3.3.3.При формировании и направлении МФЦ межведомственных запросов специалист МФЦ осуществляет следующие действия: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lastRenderedPageBreak/>
        <w:t xml:space="preserve">-определяет виды межведомственных запросов с целью </w:t>
      </w:r>
      <w:proofErr w:type="spellStart"/>
      <w:r w:rsidRPr="00341539">
        <w:rPr>
          <w:sz w:val="28"/>
          <w:szCs w:val="28"/>
        </w:rPr>
        <w:t>доукомплектации</w:t>
      </w:r>
      <w:proofErr w:type="spellEnd"/>
      <w:r w:rsidRPr="00341539">
        <w:rPr>
          <w:sz w:val="28"/>
          <w:szCs w:val="28"/>
        </w:rPr>
        <w:t xml:space="preserve"> пакета документа в соответствии с </w:t>
      </w:r>
      <w:hyperlink w:anchor="Par116" w:history="1">
        <w:r w:rsidRPr="00341539">
          <w:rPr>
            <w:sz w:val="28"/>
            <w:szCs w:val="28"/>
          </w:rPr>
          <w:t>пунктом 2.7</w:t>
        </w:r>
      </w:hyperlink>
      <w:r w:rsidRPr="00341539">
        <w:rPr>
          <w:sz w:val="28"/>
          <w:szCs w:val="28"/>
        </w:rPr>
        <w:t xml:space="preserve"> настоящего Регламента;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-формирует и направляет межведомственные запросы;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-получает сведения (документы) на межведомственный запрос, доукомплектовывает пакет документов.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Формирование и направление межведомственных запросов осуществляется в день приема заявления и пакета документов. Срок получения необходимых сведений в рамках межведомственного информационного взаимодействия при предоставлении муниципальной услуги составляет 5 рабочих дней.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Особенности осуществления межведомственного взаимодействия специалистами МФЦ закрепляются в утвержденной технологической схеме предоставления муниципальной услуги </w:t>
      </w:r>
      <w:r w:rsidR="00545912">
        <w:rPr>
          <w:sz w:val="28"/>
          <w:szCs w:val="28"/>
        </w:rPr>
        <w:t>«</w:t>
      </w:r>
      <w:r w:rsidRPr="00341539">
        <w:rPr>
          <w:sz w:val="28"/>
          <w:szCs w:val="28"/>
        </w:rPr>
        <w:t>П</w:t>
      </w:r>
      <w:r w:rsidRPr="00341539">
        <w:rPr>
          <w:bCs/>
          <w:sz w:val="28"/>
          <w:szCs w:val="28"/>
        </w:rPr>
        <w:t>ризнание садового дома жилым домом и жилого дома садовым домом</w:t>
      </w:r>
      <w:r w:rsidR="00545912">
        <w:rPr>
          <w:sz w:val="28"/>
          <w:szCs w:val="28"/>
        </w:rPr>
        <w:t>»</w:t>
      </w:r>
      <w:r w:rsidRPr="00341539">
        <w:rPr>
          <w:sz w:val="28"/>
          <w:szCs w:val="28"/>
        </w:rPr>
        <w:t>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3.3.4.Критерии принятия решения по данной процедуре является необходимость запроса сведений (документов) для предоставления муниципальной услуги.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3.3.5.Результатом административной процедуры является получение сведений (документов) в рамках межведомственного запроса и доукомплектованный пакет документов.</w:t>
      </w:r>
    </w:p>
    <w:p w:rsidR="00976596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3.3.6.Способ фиксации результата - внесение данных о получении межведомственных запросов в информационную систему МФЦ.</w:t>
      </w:r>
    </w:p>
    <w:p w:rsidR="00A82754" w:rsidRPr="00341539" w:rsidRDefault="00A82754" w:rsidP="00A827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Продолжительность административной процедуры - 5 рабочих дней (с учетом дня регистрации заявления).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3.4.Передача пакета документов в </w:t>
      </w:r>
      <w:proofErr w:type="spellStart"/>
      <w:r w:rsidRPr="00341539">
        <w:rPr>
          <w:sz w:val="28"/>
          <w:szCs w:val="28"/>
        </w:rPr>
        <w:t>ДАГиТР</w:t>
      </w:r>
      <w:proofErr w:type="spellEnd"/>
      <w:r w:rsidRPr="00341539">
        <w:rPr>
          <w:sz w:val="28"/>
          <w:szCs w:val="28"/>
        </w:rPr>
        <w:t>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3.4.1.Основанием для начала административной процедуры является сформированный пакет документов.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3.4.2.Ответственными за административную процедуру и административные действия являются: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-в части передачи документов в </w:t>
      </w:r>
      <w:proofErr w:type="spellStart"/>
      <w:r w:rsidRPr="00341539">
        <w:rPr>
          <w:sz w:val="28"/>
          <w:szCs w:val="28"/>
        </w:rPr>
        <w:t>ДАГиТР</w:t>
      </w:r>
      <w:proofErr w:type="spellEnd"/>
      <w:r w:rsidRPr="00341539">
        <w:rPr>
          <w:sz w:val="28"/>
          <w:szCs w:val="28"/>
        </w:rPr>
        <w:t xml:space="preserve"> - специалист МФЦ;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-в части приема пакетов документов - специалист </w:t>
      </w:r>
      <w:proofErr w:type="spellStart"/>
      <w:r w:rsidRPr="00341539">
        <w:rPr>
          <w:sz w:val="28"/>
          <w:szCs w:val="28"/>
        </w:rPr>
        <w:t>ДАГиТР</w:t>
      </w:r>
      <w:proofErr w:type="spellEnd"/>
      <w:r w:rsidRPr="00341539">
        <w:rPr>
          <w:sz w:val="28"/>
          <w:szCs w:val="28"/>
        </w:rPr>
        <w:t>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3.4.3.Специалист МФЦ осуществляет следующие действия: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-подготавливает реестр передачи пакетов документов в </w:t>
      </w:r>
      <w:proofErr w:type="spellStart"/>
      <w:r w:rsidRPr="00341539">
        <w:rPr>
          <w:sz w:val="28"/>
          <w:szCs w:val="28"/>
        </w:rPr>
        <w:t>ДАГиТР</w:t>
      </w:r>
      <w:proofErr w:type="spellEnd"/>
      <w:r w:rsidRPr="00341539">
        <w:rPr>
          <w:sz w:val="28"/>
          <w:szCs w:val="28"/>
        </w:rPr>
        <w:t>, в электронном виде и на бумажном носителе в двух экземплярах;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-осуществляет передачу пакета документов в </w:t>
      </w:r>
      <w:proofErr w:type="spellStart"/>
      <w:r w:rsidRPr="00341539">
        <w:rPr>
          <w:sz w:val="28"/>
          <w:szCs w:val="28"/>
        </w:rPr>
        <w:t>ДАГиТР</w:t>
      </w:r>
      <w:proofErr w:type="spellEnd"/>
      <w:r w:rsidRPr="00341539">
        <w:rPr>
          <w:sz w:val="28"/>
          <w:szCs w:val="28"/>
        </w:rPr>
        <w:t>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Подготовленный пакет документов и реестр в электронном виде и на бумажном носителе направляется в </w:t>
      </w:r>
      <w:proofErr w:type="spellStart"/>
      <w:r w:rsidRPr="00341539">
        <w:rPr>
          <w:sz w:val="28"/>
          <w:szCs w:val="28"/>
        </w:rPr>
        <w:t>ДАГиТР</w:t>
      </w:r>
      <w:proofErr w:type="spellEnd"/>
      <w:r w:rsidRPr="00341539">
        <w:rPr>
          <w:sz w:val="28"/>
          <w:szCs w:val="28"/>
        </w:rPr>
        <w:t xml:space="preserve"> в день регистрации заявления и составления реестра или: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-в день получения последнего отв</w:t>
      </w:r>
      <w:r w:rsidR="00942F80">
        <w:rPr>
          <w:sz w:val="28"/>
          <w:szCs w:val="28"/>
        </w:rPr>
        <w:t>ета на межведомственный запрос;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-на 2-й день после регистрации заявления в случае, ес</w:t>
      </w:r>
      <w:r w:rsidR="00975E83">
        <w:rPr>
          <w:sz w:val="28"/>
          <w:szCs w:val="28"/>
        </w:rPr>
        <w:t>ли заявление поступило после 16-</w:t>
      </w:r>
      <w:r w:rsidRPr="00341539">
        <w:rPr>
          <w:sz w:val="28"/>
          <w:szCs w:val="28"/>
        </w:rPr>
        <w:t>00 часов.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Реестр передачи документов в </w:t>
      </w:r>
      <w:proofErr w:type="spellStart"/>
      <w:r w:rsidRPr="00341539">
        <w:rPr>
          <w:sz w:val="28"/>
          <w:szCs w:val="28"/>
        </w:rPr>
        <w:t>ДАГиТР</w:t>
      </w:r>
      <w:proofErr w:type="spellEnd"/>
      <w:r w:rsidRPr="00341539">
        <w:rPr>
          <w:sz w:val="28"/>
          <w:szCs w:val="28"/>
        </w:rPr>
        <w:t xml:space="preserve"> (в электронном виде и на бумажном носителе) передается специалисту </w:t>
      </w:r>
      <w:proofErr w:type="spellStart"/>
      <w:r w:rsidRPr="00341539">
        <w:rPr>
          <w:sz w:val="28"/>
          <w:szCs w:val="28"/>
        </w:rPr>
        <w:t>ДАГиТР</w:t>
      </w:r>
      <w:proofErr w:type="spellEnd"/>
      <w:r w:rsidRPr="00341539">
        <w:rPr>
          <w:sz w:val="28"/>
          <w:szCs w:val="28"/>
        </w:rPr>
        <w:t>, ответственному за осуществление процедур по приему и передачи пакетов документов, поступающих из МФЦ в день передачи пакетов документов.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lastRenderedPageBreak/>
        <w:t xml:space="preserve">Специалист </w:t>
      </w:r>
      <w:proofErr w:type="spellStart"/>
      <w:r w:rsidRPr="00341539">
        <w:rPr>
          <w:sz w:val="28"/>
          <w:szCs w:val="28"/>
        </w:rPr>
        <w:t>ДАГиТР</w:t>
      </w:r>
      <w:proofErr w:type="spellEnd"/>
      <w:r w:rsidRPr="00341539">
        <w:rPr>
          <w:sz w:val="28"/>
          <w:szCs w:val="28"/>
        </w:rPr>
        <w:t>, ответственный за прием</w:t>
      </w:r>
      <w:r w:rsidR="00C43DB9">
        <w:rPr>
          <w:sz w:val="28"/>
          <w:szCs w:val="28"/>
        </w:rPr>
        <w:t xml:space="preserve"> пакетов документов</w:t>
      </w:r>
      <w:r w:rsidRPr="00341539">
        <w:rPr>
          <w:sz w:val="28"/>
          <w:szCs w:val="28"/>
        </w:rPr>
        <w:t>, осуществляет следующие действия: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-принимает пакеты документов в соответствии с реестром передачи пакетов документов в </w:t>
      </w:r>
      <w:proofErr w:type="spellStart"/>
      <w:r w:rsidRPr="00341539">
        <w:rPr>
          <w:sz w:val="28"/>
          <w:szCs w:val="28"/>
        </w:rPr>
        <w:t>ДАГиТР</w:t>
      </w:r>
      <w:proofErr w:type="spellEnd"/>
      <w:r w:rsidRPr="00341539">
        <w:rPr>
          <w:sz w:val="28"/>
          <w:szCs w:val="28"/>
        </w:rPr>
        <w:t>;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-обеспечивает передачу поступивших пакетов документов в </w:t>
      </w:r>
      <w:proofErr w:type="spellStart"/>
      <w:r w:rsidRPr="00341539">
        <w:rPr>
          <w:sz w:val="28"/>
          <w:szCs w:val="28"/>
        </w:rPr>
        <w:t>ДАГиТР</w:t>
      </w:r>
      <w:proofErr w:type="spellEnd"/>
      <w:r w:rsidRPr="00341539">
        <w:rPr>
          <w:sz w:val="28"/>
          <w:szCs w:val="28"/>
        </w:rPr>
        <w:t xml:space="preserve"> специалисту, ответственному за рассмотрение заявления и оформление результата предоставления услуги, не позднее 12-00 следующего дня после получения документов из МФЦ.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3.4.4.Критерии принятия решения по данной процедуре отсутствуют.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3.4.5.Результатом административной процедуры является передача сформированных пакетов документов и реестров в </w:t>
      </w:r>
      <w:proofErr w:type="spellStart"/>
      <w:r w:rsidRPr="00341539">
        <w:rPr>
          <w:sz w:val="28"/>
          <w:szCs w:val="28"/>
        </w:rPr>
        <w:t>ДАГиТР</w:t>
      </w:r>
      <w:proofErr w:type="spellEnd"/>
      <w:r w:rsidRPr="00341539">
        <w:rPr>
          <w:sz w:val="28"/>
          <w:szCs w:val="28"/>
        </w:rPr>
        <w:t>.</w:t>
      </w:r>
    </w:p>
    <w:p w:rsidR="00976596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3.4.6.Способ фиксации результата - внесение данных о передаче сформированного пакета документов в информационную систему МФЦ, отметка в реестре приема-передачи.</w:t>
      </w:r>
    </w:p>
    <w:p w:rsidR="00A82754" w:rsidRPr="00341539" w:rsidRDefault="00A82754" w:rsidP="00A827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Продолжительност</w:t>
      </w:r>
      <w:r w:rsidR="00975E83">
        <w:rPr>
          <w:sz w:val="28"/>
          <w:szCs w:val="28"/>
        </w:rPr>
        <w:t xml:space="preserve">ь административной </w:t>
      </w:r>
      <w:r>
        <w:rPr>
          <w:sz w:val="28"/>
          <w:szCs w:val="28"/>
        </w:rPr>
        <w:t xml:space="preserve">процедуры – </w:t>
      </w:r>
      <w:r w:rsidRPr="00341539">
        <w:rPr>
          <w:sz w:val="28"/>
          <w:szCs w:val="28"/>
        </w:rPr>
        <w:t xml:space="preserve">1 </w:t>
      </w:r>
      <w:r w:rsidR="00942F80">
        <w:rPr>
          <w:sz w:val="28"/>
          <w:szCs w:val="28"/>
        </w:rPr>
        <w:t xml:space="preserve">рабочий </w:t>
      </w:r>
      <w:r w:rsidRPr="00341539">
        <w:rPr>
          <w:sz w:val="28"/>
          <w:szCs w:val="28"/>
        </w:rPr>
        <w:t>день (в день получения последнего ответа на межведомственный запрос).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3.5.Рассмотрение заявления, оформление и подписание результата предоставления услуги.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3.5.1.Основанием для начала административной процедуры являются поступивший из МФЦ сформированный пакет документов и заявление.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3.5.2.Ответственным за административную процедуру и административные действия является специалист ООРД </w:t>
      </w:r>
      <w:proofErr w:type="spellStart"/>
      <w:r w:rsidRPr="00341539">
        <w:rPr>
          <w:sz w:val="28"/>
          <w:szCs w:val="28"/>
        </w:rPr>
        <w:t>ДАГиТР</w:t>
      </w:r>
      <w:proofErr w:type="spellEnd"/>
      <w:r w:rsidRPr="00341539">
        <w:rPr>
          <w:sz w:val="28"/>
          <w:szCs w:val="28"/>
        </w:rPr>
        <w:t>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3.5.3.При рассмотрении заявления и оформления результата предоставления услуги специалист ООРД </w:t>
      </w:r>
      <w:proofErr w:type="spellStart"/>
      <w:r w:rsidRPr="00341539">
        <w:rPr>
          <w:sz w:val="28"/>
          <w:szCs w:val="28"/>
        </w:rPr>
        <w:t>ДАГиТР</w:t>
      </w:r>
      <w:proofErr w:type="spellEnd"/>
      <w:r w:rsidRPr="00341539">
        <w:rPr>
          <w:sz w:val="28"/>
          <w:szCs w:val="28"/>
        </w:rPr>
        <w:t xml:space="preserve"> выполняет следующие действия: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-проверяет наличие всех необходимых документов в соответствии с перечнем, установленным пунктами </w:t>
      </w:r>
      <w:hyperlink w:anchor="Par97" w:history="1">
        <w:r w:rsidRPr="00341539">
          <w:rPr>
            <w:sz w:val="28"/>
            <w:szCs w:val="28"/>
          </w:rPr>
          <w:t>2.</w:t>
        </w:r>
      </w:hyperlink>
      <w:r w:rsidRPr="00341539">
        <w:rPr>
          <w:sz w:val="28"/>
          <w:szCs w:val="28"/>
        </w:rPr>
        <w:t>6.1 настоящего Регламента;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-проверяет документы на наличие (отсутствие) оснований для отказа, указанных в </w:t>
      </w:r>
      <w:hyperlink w:anchor="Par135" w:history="1">
        <w:r w:rsidRPr="00341539">
          <w:rPr>
            <w:sz w:val="28"/>
            <w:szCs w:val="28"/>
          </w:rPr>
          <w:t>2.10.2</w:t>
        </w:r>
      </w:hyperlink>
      <w:r w:rsidRPr="00341539">
        <w:rPr>
          <w:sz w:val="28"/>
          <w:szCs w:val="28"/>
        </w:rPr>
        <w:t xml:space="preserve"> настоящего Регламента;</w:t>
      </w:r>
    </w:p>
    <w:p w:rsidR="00964045" w:rsidRPr="00341539" w:rsidRDefault="00976596" w:rsidP="009640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rFonts w:eastAsia="TimesNewRomanPSMT"/>
          <w:sz w:val="28"/>
          <w:szCs w:val="28"/>
        </w:rPr>
        <w:t>-по результатам проверки принимает решение о подготовке результата п</w:t>
      </w:r>
      <w:r w:rsidR="00964045">
        <w:rPr>
          <w:rFonts w:eastAsia="TimesNewRomanPSMT"/>
          <w:sz w:val="28"/>
          <w:szCs w:val="28"/>
        </w:rPr>
        <w:t>редоставления услуги – документ (р</w:t>
      </w:r>
      <w:r w:rsidR="00964045" w:rsidRPr="00341539">
        <w:rPr>
          <w:sz w:val="28"/>
          <w:szCs w:val="28"/>
        </w:rPr>
        <w:t>езультат предоставления услуги о</w:t>
      </w:r>
      <w:r w:rsidR="00964045">
        <w:rPr>
          <w:sz w:val="28"/>
          <w:szCs w:val="28"/>
        </w:rPr>
        <w:t>формляется в двух экземплярах):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1)Решение о признании садового дома жилым домом и жилого дома садовым домом (по форме приложения №2 к настоящему Регламенту)</w:t>
      </w:r>
      <w:r w:rsidR="00975E83">
        <w:rPr>
          <w:sz w:val="28"/>
          <w:szCs w:val="28"/>
        </w:rPr>
        <w:t>;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2)Решение об отказе в признании садового дома жилым домом и жилого дома садовым домом (по форме приложения №3 к настоящему Регламенту)</w:t>
      </w:r>
      <w:r w:rsidR="00975E83">
        <w:rPr>
          <w:sz w:val="28"/>
          <w:szCs w:val="28"/>
        </w:rPr>
        <w:t>.</w:t>
      </w:r>
    </w:p>
    <w:p w:rsidR="000D6538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-регистрирует результат предоставления услуги </w:t>
      </w:r>
      <w:r w:rsidR="000D6538">
        <w:rPr>
          <w:sz w:val="28"/>
          <w:szCs w:val="28"/>
        </w:rPr>
        <w:t xml:space="preserve">в </w:t>
      </w:r>
      <w:r w:rsidR="00387AF0">
        <w:rPr>
          <w:sz w:val="28"/>
          <w:szCs w:val="28"/>
        </w:rPr>
        <w:t xml:space="preserve">электронном </w:t>
      </w:r>
      <w:r w:rsidR="000D6538">
        <w:rPr>
          <w:sz w:val="28"/>
          <w:szCs w:val="28"/>
        </w:rPr>
        <w:t>журнале решений о признании</w:t>
      </w:r>
      <w:r w:rsidR="00387AF0">
        <w:rPr>
          <w:sz w:val="28"/>
          <w:szCs w:val="28"/>
        </w:rPr>
        <w:t xml:space="preserve"> садового дома жилым домом и</w:t>
      </w:r>
      <w:r w:rsidR="000D6538">
        <w:rPr>
          <w:sz w:val="28"/>
          <w:szCs w:val="28"/>
        </w:rPr>
        <w:t xml:space="preserve"> </w:t>
      </w:r>
      <w:r w:rsidR="00E6670C">
        <w:rPr>
          <w:sz w:val="28"/>
          <w:szCs w:val="28"/>
        </w:rPr>
        <w:t>жилого дома садовым домом;</w:t>
      </w:r>
    </w:p>
    <w:p w:rsidR="00976596" w:rsidRDefault="00976596" w:rsidP="009640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-передает на </w:t>
      </w:r>
      <w:r w:rsidR="00721C1A">
        <w:rPr>
          <w:sz w:val="28"/>
          <w:szCs w:val="28"/>
        </w:rPr>
        <w:t>подписание</w:t>
      </w:r>
      <w:r w:rsidRPr="00341539">
        <w:rPr>
          <w:sz w:val="28"/>
          <w:szCs w:val="28"/>
        </w:rPr>
        <w:t xml:space="preserve"> результат предоставления услуги уполномоченному </w:t>
      </w:r>
      <w:r w:rsidR="00721C1A">
        <w:rPr>
          <w:sz w:val="28"/>
          <w:szCs w:val="28"/>
        </w:rPr>
        <w:t>лицу</w:t>
      </w:r>
      <w:r w:rsidRPr="00341539">
        <w:rPr>
          <w:sz w:val="28"/>
          <w:szCs w:val="28"/>
        </w:rPr>
        <w:t xml:space="preserve"> </w:t>
      </w:r>
      <w:r w:rsidR="00E6670C">
        <w:rPr>
          <w:sz w:val="28"/>
          <w:szCs w:val="28"/>
        </w:rPr>
        <w:t>Администрации г.Шахты</w:t>
      </w:r>
      <w:r w:rsidR="00153A71">
        <w:rPr>
          <w:sz w:val="28"/>
          <w:szCs w:val="28"/>
        </w:rPr>
        <w:t>.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Продолжитель</w:t>
      </w:r>
      <w:r w:rsidR="001E2A92">
        <w:rPr>
          <w:sz w:val="28"/>
          <w:szCs w:val="28"/>
        </w:rPr>
        <w:t>ность административных действий</w:t>
      </w:r>
      <w:r w:rsidR="00C55828">
        <w:rPr>
          <w:sz w:val="28"/>
          <w:szCs w:val="28"/>
        </w:rPr>
        <w:t>, указанных в пунктах 3.5.1-3.5.3 на</w:t>
      </w:r>
      <w:r w:rsidR="00975E83">
        <w:rPr>
          <w:sz w:val="28"/>
          <w:szCs w:val="28"/>
        </w:rPr>
        <w:t>стоящего Регламента</w:t>
      </w:r>
      <w:r w:rsidR="001E2A92">
        <w:rPr>
          <w:sz w:val="28"/>
          <w:szCs w:val="28"/>
        </w:rPr>
        <w:t xml:space="preserve"> – </w:t>
      </w:r>
      <w:r w:rsidR="00942F80">
        <w:rPr>
          <w:sz w:val="28"/>
          <w:szCs w:val="28"/>
        </w:rPr>
        <w:t>2</w:t>
      </w:r>
      <w:r w:rsidRPr="00341539">
        <w:rPr>
          <w:sz w:val="28"/>
          <w:szCs w:val="28"/>
        </w:rPr>
        <w:t xml:space="preserve"> </w:t>
      </w:r>
      <w:r w:rsidR="00942F80">
        <w:rPr>
          <w:sz w:val="28"/>
          <w:szCs w:val="28"/>
        </w:rPr>
        <w:t>рабочих дня</w:t>
      </w:r>
      <w:r w:rsidRPr="00341539">
        <w:rPr>
          <w:sz w:val="28"/>
          <w:szCs w:val="28"/>
        </w:rPr>
        <w:t xml:space="preserve">. </w:t>
      </w:r>
    </w:p>
    <w:p w:rsidR="00975E83" w:rsidRDefault="00975E83" w:rsidP="00C55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5E83" w:rsidRDefault="00975E83" w:rsidP="00C55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55828" w:rsidRPr="00C55828" w:rsidRDefault="00C55828" w:rsidP="00C55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828">
        <w:rPr>
          <w:sz w:val="28"/>
          <w:szCs w:val="28"/>
        </w:rPr>
        <w:lastRenderedPageBreak/>
        <w:t>3.5.</w:t>
      </w:r>
      <w:r>
        <w:rPr>
          <w:sz w:val="28"/>
          <w:szCs w:val="28"/>
        </w:rPr>
        <w:t>4</w:t>
      </w:r>
      <w:r w:rsidRPr="00C55828">
        <w:rPr>
          <w:sz w:val="28"/>
          <w:szCs w:val="28"/>
        </w:rPr>
        <w:t>.Подписание результата предоставления услуги.</w:t>
      </w:r>
    </w:p>
    <w:p w:rsidR="00C55828" w:rsidRPr="00C55828" w:rsidRDefault="00C55828" w:rsidP="00C55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3.5.4</w:t>
      </w:r>
      <w:r w:rsidR="00964045">
        <w:rPr>
          <w:sz w:val="28"/>
          <w:szCs w:val="28"/>
        </w:rPr>
        <w:t>.1.Ответственным</w:t>
      </w:r>
      <w:r w:rsidRPr="00C55828">
        <w:rPr>
          <w:sz w:val="28"/>
          <w:szCs w:val="28"/>
        </w:rPr>
        <w:t xml:space="preserve"> за</w:t>
      </w:r>
      <w:r w:rsidR="00964045">
        <w:rPr>
          <w:sz w:val="28"/>
          <w:szCs w:val="28"/>
        </w:rPr>
        <w:t xml:space="preserve"> административные действия являе</w:t>
      </w:r>
      <w:r w:rsidRPr="00C55828">
        <w:rPr>
          <w:sz w:val="28"/>
          <w:szCs w:val="28"/>
        </w:rPr>
        <w:t>тся уполномоченное лицо Администрации города Шахты.</w:t>
      </w:r>
    </w:p>
    <w:p w:rsidR="00C55828" w:rsidRPr="00C55828" w:rsidRDefault="00C55828" w:rsidP="00C55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3.5.4</w:t>
      </w:r>
      <w:r w:rsidRPr="00C55828">
        <w:rPr>
          <w:sz w:val="28"/>
          <w:szCs w:val="28"/>
        </w:rPr>
        <w:t>.2.Основанием для начала административной процедуры является подготовленный и предоставленный на согласование результат услуги.</w:t>
      </w:r>
    </w:p>
    <w:p w:rsidR="00C55828" w:rsidRPr="00C55828" w:rsidRDefault="00C55828" w:rsidP="00C55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828">
        <w:rPr>
          <w:sz w:val="28"/>
          <w:szCs w:val="28"/>
        </w:rPr>
        <w:t>При подписании результата предоставления услуги выполняются следующие действия:</w:t>
      </w:r>
    </w:p>
    <w:p w:rsidR="00BB03E5" w:rsidRDefault="00C55828" w:rsidP="00C55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828">
        <w:rPr>
          <w:sz w:val="28"/>
          <w:szCs w:val="28"/>
        </w:rPr>
        <w:t xml:space="preserve">-специалист </w:t>
      </w:r>
      <w:proofErr w:type="spellStart"/>
      <w:r w:rsidRPr="00C55828">
        <w:rPr>
          <w:sz w:val="28"/>
          <w:szCs w:val="28"/>
        </w:rPr>
        <w:t>ДАГиТР</w:t>
      </w:r>
      <w:proofErr w:type="spellEnd"/>
      <w:r w:rsidRPr="00C55828">
        <w:rPr>
          <w:sz w:val="28"/>
          <w:szCs w:val="28"/>
        </w:rPr>
        <w:t xml:space="preserve"> передает подготовленный результата предоставления услуги на подписание </w:t>
      </w:r>
      <w:r w:rsidR="00E6670C">
        <w:rPr>
          <w:sz w:val="28"/>
          <w:szCs w:val="28"/>
        </w:rPr>
        <w:t>уполномоченному</w:t>
      </w:r>
      <w:r w:rsidRPr="00C55828">
        <w:rPr>
          <w:sz w:val="28"/>
          <w:szCs w:val="28"/>
        </w:rPr>
        <w:t xml:space="preserve"> л</w:t>
      </w:r>
      <w:r w:rsidR="00BB03E5">
        <w:rPr>
          <w:sz w:val="28"/>
          <w:szCs w:val="28"/>
        </w:rPr>
        <w:t>ицу Администрации города Шахты;</w:t>
      </w:r>
    </w:p>
    <w:p w:rsidR="00C55828" w:rsidRDefault="00C55828" w:rsidP="00C55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828">
        <w:rPr>
          <w:sz w:val="28"/>
          <w:szCs w:val="28"/>
        </w:rPr>
        <w:t>-должностное лицо Администрации города Шахты подписывае</w:t>
      </w:r>
      <w:r w:rsidR="00BB03E5">
        <w:rPr>
          <w:sz w:val="28"/>
          <w:szCs w:val="28"/>
        </w:rPr>
        <w:t xml:space="preserve">т результат услуги и передает специалисту </w:t>
      </w:r>
      <w:proofErr w:type="spellStart"/>
      <w:r w:rsidR="00BB03E5">
        <w:rPr>
          <w:sz w:val="28"/>
          <w:szCs w:val="28"/>
        </w:rPr>
        <w:t>ДАГиТР</w:t>
      </w:r>
      <w:proofErr w:type="spellEnd"/>
      <w:r w:rsidR="00BB03E5">
        <w:rPr>
          <w:sz w:val="28"/>
          <w:szCs w:val="28"/>
        </w:rPr>
        <w:t>, ответственному</w:t>
      </w:r>
      <w:r w:rsidR="00BB03E5" w:rsidRPr="00341539">
        <w:rPr>
          <w:sz w:val="28"/>
          <w:szCs w:val="28"/>
        </w:rPr>
        <w:t xml:space="preserve"> за прием</w:t>
      </w:r>
      <w:r w:rsidR="00BB03E5">
        <w:rPr>
          <w:sz w:val="28"/>
          <w:szCs w:val="28"/>
        </w:rPr>
        <w:t xml:space="preserve"> пакетов документов.</w:t>
      </w:r>
    </w:p>
    <w:p w:rsidR="00C55828" w:rsidRPr="00C55828" w:rsidRDefault="00C55828" w:rsidP="00C55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828">
        <w:rPr>
          <w:sz w:val="28"/>
          <w:szCs w:val="28"/>
        </w:rPr>
        <w:t>Продолжительнос</w:t>
      </w:r>
      <w:r>
        <w:rPr>
          <w:sz w:val="28"/>
          <w:szCs w:val="28"/>
        </w:rPr>
        <w:t xml:space="preserve">ть административных действий, указанных в пункте 3.5.4 настоящего Регламента – </w:t>
      </w:r>
      <w:r w:rsidR="00942F80">
        <w:rPr>
          <w:sz w:val="28"/>
          <w:szCs w:val="28"/>
        </w:rPr>
        <w:t>2</w:t>
      </w:r>
      <w:r w:rsidRPr="00C55828">
        <w:rPr>
          <w:sz w:val="28"/>
          <w:szCs w:val="28"/>
        </w:rPr>
        <w:t xml:space="preserve"> </w:t>
      </w:r>
      <w:r w:rsidR="00942F80">
        <w:rPr>
          <w:sz w:val="28"/>
          <w:szCs w:val="28"/>
        </w:rPr>
        <w:t>рабочих дня</w:t>
      </w:r>
      <w:r w:rsidRPr="00C55828">
        <w:rPr>
          <w:sz w:val="28"/>
          <w:szCs w:val="28"/>
        </w:rPr>
        <w:t>.</w:t>
      </w:r>
    </w:p>
    <w:p w:rsidR="00C55828" w:rsidRPr="00C55828" w:rsidRDefault="001B1DC6" w:rsidP="00C55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3.5.5</w:t>
      </w:r>
      <w:r w:rsidR="00C55828" w:rsidRPr="00C55828">
        <w:rPr>
          <w:sz w:val="28"/>
          <w:szCs w:val="28"/>
        </w:rPr>
        <w:t>.Критерии принятия решения:</w:t>
      </w:r>
    </w:p>
    <w:p w:rsidR="00C55828" w:rsidRPr="00C55828" w:rsidRDefault="00C55828" w:rsidP="00C55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828">
        <w:rPr>
          <w:sz w:val="28"/>
          <w:szCs w:val="28"/>
        </w:rPr>
        <w:t>-наличие документов, предусмотренных пунктами 2.6.1, 2.6.2 настоящего Регламента;</w:t>
      </w:r>
    </w:p>
    <w:p w:rsidR="00C55828" w:rsidRPr="00C55828" w:rsidRDefault="00C55828" w:rsidP="00C55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5828">
        <w:rPr>
          <w:sz w:val="28"/>
          <w:szCs w:val="28"/>
        </w:rPr>
        <w:t>-отсутствие или наличие оснований для отказа, указанных в пункте 2.10.2 Регламента.</w:t>
      </w:r>
    </w:p>
    <w:p w:rsidR="00C55828" w:rsidRPr="00C55828" w:rsidRDefault="001B1DC6" w:rsidP="00C55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3.5.6</w:t>
      </w:r>
      <w:r w:rsidR="00C55828" w:rsidRPr="00C55828">
        <w:rPr>
          <w:sz w:val="28"/>
          <w:szCs w:val="28"/>
        </w:rPr>
        <w:t>.Результатом административной процедуры является подписанный уполномоченным лицом Администрации города Шахты результат предоставления услуги.</w:t>
      </w:r>
    </w:p>
    <w:p w:rsidR="00C55828" w:rsidRDefault="001B1DC6" w:rsidP="00C55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3.5.7</w:t>
      </w:r>
      <w:r w:rsidR="00C55828" w:rsidRPr="00C55828">
        <w:rPr>
          <w:sz w:val="28"/>
          <w:szCs w:val="28"/>
        </w:rPr>
        <w:t xml:space="preserve">.Способ фиксации результата - внесение данных о подготовке результата </w:t>
      </w:r>
      <w:r w:rsidR="00553800">
        <w:rPr>
          <w:sz w:val="28"/>
          <w:szCs w:val="28"/>
        </w:rPr>
        <w:t xml:space="preserve">услуги </w:t>
      </w:r>
      <w:r w:rsidR="00153A71">
        <w:rPr>
          <w:sz w:val="28"/>
          <w:szCs w:val="28"/>
        </w:rPr>
        <w:t>в</w:t>
      </w:r>
      <w:r w:rsidR="00553800">
        <w:rPr>
          <w:sz w:val="28"/>
          <w:szCs w:val="28"/>
        </w:rPr>
        <w:t xml:space="preserve"> Сводном журнале </w:t>
      </w:r>
      <w:proofErr w:type="spellStart"/>
      <w:r w:rsidR="00553800">
        <w:rPr>
          <w:sz w:val="28"/>
          <w:szCs w:val="28"/>
        </w:rPr>
        <w:t>ДАГиТР</w:t>
      </w:r>
      <w:proofErr w:type="spellEnd"/>
      <w:r w:rsidR="00553800">
        <w:rPr>
          <w:sz w:val="28"/>
          <w:szCs w:val="28"/>
        </w:rPr>
        <w:t>.</w:t>
      </w:r>
    </w:p>
    <w:p w:rsidR="00C55828" w:rsidRPr="00C55828" w:rsidRDefault="000A2A6D" w:rsidP="00C55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2A6D">
        <w:rPr>
          <w:sz w:val="28"/>
          <w:szCs w:val="28"/>
        </w:rPr>
        <w:t>Продолжительность административной процедуры</w:t>
      </w:r>
      <w:r>
        <w:rPr>
          <w:sz w:val="28"/>
          <w:szCs w:val="28"/>
        </w:rPr>
        <w:t xml:space="preserve"> </w:t>
      </w:r>
      <w:r w:rsidR="00545912">
        <w:rPr>
          <w:sz w:val="28"/>
          <w:szCs w:val="28"/>
        </w:rPr>
        <w:t>«</w:t>
      </w:r>
      <w:r>
        <w:rPr>
          <w:sz w:val="28"/>
          <w:szCs w:val="28"/>
        </w:rPr>
        <w:t>Р</w:t>
      </w:r>
      <w:r w:rsidRPr="00341539">
        <w:rPr>
          <w:sz w:val="28"/>
          <w:szCs w:val="28"/>
        </w:rPr>
        <w:t>ассмотрение заявления, оформление и подписание результата предоставления услуги</w:t>
      </w:r>
      <w:r w:rsidR="00545912">
        <w:rPr>
          <w:sz w:val="28"/>
          <w:szCs w:val="28"/>
        </w:rPr>
        <w:t>»</w:t>
      </w:r>
      <w:r w:rsidRPr="000A2A6D">
        <w:rPr>
          <w:sz w:val="28"/>
          <w:szCs w:val="28"/>
        </w:rPr>
        <w:t xml:space="preserve"> – </w:t>
      </w:r>
      <w:r w:rsidR="00942F80">
        <w:rPr>
          <w:sz w:val="28"/>
          <w:szCs w:val="28"/>
        </w:rPr>
        <w:t>4</w:t>
      </w:r>
      <w:r w:rsidRPr="000A2A6D">
        <w:rPr>
          <w:sz w:val="28"/>
          <w:szCs w:val="28"/>
        </w:rPr>
        <w:t xml:space="preserve"> </w:t>
      </w:r>
      <w:r w:rsidR="00942F80">
        <w:rPr>
          <w:sz w:val="28"/>
          <w:szCs w:val="28"/>
        </w:rPr>
        <w:t>рабочих</w:t>
      </w:r>
      <w:r w:rsidR="00E6670C">
        <w:rPr>
          <w:sz w:val="28"/>
          <w:szCs w:val="28"/>
        </w:rPr>
        <w:t xml:space="preserve"> дня</w:t>
      </w:r>
      <w:r w:rsidRPr="000A2A6D">
        <w:rPr>
          <w:sz w:val="28"/>
          <w:szCs w:val="28"/>
        </w:rPr>
        <w:t xml:space="preserve"> (со дня передачи пакета документов в </w:t>
      </w:r>
      <w:proofErr w:type="spellStart"/>
      <w:r w:rsidRPr="000A2A6D">
        <w:rPr>
          <w:sz w:val="28"/>
          <w:szCs w:val="28"/>
        </w:rPr>
        <w:t>ДАГиТР</w:t>
      </w:r>
      <w:proofErr w:type="spellEnd"/>
      <w:r w:rsidRPr="000A2A6D">
        <w:rPr>
          <w:sz w:val="28"/>
          <w:szCs w:val="28"/>
        </w:rPr>
        <w:t>). Передача осуществл</w:t>
      </w:r>
      <w:r w:rsidR="00E6670C">
        <w:rPr>
          <w:sz w:val="28"/>
          <w:szCs w:val="28"/>
        </w:rPr>
        <w:t>яется не позднее, чем на 5</w:t>
      </w:r>
      <w:r w:rsidRPr="000A2A6D">
        <w:rPr>
          <w:sz w:val="28"/>
          <w:szCs w:val="28"/>
        </w:rPr>
        <w:t xml:space="preserve">-й </w:t>
      </w:r>
      <w:r w:rsidR="00153A71">
        <w:rPr>
          <w:sz w:val="28"/>
          <w:szCs w:val="28"/>
        </w:rPr>
        <w:t xml:space="preserve">рабочий </w:t>
      </w:r>
      <w:r w:rsidRPr="000A2A6D">
        <w:rPr>
          <w:sz w:val="28"/>
          <w:szCs w:val="28"/>
        </w:rPr>
        <w:t>день со дня регистрации заявления в МФЦ.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3.6.Направление результата предоставления услуги в МФЦ.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3.6.1.Основанием для начала административной процедуры является согласованный результат предоставления услуги.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3.6.2.Ответственными за административную процедуру и административные действия является специалист </w:t>
      </w:r>
      <w:proofErr w:type="spellStart"/>
      <w:r w:rsidRPr="00341539">
        <w:rPr>
          <w:sz w:val="28"/>
          <w:szCs w:val="28"/>
        </w:rPr>
        <w:t>Д</w:t>
      </w:r>
      <w:r w:rsidR="000A714C">
        <w:rPr>
          <w:sz w:val="28"/>
          <w:szCs w:val="28"/>
        </w:rPr>
        <w:t>АГиТР</w:t>
      </w:r>
      <w:proofErr w:type="spellEnd"/>
      <w:r w:rsidR="000A714C">
        <w:rPr>
          <w:sz w:val="28"/>
          <w:szCs w:val="28"/>
        </w:rPr>
        <w:t xml:space="preserve">, ответственный за прием </w:t>
      </w:r>
      <w:r w:rsidR="00BB03E5">
        <w:rPr>
          <w:sz w:val="28"/>
          <w:szCs w:val="28"/>
        </w:rPr>
        <w:t>пакетов документов.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3.6.3.При направлении результата предоставления услуги выполняются следующие действия:</w:t>
      </w:r>
    </w:p>
    <w:p w:rsidR="00CC7960" w:rsidRPr="00CC7960" w:rsidRDefault="00CC7960" w:rsidP="007478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C7960">
        <w:rPr>
          <w:rFonts w:ascii="Times New Roman" w:hAnsi="Times New Roman" w:cs="Times New Roman"/>
          <w:sz w:val="28"/>
          <w:szCs w:val="28"/>
        </w:rPr>
        <w:t xml:space="preserve">специалист </w:t>
      </w:r>
      <w:proofErr w:type="spellStart"/>
      <w:r w:rsidRPr="00CC7960">
        <w:rPr>
          <w:rFonts w:ascii="Times New Roman" w:hAnsi="Times New Roman" w:cs="Times New Roman"/>
          <w:sz w:val="28"/>
          <w:szCs w:val="28"/>
        </w:rPr>
        <w:t>ДАГиТР</w:t>
      </w:r>
      <w:proofErr w:type="spellEnd"/>
      <w:r w:rsidRPr="00CC7960">
        <w:rPr>
          <w:rFonts w:ascii="Times New Roman" w:hAnsi="Times New Roman" w:cs="Times New Roman"/>
          <w:sz w:val="28"/>
          <w:szCs w:val="28"/>
        </w:rPr>
        <w:t xml:space="preserve"> осуществляет скрепление </w:t>
      </w:r>
      <w:proofErr w:type="gramStart"/>
      <w:r w:rsidRPr="00CC7960">
        <w:rPr>
          <w:rFonts w:ascii="Times New Roman" w:hAnsi="Times New Roman" w:cs="Times New Roman"/>
          <w:sz w:val="28"/>
          <w:szCs w:val="28"/>
        </w:rPr>
        <w:t xml:space="preserve">подписи уполномоченного лица </w:t>
      </w:r>
      <w:r w:rsidR="00BB03E5">
        <w:rPr>
          <w:rFonts w:ascii="Times New Roman" w:hAnsi="Times New Roman" w:cs="Times New Roman"/>
          <w:sz w:val="28"/>
          <w:szCs w:val="28"/>
        </w:rPr>
        <w:t>Администрации г</w:t>
      </w:r>
      <w:r w:rsidR="00FF02FF">
        <w:rPr>
          <w:rFonts w:ascii="Times New Roman" w:hAnsi="Times New Roman" w:cs="Times New Roman"/>
          <w:sz w:val="28"/>
          <w:szCs w:val="28"/>
        </w:rPr>
        <w:t xml:space="preserve">орода </w:t>
      </w:r>
      <w:r w:rsidR="00BB03E5">
        <w:rPr>
          <w:rFonts w:ascii="Times New Roman" w:hAnsi="Times New Roman" w:cs="Times New Roman"/>
          <w:sz w:val="28"/>
          <w:szCs w:val="28"/>
        </w:rPr>
        <w:t>Шахты</w:t>
      </w:r>
      <w:proofErr w:type="gramEnd"/>
      <w:r w:rsidRPr="00CC7960">
        <w:rPr>
          <w:rFonts w:ascii="Times New Roman" w:hAnsi="Times New Roman" w:cs="Times New Roman"/>
          <w:sz w:val="28"/>
          <w:szCs w:val="28"/>
        </w:rPr>
        <w:t xml:space="preserve"> печатью;</w:t>
      </w:r>
    </w:p>
    <w:p w:rsidR="00CC7960" w:rsidRPr="00CC7960" w:rsidRDefault="00CC7960" w:rsidP="007478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960">
        <w:rPr>
          <w:rFonts w:ascii="Times New Roman" w:hAnsi="Times New Roman" w:cs="Times New Roman"/>
          <w:sz w:val="28"/>
          <w:szCs w:val="28"/>
        </w:rPr>
        <w:t>-подготавливает реестр передачи результата предоставления услуги в МФЦ;</w:t>
      </w:r>
    </w:p>
    <w:p w:rsidR="00CC7960" w:rsidRDefault="00CC7960" w:rsidP="007478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960">
        <w:rPr>
          <w:rFonts w:ascii="Times New Roman" w:hAnsi="Times New Roman" w:cs="Times New Roman"/>
          <w:sz w:val="28"/>
          <w:szCs w:val="28"/>
        </w:rPr>
        <w:t>-передает реестр и резуль</w:t>
      </w:r>
      <w:r w:rsidR="00F9590B">
        <w:rPr>
          <w:rFonts w:ascii="Times New Roman" w:hAnsi="Times New Roman" w:cs="Times New Roman"/>
          <w:sz w:val="28"/>
          <w:szCs w:val="28"/>
        </w:rPr>
        <w:t>тат предоставления услуги в МФЦ;</w:t>
      </w:r>
    </w:p>
    <w:p w:rsidR="00BB03E5" w:rsidRDefault="00BB03E5" w:rsidP="007478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-один экземпляр результата предоставления услуги передает специалисту ООРД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ДАГиТР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538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6596" w:rsidRPr="00341539" w:rsidRDefault="00976596" w:rsidP="007478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539">
        <w:rPr>
          <w:rFonts w:ascii="Times New Roman" w:hAnsi="Times New Roman" w:cs="Times New Roman"/>
          <w:sz w:val="28"/>
          <w:szCs w:val="28"/>
        </w:rPr>
        <w:lastRenderedPageBreak/>
        <w:t>Подготовка реестра и передача результата услуги в МФЦ осуществляется в день подписания результата услуги должностным лицом Администрации города Шахты.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Специалист </w:t>
      </w:r>
      <w:proofErr w:type="spellStart"/>
      <w:r w:rsidRPr="00341539">
        <w:rPr>
          <w:sz w:val="28"/>
          <w:szCs w:val="28"/>
        </w:rPr>
        <w:t>ДАГиТР</w:t>
      </w:r>
      <w:proofErr w:type="spellEnd"/>
      <w:r w:rsidRPr="00341539">
        <w:rPr>
          <w:sz w:val="28"/>
          <w:szCs w:val="28"/>
        </w:rPr>
        <w:t xml:space="preserve">, ответственный за прием </w:t>
      </w:r>
      <w:r w:rsidR="000A714C">
        <w:rPr>
          <w:sz w:val="28"/>
          <w:szCs w:val="28"/>
        </w:rPr>
        <w:t>пакетов документов</w:t>
      </w:r>
      <w:r w:rsidRPr="00341539">
        <w:rPr>
          <w:sz w:val="28"/>
          <w:szCs w:val="28"/>
        </w:rPr>
        <w:t>, осуществляет контроль исполнения сроков предоставления муниципальной услуги. В случае выявления обстоятельств, препятствующих своевременному предоставлению муниципальной услуги, осуществляет информирование (не позднее 1 рабочего дня до даты завершения предоставления муниципальной услуги) начальника отдела оформления разрешительной документации с целью урегулирования сложившейся ситуации и обеспечения соблюдения сроков предоставления муниципальной услуги.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3.6.4.Критерии принятия решения по данной процедуре является своевременная подготовка результата предоставления муниципальной услуги.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3.6.5.Результатом административной процедуры является передача результата услуги в МФЦ.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3.6.6.Способ фиксации результата - внесение данных о передаче результата услуги в </w:t>
      </w:r>
      <w:r w:rsidR="000A714C">
        <w:rPr>
          <w:sz w:val="28"/>
          <w:szCs w:val="28"/>
        </w:rPr>
        <w:t xml:space="preserve">сводном реестре </w:t>
      </w:r>
      <w:proofErr w:type="spellStart"/>
      <w:r w:rsidR="000A714C">
        <w:rPr>
          <w:sz w:val="28"/>
          <w:szCs w:val="28"/>
        </w:rPr>
        <w:t>ДАГиТР</w:t>
      </w:r>
      <w:proofErr w:type="spellEnd"/>
      <w:r w:rsidRPr="00341539">
        <w:rPr>
          <w:sz w:val="28"/>
          <w:szCs w:val="28"/>
        </w:rPr>
        <w:t xml:space="preserve"> и отметка о принятии в реестре приема-передачи.</w:t>
      </w:r>
    </w:p>
    <w:p w:rsidR="00976596" w:rsidRPr="00341539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Продолжительность административ</w:t>
      </w:r>
      <w:r w:rsidR="00E6670C">
        <w:rPr>
          <w:sz w:val="28"/>
          <w:szCs w:val="28"/>
        </w:rPr>
        <w:t>ной процедуры – 1 рабочий день</w:t>
      </w:r>
      <w:r w:rsidRPr="00341539">
        <w:rPr>
          <w:sz w:val="28"/>
          <w:szCs w:val="28"/>
        </w:rPr>
        <w:t>.</w:t>
      </w:r>
    </w:p>
    <w:p w:rsidR="00976596" w:rsidRDefault="00976596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В случае</w:t>
      </w:r>
      <w:proofErr w:type="gramStart"/>
      <w:r w:rsidRPr="00341539">
        <w:rPr>
          <w:sz w:val="28"/>
          <w:szCs w:val="28"/>
        </w:rPr>
        <w:t>,</w:t>
      </w:r>
      <w:proofErr w:type="gramEnd"/>
      <w:r w:rsidRPr="00341539">
        <w:rPr>
          <w:sz w:val="28"/>
          <w:szCs w:val="28"/>
        </w:rPr>
        <w:t xml:space="preserve"> если заявитель в течение 90 календарных дней не обратился за получением результата предоставления услуги, специалист МФЦ передает невостребованный документ, предназначенный для заявителя по реестру в архив </w:t>
      </w:r>
      <w:proofErr w:type="spellStart"/>
      <w:r w:rsidRPr="00341539">
        <w:rPr>
          <w:sz w:val="28"/>
          <w:szCs w:val="28"/>
        </w:rPr>
        <w:t>ДАГиТР</w:t>
      </w:r>
      <w:proofErr w:type="spellEnd"/>
      <w:r w:rsidRPr="00341539">
        <w:rPr>
          <w:sz w:val="28"/>
          <w:szCs w:val="28"/>
        </w:rPr>
        <w:t>, предварительно уведомив об этом заявителя.</w:t>
      </w:r>
    </w:p>
    <w:p w:rsidR="00EB4C31" w:rsidRPr="00611A39" w:rsidRDefault="00EB4C31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1A39">
        <w:rPr>
          <w:sz w:val="28"/>
          <w:szCs w:val="28"/>
        </w:rPr>
        <w:t>3.7.Перечень</w:t>
      </w:r>
      <w:r w:rsidRPr="00611A39">
        <w:rPr>
          <w:spacing w:val="-13"/>
          <w:sz w:val="28"/>
          <w:szCs w:val="28"/>
        </w:rPr>
        <w:t xml:space="preserve"> </w:t>
      </w:r>
      <w:r w:rsidRPr="00611A39">
        <w:rPr>
          <w:sz w:val="28"/>
          <w:szCs w:val="28"/>
        </w:rPr>
        <w:t>административных</w:t>
      </w:r>
      <w:r w:rsidRPr="00611A39">
        <w:rPr>
          <w:spacing w:val="-13"/>
          <w:sz w:val="28"/>
          <w:szCs w:val="28"/>
        </w:rPr>
        <w:t xml:space="preserve"> </w:t>
      </w:r>
      <w:r w:rsidRPr="00611A39">
        <w:rPr>
          <w:sz w:val="28"/>
          <w:szCs w:val="28"/>
        </w:rPr>
        <w:t>процедур</w:t>
      </w:r>
      <w:r w:rsidRPr="00611A39">
        <w:rPr>
          <w:spacing w:val="-12"/>
          <w:sz w:val="28"/>
          <w:szCs w:val="28"/>
        </w:rPr>
        <w:t xml:space="preserve"> </w:t>
      </w:r>
      <w:r w:rsidRPr="00611A39">
        <w:rPr>
          <w:sz w:val="28"/>
          <w:szCs w:val="28"/>
        </w:rPr>
        <w:t>(действий)</w:t>
      </w:r>
      <w:r w:rsidRPr="00611A39">
        <w:rPr>
          <w:spacing w:val="-12"/>
          <w:sz w:val="28"/>
          <w:szCs w:val="28"/>
        </w:rPr>
        <w:t xml:space="preserve"> </w:t>
      </w:r>
      <w:r w:rsidRPr="00611A39">
        <w:rPr>
          <w:sz w:val="28"/>
          <w:szCs w:val="28"/>
        </w:rPr>
        <w:t>при</w:t>
      </w:r>
      <w:r w:rsidRPr="00611A39">
        <w:rPr>
          <w:spacing w:val="-12"/>
          <w:sz w:val="28"/>
          <w:szCs w:val="28"/>
        </w:rPr>
        <w:t xml:space="preserve"> </w:t>
      </w:r>
      <w:r w:rsidRPr="00611A39">
        <w:rPr>
          <w:sz w:val="28"/>
          <w:szCs w:val="28"/>
        </w:rPr>
        <w:t>предоставлении муниципальной услуги услуг в электронной форме</w:t>
      </w:r>
      <w:r w:rsidR="00611A39" w:rsidRPr="00611A39">
        <w:rPr>
          <w:sz w:val="28"/>
          <w:szCs w:val="28"/>
        </w:rPr>
        <w:t>.</w:t>
      </w:r>
    </w:p>
    <w:p w:rsidR="00EB4C31" w:rsidRPr="00611A39" w:rsidRDefault="00EB4C31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1A39">
        <w:rPr>
          <w:sz w:val="28"/>
          <w:szCs w:val="28"/>
        </w:rPr>
        <w:t>В случае если заявитель обращается за получением услуги через ЕПГУ, осуществляются следующие административные процедуры:</w:t>
      </w:r>
    </w:p>
    <w:p w:rsidR="00EB4C31" w:rsidRPr="00611A39" w:rsidRDefault="00EB4C31" w:rsidP="007478B2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11A39">
        <w:rPr>
          <w:rFonts w:ascii="Times New Roman" w:hAnsi="Times New Roman" w:cs="Times New Roman"/>
          <w:color w:val="auto"/>
          <w:sz w:val="28"/>
          <w:szCs w:val="28"/>
        </w:rPr>
        <w:t xml:space="preserve">-прием и регистрация заявления и пакета документов в </w:t>
      </w:r>
      <w:proofErr w:type="spellStart"/>
      <w:r w:rsidRPr="00611A39">
        <w:rPr>
          <w:rFonts w:ascii="Times New Roman" w:hAnsi="Times New Roman" w:cs="Times New Roman"/>
          <w:color w:val="auto"/>
          <w:sz w:val="28"/>
          <w:szCs w:val="28"/>
        </w:rPr>
        <w:t>ДАГиТР</w:t>
      </w:r>
      <w:proofErr w:type="spellEnd"/>
      <w:r w:rsidRPr="00611A39">
        <w:rPr>
          <w:rFonts w:ascii="Times New Roman" w:hAnsi="Times New Roman" w:cs="Times New Roman"/>
          <w:color w:val="auto"/>
          <w:sz w:val="28"/>
          <w:szCs w:val="28"/>
        </w:rPr>
        <w:t xml:space="preserve"> - 1 </w:t>
      </w:r>
      <w:r w:rsidR="00121A4A">
        <w:rPr>
          <w:rFonts w:ascii="Times New Roman" w:hAnsi="Times New Roman" w:cs="Times New Roman"/>
          <w:color w:val="auto"/>
          <w:sz w:val="28"/>
          <w:szCs w:val="28"/>
        </w:rPr>
        <w:t>рабочий</w:t>
      </w:r>
      <w:r w:rsidRPr="00611A39">
        <w:rPr>
          <w:rFonts w:ascii="Times New Roman" w:hAnsi="Times New Roman" w:cs="Times New Roman"/>
          <w:color w:val="auto"/>
          <w:sz w:val="28"/>
          <w:szCs w:val="28"/>
        </w:rPr>
        <w:t xml:space="preserve"> день;</w:t>
      </w:r>
    </w:p>
    <w:p w:rsidR="00EB4C31" w:rsidRPr="00611A39" w:rsidRDefault="00EB4C31" w:rsidP="007478B2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11A39">
        <w:rPr>
          <w:rFonts w:ascii="Times New Roman" w:hAnsi="Times New Roman" w:cs="Times New Roman"/>
          <w:color w:val="auto"/>
          <w:sz w:val="28"/>
          <w:szCs w:val="28"/>
        </w:rPr>
        <w:t>-формирование, направление межведомственных запросов и получение сведений (документов) – 5 рабочих дней (</w:t>
      </w:r>
      <w:r w:rsidR="00153A71">
        <w:rPr>
          <w:rFonts w:ascii="Times New Roman" w:hAnsi="Times New Roman" w:cs="Times New Roman"/>
          <w:color w:val="auto"/>
          <w:sz w:val="28"/>
          <w:szCs w:val="28"/>
        </w:rPr>
        <w:t xml:space="preserve">с учетом дня </w:t>
      </w:r>
      <w:r w:rsidR="00121A4A">
        <w:rPr>
          <w:rFonts w:ascii="Times New Roman" w:hAnsi="Times New Roman" w:cs="Times New Roman"/>
          <w:color w:val="auto"/>
          <w:sz w:val="28"/>
          <w:szCs w:val="28"/>
        </w:rPr>
        <w:t>регистрации заявления</w:t>
      </w:r>
      <w:r w:rsidRPr="00611A39">
        <w:rPr>
          <w:rFonts w:ascii="Times New Roman" w:hAnsi="Times New Roman" w:cs="Times New Roman"/>
          <w:color w:val="auto"/>
          <w:sz w:val="28"/>
          <w:szCs w:val="28"/>
        </w:rPr>
        <w:t xml:space="preserve">); </w:t>
      </w:r>
    </w:p>
    <w:p w:rsidR="00EB4C31" w:rsidRPr="00611A39" w:rsidRDefault="00EB4C31" w:rsidP="007478B2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11A39">
        <w:rPr>
          <w:rFonts w:ascii="Times New Roman" w:hAnsi="Times New Roman" w:cs="Times New Roman"/>
          <w:color w:val="auto"/>
          <w:sz w:val="28"/>
          <w:szCs w:val="28"/>
        </w:rPr>
        <w:t xml:space="preserve">-рассмотрение заявления, оформление и подписание результата предоставления услуги - </w:t>
      </w:r>
      <w:r w:rsidR="00121A4A">
        <w:rPr>
          <w:rFonts w:ascii="Times New Roman" w:hAnsi="Times New Roman" w:cs="Times New Roman"/>
          <w:color w:val="auto"/>
          <w:sz w:val="28"/>
          <w:szCs w:val="28"/>
        </w:rPr>
        <w:t>4 рабочих дня</w:t>
      </w:r>
      <w:r w:rsidRPr="00611A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EB4C31" w:rsidRPr="00611A39" w:rsidRDefault="00EB4C31" w:rsidP="007478B2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11A39">
        <w:rPr>
          <w:rFonts w:ascii="Times New Roman" w:hAnsi="Times New Roman" w:cs="Times New Roman"/>
          <w:color w:val="auto"/>
          <w:sz w:val="28"/>
          <w:szCs w:val="28"/>
        </w:rPr>
        <w:t>-направление результата предоставле</w:t>
      </w:r>
      <w:r w:rsidR="00121A4A">
        <w:rPr>
          <w:rFonts w:ascii="Times New Roman" w:hAnsi="Times New Roman" w:cs="Times New Roman"/>
          <w:color w:val="auto"/>
          <w:sz w:val="28"/>
          <w:szCs w:val="28"/>
        </w:rPr>
        <w:t>ния услуги – на 1 рабочий день.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>3.7.1.При предоставлении муниципальной услуги в электронной форме заявителю дополнительно обеспечиваются: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>-получение информации о порядке и сроках предоставления муниципальной услуги в электронной форме;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>-формирование заявления в электронной форме;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>-получение сведений о ходе рассмотрения заявления в электронной форме;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 xml:space="preserve">-возможность получения на Портале </w:t>
      </w:r>
      <w:proofErr w:type="spellStart"/>
      <w:r w:rsidRPr="001E2A92">
        <w:rPr>
          <w:bCs/>
          <w:sz w:val="28"/>
          <w:szCs w:val="28"/>
        </w:rPr>
        <w:t>госуслуг</w:t>
      </w:r>
      <w:proofErr w:type="spellEnd"/>
      <w:r w:rsidRPr="001E2A92">
        <w:rPr>
          <w:bCs/>
          <w:sz w:val="28"/>
          <w:szCs w:val="28"/>
        </w:rPr>
        <w:t xml:space="preserve"> сведений о ходе рассмотрения заявления, поданного в иных формах, по запросу заявителя;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>-осуществление оценки качества предоставления муниципальной услуги.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1E2A92">
        <w:rPr>
          <w:bCs/>
          <w:sz w:val="28"/>
          <w:szCs w:val="28"/>
        </w:rPr>
        <w:lastRenderedPageBreak/>
        <w:t xml:space="preserve">3.7.2.Предоставление в электронной форме заявителям информации о порядке и сроках предоставления услуги осуществляется посредством Портала </w:t>
      </w:r>
      <w:proofErr w:type="spellStart"/>
      <w:r w:rsidRPr="001E2A92">
        <w:rPr>
          <w:bCs/>
          <w:sz w:val="28"/>
          <w:szCs w:val="28"/>
        </w:rPr>
        <w:t>госуслуг</w:t>
      </w:r>
      <w:proofErr w:type="spellEnd"/>
      <w:r w:rsidRPr="001E2A92">
        <w:rPr>
          <w:bCs/>
          <w:sz w:val="28"/>
          <w:szCs w:val="28"/>
        </w:rPr>
        <w:t xml:space="preserve">, официального сайта Администрации города Шахты в порядке, установленном в пункте 1.3 Раздела 1 </w:t>
      </w:r>
      <w:r w:rsidR="00545912">
        <w:rPr>
          <w:bCs/>
          <w:sz w:val="28"/>
          <w:szCs w:val="28"/>
        </w:rPr>
        <w:t>«</w:t>
      </w:r>
      <w:r w:rsidRPr="001E2A92">
        <w:rPr>
          <w:bCs/>
          <w:sz w:val="28"/>
          <w:szCs w:val="28"/>
        </w:rPr>
        <w:t>Общие положения</w:t>
      </w:r>
      <w:r w:rsidR="00545912">
        <w:rPr>
          <w:bCs/>
          <w:sz w:val="28"/>
          <w:szCs w:val="28"/>
        </w:rPr>
        <w:t>»</w:t>
      </w:r>
      <w:r w:rsidRPr="001E2A92">
        <w:rPr>
          <w:bCs/>
          <w:sz w:val="28"/>
          <w:szCs w:val="28"/>
        </w:rPr>
        <w:t xml:space="preserve"> настоящего Регламента.</w:t>
      </w:r>
      <w:proofErr w:type="gramEnd"/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>3.7.3.Запись на прием в орган (МФЦ) для подачи запроса о предоставлении услуги.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>В целях предоставления муниципальной услуги осуществляется прием заявителей по предварительной записи.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>При организации записи на прием в орган (МФЦ) заявителю обеспечивается возможность:</w:t>
      </w:r>
    </w:p>
    <w:p w:rsidR="00EB4C31" w:rsidRPr="001E2A92" w:rsidRDefault="00F9590B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 w:rsidR="00EB4C31" w:rsidRPr="001E2A92">
        <w:rPr>
          <w:bCs/>
          <w:sz w:val="28"/>
          <w:szCs w:val="28"/>
        </w:rPr>
        <w:t xml:space="preserve">ознакомления с расписанием работы МАУ </w:t>
      </w:r>
      <w:r w:rsidR="00545912">
        <w:rPr>
          <w:bCs/>
          <w:sz w:val="28"/>
          <w:szCs w:val="28"/>
        </w:rPr>
        <w:t>«</w:t>
      </w:r>
      <w:r w:rsidR="005036CA">
        <w:rPr>
          <w:bCs/>
          <w:sz w:val="28"/>
          <w:szCs w:val="28"/>
        </w:rPr>
        <w:t>МФЦ г.Шахты</w:t>
      </w:r>
      <w:r w:rsidR="00545912">
        <w:rPr>
          <w:bCs/>
          <w:sz w:val="28"/>
          <w:szCs w:val="28"/>
        </w:rPr>
        <w:t>»</w:t>
      </w:r>
      <w:r w:rsidR="00EB4C31" w:rsidRPr="001E2A92">
        <w:rPr>
          <w:bCs/>
          <w:sz w:val="28"/>
          <w:szCs w:val="28"/>
        </w:rPr>
        <w:t xml:space="preserve"> либо уполномоченного сотрудника МАУ </w:t>
      </w:r>
      <w:r w:rsidR="00545912">
        <w:rPr>
          <w:bCs/>
          <w:sz w:val="28"/>
          <w:szCs w:val="28"/>
        </w:rPr>
        <w:t>«</w:t>
      </w:r>
      <w:r w:rsidR="005036CA">
        <w:rPr>
          <w:bCs/>
          <w:sz w:val="28"/>
          <w:szCs w:val="28"/>
        </w:rPr>
        <w:t>МФЦ г.Шахты</w:t>
      </w:r>
      <w:r w:rsidR="00EB4C31" w:rsidRPr="001E2A92">
        <w:rPr>
          <w:bCs/>
          <w:sz w:val="28"/>
          <w:szCs w:val="28"/>
        </w:rPr>
        <w:t>, а также с доступными для записи на прием датами и интервалами времени приема;</w:t>
      </w:r>
    </w:p>
    <w:p w:rsidR="00EB4C31" w:rsidRPr="001E2A92" w:rsidRDefault="00F9590B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r w:rsidR="00EB4C31" w:rsidRPr="001E2A92">
        <w:rPr>
          <w:bCs/>
          <w:sz w:val="28"/>
          <w:szCs w:val="28"/>
        </w:rPr>
        <w:t xml:space="preserve">записи в любые свободные для приема дату и время в пределах установленного в МАУ </w:t>
      </w:r>
      <w:r w:rsidR="00545912">
        <w:rPr>
          <w:bCs/>
          <w:sz w:val="28"/>
          <w:szCs w:val="28"/>
        </w:rPr>
        <w:t>«</w:t>
      </w:r>
      <w:r w:rsidR="005036CA">
        <w:rPr>
          <w:bCs/>
          <w:sz w:val="28"/>
          <w:szCs w:val="28"/>
        </w:rPr>
        <w:t>МФЦ г.Шахты</w:t>
      </w:r>
      <w:r w:rsidR="00EB4C31" w:rsidRPr="001E2A92">
        <w:rPr>
          <w:bCs/>
          <w:sz w:val="28"/>
          <w:szCs w:val="28"/>
        </w:rPr>
        <w:t xml:space="preserve"> графика приема заявителей.</w:t>
      </w:r>
    </w:p>
    <w:p w:rsidR="00EB4C31" w:rsidRPr="001E2A92" w:rsidRDefault="000A714C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714C">
        <w:rPr>
          <w:bCs/>
          <w:sz w:val="28"/>
          <w:szCs w:val="28"/>
        </w:rPr>
        <w:t xml:space="preserve">Запись на прием может осуществляться посредством на </w:t>
      </w:r>
      <w:proofErr w:type="gramStart"/>
      <w:r w:rsidRPr="000A714C">
        <w:rPr>
          <w:bCs/>
          <w:sz w:val="28"/>
          <w:szCs w:val="28"/>
        </w:rPr>
        <w:t>информационно-аналитическом</w:t>
      </w:r>
      <w:proofErr w:type="gramEnd"/>
      <w:r w:rsidRPr="000A714C">
        <w:rPr>
          <w:bCs/>
          <w:sz w:val="28"/>
          <w:szCs w:val="28"/>
        </w:rPr>
        <w:t xml:space="preserve"> интернет-портале единой сети МФЦ Ростовской области, которая обеспечивает возможность интеграции с Порталом </w:t>
      </w:r>
      <w:proofErr w:type="spellStart"/>
      <w:r w:rsidRPr="000A714C">
        <w:rPr>
          <w:bCs/>
          <w:sz w:val="28"/>
          <w:szCs w:val="28"/>
        </w:rPr>
        <w:t>госуслуг</w:t>
      </w:r>
      <w:proofErr w:type="spellEnd"/>
      <w:r w:rsidRPr="000A714C">
        <w:rPr>
          <w:bCs/>
          <w:sz w:val="28"/>
          <w:szCs w:val="28"/>
        </w:rPr>
        <w:t xml:space="preserve">. </w:t>
      </w:r>
      <w:r w:rsidR="00EB4C31" w:rsidRPr="001E2A92">
        <w:rPr>
          <w:sz w:val="28"/>
          <w:szCs w:val="28"/>
        </w:rPr>
        <w:t xml:space="preserve"> </w:t>
      </w:r>
    </w:p>
    <w:p w:rsidR="00EB4C31" w:rsidRPr="001E2A92" w:rsidRDefault="00EB4C31" w:rsidP="007478B2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E2A92">
        <w:rPr>
          <w:rFonts w:ascii="Times New Roman" w:hAnsi="Times New Roman" w:cs="Times New Roman"/>
          <w:color w:val="auto"/>
          <w:sz w:val="28"/>
          <w:szCs w:val="28"/>
        </w:rPr>
        <w:t xml:space="preserve">3.8.Прием и регистрация заявления и пакета документов в </w:t>
      </w:r>
      <w:proofErr w:type="spellStart"/>
      <w:r w:rsidRPr="001E2A92">
        <w:rPr>
          <w:rFonts w:ascii="Times New Roman" w:hAnsi="Times New Roman" w:cs="Times New Roman"/>
          <w:color w:val="auto"/>
          <w:sz w:val="28"/>
          <w:szCs w:val="28"/>
        </w:rPr>
        <w:t>ДАГиТР</w:t>
      </w:r>
      <w:proofErr w:type="spellEnd"/>
      <w:r w:rsidRPr="001E2A9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>3.8.1.Основанием для начала административной процедуры являются заявление и необходимые документы (в формате электронных документов), направленные заявителем через ЕПГУ.</w:t>
      </w:r>
    </w:p>
    <w:p w:rsidR="00EB4C31" w:rsidRPr="001E2A92" w:rsidRDefault="00EB4C31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 xml:space="preserve">3.8.2.Ответственным за выполнение административной процедуры является специалист ООРД </w:t>
      </w:r>
      <w:proofErr w:type="spellStart"/>
      <w:r w:rsidRPr="001E2A92">
        <w:rPr>
          <w:sz w:val="28"/>
          <w:szCs w:val="28"/>
        </w:rPr>
        <w:t>ДАГиТР</w:t>
      </w:r>
      <w:proofErr w:type="spellEnd"/>
      <w:r w:rsidRPr="001E2A92">
        <w:rPr>
          <w:sz w:val="28"/>
          <w:szCs w:val="28"/>
        </w:rPr>
        <w:t>, осуществляющий предоставление муниципальной услуги, ответственный за работу на облачной цифровой платформе государственных сервисов (далее - ПГС)</w:t>
      </w:r>
      <w:r w:rsidR="00CF22EC">
        <w:rPr>
          <w:sz w:val="28"/>
          <w:szCs w:val="28"/>
        </w:rPr>
        <w:t xml:space="preserve"> </w:t>
      </w:r>
      <w:r w:rsidR="00F260A7">
        <w:rPr>
          <w:sz w:val="28"/>
          <w:szCs w:val="28"/>
        </w:rPr>
        <w:t>в</w:t>
      </w:r>
      <w:r w:rsidRPr="001E2A92">
        <w:rPr>
          <w:sz w:val="28"/>
          <w:szCs w:val="28"/>
        </w:rPr>
        <w:t xml:space="preserve"> части предоставления услуги в электронном виде.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 xml:space="preserve">3.8.3.Формирование запроса заявителем осуществляется посредством заполнения электронной формы запроса на Портале </w:t>
      </w:r>
      <w:proofErr w:type="spellStart"/>
      <w:r w:rsidRPr="001E2A92">
        <w:rPr>
          <w:bCs/>
          <w:sz w:val="28"/>
          <w:szCs w:val="28"/>
        </w:rPr>
        <w:t>госуслуг</w:t>
      </w:r>
      <w:proofErr w:type="spellEnd"/>
      <w:r w:rsidRPr="001E2A92">
        <w:rPr>
          <w:bCs/>
          <w:sz w:val="28"/>
          <w:szCs w:val="28"/>
        </w:rPr>
        <w:t>.</w:t>
      </w:r>
    </w:p>
    <w:p w:rsidR="00EB4C31" w:rsidRPr="001E2A92" w:rsidRDefault="007942FA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Портале </w:t>
      </w:r>
      <w:proofErr w:type="spellStart"/>
      <w:r>
        <w:rPr>
          <w:bCs/>
          <w:sz w:val="28"/>
          <w:szCs w:val="28"/>
        </w:rPr>
        <w:t>госуслуг</w:t>
      </w:r>
      <w:proofErr w:type="spellEnd"/>
      <w:r w:rsidR="00EB4C31" w:rsidRPr="001E2A92">
        <w:rPr>
          <w:bCs/>
          <w:sz w:val="28"/>
          <w:szCs w:val="28"/>
        </w:rPr>
        <w:t xml:space="preserve"> размещаются образцы заполнения электронной формы запроса о предоставлении услуги.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>При формировании запроса заявителю обеспечивается (при наличии технической возможности):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>1)возможность копирования и сохранения запроса и иных документов, необходимых для предоставления муниципальной услуги;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1E2A92">
        <w:rPr>
          <w:bCs/>
          <w:sz w:val="28"/>
          <w:szCs w:val="28"/>
        </w:rPr>
        <w:t xml:space="preserve">2)возможность заполнения несколькими заявителями одной электронной формы запроса при обращении за муниципальной, предполагающей </w:t>
      </w:r>
      <w:r w:rsidRPr="001E2A92">
        <w:rPr>
          <w:bCs/>
          <w:sz w:val="28"/>
          <w:szCs w:val="28"/>
        </w:rPr>
        <w:lastRenderedPageBreak/>
        <w:t>направление совместного запроса несколькими заявителями (описывается в случае наличия указанных случаев в рамках услуги);</w:t>
      </w:r>
      <w:proofErr w:type="gramEnd"/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>3)возможность печати на бумажном носителе копии электронной формы запроса;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>4)сохранение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 xml:space="preserve">5)заполнение полей электронной формы запроса до начала ввода сведений заявителем с использованием данных, размещенных в федеральной государственной информационной системе </w:t>
      </w:r>
      <w:r w:rsidR="00545912">
        <w:rPr>
          <w:bCs/>
          <w:sz w:val="28"/>
          <w:szCs w:val="28"/>
        </w:rPr>
        <w:t>«</w:t>
      </w:r>
      <w:r w:rsidRPr="001E2A92">
        <w:rPr>
          <w:bCs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545912">
        <w:rPr>
          <w:bCs/>
          <w:sz w:val="28"/>
          <w:szCs w:val="28"/>
        </w:rPr>
        <w:t>»</w:t>
      </w:r>
      <w:r w:rsidRPr="001E2A92">
        <w:rPr>
          <w:bCs/>
          <w:sz w:val="28"/>
          <w:szCs w:val="28"/>
        </w:rPr>
        <w:t xml:space="preserve"> (далее – ЕСИА), и сведений, опубликованных на Портале </w:t>
      </w:r>
      <w:proofErr w:type="spellStart"/>
      <w:r w:rsidRPr="001E2A92">
        <w:rPr>
          <w:bCs/>
          <w:sz w:val="28"/>
          <w:szCs w:val="28"/>
        </w:rPr>
        <w:t>госуслуг</w:t>
      </w:r>
      <w:proofErr w:type="spellEnd"/>
      <w:r w:rsidRPr="001E2A92">
        <w:rPr>
          <w:bCs/>
          <w:sz w:val="28"/>
          <w:szCs w:val="28"/>
        </w:rPr>
        <w:t>, официальном сайте, в части, касающейся сведений, отсутствующих в ЕСИА;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 xml:space="preserve">6)возможность вернуться на любой из этапов заполнения электронной формы запроса без </w:t>
      </w:r>
      <w:proofErr w:type="gramStart"/>
      <w:r w:rsidRPr="001E2A92">
        <w:rPr>
          <w:bCs/>
          <w:sz w:val="28"/>
          <w:szCs w:val="28"/>
        </w:rPr>
        <w:t>потери</w:t>
      </w:r>
      <w:proofErr w:type="gramEnd"/>
      <w:r w:rsidRPr="001E2A92">
        <w:rPr>
          <w:bCs/>
          <w:sz w:val="28"/>
          <w:szCs w:val="28"/>
        </w:rPr>
        <w:t xml:space="preserve"> ранее введенной информации;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 xml:space="preserve">7)возможность доступа заявителя на Портале </w:t>
      </w:r>
      <w:proofErr w:type="spellStart"/>
      <w:r w:rsidRPr="001E2A92">
        <w:rPr>
          <w:bCs/>
          <w:sz w:val="28"/>
          <w:szCs w:val="28"/>
        </w:rPr>
        <w:t>госуслуг</w:t>
      </w:r>
      <w:proofErr w:type="spellEnd"/>
      <w:r w:rsidRPr="001E2A92">
        <w:rPr>
          <w:bCs/>
          <w:sz w:val="28"/>
          <w:szCs w:val="28"/>
        </w:rPr>
        <w:t xml:space="preserve"> к ранее поданным им запросам в течение не менее одного года, а также частично сформированных запросов - в течение не менее 3 месяцев. 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 xml:space="preserve">Сформированный и подписанный </w:t>
      </w:r>
      <w:proofErr w:type="gramStart"/>
      <w:r w:rsidRPr="001E2A92">
        <w:rPr>
          <w:bCs/>
          <w:sz w:val="28"/>
          <w:szCs w:val="28"/>
        </w:rPr>
        <w:t>запрос</w:t>
      </w:r>
      <w:proofErr w:type="gramEnd"/>
      <w:r w:rsidRPr="001E2A92">
        <w:rPr>
          <w:bCs/>
          <w:sz w:val="28"/>
          <w:szCs w:val="28"/>
        </w:rPr>
        <w:t xml:space="preserve"> и иные документы, необходимые для предоставления муниципальной услуги, направляются в наименование органа власти посредством Портала </w:t>
      </w:r>
      <w:proofErr w:type="spellStart"/>
      <w:r w:rsidRPr="001E2A92">
        <w:rPr>
          <w:bCs/>
          <w:sz w:val="28"/>
          <w:szCs w:val="28"/>
        </w:rPr>
        <w:t>г</w:t>
      </w:r>
      <w:r w:rsidR="007942FA">
        <w:rPr>
          <w:bCs/>
          <w:sz w:val="28"/>
          <w:szCs w:val="28"/>
        </w:rPr>
        <w:t>осуслуг</w:t>
      </w:r>
      <w:proofErr w:type="spellEnd"/>
      <w:r w:rsidRPr="001E2A92">
        <w:rPr>
          <w:bCs/>
          <w:sz w:val="28"/>
          <w:szCs w:val="28"/>
        </w:rPr>
        <w:t>.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>После регистрации запрос направляется в орган, предоставляющий услугу.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 xml:space="preserve">Информация о ходе рассмотрения заявления и о результате предоставления муниципальной услуги производится в личном кабинете на Портале </w:t>
      </w:r>
      <w:proofErr w:type="spellStart"/>
      <w:r w:rsidRPr="001E2A92">
        <w:rPr>
          <w:bCs/>
          <w:sz w:val="28"/>
          <w:szCs w:val="28"/>
        </w:rPr>
        <w:t>госуслуг</w:t>
      </w:r>
      <w:proofErr w:type="spellEnd"/>
      <w:r w:rsidRPr="001E2A92">
        <w:rPr>
          <w:bCs/>
          <w:sz w:val="28"/>
          <w:szCs w:val="28"/>
        </w:rPr>
        <w:t>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 xml:space="preserve">3.8.4.При приеме и регистрации заявления и пакета документов в </w:t>
      </w:r>
      <w:proofErr w:type="spellStart"/>
      <w:r w:rsidRPr="001E2A92">
        <w:rPr>
          <w:sz w:val="28"/>
          <w:szCs w:val="28"/>
        </w:rPr>
        <w:t>ДАГиТР</w:t>
      </w:r>
      <w:proofErr w:type="spellEnd"/>
      <w:r w:rsidRPr="001E2A92">
        <w:rPr>
          <w:sz w:val="28"/>
          <w:szCs w:val="28"/>
        </w:rPr>
        <w:t xml:space="preserve"> при направлении с использованием ЕПГУ сотрудник </w:t>
      </w:r>
      <w:proofErr w:type="spellStart"/>
      <w:r w:rsidRPr="001E2A92">
        <w:rPr>
          <w:sz w:val="28"/>
          <w:szCs w:val="28"/>
        </w:rPr>
        <w:t>ДАГиТР</w:t>
      </w:r>
      <w:proofErr w:type="spellEnd"/>
      <w:r w:rsidRPr="001E2A92">
        <w:rPr>
          <w:sz w:val="28"/>
          <w:szCs w:val="28"/>
        </w:rPr>
        <w:t xml:space="preserve"> осуществляет следующие действия: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>прием документов, необходимых для предоставления услуги, и регистрацию запроса в электронной форме без необходимости повторного представления заявителем таких документов на бумажном носителе. После принятия запроса заявителя статус запроса заявителя в личн</w:t>
      </w:r>
      <w:r w:rsidR="007942FA">
        <w:rPr>
          <w:bCs/>
          <w:sz w:val="28"/>
          <w:szCs w:val="28"/>
        </w:rPr>
        <w:t xml:space="preserve">ом кабинете на Портале </w:t>
      </w:r>
      <w:proofErr w:type="spellStart"/>
      <w:r w:rsidR="007942FA">
        <w:rPr>
          <w:bCs/>
          <w:sz w:val="28"/>
          <w:szCs w:val="28"/>
        </w:rPr>
        <w:t>госуслуг</w:t>
      </w:r>
      <w:proofErr w:type="spellEnd"/>
      <w:r w:rsidRPr="001E2A92">
        <w:rPr>
          <w:bCs/>
          <w:sz w:val="28"/>
          <w:szCs w:val="28"/>
        </w:rPr>
        <w:t xml:space="preserve"> обновляется до статуса </w:t>
      </w:r>
      <w:r w:rsidR="00545912">
        <w:rPr>
          <w:bCs/>
          <w:sz w:val="28"/>
          <w:szCs w:val="28"/>
        </w:rPr>
        <w:t>«</w:t>
      </w:r>
      <w:r w:rsidRPr="001E2A92">
        <w:rPr>
          <w:bCs/>
          <w:sz w:val="28"/>
          <w:szCs w:val="28"/>
        </w:rPr>
        <w:t>принято</w:t>
      </w:r>
      <w:r w:rsidR="00545912">
        <w:rPr>
          <w:bCs/>
          <w:sz w:val="28"/>
          <w:szCs w:val="28"/>
        </w:rPr>
        <w:t>»</w:t>
      </w:r>
      <w:r w:rsidR="00F9590B">
        <w:rPr>
          <w:bCs/>
          <w:sz w:val="28"/>
          <w:szCs w:val="28"/>
        </w:rPr>
        <w:t>;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 xml:space="preserve">учет и регистрацию заявления и документов по регистрационному номеру, присвоенному Порталом </w:t>
      </w:r>
      <w:proofErr w:type="spellStart"/>
      <w:r w:rsidRPr="001E2A92">
        <w:rPr>
          <w:bCs/>
          <w:sz w:val="28"/>
          <w:szCs w:val="28"/>
        </w:rPr>
        <w:t>госуслуг</w:t>
      </w:r>
      <w:proofErr w:type="spellEnd"/>
      <w:r w:rsidRPr="001E2A92">
        <w:rPr>
          <w:bCs/>
          <w:sz w:val="28"/>
          <w:szCs w:val="28"/>
        </w:rPr>
        <w:t xml:space="preserve"> (а в случае подачи заявления иным способом - по регистрационному номеру, присвоенному специалистом органа, предоставляющего услугу);</w:t>
      </w:r>
    </w:p>
    <w:p w:rsidR="008939EA" w:rsidRDefault="00EB4C31" w:rsidP="008939E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lastRenderedPageBreak/>
        <w:t>проверку наличие и соответствие представленного заявления и прикрепленных к нему электронных документов (электронных образов документов) перечню документов, указанных в пунктах 2.6.1 и требованиям, установленным пунктами 2.9 настоящего Регламента;</w:t>
      </w:r>
    </w:p>
    <w:p w:rsidR="00EB4C31" w:rsidRPr="008939EA" w:rsidRDefault="00EB4C31" w:rsidP="008939E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>проверку действительности квалифицированной подписи, с использованием которой подписан электронный документ (пакет электронных документов) о предоставлении услуги, предусматривающую проверку соблюдения условий, указанных в статье 11 Федерального закона</w:t>
      </w:r>
      <w:r w:rsidR="008939EA">
        <w:rPr>
          <w:bCs/>
          <w:sz w:val="28"/>
          <w:szCs w:val="28"/>
        </w:rPr>
        <w:t xml:space="preserve"> </w:t>
      </w:r>
      <w:r w:rsidR="008939EA">
        <w:rPr>
          <w:sz w:val="28"/>
          <w:szCs w:val="28"/>
        </w:rPr>
        <w:t>от 06.04.2011 №63-ФЗ</w:t>
      </w:r>
      <w:r w:rsidRPr="001E2A92">
        <w:rPr>
          <w:bCs/>
          <w:sz w:val="28"/>
          <w:szCs w:val="28"/>
        </w:rPr>
        <w:t xml:space="preserve"> </w:t>
      </w:r>
      <w:r w:rsidR="00545912">
        <w:rPr>
          <w:bCs/>
          <w:sz w:val="28"/>
          <w:szCs w:val="28"/>
        </w:rPr>
        <w:t>«</w:t>
      </w:r>
      <w:r w:rsidRPr="001E2A92">
        <w:rPr>
          <w:bCs/>
          <w:sz w:val="28"/>
          <w:szCs w:val="28"/>
        </w:rPr>
        <w:t>Об электронной подписи</w:t>
      </w:r>
      <w:r w:rsidR="00545912">
        <w:rPr>
          <w:bCs/>
          <w:sz w:val="28"/>
          <w:szCs w:val="28"/>
        </w:rPr>
        <w:t>»</w:t>
      </w:r>
      <w:r w:rsidRPr="001E2A92">
        <w:rPr>
          <w:bCs/>
          <w:sz w:val="28"/>
          <w:szCs w:val="28"/>
        </w:rPr>
        <w:t>;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1E2A92">
        <w:rPr>
          <w:bCs/>
          <w:sz w:val="28"/>
          <w:szCs w:val="28"/>
        </w:rPr>
        <w:t>направление заявителю уведомления об отказе в приеме документов на предоставление услуги в течение 3 календарных дней со дня завершения проведения такой проверки, в случае выявления несоблюдения установленных условий признания действительности усиленной электронной цифровой подписи с указанием обоснованной причины отказа;</w:t>
      </w:r>
      <w:proofErr w:type="gramEnd"/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 xml:space="preserve">направление заявителю уведомления о мотивированном отказе в приеме запроса и документов, необходимых для предоставления муниципальной услуги (с указанием допущенных нарушений) при наличии оснований, указанных в пункте 2.9 настоящего Регламента, в срок не позднее 1 рабочего дня с момента подачи заявления на Портале </w:t>
      </w:r>
      <w:proofErr w:type="spellStart"/>
      <w:r w:rsidRPr="001E2A92">
        <w:rPr>
          <w:bCs/>
          <w:sz w:val="28"/>
          <w:szCs w:val="28"/>
        </w:rPr>
        <w:t>госуслуг</w:t>
      </w:r>
      <w:proofErr w:type="spellEnd"/>
      <w:r w:rsidRPr="001E2A92">
        <w:rPr>
          <w:bCs/>
          <w:sz w:val="28"/>
          <w:szCs w:val="28"/>
        </w:rPr>
        <w:t xml:space="preserve">; </w:t>
      </w:r>
    </w:p>
    <w:p w:rsidR="00EB4C31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E2A92">
        <w:rPr>
          <w:bCs/>
          <w:sz w:val="28"/>
          <w:szCs w:val="28"/>
        </w:rPr>
        <w:t xml:space="preserve">направление заявителю уведомления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(в случае отсутствия оснований, указанных в пункте 2.9 настоящего Регламента) в срок не позднее 1 рабочего дня с момента подачи заявления на Портале </w:t>
      </w:r>
      <w:proofErr w:type="spellStart"/>
      <w:r w:rsidRPr="001E2A92">
        <w:rPr>
          <w:bCs/>
          <w:sz w:val="28"/>
          <w:szCs w:val="28"/>
        </w:rPr>
        <w:t>госуслуг</w:t>
      </w:r>
      <w:proofErr w:type="spellEnd"/>
      <w:r w:rsidRPr="001E2A92">
        <w:rPr>
          <w:bCs/>
          <w:sz w:val="28"/>
          <w:szCs w:val="28"/>
        </w:rPr>
        <w:t>.</w:t>
      </w:r>
    </w:p>
    <w:p w:rsidR="007942FA" w:rsidRPr="001E2A92" w:rsidRDefault="007942FA" w:rsidP="007478B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Специалист </w:t>
      </w:r>
      <w:proofErr w:type="spellStart"/>
      <w:r>
        <w:rPr>
          <w:bCs/>
          <w:sz w:val="28"/>
          <w:szCs w:val="28"/>
        </w:rPr>
        <w:t>ДАГиТР</w:t>
      </w:r>
      <w:proofErr w:type="spellEnd"/>
      <w:r>
        <w:rPr>
          <w:bCs/>
          <w:sz w:val="28"/>
          <w:szCs w:val="28"/>
        </w:rPr>
        <w:t xml:space="preserve"> проверяет наличие электронных заявлений, поступивших с ЕПГУ, с периодом не реже 2 (двух) раз в день.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 xml:space="preserve">Продолжительность административной процедуры </w:t>
      </w:r>
      <w:r w:rsidR="00F260A7">
        <w:rPr>
          <w:sz w:val="28"/>
          <w:szCs w:val="28"/>
        </w:rPr>
        <w:t>–</w:t>
      </w:r>
      <w:r w:rsidRPr="001E2A92">
        <w:rPr>
          <w:sz w:val="28"/>
          <w:szCs w:val="28"/>
        </w:rPr>
        <w:t xml:space="preserve"> </w:t>
      </w:r>
      <w:r w:rsidR="00F260A7">
        <w:rPr>
          <w:sz w:val="28"/>
          <w:szCs w:val="28"/>
        </w:rPr>
        <w:t>1 рабочий день</w:t>
      </w:r>
      <w:r w:rsidRPr="001E2A92">
        <w:rPr>
          <w:sz w:val="28"/>
          <w:szCs w:val="28"/>
        </w:rPr>
        <w:t>.</w:t>
      </w:r>
    </w:p>
    <w:p w:rsidR="00EB4C31" w:rsidRPr="001E2A92" w:rsidRDefault="00EB4C31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>3.8.5.Критерием принятия решения по данной процедуре является:</w:t>
      </w:r>
    </w:p>
    <w:p w:rsidR="00EB4C31" w:rsidRPr="001E2A92" w:rsidRDefault="00EB4C31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 xml:space="preserve">-наличие документов, предусмотренных </w:t>
      </w:r>
      <w:hyperlink w:anchor="P168" w:history="1">
        <w:r w:rsidRPr="001E2A92">
          <w:rPr>
            <w:sz w:val="28"/>
            <w:szCs w:val="28"/>
          </w:rPr>
          <w:t>пунктом 2.6</w:t>
        </w:r>
      </w:hyperlink>
      <w:r w:rsidRPr="001E2A92">
        <w:rPr>
          <w:sz w:val="28"/>
          <w:szCs w:val="28"/>
        </w:rPr>
        <w:t>.1 настоящего Регламента;</w:t>
      </w:r>
    </w:p>
    <w:p w:rsidR="00EB4C31" w:rsidRPr="001E2A92" w:rsidRDefault="00EB4C31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>-отсутствие или наличие оснований для отказа, указанных в пункте 2.10.2 Регламента.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>3.8.6.Результатом административной процедуры является направленное уведомление заявителю через ЕПГУ о дальнейших действиях.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>3.8.7.Способ фиксации результата административной процедуры - внесение данных в журнал регистрации о предоставлении муниципальной услуги, поступившей через ЕПГУ.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>3.9.Формирование, направление межведомственных запросов и получение сведений (документов).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>3.9.1.Основанием для начала административной процедуры является непредставление электронных документов (электронных образов документов) заявителем, указанных в пункте 2.7 настоящего Регламента.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lastRenderedPageBreak/>
        <w:t xml:space="preserve">3.9.2.Ответственным за подготовку, направление межведомственных запросов и получение сведений (документов) является сотрудник ООРД </w:t>
      </w:r>
      <w:proofErr w:type="spellStart"/>
      <w:r w:rsidRPr="001E2A92">
        <w:rPr>
          <w:sz w:val="28"/>
          <w:szCs w:val="28"/>
        </w:rPr>
        <w:t>ДАГиТР</w:t>
      </w:r>
      <w:proofErr w:type="spellEnd"/>
      <w:r w:rsidRPr="001E2A92">
        <w:rPr>
          <w:sz w:val="28"/>
          <w:szCs w:val="28"/>
        </w:rPr>
        <w:t>.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 xml:space="preserve">3.9.3.При формировании, направлении межведомственных запросов получении сведений (документов) специалист ООРД </w:t>
      </w:r>
      <w:proofErr w:type="spellStart"/>
      <w:r w:rsidRPr="001E2A92">
        <w:rPr>
          <w:sz w:val="28"/>
          <w:szCs w:val="28"/>
        </w:rPr>
        <w:t>ДАГиТР</w:t>
      </w:r>
      <w:proofErr w:type="spellEnd"/>
      <w:r w:rsidRPr="001E2A92">
        <w:rPr>
          <w:sz w:val="28"/>
          <w:szCs w:val="28"/>
        </w:rPr>
        <w:t xml:space="preserve"> осуществляет следующие действия:</w:t>
      </w:r>
    </w:p>
    <w:p w:rsidR="00EB4C31" w:rsidRPr="001E2A92" w:rsidRDefault="00EB4C31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 xml:space="preserve">-определяет виды межведомственных запросов с целью </w:t>
      </w:r>
      <w:proofErr w:type="spellStart"/>
      <w:r w:rsidRPr="001E2A92">
        <w:rPr>
          <w:sz w:val="28"/>
          <w:szCs w:val="28"/>
        </w:rPr>
        <w:t>доукомплектации</w:t>
      </w:r>
      <w:proofErr w:type="spellEnd"/>
      <w:r w:rsidRPr="001E2A92">
        <w:rPr>
          <w:sz w:val="28"/>
          <w:szCs w:val="28"/>
        </w:rPr>
        <w:t xml:space="preserve"> пакета документа в соответствии с </w:t>
      </w:r>
      <w:hyperlink w:anchor="P168" w:history="1">
        <w:r w:rsidRPr="001E2A92">
          <w:rPr>
            <w:sz w:val="28"/>
            <w:szCs w:val="28"/>
          </w:rPr>
          <w:t xml:space="preserve">пунктом </w:t>
        </w:r>
      </w:hyperlink>
      <w:r w:rsidRPr="001E2A92">
        <w:rPr>
          <w:sz w:val="28"/>
          <w:szCs w:val="28"/>
        </w:rPr>
        <w:t>2.7 настоящего Регламента;</w:t>
      </w:r>
    </w:p>
    <w:p w:rsidR="00EB4C31" w:rsidRPr="001E2A92" w:rsidRDefault="00EB4C31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>-формирует и направляет межведомственные запросы;</w:t>
      </w:r>
    </w:p>
    <w:p w:rsidR="00EB4C31" w:rsidRPr="001E2A92" w:rsidRDefault="00EB4C31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 xml:space="preserve">-получает сведения (документы) на межведомственный запрос, </w:t>
      </w:r>
      <w:proofErr w:type="spellStart"/>
      <w:r w:rsidRPr="001E2A92">
        <w:rPr>
          <w:sz w:val="28"/>
          <w:szCs w:val="28"/>
        </w:rPr>
        <w:t>доукомплектация</w:t>
      </w:r>
      <w:proofErr w:type="spellEnd"/>
      <w:r w:rsidRPr="001E2A92">
        <w:rPr>
          <w:sz w:val="28"/>
          <w:szCs w:val="28"/>
        </w:rPr>
        <w:t xml:space="preserve"> пакета документов.</w:t>
      </w:r>
    </w:p>
    <w:p w:rsidR="00EB4C31" w:rsidRPr="001E2A92" w:rsidRDefault="00EB4C31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>Формирование и направление межведомственных запросов осуществляется в день регистрации заявления и пакета документов. Срок получения необходимых сведений в рамках межведомственного информационного взаимодействия при предоставлении муниципальной услуги составляет 5 рабочих дней.</w:t>
      </w:r>
    </w:p>
    <w:p w:rsidR="00EB4C31" w:rsidRPr="001E2A92" w:rsidRDefault="00EB4C31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 xml:space="preserve">Продолжительность административной процедуры – 5 рабочих дней (с учетом дня </w:t>
      </w:r>
      <w:r w:rsidR="00F260A7">
        <w:rPr>
          <w:sz w:val="28"/>
          <w:szCs w:val="28"/>
        </w:rPr>
        <w:t>регистрации заявления).</w:t>
      </w:r>
    </w:p>
    <w:p w:rsidR="00EB4C31" w:rsidRPr="001E2A92" w:rsidRDefault="00EB4C31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>3.9.4.Критерием для принятия решения по данной процедуре является необходимость запроса сведений (документов) для предоставления муниципальной услуги.</w:t>
      </w:r>
    </w:p>
    <w:p w:rsidR="00EB4C31" w:rsidRPr="001E2A92" w:rsidRDefault="00EB4C31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>3.9.5.Результатом административной процедуры является получение сведений (документов) в рамках межведомственного запроса и доукомплектованный пакет документов.</w:t>
      </w:r>
    </w:p>
    <w:p w:rsidR="00EB4C31" w:rsidRPr="001E2A92" w:rsidRDefault="00EB4C31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>3.9.6.Способ фиксации результата по данной услуге не предусмотрен.</w:t>
      </w:r>
    </w:p>
    <w:p w:rsidR="00EB4C31" w:rsidRPr="001E2A92" w:rsidRDefault="00EB4C31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>3.10.Рассмотрение заявления, оформление и подписание результата предоставления услуги.</w:t>
      </w:r>
    </w:p>
    <w:p w:rsidR="00EB4C31" w:rsidRPr="001E2A92" w:rsidRDefault="00EB4C31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>3.10.1.Рассмотрение заявления, оформление результата предоставления услуги.</w:t>
      </w:r>
    </w:p>
    <w:p w:rsidR="00EB4C31" w:rsidRPr="001E2A92" w:rsidRDefault="00EB4C31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1E2A92">
        <w:rPr>
          <w:sz w:val="28"/>
          <w:szCs w:val="28"/>
        </w:rPr>
        <w:t>3.10.1.1.Основанием для начала административной процедуры является поступившие через ЕПГУ заявление и пакет документов.</w:t>
      </w:r>
      <w:proofErr w:type="gramEnd"/>
    </w:p>
    <w:p w:rsidR="00EB4C31" w:rsidRPr="001E2A92" w:rsidRDefault="00EB4C31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 xml:space="preserve">3.10.1.2.Ответственным за административную процедуру и административные действия является специалист ООРД </w:t>
      </w:r>
      <w:proofErr w:type="spellStart"/>
      <w:r w:rsidRPr="001E2A92">
        <w:rPr>
          <w:sz w:val="28"/>
          <w:szCs w:val="28"/>
        </w:rPr>
        <w:t>ДАГиТР</w:t>
      </w:r>
      <w:proofErr w:type="spellEnd"/>
      <w:r w:rsidRPr="001E2A92">
        <w:rPr>
          <w:sz w:val="28"/>
          <w:szCs w:val="28"/>
        </w:rPr>
        <w:t>.</w:t>
      </w:r>
    </w:p>
    <w:p w:rsidR="00EB4C31" w:rsidRPr="001E2A92" w:rsidRDefault="00EB4C31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 xml:space="preserve">3.10.1.3.При оформлении результата предоставления услуги, специалист ООРД </w:t>
      </w:r>
      <w:proofErr w:type="spellStart"/>
      <w:r w:rsidRPr="001E2A92">
        <w:rPr>
          <w:sz w:val="28"/>
          <w:szCs w:val="28"/>
        </w:rPr>
        <w:t>ДАГиТР</w:t>
      </w:r>
      <w:proofErr w:type="spellEnd"/>
      <w:r w:rsidRPr="001E2A92">
        <w:rPr>
          <w:sz w:val="28"/>
          <w:szCs w:val="28"/>
        </w:rPr>
        <w:t xml:space="preserve"> выполняет следующие действия: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 xml:space="preserve">-проверяет наличие всех необходимых документов в соответствии с перечнем, установленным </w:t>
      </w:r>
      <w:hyperlink w:anchor="Par89" w:history="1">
        <w:r w:rsidRPr="001E2A92">
          <w:rPr>
            <w:sz w:val="28"/>
            <w:szCs w:val="28"/>
          </w:rPr>
          <w:t>пунктом 2.6</w:t>
        </w:r>
      </w:hyperlink>
      <w:r w:rsidRPr="001E2A92">
        <w:rPr>
          <w:sz w:val="28"/>
          <w:szCs w:val="28"/>
        </w:rPr>
        <w:t>.1 настоящего Регламента;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 xml:space="preserve">-проверяет документы на наличие (отсутствие) оснований для отказа, указанных в </w:t>
      </w:r>
      <w:hyperlink w:anchor="Par136" w:history="1">
        <w:r w:rsidRPr="001E2A92">
          <w:rPr>
            <w:sz w:val="28"/>
            <w:szCs w:val="28"/>
          </w:rPr>
          <w:t>пункте 2.</w:t>
        </w:r>
      </w:hyperlink>
      <w:r w:rsidRPr="001E2A92">
        <w:rPr>
          <w:sz w:val="28"/>
          <w:szCs w:val="28"/>
        </w:rPr>
        <w:t>10.2 настоящего Регламента;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>-подготавливает результат услуги – документ:</w:t>
      </w:r>
    </w:p>
    <w:p w:rsidR="001E2A92" w:rsidRPr="001E2A92" w:rsidRDefault="00DE09A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1E2A92" w:rsidRPr="001E2A92">
        <w:rPr>
          <w:sz w:val="28"/>
          <w:szCs w:val="28"/>
        </w:rPr>
        <w:t xml:space="preserve">Решение о признании садового дома жилым домом и жилого дома садовым домом; </w:t>
      </w:r>
    </w:p>
    <w:p w:rsidR="001E2A92" w:rsidRPr="001E2A92" w:rsidRDefault="00DE09A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1E2A92" w:rsidRPr="001E2A92">
        <w:rPr>
          <w:sz w:val="28"/>
          <w:szCs w:val="28"/>
        </w:rPr>
        <w:t>Решение об отказе в признании садового дома жилым домом и жилого дома садовым домом.</w:t>
      </w:r>
    </w:p>
    <w:p w:rsidR="00FB6572" w:rsidRDefault="00EB4C31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 xml:space="preserve">Результат предоставления услуги </w:t>
      </w:r>
      <w:r w:rsidR="00FB6572">
        <w:rPr>
          <w:sz w:val="28"/>
          <w:szCs w:val="28"/>
        </w:rPr>
        <w:t>оформляется в двух экземплярах.</w:t>
      </w:r>
    </w:p>
    <w:p w:rsidR="00EB4C31" w:rsidRPr="001E2A92" w:rsidRDefault="00FB6572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6572">
        <w:rPr>
          <w:sz w:val="28"/>
          <w:szCs w:val="28"/>
        </w:rPr>
        <w:lastRenderedPageBreak/>
        <w:t>-регистрирует результат предоставления услуги в электронном журнале решений о признании садового дома жилым до</w:t>
      </w:r>
      <w:r>
        <w:rPr>
          <w:sz w:val="28"/>
          <w:szCs w:val="28"/>
        </w:rPr>
        <w:t>мом и жилого дома садовым домом</w:t>
      </w:r>
      <w:r w:rsidR="00EB4C31" w:rsidRPr="001E2A92">
        <w:rPr>
          <w:sz w:val="28"/>
          <w:szCs w:val="28"/>
        </w:rPr>
        <w:t>;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2A92">
        <w:rPr>
          <w:rFonts w:eastAsia="TimesNewRomanPSMT"/>
          <w:sz w:val="28"/>
          <w:szCs w:val="28"/>
        </w:rPr>
        <w:t xml:space="preserve">-передает на </w:t>
      </w:r>
      <w:r w:rsidR="006A3836">
        <w:rPr>
          <w:rFonts w:eastAsia="TimesNewRomanPSMT"/>
          <w:sz w:val="28"/>
          <w:szCs w:val="28"/>
        </w:rPr>
        <w:t xml:space="preserve">подписание </w:t>
      </w:r>
      <w:r w:rsidRPr="001E2A92">
        <w:rPr>
          <w:rFonts w:eastAsia="TimesNewRomanPSMT"/>
          <w:sz w:val="28"/>
          <w:szCs w:val="28"/>
        </w:rPr>
        <w:t xml:space="preserve">результат предоставления услуги уполномоченному лицу </w:t>
      </w:r>
      <w:r w:rsidR="00FB6572">
        <w:rPr>
          <w:rFonts w:eastAsia="TimesNewRomanPSMT"/>
          <w:sz w:val="28"/>
          <w:szCs w:val="28"/>
        </w:rPr>
        <w:t>Администрации города Шахты</w:t>
      </w:r>
      <w:r w:rsidRPr="001E2A92">
        <w:rPr>
          <w:sz w:val="28"/>
          <w:szCs w:val="28"/>
        </w:rPr>
        <w:t>.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>Продолжительнос</w:t>
      </w:r>
      <w:r w:rsidR="006A3836">
        <w:rPr>
          <w:sz w:val="28"/>
          <w:szCs w:val="28"/>
        </w:rPr>
        <w:t>ть административных действий</w:t>
      </w:r>
      <w:r w:rsidR="00FB6572">
        <w:rPr>
          <w:sz w:val="28"/>
          <w:szCs w:val="28"/>
        </w:rPr>
        <w:t xml:space="preserve">, указанных в пунктах 3.10.1-3.10.1.3 </w:t>
      </w:r>
      <w:r w:rsidR="000A2A6D">
        <w:rPr>
          <w:sz w:val="28"/>
          <w:szCs w:val="28"/>
        </w:rPr>
        <w:t xml:space="preserve">настоящего Регламента </w:t>
      </w:r>
      <w:r w:rsidR="00FB6572">
        <w:rPr>
          <w:sz w:val="28"/>
          <w:szCs w:val="28"/>
        </w:rPr>
        <w:t xml:space="preserve">– </w:t>
      </w:r>
      <w:r w:rsidR="00DE09A6">
        <w:rPr>
          <w:sz w:val="28"/>
          <w:szCs w:val="28"/>
        </w:rPr>
        <w:t>2</w:t>
      </w:r>
      <w:r w:rsidRPr="001E2A92">
        <w:rPr>
          <w:sz w:val="28"/>
          <w:szCs w:val="28"/>
        </w:rPr>
        <w:t xml:space="preserve"> </w:t>
      </w:r>
      <w:r w:rsidR="00DE09A6">
        <w:rPr>
          <w:sz w:val="28"/>
          <w:szCs w:val="28"/>
        </w:rPr>
        <w:t>рабочих дня</w:t>
      </w:r>
      <w:r w:rsidRPr="001E2A92">
        <w:rPr>
          <w:sz w:val="28"/>
          <w:szCs w:val="28"/>
        </w:rPr>
        <w:t>.</w:t>
      </w:r>
    </w:p>
    <w:p w:rsidR="00EB4C31" w:rsidRPr="001E2A92" w:rsidRDefault="00EB4C31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>3.10.2.Подписание результата предоставления услуги.</w:t>
      </w:r>
    </w:p>
    <w:p w:rsidR="00EB4C31" w:rsidRDefault="00EB4C31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 xml:space="preserve">3.10.2.1.Ответственным за административные действия является уполномоченное лицо </w:t>
      </w:r>
      <w:r w:rsidR="00FB6572">
        <w:rPr>
          <w:sz w:val="28"/>
          <w:szCs w:val="28"/>
        </w:rPr>
        <w:t>Администрации города Шахты.</w:t>
      </w:r>
    </w:p>
    <w:p w:rsidR="00FB6572" w:rsidRPr="00FB6572" w:rsidRDefault="00FB6572" w:rsidP="00FB65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3.10.2.2.</w:t>
      </w:r>
      <w:r w:rsidRPr="00FB6572">
        <w:rPr>
          <w:sz w:val="28"/>
          <w:szCs w:val="28"/>
        </w:rPr>
        <w:t>Основанием для начала административной процедуры является подготовленный и предоставленный на согласование результат услуги.</w:t>
      </w:r>
    </w:p>
    <w:p w:rsidR="00FB6572" w:rsidRPr="00FB6572" w:rsidRDefault="00FB6572" w:rsidP="00FB65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6572">
        <w:rPr>
          <w:sz w:val="28"/>
          <w:szCs w:val="28"/>
        </w:rPr>
        <w:t>При подписании результата предоставления услуги выполняются следующие действия:</w:t>
      </w:r>
    </w:p>
    <w:p w:rsidR="00DE09A6" w:rsidRDefault="00FB6572" w:rsidP="00FB65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6572">
        <w:rPr>
          <w:sz w:val="28"/>
          <w:szCs w:val="28"/>
        </w:rPr>
        <w:t xml:space="preserve">-специалист </w:t>
      </w:r>
      <w:proofErr w:type="spellStart"/>
      <w:r w:rsidRPr="00FB6572">
        <w:rPr>
          <w:sz w:val="28"/>
          <w:szCs w:val="28"/>
        </w:rPr>
        <w:t>ДАГиТР</w:t>
      </w:r>
      <w:proofErr w:type="spellEnd"/>
      <w:r w:rsidRPr="00FB6572">
        <w:rPr>
          <w:sz w:val="28"/>
          <w:szCs w:val="28"/>
        </w:rPr>
        <w:t xml:space="preserve"> пе</w:t>
      </w:r>
      <w:r w:rsidR="00F9590B">
        <w:rPr>
          <w:sz w:val="28"/>
          <w:szCs w:val="28"/>
        </w:rPr>
        <w:t>редает подготовленный результат</w:t>
      </w:r>
      <w:r w:rsidRPr="00FB6572">
        <w:rPr>
          <w:sz w:val="28"/>
          <w:szCs w:val="28"/>
        </w:rPr>
        <w:t xml:space="preserve"> предоставления услуги на подписание должностному л</w:t>
      </w:r>
      <w:r w:rsidR="00F9590B">
        <w:rPr>
          <w:sz w:val="28"/>
          <w:szCs w:val="28"/>
        </w:rPr>
        <w:t>ицу Администрации города Шахты;</w:t>
      </w:r>
    </w:p>
    <w:p w:rsidR="00FB6572" w:rsidRDefault="00FB6572" w:rsidP="00FB65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6572">
        <w:rPr>
          <w:sz w:val="28"/>
          <w:szCs w:val="28"/>
        </w:rPr>
        <w:t>-должностное лицо Администрации города Шахты подписывае</w:t>
      </w:r>
      <w:r w:rsidR="00DE09A6">
        <w:rPr>
          <w:sz w:val="28"/>
          <w:szCs w:val="28"/>
        </w:rPr>
        <w:t xml:space="preserve">т результат услуги и передает специалисту </w:t>
      </w:r>
      <w:proofErr w:type="spellStart"/>
      <w:r w:rsidR="00DE09A6">
        <w:rPr>
          <w:sz w:val="28"/>
          <w:szCs w:val="28"/>
        </w:rPr>
        <w:t>ДАГиТР</w:t>
      </w:r>
      <w:proofErr w:type="spellEnd"/>
      <w:r w:rsidR="00DE09A6">
        <w:rPr>
          <w:sz w:val="28"/>
          <w:szCs w:val="28"/>
        </w:rPr>
        <w:t>, ответственному за прием документов.</w:t>
      </w:r>
    </w:p>
    <w:p w:rsidR="000A2A6D" w:rsidRPr="00FB6572" w:rsidRDefault="000A2A6D" w:rsidP="000A2A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>Продолжительнос</w:t>
      </w:r>
      <w:r>
        <w:rPr>
          <w:sz w:val="28"/>
          <w:szCs w:val="28"/>
        </w:rPr>
        <w:t xml:space="preserve">ть административных действий, указанных в пунктах </w:t>
      </w:r>
      <w:r w:rsidR="00DE09A6">
        <w:rPr>
          <w:sz w:val="28"/>
          <w:szCs w:val="28"/>
        </w:rPr>
        <w:t>3.10.2 настоящего Регламента – 2</w:t>
      </w:r>
      <w:r>
        <w:rPr>
          <w:sz w:val="28"/>
          <w:szCs w:val="28"/>
        </w:rPr>
        <w:t xml:space="preserve"> </w:t>
      </w:r>
      <w:r w:rsidR="00DE09A6">
        <w:rPr>
          <w:sz w:val="28"/>
          <w:szCs w:val="28"/>
        </w:rPr>
        <w:t>рабочих дня</w:t>
      </w:r>
      <w:r w:rsidRPr="001E2A92">
        <w:rPr>
          <w:sz w:val="28"/>
          <w:szCs w:val="28"/>
        </w:rPr>
        <w:t>.</w:t>
      </w:r>
    </w:p>
    <w:p w:rsidR="00FB6572" w:rsidRPr="00FB6572" w:rsidRDefault="00FB6572" w:rsidP="00FB65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3.10.2</w:t>
      </w:r>
      <w:r w:rsidRPr="00FB6572">
        <w:rPr>
          <w:sz w:val="28"/>
          <w:szCs w:val="28"/>
        </w:rPr>
        <w:t>.3.Критерии принятия решения:</w:t>
      </w:r>
    </w:p>
    <w:p w:rsidR="00FB6572" w:rsidRPr="00FB6572" w:rsidRDefault="00FB6572" w:rsidP="00FB65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6572">
        <w:rPr>
          <w:sz w:val="28"/>
          <w:szCs w:val="28"/>
        </w:rPr>
        <w:t>-наличие документов, предусмотренных пунктами 2.6.1, 2.6.2 настоящего Регламента;</w:t>
      </w:r>
    </w:p>
    <w:p w:rsidR="00FB6572" w:rsidRPr="00FB6572" w:rsidRDefault="00FB6572" w:rsidP="00FB65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6572">
        <w:rPr>
          <w:sz w:val="28"/>
          <w:szCs w:val="28"/>
        </w:rPr>
        <w:t>-отсутствие или наличие оснований для отказа, указанных в пункте 2.10.2 Регламента.</w:t>
      </w:r>
    </w:p>
    <w:p w:rsidR="00FB6572" w:rsidRPr="00FB6572" w:rsidRDefault="00FB6572" w:rsidP="00FB65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3.10.2</w:t>
      </w:r>
      <w:r w:rsidRPr="00FB6572">
        <w:rPr>
          <w:sz w:val="28"/>
          <w:szCs w:val="28"/>
        </w:rPr>
        <w:t>.4.Результатом административной процедуры является подписанный уполномоченным лицом Администрации города Шахты результат предоставления услуги.</w:t>
      </w:r>
    </w:p>
    <w:p w:rsidR="00BD4D6C" w:rsidRDefault="001336E6" w:rsidP="00BD4D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36E6">
        <w:rPr>
          <w:sz w:val="28"/>
          <w:szCs w:val="28"/>
        </w:rPr>
        <w:t xml:space="preserve">3.10.2.5.Способ фиксации результата </w:t>
      </w:r>
      <w:r w:rsidR="00BD4D6C">
        <w:rPr>
          <w:sz w:val="28"/>
          <w:szCs w:val="28"/>
        </w:rPr>
        <w:t>–</w:t>
      </w:r>
      <w:r w:rsidRPr="001336E6">
        <w:rPr>
          <w:sz w:val="28"/>
          <w:szCs w:val="28"/>
        </w:rPr>
        <w:t xml:space="preserve"> </w:t>
      </w:r>
      <w:r w:rsidR="00BD4D6C" w:rsidRPr="00BD4D6C">
        <w:rPr>
          <w:sz w:val="28"/>
          <w:szCs w:val="28"/>
        </w:rPr>
        <w:t>автоматическая фиксация статуса предоставления услуги в ПГС.</w:t>
      </w:r>
    </w:p>
    <w:p w:rsidR="000A2A6D" w:rsidRDefault="000A2A6D" w:rsidP="00BD4D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2A6D">
        <w:rPr>
          <w:sz w:val="28"/>
          <w:szCs w:val="28"/>
        </w:rPr>
        <w:t xml:space="preserve">Продолжительность административной процедуры </w:t>
      </w:r>
      <w:r w:rsidR="00545912">
        <w:rPr>
          <w:sz w:val="28"/>
          <w:szCs w:val="28"/>
        </w:rPr>
        <w:t>«</w:t>
      </w:r>
      <w:r w:rsidRPr="000A2A6D">
        <w:rPr>
          <w:sz w:val="28"/>
          <w:szCs w:val="28"/>
        </w:rPr>
        <w:t>Рассмотрение заявления, оформление и подписание результата предоставления услуги</w:t>
      </w:r>
      <w:r w:rsidR="00545912">
        <w:rPr>
          <w:sz w:val="28"/>
          <w:szCs w:val="28"/>
        </w:rPr>
        <w:t>»</w:t>
      </w:r>
      <w:r w:rsidRPr="000A2A6D">
        <w:rPr>
          <w:sz w:val="28"/>
          <w:szCs w:val="28"/>
        </w:rPr>
        <w:t xml:space="preserve"> – </w:t>
      </w:r>
      <w:r w:rsidR="00DE09A6">
        <w:rPr>
          <w:sz w:val="28"/>
          <w:szCs w:val="28"/>
        </w:rPr>
        <w:t>4 рабочих дня</w:t>
      </w:r>
      <w:r w:rsidRPr="000A2A6D">
        <w:rPr>
          <w:sz w:val="28"/>
          <w:szCs w:val="28"/>
        </w:rPr>
        <w:t xml:space="preserve">. </w:t>
      </w:r>
    </w:p>
    <w:p w:rsidR="00EB4C31" w:rsidRPr="001E2A92" w:rsidRDefault="00EB4C31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>3.11.Направление результата предоставления муниципальной услуги.</w:t>
      </w:r>
    </w:p>
    <w:p w:rsidR="00EB4C31" w:rsidRPr="001E2A92" w:rsidRDefault="00EB4C31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>3.11.1.Основанием для начала административной процедуры является подписанный результат предоставления услуги.</w:t>
      </w:r>
    </w:p>
    <w:p w:rsidR="00EB4C31" w:rsidRPr="001E2A92" w:rsidRDefault="00EB4C31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 xml:space="preserve">3.11.2.Ответственными за административную процедуру и административные действия является специалист </w:t>
      </w:r>
      <w:proofErr w:type="spellStart"/>
      <w:r w:rsidRPr="001E2A92">
        <w:rPr>
          <w:sz w:val="28"/>
          <w:szCs w:val="28"/>
        </w:rPr>
        <w:t>ДАГиТР</w:t>
      </w:r>
      <w:proofErr w:type="spellEnd"/>
      <w:r w:rsidRPr="001E2A92">
        <w:rPr>
          <w:sz w:val="28"/>
          <w:szCs w:val="28"/>
        </w:rPr>
        <w:t xml:space="preserve">, ответственный за прием </w:t>
      </w:r>
      <w:r w:rsidR="008939EA">
        <w:rPr>
          <w:sz w:val="28"/>
          <w:szCs w:val="28"/>
        </w:rPr>
        <w:t>пакетов документов</w:t>
      </w:r>
      <w:r w:rsidRPr="001E2A92">
        <w:rPr>
          <w:sz w:val="28"/>
          <w:szCs w:val="28"/>
        </w:rPr>
        <w:t>.</w:t>
      </w:r>
    </w:p>
    <w:p w:rsidR="00EB4C31" w:rsidRPr="001E2A92" w:rsidRDefault="00EB4C31" w:rsidP="007478B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2A92">
        <w:rPr>
          <w:sz w:val="28"/>
          <w:szCs w:val="28"/>
        </w:rPr>
        <w:t xml:space="preserve">3.11.3.Основанием для начала административной процедуры является </w:t>
      </w:r>
      <w:r w:rsidR="001E2A92" w:rsidRPr="001E2A92">
        <w:rPr>
          <w:sz w:val="28"/>
          <w:szCs w:val="28"/>
        </w:rPr>
        <w:t xml:space="preserve">согласованный с уполномоченным лицом </w:t>
      </w:r>
      <w:r w:rsidR="00E35BE3">
        <w:rPr>
          <w:sz w:val="28"/>
          <w:szCs w:val="28"/>
        </w:rPr>
        <w:t xml:space="preserve">Администрации города Шахты </w:t>
      </w:r>
      <w:r w:rsidRPr="001E2A92">
        <w:rPr>
          <w:sz w:val="28"/>
          <w:szCs w:val="28"/>
        </w:rPr>
        <w:t>результат предоставления услуги.</w:t>
      </w:r>
    </w:p>
    <w:p w:rsidR="00EB4C31" w:rsidRPr="001E2A92" w:rsidRDefault="00EB4C31" w:rsidP="007478B2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E2A92">
        <w:rPr>
          <w:rFonts w:ascii="Times New Roman" w:hAnsi="Times New Roman" w:cs="Times New Roman"/>
          <w:color w:val="auto"/>
          <w:sz w:val="28"/>
          <w:szCs w:val="28"/>
        </w:rPr>
        <w:t xml:space="preserve">-сотрудник </w:t>
      </w:r>
      <w:proofErr w:type="spellStart"/>
      <w:r w:rsidRPr="001E2A92">
        <w:rPr>
          <w:rFonts w:ascii="Times New Roman" w:hAnsi="Times New Roman" w:cs="Times New Roman"/>
          <w:color w:val="auto"/>
          <w:sz w:val="28"/>
          <w:szCs w:val="28"/>
        </w:rPr>
        <w:t>ДАГиТР</w:t>
      </w:r>
      <w:proofErr w:type="spellEnd"/>
      <w:r w:rsidRPr="001E2A92">
        <w:rPr>
          <w:rFonts w:ascii="Times New Roman" w:hAnsi="Times New Roman" w:cs="Times New Roman"/>
          <w:color w:val="auto"/>
          <w:sz w:val="28"/>
          <w:szCs w:val="28"/>
        </w:rPr>
        <w:t xml:space="preserve"> осуществляет скрепление </w:t>
      </w:r>
      <w:proofErr w:type="gramStart"/>
      <w:r w:rsidRPr="001E2A92">
        <w:rPr>
          <w:rFonts w:ascii="Times New Roman" w:hAnsi="Times New Roman" w:cs="Times New Roman"/>
          <w:color w:val="auto"/>
          <w:sz w:val="28"/>
          <w:szCs w:val="28"/>
        </w:rPr>
        <w:t xml:space="preserve">подписи должностного лица </w:t>
      </w:r>
      <w:r w:rsidR="00E35BE3">
        <w:rPr>
          <w:rFonts w:ascii="Times New Roman" w:hAnsi="Times New Roman" w:cs="Times New Roman"/>
          <w:color w:val="auto"/>
          <w:sz w:val="28"/>
          <w:szCs w:val="28"/>
        </w:rPr>
        <w:t>Администрации города Шахты</w:t>
      </w:r>
      <w:proofErr w:type="gramEnd"/>
      <w:r w:rsidRPr="001E2A92">
        <w:rPr>
          <w:rFonts w:ascii="Times New Roman" w:hAnsi="Times New Roman" w:cs="Times New Roman"/>
          <w:color w:val="auto"/>
          <w:sz w:val="28"/>
          <w:szCs w:val="28"/>
        </w:rPr>
        <w:t xml:space="preserve"> печатью.</w:t>
      </w:r>
    </w:p>
    <w:p w:rsidR="00EB4C31" w:rsidRPr="006615CA" w:rsidRDefault="00EB4C31" w:rsidP="007478B2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615CA">
        <w:rPr>
          <w:rFonts w:ascii="Times New Roman" w:eastAsia="TimesNewRomanPSMT" w:hAnsi="Times New Roman" w:cs="Times New Roman"/>
          <w:color w:val="auto"/>
          <w:sz w:val="26"/>
          <w:szCs w:val="26"/>
        </w:rPr>
        <w:lastRenderedPageBreak/>
        <w:t>Направление результата предоставления муниципальной услуги осуществляется способом, указанным заявителем в заявлении.</w:t>
      </w:r>
    </w:p>
    <w:p w:rsidR="00EB4C31" w:rsidRPr="006615CA" w:rsidRDefault="00EB4C31" w:rsidP="007478B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15CA">
        <w:rPr>
          <w:sz w:val="26"/>
          <w:szCs w:val="26"/>
        </w:rPr>
        <w:t>В случае выбора заявителем получения муниципальной услуги</w:t>
      </w:r>
      <w:r w:rsidRPr="006615CA">
        <w:rPr>
          <w:sz w:val="26"/>
          <w:szCs w:val="26"/>
        </w:rPr>
        <w:br/>
        <w:t>в электронном виде (посредством электронной почты или через ЕПГУ) создаются электронные образы документов, полученные в результате сканирования этих документов на бумажном носителе.</w:t>
      </w:r>
    </w:p>
    <w:p w:rsidR="00EB4C31" w:rsidRPr="006615CA" w:rsidRDefault="00EB4C31" w:rsidP="007478B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15CA">
        <w:rPr>
          <w:sz w:val="26"/>
          <w:szCs w:val="26"/>
        </w:rPr>
        <w:t xml:space="preserve">Электронные документы подписываются усиленной квалифицированной электронной подписью уполномоченного лица </w:t>
      </w:r>
      <w:r w:rsidR="00FF02FF" w:rsidRPr="006615CA">
        <w:rPr>
          <w:sz w:val="26"/>
          <w:szCs w:val="26"/>
        </w:rPr>
        <w:t xml:space="preserve">Администрации города </w:t>
      </w:r>
      <w:r w:rsidR="00DE09A6" w:rsidRPr="006615CA">
        <w:rPr>
          <w:sz w:val="26"/>
          <w:szCs w:val="26"/>
        </w:rPr>
        <w:t>Шахты</w:t>
      </w:r>
      <w:r w:rsidRPr="006615CA">
        <w:rPr>
          <w:sz w:val="26"/>
          <w:szCs w:val="26"/>
        </w:rPr>
        <w:t>.</w:t>
      </w:r>
    </w:p>
    <w:p w:rsidR="00EB4C31" w:rsidRPr="006615CA" w:rsidRDefault="00EB4C31" w:rsidP="007478B2">
      <w:pPr>
        <w:pStyle w:val="201"/>
        <w:widowControl w:val="0"/>
        <w:tabs>
          <w:tab w:val="left" w:pos="0"/>
          <w:tab w:val="left" w:pos="554"/>
        </w:tabs>
        <w:ind w:firstLine="709"/>
        <w:rPr>
          <w:color w:val="auto"/>
          <w:sz w:val="26"/>
          <w:szCs w:val="26"/>
        </w:rPr>
      </w:pPr>
      <w:r w:rsidRPr="006615CA">
        <w:rPr>
          <w:color w:val="auto"/>
          <w:sz w:val="26"/>
          <w:szCs w:val="26"/>
        </w:rPr>
        <w:t xml:space="preserve">Электронные документы, подписанные усиленной квалифицированной электронной подписью уполномоченного лица </w:t>
      </w:r>
      <w:r w:rsidR="00FF02FF" w:rsidRPr="006615CA">
        <w:rPr>
          <w:sz w:val="26"/>
          <w:szCs w:val="26"/>
        </w:rPr>
        <w:t xml:space="preserve">Администрации города </w:t>
      </w:r>
      <w:r w:rsidR="00DE09A6" w:rsidRPr="006615CA">
        <w:rPr>
          <w:sz w:val="26"/>
          <w:szCs w:val="26"/>
        </w:rPr>
        <w:t>Шахты</w:t>
      </w:r>
      <w:r w:rsidRPr="006615CA">
        <w:rPr>
          <w:color w:val="auto"/>
          <w:sz w:val="26"/>
          <w:szCs w:val="26"/>
        </w:rPr>
        <w:t xml:space="preserve">, признаются </w:t>
      </w:r>
      <w:r w:rsidR="001E2A92" w:rsidRPr="006615CA">
        <w:rPr>
          <w:color w:val="auto"/>
          <w:sz w:val="26"/>
          <w:szCs w:val="26"/>
        </w:rPr>
        <w:t>равнозначными документами.</w:t>
      </w:r>
      <w:r w:rsidRPr="006615CA">
        <w:rPr>
          <w:color w:val="auto"/>
          <w:sz w:val="26"/>
          <w:szCs w:val="26"/>
        </w:rPr>
        <w:t xml:space="preserve"> </w:t>
      </w:r>
    </w:p>
    <w:p w:rsidR="00EB4C31" w:rsidRPr="006615CA" w:rsidRDefault="00EB4C31" w:rsidP="007478B2">
      <w:pPr>
        <w:pStyle w:val="201"/>
        <w:widowControl w:val="0"/>
        <w:tabs>
          <w:tab w:val="left" w:pos="0"/>
          <w:tab w:val="left" w:pos="554"/>
        </w:tabs>
        <w:ind w:firstLine="709"/>
        <w:rPr>
          <w:color w:val="auto"/>
          <w:sz w:val="26"/>
          <w:szCs w:val="26"/>
        </w:rPr>
      </w:pPr>
      <w:r w:rsidRPr="006615CA">
        <w:rPr>
          <w:color w:val="auto"/>
          <w:sz w:val="26"/>
          <w:szCs w:val="26"/>
        </w:rPr>
        <w:t>3.11.4.Критерием для принятия решения по данной процедуре является своевременная подготовка результата предоставления муниципальной услуги.</w:t>
      </w:r>
    </w:p>
    <w:p w:rsidR="00EB4C31" w:rsidRPr="006615CA" w:rsidRDefault="00EB4C31" w:rsidP="007478B2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615CA">
        <w:rPr>
          <w:rFonts w:ascii="Times New Roman" w:hAnsi="Times New Roman" w:cs="Times New Roman"/>
          <w:color w:val="auto"/>
          <w:sz w:val="26"/>
          <w:szCs w:val="26"/>
        </w:rPr>
        <w:t>3.11.5.Результатом административной процедуры является:</w:t>
      </w:r>
    </w:p>
    <w:p w:rsidR="001E2A92" w:rsidRPr="006615CA" w:rsidRDefault="001E2A92" w:rsidP="007478B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15CA">
        <w:rPr>
          <w:sz w:val="26"/>
          <w:szCs w:val="26"/>
        </w:rPr>
        <w:t xml:space="preserve">-Решение о признании садового дома жилым домом и жилого дома садовым домом; </w:t>
      </w:r>
    </w:p>
    <w:p w:rsidR="001E2A92" w:rsidRPr="006615CA" w:rsidRDefault="001E2A92" w:rsidP="007478B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15CA">
        <w:rPr>
          <w:sz w:val="26"/>
          <w:szCs w:val="26"/>
        </w:rPr>
        <w:t>-Решение об отказе в признании садового дома жилым домом и жилого дома садовым домом.</w:t>
      </w:r>
    </w:p>
    <w:p w:rsidR="00EB4C31" w:rsidRPr="006615CA" w:rsidRDefault="00EB4C31" w:rsidP="007478B2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615CA">
        <w:rPr>
          <w:rFonts w:ascii="Times New Roman" w:hAnsi="Times New Roman" w:cs="Times New Roman"/>
          <w:color w:val="auto"/>
          <w:sz w:val="26"/>
          <w:szCs w:val="26"/>
        </w:rPr>
        <w:t xml:space="preserve">Сотрудник </w:t>
      </w:r>
      <w:proofErr w:type="spellStart"/>
      <w:r w:rsidRPr="006615CA">
        <w:rPr>
          <w:rFonts w:ascii="Times New Roman" w:hAnsi="Times New Roman" w:cs="Times New Roman"/>
          <w:color w:val="auto"/>
          <w:sz w:val="26"/>
          <w:szCs w:val="26"/>
        </w:rPr>
        <w:t>ДАГиТР</w:t>
      </w:r>
      <w:proofErr w:type="spellEnd"/>
      <w:r w:rsidRPr="006615CA">
        <w:rPr>
          <w:rFonts w:ascii="Times New Roman" w:hAnsi="Times New Roman" w:cs="Times New Roman"/>
          <w:color w:val="auto"/>
          <w:sz w:val="26"/>
          <w:szCs w:val="26"/>
        </w:rPr>
        <w:t xml:space="preserve"> осуществляет отправку заявителя электронных образов документов, полученных в результате сканирования этих документов на бумажном носителе, через ЕПГУ.</w:t>
      </w:r>
    </w:p>
    <w:p w:rsidR="00EB4C31" w:rsidRPr="006615CA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615CA">
        <w:rPr>
          <w:bCs/>
          <w:sz w:val="26"/>
          <w:szCs w:val="26"/>
        </w:rPr>
        <w:t>Выдача результата предоставления услуги осуществляется способом, указанным в заявлении.</w:t>
      </w:r>
    </w:p>
    <w:p w:rsidR="00EB4C31" w:rsidRPr="006615CA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615CA">
        <w:rPr>
          <w:bCs/>
          <w:sz w:val="26"/>
          <w:szCs w:val="26"/>
        </w:rPr>
        <w:t xml:space="preserve">Заявителю в качестве результата предоставления муниципальной услуги обеспечивается возможность получения: </w:t>
      </w:r>
    </w:p>
    <w:p w:rsidR="00EB4C31" w:rsidRPr="006615CA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615CA">
        <w:rPr>
          <w:bCs/>
          <w:sz w:val="26"/>
          <w:szCs w:val="26"/>
        </w:rPr>
        <w:t xml:space="preserve">документа в форме электронного документа, подписанного усиленной квалифицированной электронной подписью уполномоченного лица, направленного заявителю в личный кабинет на Портале </w:t>
      </w:r>
      <w:proofErr w:type="spellStart"/>
      <w:r w:rsidRPr="006615CA">
        <w:rPr>
          <w:bCs/>
          <w:sz w:val="26"/>
          <w:szCs w:val="26"/>
        </w:rPr>
        <w:t>госуслуг</w:t>
      </w:r>
      <w:proofErr w:type="spellEnd"/>
      <w:r w:rsidRPr="006615CA">
        <w:rPr>
          <w:bCs/>
          <w:sz w:val="26"/>
          <w:szCs w:val="26"/>
        </w:rPr>
        <w:t>;</w:t>
      </w:r>
    </w:p>
    <w:p w:rsidR="00EB4C31" w:rsidRPr="006615CA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615CA">
        <w:rPr>
          <w:bCs/>
          <w:sz w:val="26"/>
          <w:szCs w:val="26"/>
        </w:rPr>
        <w:t xml:space="preserve">документа в виде бумажного документа, подтверждающего содержание электронного документа, который заявитель получает при личном обращении в МАУ </w:t>
      </w:r>
      <w:r w:rsidR="00545912">
        <w:rPr>
          <w:bCs/>
          <w:sz w:val="26"/>
          <w:szCs w:val="26"/>
        </w:rPr>
        <w:t>«</w:t>
      </w:r>
      <w:r w:rsidR="005036CA">
        <w:rPr>
          <w:bCs/>
          <w:sz w:val="26"/>
          <w:szCs w:val="26"/>
        </w:rPr>
        <w:t>МФЦ г.Шахты</w:t>
      </w:r>
      <w:r w:rsidR="00545912">
        <w:rPr>
          <w:bCs/>
          <w:sz w:val="26"/>
          <w:szCs w:val="26"/>
        </w:rPr>
        <w:t>»</w:t>
      </w:r>
      <w:r w:rsidRPr="006615CA">
        <w:rPr>
          <w:bCs/>
          <w:sz w:val="26"/>
          <w:szCs w:val="26"/>
        </w:rPr>
        <w:t>;</w:t>
      </w:r>
    </w:p>
    <w:p w:rsidR="00EB4C31" w:rsidRPr="006615CA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615CA">
        <w:rPr>
          <w:bCs/>
          <w:sz w:val="26"/>
          <w:szCs w:val="26"/>
        </w:rPr>
        <w:t>уведомления о результатах рассмотрения документов, необходимых для предоставления муниципальной услуги, содержащ</w:t>
      </w:r>
      <w:r w:rsidR="008939EA" w:rsidRPr="006615CA">
        <w:rPr>
          <w:bCs/>
          <w:sz w:val="26"/>
          <w:szCs w:val="26"/>
        </w:rPr>
        <w:t>и</w:t>
      </w:r>
      <w:r w:rsidRPr="006615CA">
        <w:rPr>
          <w:bCs/>
          <w:sz w:val="26"/>
          <w:szCs w:val="26"/>
        </w:rPr>
        <w:t>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EB4C31" w:rsidRPr="006615CA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615CA">
        <w:rPr>
          <w:bCs/>
          <w:sz w:val="26"/>
          <w:szCs w:val="26"/>
        </w:rPr>
        <w:t>Заявителю предоставляется возможность сохранения электронного документа,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</w:p>
    <w:p w:rsidR="00EB4C31" w:rsidRPr="006615CA" w:rsidRDefault="00EB4C31" w:rsidP="007478B2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615CA">
        <w:rPr>
          <w:rFonts w:ascii="Times New Roman" w:hAnsi="Times New Roman" w:cs="Times New Roman"/>
          <w:color w:val="auto"/>
          <w:sz w:val="26"/>
          <w:szCs w:val="26"/>
        </w:rPr>
        <w:t>3.11.6.</w:t>
      </w:r>
      <w:r w:rsidR="00BD4D6C" w:rsidRPr="006615CA">
        <w:rPr>
          <w:rFonts w:ascii="Times New Roman" w:hAnsi="Times New Roman" w:cs="Times New Roman"/>
          <w:color w:val="auto"/>
          <w:sz w:val="26"/>
          <w:szCs w:val="26"/>
        </w:rPr>
        <w:t>Способ фиксации результата – автоматическая фиксация статуса предоставления услуги в ПГС.</w:t>
      </w:r>
    </w:p>
    <w:p w:rsidR="00AF0DEF" w:rsidRPr="006615CA" w:rsidRDefault="00AF0DEF" w:rsidP="00AF0DEF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615CA">
        <w:rPr>
          <w:rFonts w:ascii="Times New Roman" w:hAnsi="Times New Roman" w:cs="Times New Roman"/>
          <w:color w:val="auto"/>
          <w:sz w:val="26"/>
          <w:szCs w:val="26"/>
        </w:rPr>
        <w:t>Продолжительность администрат</w:t>
      </w:r>
      <w:r w:rsidR="00DE09A6" w:rsidRPr="006615CA">
        <w:rPr>
          <w:rFonts w:ascii="Times New Roman" w:hAnsi="Times New Roman" w:cs="Times New Roman"/>
          <w:color w:val="auto"/>
          <w:sz w:val="26"/>
          <w:szCs w:val="26"/>
        </w:rPr>
        <w:t>ивных действий – 1 рабочий день.</w:t>
      </w:r>
    </w:p>
    <w:p w:rsidR="00EB4C31" w:rsidRPr="006615CA" w:rsidRDefault="00EB4C31" w:rsidP="007478B2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615CA">
        <w:rPr>
          <w:rFonts w:ascii="Times New Roman" w:hAnsi="Times New Roman" w:cs="Times New Roman"/>
          <w:color w:val="auto"/>
          <w:sz w:val="26"/>
          <w:szCs w:val="26"/>
        </w:rPr>
        <w:t>3.12.Осуществление оценки качества предоставления услуги.</w:t>
      </w:r>
    </w:p>
    <w:p w:rsidR="00EB4C31" w:rsidRPr="006615CA" w:rsidRDefault="00EB4C31" w:rsidP="007478B2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615CA">
        <w:rPr>
          <w:bCs/>
          <w:sz w:val="26"/>
          <w:szCs w:val="26"/>
        </w:rPr>
        <w:t xml:space="preserve">Заявителям обеспечивается возможность оценить доступность и качество муниципальной услуги на Портале </w:t>
      </w:r>
      <w:proofErr w:type="spellStart"/>
      <w:r w:rsidRPr="006615CA">
        <w:rPr>
          <w:bCs/>
          <w:sz w:val="26"/>
          <w:szCs w:val="26"/>
        </w:rPr>
        <w:t>госуслуг</w:t>
      </w:r>
      <w:proofErr w:type="spellEnd"/>
      <w:r w:rsidRPr="006615CA">
        <w:rPr>
          <w:bCs/>
          <w:sz w:val="26"/>
          <w:szCs w:val="26"/>
        </w:rPr>
        <w:t>.</w:t>
      </w:r>
    </w:p>
    <w:p w:rsidR="00EB4C31" w:rsidRPr="001E2A92" w:rsidRDefault="00EB4C31" w:rsidP="007478B2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E2A9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Заявитель вправе оценить качество предоставления муниципальной </w:t>
      </w:r>
      <w:r w:rsidRPr="001E2A92">
        <w:rPr>
          <w:rFonts w:ascii="Times New Roman" w:hAnsi="Times New Roman" w:cs="Times New Roman"/>
          <w:bCs/>
          <w:color w:val="auto"/>
          <w:sz w:val="28"/>
          <w:szCs w:val="28"/>
        </w:rPr>
        <w:lastRenderedPageBreak/>
        <w:t xml:space="preserve">услуги с помощью устройств подвижной радиотелефонной связи, с использованием Портала </w:t>
      </w:r>
      <w:proofErr w:type="spellStart"/>
      <w:r w:rsidRPr="001E2A92">
        <w:rPr>
          <w:rFonts w:ascii="Times New Roman" w:hAnsi="Times New Roman" w:cs="Times New Roman"/>
          <w:bCs/>
          <w:color w:val="auto"/>
          <w:sz w:val="28"/>
          <w:szCs w:val="28"/>
        </w:rPr>
        <w:t>госуслуг</w:t>
      </w:r>
      <w:proofErr w:type="spellEnd"/>
      <w:r w:rsidRPr="001E2A92">
        <w:rPr>
          <w:rFonts w:ascii="Times New Roman" w:hAnsi="Times New Roman" w:cs="Times New Roman"/>
          <w:bCs/>
          <w:color w:val="auto"/>
          <w:sz w:val="28"/>
          <w:szCs w:val="28"/>
        </w:rPr>
        <w:t>, терминаль</w:t>
      </w:r>
      <w:r w:rsidR="005B0BA5">
        <w:rPr>
          <w:rFonts w:ascii="Times New Roman" w:hAnsi="Times New Roman" w:cs="Times New Roman"/>
          <w:bCs/>
          <w:color w:val="auto"/>
          <w:sz w:val="28"/>
          <w:szCs w:val="28"/>
        </w:rPr>
        <w:t>ных устройств в соответствии с П</w:t>
      </w:r>
      <w:r w:rsidRPr="001E2A92">
        <w:rPr>
          <w:rFonts w:ascii="Times New Roman" w:hAnsi="Times New Roman" w:cs="Times New Roman"/>
          <w:bCs/>
          <w:color w:val="auto"/>
          <w:sz w:val="28"/>
          <w:szCs w:val="28"/>
        </w:rPr>
        <w:t>остановлением Правительства Росси</w:t>
      </w:r>
      <w:r w:rsidR="005B0BA5">
        <w:rPr>
          <w:rFonts w:ascii="Times New Roman" w:hAnsi="Times New Roman" w:cs="Times New Roman"/>
          <w:bCs/>
          <w:color w:val="auto"/>
          <w:sz w:val="28"/>
          <w:szCs w:val="28"/>
        </w:rPr>
        <w:t>йской Федерации от 12.12.2012 №</w:t>
      </w:r>
      <w:r w:rsidRPr="001E2A9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1284 </w:t>
      </w:r>
      <w:r w:rsidR="00545912">
        <w:rPr>
          <w:rFonts w:ascii="Times New Roman" w:hAnsi="Times New Roman" w:cs="Times New Roman"/>
          <w:bCs/>
          <w:color w:val="auto"/>
          <w:sz w:val="28"/>
          <w:szCs w:val="28"/>
        </w:rPr>
        <w:t>«</w:t>
      </w:r>
      <w:r w:rsidRPr="001E2A92">
        <w:rPr>
          <w:rFonts w:ascii="Times New Roman" w:hAnsi="Times New Roman" w:cs="Times New Roman"/>
          <w:bCs/>
          <w:color w:val="auto"/>
          <w:sz w:val="28"/>
          <w:szCs w:val="28"/>
        </w:rPr>
        <w:t>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государственных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="00545912">
        <w:rPr>
          <w:rFonts w:ascii="Times New Roman" w:hAnsi="Times New Roman" w:cs="Times New Roman"/>
          <w:bCs/>
          <w:color w:val="auto"/>
          <w:sz w:val="28"/>
          <w:szCs w:val="28"/>
        </w:rPr>
        <w:t>»</w:t>
      </w:r>
      <w:r w:rsidRPr="001E2A92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976596" w:rsidRPr="00341539" w:rsidRDefault="00976596" w:rsidP="0049205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D56BD" w:rsidRPr="005D56BD" w:rsidRDefault="005D56BD" w:rsidP="0049205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D56BD">
        <w:rPr>
          <w:sz w:val="28"/>
          <w:szCs w:val="28"/>
        </w:rPr>
        <w:t xml:space="preserve">4.Формы </w:t>
      </w:r>
      <w:proofErr w:type="gramStart"/>
      <w:r w:rsidRPr="005D56BD">
        <w:rPr>
          <w:sz w:val="28"/>
          <w:szCs w:val="28"/>
        </w:rPr>
        <w:t>контроля за</w:t>
      </w:r>
      <w:proofErr w:type="gramEnd"/>
      <w:r w:rsidRPr="005D56BD">
        <w:rPr>
          <w:sz w:val="28"/>
          <w:szCs w:val="28"/>
        </w:rPr>
        <w:t xml:space="preserve"> исполнением административного регламента</w:t>
      </w:r>
    </w:p>
    <w:p w:rsidR="005D56BD" w:rsidRPr="005D56BD" w:rsidRDefault="005D56BD" w:rsidP="0049205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>4.1.Текущий контроль.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 xml:space="preserve">4.1.1.Текущий контроль соблюдения последовательности действий, определенных административными процедурами настоящего Регламента, осуществляется уполномоченным должностным лицом </w:t>
      </w:r>
      <w:proofErr w:type="spellStart"/>
      <w:r w:rsidRPr="005D56BD">
        <w:rPr>
          <w:sz w:val="28"/>
          <w:szCs w:val="28"/>
        </w:rPr>
        <w:t>ДАГиТР</w:t>
      </w:r>
      <w:proofErr w:type="spellEnd"/>
      <w:r w:rsidRPr="005D56BD">
        <w:rPr>
          <w:sz w:val="28"/>
          <w:szCs w:val="28"/>
        </w:rPr>
        <w:t xml:space="preserve">, в соответствии с положениями о </w:t>
      </w:r>
      <w:proofErr w:type="spellStart"/>
      <w:r w:rsidRPr="005D56BD">
        <w:rPr>
          <w:sz w:val="28"/>
          <w:szCs w:val="28"/>
        </w:rPr>
        <w:t>ДАГиТР</w:t>
      </w:r>
      <w:proofErr w:type="spellEnd"/>
      <w:r w:rsidRPr="005D56BD">
        <w:rPr>
          <w:sz w:val="28"/>
          <w:szCs w:val="28"/>
        </w:rPr>
        <w:t xml:space="preserve"> и должностными инструкциями специалистов </w:t>
      </w:r>
      <w:proofErr w:type="spellStart"/>
      <w:r w:rsidRPr="005D56BD">
        <w:rPr>
          <w:sz w:val="28"/>
          <w:szCs w:val="28"/>
        </w:rPr>
        <w:t>ДАГиТР</w:t>
      </w:r>
      <w:proofErr w:type="spellEnd"/>
      <w:r w:rsidRPr="005D56BD">
        <w:rPr>
          <w:sz w:val="28"/>
          <w:szCs w:val="28"/>
        </w:rPr>
        <w:t xml:space="preserve">, путем проведения проверок соблюдения и исполнения должностными лицами ООРД </w:t>
      </w:r>
      <w:proofErr w:type="spellStart"/>
      <w:r w:rsidRPr="005D56BD">
        <w:rPr>
          <w:sz w:val="28"/>
          <w:szCs w:val="28"/>
        </w:rPr>
        <w:t>ДАГиТР</w:t>
      </w:r>
      <w:proofErr w:type="spellEnd"/>
      <w:r w:rsidRPr="005D56BD">
        <w:rPr>
          <w:sz w:val="28"/>
          <w:szCs w:val="28"/>
        </w:rPr>
        <w:t xml:space="preserve"> положений настоящего Регламента.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 xml:space="preserve">4.1.2.Периодичность осуществления текущего контроля устанавливается уполномоченным лицом </w:t>
      </w:r>
      <w:proofErr w:type="spellStart"/>
      <w:r w:rsidRPr="005D56BD">
        <w:rPr>
          <w:sz w:val="28"/>
          <w:szCs w:val="28"/>
        </w:rPr>
        <w:t>ДАГиТР</w:t>
      </w:r>
      <w:proofErr w:type="spellEnd"/>
      <w:r w:rsidRPr="005D56BD">
        <w:rPr>
          <w:sz w:val="28"/>
          <w:szCs w:val="28"/>
        </w:rPr>
        <w:t>, но не реже 1 раза в квартал.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>4.2.Плановый и внеплановый контроль.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 xml:space="preserve">4.2.1.Проверки могут быть плановыми, на основании планов работы ООРД </w:t>
      </w:r>
      <w:proofErr w:type="spellStart"/>
      <w:r w:rsidRPr="005D56BD">
        <w:rPr>
          <w:sz w:val="28"/>
          <w:szCs w:val="28"/>
        </w:rPr>
        <w:t>ДАГиТР</w:t>
      </w:r>
      <w:proofErr w:type="spellEnd"/>
      <w:r w:rsidRPr="005D56BD">
        <w:rPr>
          <w:sz w:val="28"/>
          <w:szCs w:val="28"/>
        </w:rPr>
        <w:t>, либо внеплановыми, проводимыми, в том числе по жалобе заявителей на своевременность, полноту и качество предоставления услуги.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 xml:space="preserve">4.2.2.Решение о проведении </w:t>
      </w:r>
      <w:r w:rsidR="0049205C">
        <w:rPr>
          <w:sz w:val="28"/>
          <w:szCs w:val="28"/>
        </w:rPr>
        <w:t>внеплановой проверки принимает г</w:t>
      </w:r>
      <w:r w:rsidRPr="005D56BD">
        <w:rPr>
          <w:sz w:val="28"/>
          <w:szCs w:val="28"/>
        </w:rPr>
        <w:t xml:space="preserve">лава Администрации города Шахты, уполномоченное им должностное лицо или уполномоченное лицо </w:t>
      </w:r>
      <w:proofErr w:type="spellStart"/>
      <w:r w:rsidRPr="005D56BD">
        <w:rPr>
          <w:sz w:val="28"/>
          <w:szCs w:val="28"/>
        </w:rPr>
        <w:t>ДАГиТР</w:t>
      </w:r>
      <w:proofErr w:type="spellEnd"/>
      <w:r w:rsidRPr="005D56BD">
        <w:rPr>
          <w:sz w:val="28"/>
          <w:szCs w:val="28"/>
        </w:rPr>
        <w:t>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 xml:space="preserve">4.2.3.Для проведения плановых проверок предоставления услуги формируется комиссия, в состав которой включаются должностные лица </w:t>
      </w:r>
      <w:proofErr w:type="spellStart"/>
      <w:r w:rsidRPr="005D56BD">
        <w:rPr>
          <w:sz w:val="28"/>
          <w:szCs w:val="28"/>
        </w:rPr>
        <w:t>ДАГиТР</w:t>
      </w:r>
      <w:proofErr w:type="spellEnd"/>
      <w:r w:rsidRPr="005D56BD">
        <w:rPr>
          <w:sz w:val="28"/>
          <w:szCs w:val="28"/>
        </w:rPr>
        <w:t>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 xml:space="preserve">4.2.4.Контроль полноты и качества предоставления услуги включает в себя проведение проверок, выявление и устранение нарушений прав заявителей, рассмотрение, принятие решений и подготовку ответов на их обращения, содержащие жалобы на решения, действия (бездействие) должностных лиц ООРД </w:t>
      </w:r>
      <w:proofErr w:type="spellStart"/>
      <w:r w:rsidRPr="005D56BD">
        <w:rPr>
          <w:sz w:val="28"/>
          <w:szCs w:val="28"/>
        </w:rPr>
        <w:t>ДАГиТР</w:t>
      </w:r>
      <w:proofErr w:type="spellEnd"/>
      <w:r w:rsidRPr="005D56BD">
        <w:rPr>
          <w:sz w:val="28"/>
          <w:szCs w:val="28"/>
        </w:rPr>
        <w:t xml:space="preserve">, и организуется руководством </w:t>
      </w:r>
      <w:proofErr w:type="spellStart"/>
      <w:r w:rsidRPr="005D56BD">
        <w:rPr>
          <w:sz w:val="28"/>
          <w:szCs w:val="28"/>
        </w:rPr>
        <w:t>ДАГиТР</w:t>
      </w:r>
      <w:proofErr w:type="spellEnd"/>
      <w:r w:rsidRPr="005D56BD">
        <w:rPr>
          <w:sz w:val="28"/>
          <w:szCs w:val="28"/>
        </w:rPr>
        <w:t>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>4.2.5.При проверке могут рассматриваться все вопросы, связанные с предоставлением услуги - комплексные проверки или отдельные аспекты - тематические проверки.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>4.2.6.Результаты проверки оформляются в виде акта, в котором отмечаются выявленные недостатки и указываются предложения по их устранению. Акт подписывается всеми членами комиссии.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lastRenderedPageBreak/>
        <w:t>4.2.7.По результатам проведения проверок полноты и качества предоставления услуги, в случае выявления нарушений, виновные должностные лица привлекаются к дисциплинарной ответственности, в соответствии с Трудовым кодексом Российской Федерации.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 xml:space="preserve">4.2.8.Плановые проверки осуществляются на основании квартальных, полугодовых или годовых планов работы и отчетов о проделанной работе ООРД </w:t>
      </w:r>
      <w:proofErr w:type="spellStart"/>
      <w:r w:rsidRPr="005D56BD">
        <w:rPr>
          <w:sz w:val="28"/>
          <w:szCs w:val="28"/>
        </w:rPr>
        <w:t>ДАГиТР</w:t>
      </w:r>
      <w:proofErr w:type="spellEnd"/>
      <w:r w:rsidRPr="005D56BD">
        <w:rPr>
          <w:sz w:val="28"/>
          <w:szCs w:val="28"/>
        </w:rPr>
        <w:t>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 xml:space="preserve">4.2.9.Заявители вправе направить письменное обращение в адрес уполномоченного лица </w:t>
      </w:r>
      <w:proofErr w:type="spellStart"/>
      <w:r w:rsidRPr="005D56BD">
        <w:rPr>
          <w:sz w:val="28"/>
          <w:szCs w:val="28"/>
        </w:rPr>
        <w:t>ДАГиТР</w:t>
      </w:r>
      <w:proofErr w:type="spellEnd"/>
      <w:r w:rsidRPr="005D56BD">
        <w:rPr>
          <w:sz w:val="28"/>
          <w:szCs w:val="28"/>
        </w:rPr>
        <w:t xml:space="preserve"> с просьбой о проведении проверки соблюдения и исполнения положений настоящего Регламента и иных нормативных правовых актов, устанавливающих требования к предоставлению услуги, полноты и качества предоставления услуги в случае нарушения прав и законных интересов заявителей при предоставлении услуги.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 xml:space="preserve">4.2.10.Жалоба, поступившая в </w:t>
      </w:r>
      <w:proofErr w:type="spellStart"/>
      <w:r w:rsidRPr="005D56BD">
        <w:rPr>
          <w:sz w:val="28"/>
          <w:szCs w:val="28"/>
        </w:rPr>
        <w:t>ДАГиТР</w:t>
      </w:r>
      <w:proofErr w:type="spellEnd"/>
      <w:r w:rsidRPr="005D56BD">
        <w:rPr>
          <w:sz w:val="28"/>
          <w:szCs w:val="28"/>
        </w:rPr>
        <w:t xml:space="preserve">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</w:t>
      </w:r>
      <w:proofErr w:type="spellStart"/>
      <w:r w:rsidRPr="005D56BD">
        <w:rPr>
          <w:sz w:val="28"/>
          <w:szCs w:val="28"/>
        </w:rPr>
        <w:t>ДАГиТР</w:t>
      </w:r>
      <w:proofErr w:type="spellEnd"/>
      <w:r w:rsidRPr="005D56BD">
        <w:rPr>
          <w:sz w:val="28"/>
          <w:szCs w:val="28"/>
        </w:rPr>
        <w:t xml:space="preserve"> в предоставлении муниципальной услуги, отказа должностного лица </w:t>
      </w:r>
      <w:proofErr w:type="spellStart"/>
      <w:r w:rsidRPr="005D56BD">
        <w:rPr>
          <w:sz w:val="28"/>
          <w:szCs w:val="28"/>
        </w:rPr>
        <w:t>ДАГиТР</w:t>
      </w:r>
      <w:proofErr w:type="spellEnd"/>
      <w:r w:rsidRPr="005D56BD">
        <w:rPr>
          <w:sz w:val="28"/>
          <w:szCs w:val="28"/>
        </w:rPr>
        <w:t>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>4.3.Ответственность должностных лиц за решения и действия (бездействие), принимаемые (осуществляемые) в ходе предоставления услуги.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 xml:space="preserve">4.3.1.Персональная, дисциплинарная и административная ответственность специалистов ООРД </w:t>
      </w:r>
      <w:proofErr w:type="spellStart"/>
      <w:r w:rsidRPr="005D56BD">
        <w:rPr>
          <w:sz w:val="28"/>
          <w:szCs w:val="28"/>
        </w:rPr>
        <w:t>ДАГиТР</w:t>
      </w:r>
      <w:proofErr w:type="spellEnd"/>
      <w:r w:rsidRPr="005D56BD">
        <w:rPr>
          <w:sz w:val="28"/>
          <w:szCs w:val="28"/>
        </w:rPr>
        <w:t xml:space="preserve"> определяется в их должностных инструкциях, в соответствии с требованиями законодательства Российской Федерации.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 xml:space="preserve">4.3.2.Должностные лица ООРД </w:t>
      </w:r>
      <w:proofErr w:type="spellStart"/>
      <w:r w:rsidRPr="005D56BD">
        <w:rPr>
          <w:sz w:val="28"/>
          <w:szCs w:val="28"/>
        </w:rPr>
        <w:t>ДАГиТР</w:t>
      </w:r>
      <w:proofErr w:type="spellEnd"/>
      <w:r w:rsidRPr="005D56BD">
        <w:rPr>
          <w:sz w:val="28"/>
          <w:szCs w:val="28"/>
        </w:rPr>
        <w:t>, нарушающие порядок предоставления услуги, в том числе: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>-</w:t>
      </w:r>
      <w:proofErr w:type="gramStart"/>
      <w:r w:rsidRPr="005D56BD">
        <w:rPr>
          <w:sz w:val="28"/>
          <w:szCs w:val="28"/>
        </w:rPr>
        <w:t>препятствующие</w:t>
      </w:r>
      <w:proofErr w:type="gramEnd"/>
      <w:r w:rsidRPr="005D56BD">
        <w:rPr>
          <w:sz w:val="28"/>
          <w:szCs w:val="28"/>
        </w:rPr>
        <w:t xml:space="preserve"> подаче заявлений граждан;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>-неправомерно отказывающие гражданам в принятии, регистрации или рассмотрении их заявлений;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>-нарушающие сроки рассмотрения заявлений;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>-виновные в разглашении конфиденциальной информации, ставшей известной им при рассмотрении заявлений граждан;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>-</w:t>
      </w:r>
      <w:proofErr w:type="gramStart"/>
      <w:r w:rsidRPr="005D56BD">
        <w:rPr>
          <w:sz w:val="28"/>
          <w:szCs w:val="28"/>
        </w:rPr>
        <w:t>нарушающие</w:t>
      </w:r>
      <w:proofErr w:type="gramEnd"/>
      <w:r w:rsidRPr="005D56BD">
        <w:rPr>
          <w:sz w:val="28"/>
          <w:szCs w:val="28"/>
        </w:rPr>
        <w:t xml:space="preserve"> право граждан на подачу жалоб, претензий;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>-допускающие возложение на граждан, не предусмотренных законом обязанностей, или ограничение возможности реализации их прав при приеме и рассмотрении заявлений граждан;</w:t>
      </w:r>
    </w:p>
    <w:p w:rsidR="005D56BD" w:rsidRPr="005D56BD" w:rsidRDefault="005D56BD" w:rsidP="004920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D56BD">
        <w:rPr>
          <w:sz w:val="28"/>
          <w:szCs w:val="28"/>
        </w:rPr>
        <w:t>-неправомерно отказывающие в удовлетворении законных требований граждан,</w:t>
      </w:r>
      <w:r w:rsidR="0049205C">
        <w:rPr>
          <w:sz w:val="28"/>
          <w:szCs w:val="28"/>
        </w:rPr>
        <w:t xml:space="preserve"> </w:t>
      </w:r>
      <w:r w:rsidRPr="005D56BD">
        <w:rPr>
          <w:sz w:val="28"/>
          <w:szCs w:val="28"/>
        </w:rPr>
        <w:t>несут дисциплинарную, административную, уголовную и иную ответственность, в соответствии с действующим законодательством Российской Федерации.</w:t>
      </w:r>
      <w:proofErr w:type="gramEnd"/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 xml:space="preserve">4.3.3.За невыполнение или ненадлежащее выполнение законодательства Российской Федерации и Ростовской области по вопросам организации и </w:t>
      </w:r>
      <w:r w:rsidRPr="005D56BD">
        <w:rPr>
          <w:sz w:val="28"/>
          <w:szCs w:val="28"/>
        </w:rPr>
        <w:lastRenderedPageBreak/>
        <w:t xml:space="preserve">предоставления муниципальной услуги, а так же требований настоящего административного регламента, специалисты ООРД </w:t>
      </w:r>
      <w:proofErr w:type="spellStart"/>
      <w:r w:rsidRPr="005D56BD">
        <w:rPr>
          <w:sz w:val="28"/>
          <w:szCs w:val="28"/>
        </w:rPr>
        <w:t>ДАГиТР</w:t>
      </w:r>
      <w:proofErr w:type="spellEnd"/>
      <w:r w:rsidRPr="005D56BD">
        <w:rPr>
          <w:sz w:val="28"/>
          <w:szCs w:val="28"/>
        </w:rPr>
        <w:t xml:space="preserve">, специалисты МАУ </w:t>
      </w:r>
      <w:r w:rsidR="00545912">
        <w:rPr>
          <w:sz w:val="28"/>
          <w:szCs w:val="28"/>
        </w:rPr>
        <w:t>«</w:t>
      </w:r>
      <w:r w:rsidRPr="005D56BD">
        <w:rPr>
          <w:sz w:val="28"/>
          <w:szCs w:val="28"/>
        </w:rPr>
        <w:t>МФЦ г.Шахты</w:t>
      </w:r>
      <w:r w:rsidR="00545912">
        <w:rPr>
          <w:sz w:val="28"/>
          <w:szCs w:val="28"/>
        </w:rPr>
        <w:t>»</w:t>
      </w:r>
      <w:r w:rsidRPr="005D56BD">
        <w:rPr>
          <w:sz w:val="28"/>
          <w:szCs w:val="28"/>
        </w:rPr>
        <w:t xml:space="preserve"> несут ответственность в соответствии с действующим законодательством.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>4.4.Порядок и формы контроля.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 xml:space="preserve">4.4.1.Контроль соблюдения последовательности действий, определенных административными процедурами настоящего Регламента, осуществляется уполномоченным лицом </w:t>
      </w:r>
      <w:proofErr w:type="spellStart"/>
      <w:r w:rsidRPr="005D56BD">
        <w:rPr>
          <w:sz w:val="28"/>
          <w:szCs w:val="28"/>
        </w:rPr>
        <w:t>ДАГиТР</w:t>
      </w:r>
      <w:proofErr w:type="spellEnd"/>
      <w:r w:rsidRPr="005D56BD">
        <w:rPr>
          <w:sz w:val="28"/>
          <w:szCs w:val="28"/>
        </w:rPr>
        <w:t>, а также уполномоченными структурными подразделениями или отраслевыми (функциональными) органами Администрации.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>4.4.2.Перечень должностных лиц, осуществляющих контроль, устанавливается внутренними распорядительными документами Администрации.</w:t>
      </w:r>
    </w:p>
    <w:p w:rsidR="005D56BD" w:rsidRPr="005D56BD" w:rsidRDefault="005D56BD" w:rsidP="0049205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D56BD" w:rsidRPr="005D56BD" w:rsidRDefault="005D56BD" w:rsidP="0049205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D56BD">
        <w:rPr>
          <w:sz w:val="28"/>
          <w:szCs w:val="28"/>
        </w:rPr>
        <w:t xml:space="preserve">5.Досудебный (внесудебный) порядок обжалования решений и действий (бездействия) предоставляющего муниципальные услуги и его должностных лиц, муниципальных служащих и работников, МАУ </w:t>
      </w:r>
      <w:r w:rsidR="00545912">
        <w:rPr>
          <w:sz w:val="28"/>
          <w:szCs w:val="28"/>
        </w:rPr>
        <w:t>«</w:t>
      </w:r>
      <w:r w:rsidRPr="005D56BD">
        <w:rPr>
          <w:sz w:val="28"/>
          <w:szCs w:val="28"/>
        </w:rPr>
        <w:t>МФЦ г.Шахты</w:t>
      </w:r>
      <w:r w:rsidR="00545912">
        <w:rPr>
          <w:sz w:val="28"/>
          <w:szCs w:val="28"/>
        </w:rPr>
        <w:t>»</w:t>
      </w:r>
      <w:r w:rsidRPr="005D56BD">
        <w:rPr>
          <w:sz w:val="28"/>
          <w:szCs w:val="28"/>
        </w:rPr>
        <w:t xml:space="preserve"> и его работников</w:t>
      </w:r>
    </w:p>
    <w:p w:rsidR="005D56BD" w:rsidRPr="005D56BD" w:rsidRDefault="005D56BD" w:rsidP="0049205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D56BD">
        <w:rPr>
          <w:sz w:val="28"/>
          <w:szCs w:val="28"/>
        </w:rPr>
        <w:t>5.1.Информация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– жалоба).</w:t>
      </w:r>
      <w:proofErr w:type="gramEnd"/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D56BD">
        <w:rPr>
          <w:sz w:val="28"/>
          <w:szCs w:val="28"/>
        </w:rPr>
        <w:t xml:space="preserve">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услуги. </w:t>
      </w:r>
      <w:proofErr w:type="gramEnd"/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D56BD">
        <w:rPr>
          <w:sz w:val="28"/>
          <w:szCs w:val="28"/>
        </w:rPr>
        <w:t xml:space="preserve">Заявители имеют право подать жалобу на нарушение порядка предоставления муниципальных услуг, выразившееся в неправомерных решениях и действиях (бездействии) </w:t>
      </w:r>
      <w:proofErr w:type="spellStart"/>
      <w:r w:rsidRPr="005D56BD">
        <w:rPr>
          <w:sz w:val="28"/>
          <w:szCs w:val="28"/>
        </w:rPr>
        <w:t>ДАГиТР</w:t>
      </w:r>
      <w:proofErr w:type="spellEnd"/>
      <w:r w:rsidRPr="005D56BD">
        <w:rPr>
          <w:sz w:val="28"/>
          <w:szCs w:val="28"/>
        </w:rPr>
        <w:t xml:space="preserve">, предоставляющего муниципальную услугу (далее – </w:t>
      </w:r>
      <w:proofErr w:type="spellStart"/>
      <w:r w:rsidRPr="005D56BD">
        <w:rPr>
          <w:sz w:val="28"/>
          <w:szCs w:val="28"/>
        </w:rPr>
        <w:t>ДАГиТР</w:t>
      </w:r>
      <w:proofErr w:type="spellEnd"/>
      <w:r w:rsidRPr="005D56BD">
        <w:rPr>
          <w:sz w:val="28"/>
          <w:szCs w:val="28"/>
        </w:rPr>
        <w:t xml:space="preserve">) и их должностных лиц, муниципальных служащих и работников, МАУ </w:t>
      </w:r>
      <w:r w:rsidR="00545912">
        <w:rPr>
          <w:sz w:val="28"/>
          <w:szCs w:val="28"/>
        </w:rPr>
        <w:t>«</w:t>
      </w:r>
      <w:r w:rsidRPr="005D56BD">
        <w:rPr>
          <w:sz w:val="28"/>
          <w:szCs w:val="28"/>
        </w:rPr>
        <w:t>МФЦ г.Шахты</w:t>
      </w:r>
      <w:r w:rsidR="00545912">
        <w:rPr>
          <w:sz w:val="28"/>
          <w:szCs w:val="28"/>
        </w:rPr>
        <w:t>»</w:t>
      </w:r>
      <w:r w:rsidRPr="005D56BD">
        <w:rPr>
          <w:sz w:val="28"/>
          <w:szCs w:val="28"/>
        </w:rPr>
        <w:t xml:space="preserve"> и его работников (далее – жалоба).</w:t>
      </w:r>
      <w:proofErr w:type="gramEnd"/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>5.2.Органы государственной власти, структурные подразделения и отраслевые (функциональные) органы Администрации города Шахты, организации и уполномоченные на рассмотрение жалобы лица, которым может быть направлена жалоба заявителя в досудебном (внесудебном) порядке.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 xml:space="preserve">5.2.1.Жалоба на нарушение порядка предоставления муниципальных услуг, выразившееся в неправомерных решениях и действиях (бездействии) работников МАУ </w:t>
      </w:r>
      <w:r w:rsidR="00545912">
        <w:rPr>
          <w:sz w:val="28"/>
          <w:szCs w:val="28"/>
        </w:rPr>
        <w:t>«</w:t>
      </w:r>
      <w:r w:rsidRPr="005D56BD">
        <w:rPr>
          <w:sz w:val="28"/>
          <w:szCs w:val="28"/>
        </w:rPr>
        <w:t>МФЦ г.Шахты</w:t>
      </w:r>
      <w:r w:rsidR="00545912">
        <w:rPr>
          <w:sz w:val="28"/>
          <w:szCs w:val="28"/>
        </w:rPr>
        <w:t>»</w:t>
      </w:r>
      <w:r w:rsidRPr="005D56BD">
        <w:rPr>
          <w:sz w:val="28"/>
          <w:szCs w:val="28"/>
        </w:rPr>
        <w:t xml:space="preserve"> подается непосредственно в МАУ </w:t>
      </w:r>
      <w:r w:rsidR="00545912">
        <w:rPr>
          <w:sz w:val="28"/>
          <w:szCs w:val="28"/>
        </w:rPr>
        <w:t>«</w:t>
      </w:r>
      <w:r w:rsidRPr="005D56BD">
        <w:rPr>
          <w:sz w:val="28"/>
          <w:szCs w:val="28"/>
        </w:rPr>
        <w:t>МФЦ г.Шахты</w:t>
      </w:r>
      <w:r w:rsidR="00545912">
        <w:rPr>
          <w:sz w:val="28"/>
          <w:szCs w:val="28"/>
        </w:rPr>
        <w:t>»</w:t>
      </w:r>
      <w:r w:rsidRPr="005D56BD">
        <w:rPr>
          <w:sz w:val="28"/>
          <w:szCs w:val="28"/>
        </w:rPr>
        <w:t xml:space="preserve"> в письменной форме на бумажном носителе, в том числе почтовым отправлением или в ходе личного приема заявителя, а также в электронном виде.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D56BD">
        <w:rPr>
          <w:sz w:val="28"/>
          <w:szCs w:val="28"/>
        </w:rPr>
        <w:t xml:space="preserve">5.2.2.Жалоба на нарушение порядка предоставления муниципальных услуг, выразившееся в неправомерных решениях и действиях (бездействии) муниципальных служащих, работников </w:t>
      </w:r>
      <w:proofErr w:type="spellStart"/>
      <w:r w:rsidRPr="005D56BD">
        <w:rPr>
          <w:sz w:val="28"/>
          <w:szCs w:val="28"/>
        </w:rPr>
        <w:t>ДАГиТР</w:t>
      </w:r>
      <w:proofErr w:type="spellEnd"/>
      <w:r w:rsidRPr="005D56BD">
        <w:rPr>
          <w:sz w:val="28"/>
          <w:szCs w:val="28"/>
        </w:rPr>
        <w:t xml:space="preserve">, руководителей </w:t>
      </w:r>
      <w:proofErr w:type="spellStart"/>
      <w:r w:rsidRPr="005D56BD">
        <w:rPr>
          <w:sz w:val="28"/>
          <w:szCs w:val="28"/>
        </w:rPr>
        <w:t>ДАГиТР</w:t>
      </w:r>
      <w:proofErr w:type="spellEnd"/>
      <w:r w:rsidRPr="005D56BD">
        <w:rPr>
          <w:sz w:val="28"/>
          <w:szCs w:val="28"/>
        </w:rPr>
        <w:t xml:space="preserve"> </w:t>
      </w:r>
      <w:r w:rsidRPr="005D56BD">
        <w:rPr>
          <w:sz w:val="28"/>
          <w:szCs w:val="28"/>
        </w:rPr>
        <w:lastRenderedPageBreak/>
        <w:t>подается в отдел обращения граждан от физических лиц и в общий отдел Администрации города Шахты от юридических лиц в письменной форме на бумажном носителе, в том числе почтовым отправлением или в ходе личного приема заявителя, а также в электронном</w:t>
      </w:r>
      <w:proofErr w:type="gramEnd"/>
      <w:r w:rsidRPr="005D56BD">
        <w:rPr>
          <w:sz w:val="28"/>
          <w:szCs w:val="28"/>
        </w:rPr>
        <w:t xml:space="preserve"> </w:t>
      </w:r>
      <w:proofErr w:type="gramStart"/>
      <w:r w:rsidRPr="005D56BD">
        <w:rPr>
          <w:sz w:val="28"/>
          <w:szCs w:val="28"/>
        </w:rPr>
        <w:t>виде</w:t>
      </w:r>
      <w:proofErr w:type="gramEnd"/>
      <w:r w:rsidRPr="005D56BD">
        <w:rPr>
          <w:sz w:val="28"/>
          <w:szCs w:val="28"/>
        </w:rPr>
        <w:t>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 xml:space="preserve">5.2.3.Жалоба на нарушение порядка предоставления муниципальных услуг, выразившееся в неправомерных решениях и действиях (бездействии) МАУ </w:t>
      </w:r>
      <w:r w:rsidR="00545912">
        <w:rPr>
          <w:sz w:val="28"/>
          <w:szCs w:val="28"/>
        </w:rPr>
        <w:t>«</w:t>
      </w:r>
      <w:r w:rsidRPr="005D56BD">
        <w:rPr>
          <w:sz w:val="28"/>
          <w:szCs w:val="28"/>
        </w:rPr>
        <w:t>МФЦ г.Шахты</w:t>
      </w:r>
      <w:r w:rsidR="00545912">
        <w:rPr>
          <w:sz w:val="28"/>
          <w:szCs w:val="28"/>
        </w:rPr>
        <w:t>»</w:t>
      </w:r>
      <w:r w:rsidRPr="005D56BD">
        <w:rPr>
          <w:sz w:val="28"/>
          <w:szCs w:val="28"/>
        </w:rPr>
        <w:t xml:space="preserve"> подается в отдел обращения граждан от физических лиц и в общий отдел Администрации города Шахты от юридических лиц или должностному </w:t>
      </w:r>
      <w:proofErr w:type="gramStart"/>
      <w:r w:rsidRPr="005D56BD">
        <w:rPr>
          <w:sz w:val="28"/>
          <w:szCs w:val="28"/>
        </w:rPr>
        <w:t>лицу</w:t>
      </w:r>
      <w:proofErr w:type="gramEnd"/>
      <w:r w:rsidRPr="005D56BD">
        <w:rPr>
          <w:sz w:val="28"/>
          <w:szCs w:val="28"/>
        </w:rPr>
        <w:t xml:space="preserve"> уполномоченному нормативным правовым актом Ростовской области на рассмотрение обращений граждан в письменной форме на бумажном носителе, в том числе почтовым отправлением или в ходе личного приема заявителя, а также в электронном виде.</w:t>
      </w:r>
    </w:p>
    <w:p w:rsidR="005D56BD" w:rsidRPr="005D56BD" w:rsidRDefault="00BB507A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5.2.4</w:t>
      </w:r>
      <w:r w:rsidR="005D56BD" w:rsidRPr="005D56BD">
        <w:rPr>
          <w:sz w:val="28"/>
          <w:szCs w:val="28"/>
        </w:rPr>
        <w:t>.По результатам рассмотрения жалобы принимается одно из следующих решений: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>1)жалоба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>2)в удовлетворении жалобы отказывается.</w:t>
      </w:r>
    </w:p>
    <w:p w:rsidR="00BB507A" w:rsidRDefault="00BB507A" w:rsidP="007478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3AA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r w:rsidR="002475EE">
        <w:rPr>
          <w:rFonts w:ascii="Times New Roman" w:hAnsi="Times New Roman" w:cs="Times New Roman"/>
          <w:sz w:val="28"/>
          <w:szCs w:val="28"/>
        </w:rPr>
        <w:t xml:space="preserve">настоящем пункте </w:t>
      </w:r>
      <w:r>
        <w:rPr>
          <w:rFonts w:ascii="Times New Roman" w:hAnsi="Times New Roman" w:cs="Times New Roman"/>
          <w:sz w:val="28"/>
          <w:szCs w:val="28"/>
        </w:rPr>
        <w:t>Регламента</w:t>
      </w:r>
      <w:r w:rsidRPr="004903AA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>5.3.Способы информирования заявителей о порядке подачи и рассмотрения жалобы, в том числе с использованием ЕПГУ.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 xml:space="preserve">Правила подачи и рассмотрения жалоб на решения и действия (бездействие) структурных подразделений, отраслевых (функциональных) органов Администрации, муниципального учреждения города Шахты, предоставляющих муниципальные услуги и их должностных лиц, муниципальных служащих и работников, МАУ </w:t>
      </w:r>
      <w:r w:rsidR="00545912">
        <w:rPr>
          <w:sz w:val="28"/>
          <w:szCs w:val="28"/>
        </w:rPr>
        <w:t>«</w:t>
      </w:r>
      <w:r w:rsidRPr="005D56BD">
        <w:rPr>
          <w:sz w:val="28"/>
          <w:szCs w:val="28"/>
        </w:rPr>
        <w:t>МФЦ г.Шахты</w:t>
      </w:r>
      <w:r w:rsidR="00545912">
        <w:rPr>
          <w:sz w:val="28"/>
          <w:szCs w:val="28"/>
        </w:rPr>
        <w:t>»</w:t>
      </w:r>
      <w:r w:rsidRPr="005D56BD">
        <w:rPr>
          <w:sz w:val="28"/>
          <w:szCs w:val="28"/>
        </w:rPr>
        <w:t xml:space="preserve"> и его работников размещены на ЕПГУ, а также на официальном сайте Администрации города Шахты в разделе </w:t>
      </w:r>
      <w:r w:rsidR="00545912">
        <w:rPr>
          <w:sz w:val="28"/>
          <w:szCs w:val="28"/>
        </w:rPr>
        <w:t>«</w:t>
      </w:r>
      <w:r w:rsidRPr="005D56BD">
        <w:rPr>
          <w:sz w:val="28"/>
          <w:szCs w:val="28"/>
        </w:rPr>
        <w:t>Административные регламенты</w:t>
      </w:r>
      <w:r w:rsidR="00545912">
        <w:rPr>
          <w:sz w:val="28"/>
          <w:szCs w:val="28"/>
        </w:rPr>
        <w:t>»</w:t>
      </w:r>
      <w:r w:rsidRPr="005D56BD">
        <w:rPr>
          <w:sz w:val="28"/>
          <w:szCs w:val="28"/>
        </w:rPr>
        <w:t>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 xml:space="preserve">5.4.Перечень нормативных правовых актов, регулирующих порядок досудебного (внесудебного) обжалования решений и действий (бездействия) структурных подразделений, отраслевых (функциональных) органов Администрации, муниципального учреждения города Шахты, предоставляющих муниципальные услуги их должностных лиц, муниципальных служащих и работников, МАУ </w:t>
      </w:r>
      <w:r w:rsidR="00545912">
        <w:rPr>
          <w:sz w:val="28"/>
          <w:szCs w:val="28"/>
        </w:rPr>
        <w:t>«</w:t>
      </w:r>
      <w:r w:rsidRPr="005D56BD">
        <w:rPr>
          <w:sz w:val="28"/>
          <w:szCs w:val="28"/>
        </w:rPr>
        <w:t>МФЦ г.Шахты</w:t>
      </w:r>
      <w:r w:rsidR="00545912">
        <w:rPr>
          <w:sz w:val="28"/>
          <w:szCs w:val="28"/>
        </w:rPr>
        <w:t>»</w:t>
      </w:r>
      <w:r w:rsidRPr="005D56BD">
        <w:rPr>
          <w:sz w:val="28"/>
          <w:szCs w:val="28"/>
        </w:rPr>
        <w:t xml:space="preserve"> и его работников.</w:t>
      </w:r>
    </w:p>
    <w:p w:rsidR="005D56BD" w:rsidRPr="005D56BD" w:rsidRDefault="005D56BD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6BD">
        <w:rPr>
          <w:sz w:val="28"/>
          <w:szCs w:val="28"/>
        </w:rPr>
        <w:t xml:space="preserve">Постановление Администрации города Шахты от 05.04.2017 №1822 </w:t>
      </w:r>
      <w:r w:rsidR="00545912">
        <w:rPr>
          <w:sz w:val="28"/>
          <w:szCs w:val="28"/>
        </w:rPr>
        <w:t>«</w:t>
      </w:r>
      <w:r w:rsidRPr="005D56BD">
        <w:rPr>
          <w:sz w:val="28"/>
          <w:szCs w:val="28"/>
        </w:rPr>
        <w:t xml:space="preserve">Об утверждении Правил подачи и рассмотрения жалоб на решения и действия (бездействие) структурных подразделений, отраслевых (функциональных) </w:t>
      </w:r>
      <w:r w:rsidRPr="005D56BD">
        <w:rPr>
          <w:sz w:val="28"/>
          <w:szCs w:val="28"/>
        </w:rPr>
        <w:lastRenderedPageBreak/>
        <w:t xml:space="preserve">органов Администрации, муниципального учреждения города Шахты, предоставляющих муниципальные услуги их должностных лиц, муниципальных служащих и работников, МАУ </w:t>
      </w:r>
      <w:r w:rsidR="00545912">
        <w:rPr>
          <w:sz w:val="28"/>
          <w:szCs w:val="28"/>
        </w:rPr>
        <w:t>«</w:t>
      </w:r>
      <w:r w:rsidRPr="005D56BD">
        <w:rPr>
          <w:sz w:val="28"/>
          <w:szCs w:val="28"/>
        </w:rPr>
        <w:t>МФЦ г.Шахты</w:t>
      </w:r>
      <w:r w:rsidR="00545912">
        <w:rPr>
          <w:sz w:val="28"/>
          <w:szCs w:val="28"/>
        </w:rPr>
        <w:t>»</w:t>
      </w:r>
      <w:r w:rsidRPr="005D56BD">
        <w:rPr>
          <w:sz w:val="28"/>
          <w:szCs w:val="28"/>
        </w:rPr>
        <w:t xml:space="preserve"> и его работников</w:t>
      </w:r>
      <w:r w:rsidR="00545912">
        <w:rPr>
          <w:sz w:val="28"/>
          <w:szCs w:val="28"/>
        </w:rPr>
        <w:t>»</w:t>
      </w:r>
      <w:r w:rsidRPr="005D56BD">
        <w:rPr>
          <w:sz w:val="28"/>
          <w:szCs w:val="28"/>
        </w:rPr>
        <w:t>.</w:t>
      </w:r>
    </w:p>
    <w:p w:rsidR="00C65CB5" w:rsidRDefault="00C65CB5" w:rsidP="00C65CB5">
      <w:pPr>
        <w:ind w:right="-2"/>
        <w:rPr>
          <w:sz w:val="28"/>
        </w:rPr>
      </w:pPr>
    </w:p>
    <w:p w:rsidR="00C65CB5" w:rsidRDefault="00C65CB5" w:rsidP="00C65CB5">
      <w:pPr>
        <w:ind w:right="-2"/>
        <w:rPr>
          <w:sz w:val="28"/>
        </w:rPr>
      </w:pPr>
    </w:p>
    <w:p w:rsidR="00C65CB5" w:rsidRPr="00A855A0" w:rsidRDefault="00C65CB5" w:rsidP="00C65CB5">
      <w:pPr>
        <w:ind w:right="-2"/>
        <w:rPr>
          <w:highlight w:val="lightGray"/>
        </w:rPr>
      </w:pPr>
      <w:r w:rsidRPr="00A506BA">
        <w:rPr>
          <w:sz w:val="28"/>
        </w:rPr>
        <w:t>Руководи</w:t>
      </w:r>
      <w:r>
        <w:rPr>
          <w:sz w:val="28"/>
        </w:rPr>
        <w:t>тель аппарата Администрации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</w:t>
      </w:r>
      <w:r w:rsidRPr="00A506BA">
        <w:rPr>
          <w:sz w:val="28"/>
        </w:rPr>
        <w:t xml:space="preserve">Н.Т. </w:t>
      </w:r>
      <w:proofErr w:type="spellStart"/>
      <w:r w:rsidRPr="00A506BA">
        <w:rPr>
          <w:sz w:val="28"/>
        </w:rPr>
        <w:t>Обоймова</w:t>
      </w:r>
      <w:proofErr w:type="spellEnd"/>
    </w:p>
    <w:p w:rsidR="00C65CB5" w:rsidRPr="00A855A0" w:rsidRDefault="00C65CB5" w:rsidP="00C65CB5">
      <w:pPr>
        <w:ind w:right="-62"/>
        <w:jc w:val="both"/>
        <w:rPr>
          <w:sz w:val="28"/>
          <w:szCs w:val="28"/>
          <w:highlight w:val="lightGray"/>
        </w:rPr>
      </w:pPr>
    </w:p>
    <w:p w:rsidR="00C65CB5" w:rsidRDefault="00C65CB5">
      <w:pPr>
        <w:rPr>
          <w:sz w:val="28"/>
          <w:szCs w:val="28"/>
          <w:highlight w:val="lightGray"/>
        </w:rPr>
      </w:pPr>
      <w:r>
        <w:rPr>
          <w:sz w:val="28"/>
          <w:szCs w:val="28"/>
          <w:highlight w:val="lightGray"/>
        </w:rPr>
        <w:br w:type="page"/>
      </w:r>
    </w:p>
    <w:p w:rsidR="007478B2" w:rsidRPr="00CF0CDE" w:rsidRDefault="00A45930" w:rsidP="00A4593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</w:t>
      </w:r>
      <w:r w:rsidR="00976596" w:rsidRPr="00CF0CDE">
        <w:rPr>
          <w:sz w:val="28"/>
          <w:szCs w:val="28"/>
        </w:rPr>
        <w:t>Приложение №1</w:t>
      </w:r>
    </w:p>
    <w:p w:rsidR="00976596" w:rsidRPr="00CF0CDE" w:rsidRDefault="00976596" w:rsidP="007478B2">
      <w:pPr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  <w:r w:rsidRPr="00CF0CDE">
        <w:rPr>
          <w:sz w:val="28"/>
          <w:szCs w:val="28"/>
        </w:rPr>
        <w:t>к Административному регламенту</w:t>
      </w:r>
      <w:r w:rsidR="007478B2" w:rsidRPr="00CF0CDE">
        <w:rPr>
          <w:sz w:val="28"/>
          <w:szCs w:val="28"/>
        </w:rPr>
        <w:t xml:space="preserve"> предоставления муниципальной </w:t>
      </w:r>
      <w:r w:rsidRPr="00CF0CDE">
        <w:rPr>
          <w:sz w:val="28"/>
          <w:szCs w:val="28"/>
        </w:rPr>
        <w:t>услуги</w:t>
      </w:r>
      <w:r w:rsidR="007478B2" w:rsidRPr="00CF0CDE">
        <w:rPr>
          <w:sz w:val="28"/>
          <w:szCs w:val="28"/>
        </w:rPr>
        <w:t xml:space="preserve"> </w:t>
      </w:r>
      <w:r w:rsidR="00545912" w:rsidRPr="00CF0CDE">
        <w:rPr>
          <w:sz w:val="28"/>
          <w:szCs w:val="28"/>
        </w:rPr>
        <w:t>«</w:t>
      </w:r>
      <w:r w:rsidRPr="00CF0CDE">
        <w:rPr>
          <w:sz w:val="28"/>
          <w:szCs w:val="28"/>
        </w:rPr>
        <w:t>П</w:t>
      </w:r>
      <w:r w:rsidRPr="00CF0CDE">
        <w:rPr>
          <w:bCs/>
          <w:sz w:val="28"/>
          <w:szCs w:val="28"/>
        </w:rPr>
        <w:t>ризнание садового дома жилым домом и жилого дома садовым домом</w:t>
      </w:r>
      <w:r w:rsidR="00545912" w:rsidRPr="00CF0CDE">
        <w:rPr>
          <w:sz w:val="28"/>
          <w:szCs w:val="28"/>
        </w:rPr>
        <w:t>»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right"/>
      </w:pPr>
    </w:p>
    <w:p w:rsidR="00976596" w:rsidRPr="007478B2" w:rsidRDefault="00976596" w:rsidP="007478B2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7478B2">
        <w:rPr>
          <w:sz w:val="28"/>
          <w:szCs w:val="28"/>
        </w:rPr>
        <w:t xml:space="preserve">                            </w:t>
      </w:r>
      <w:r w:rsidR="005D56BD" w:rsidRPr="007478B2">
        <w:rPr>
          <w:sz w:val="28"/>
          <w:szCs w:val="28"/>
        </w:rPr>
        <w:t xml:space="preserve">                                </w:t>
      </w:r>
      <w:r w:rsidR="000255D1">
        <w:rPr>
          <w:sz w:val="28"/>
          <w:szCs w:val="28"/>
        </w:rPr>
        <w:t>Главе Администрации г.</w:t>
      </w:r>
      <w:r w:rsidRPr="007478B2">
        <w:rPr>
          <w:sz w:val="28"/>
          <w:szCs w:val="28"/>
        </w:rPr>
        <w:t xml:space="preserve"> Шахты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right"/>
      </w:pPr>
      <w:r w:rsidRPr="00341539">
        <w:t xml:space="preserve">                         </w:t>
      </w:r>
      <w:r w:rsidRPr="00341539">
        <w:tab/>
      </w:r>
      <w:r w:rsidRPr="00341539">
        <w:tab/>
      </w:r>
      <w:r w:rsidRPr="00341539">
        <w:tab/>
      </w:r>
      <w:r w:rsidRPr="00341539">
        <w:tab/>
      </w:r>
      <w:r w:rsidRPr="007478B2">
        <w:rPr>
          <w:sz w:val="28"/>
          <w:szCs w:val="28"/>
        </w:rPr>
        <w:t>от</w:t>
      </w:r>
      <w:r w:rsidRPr="00341539">
        <w:t xml:space="preserve"> _____________________________________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right"/>
      </w:pPr>
      <w:r w:rsidRPr="00341539">
        <w:t xml:space="preserve">              </w:t>
      </w:r>
      <w:r w:rsidR="000255D1">
        <w:t xml:space="preserve">        </w:t>
      </w:r>
      <w:r w:rsidR="000255D1">
        <w:tab/>
      </w:r>
      <w:r w:rsidR="000255D1">
        <w:tab/>
      </w:r>
      <w:r w:rsidR="000255D1">
        <w:tab/>
      </w:r>
      <w:r w:rsidRPr="00341539">
        <w:tab/>
        <w:t>________________________________________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right"/>
      </w:pPr>
      <w:r w:rsidRPr="00341539">
        <w:t xml:space="preserve">               </w:t>
      </w:r>
      <w:r w:rsidRPr="00341539">
        <w:tab/>
      </w:r>
      <w:r w:rsidRPr="00341539">
        <w:tab/>
      </w:r>
      <w:r w:rsidRPr="00341539">
        <w:tab/>
      </w:r>
      <w:r w:rsidRPr="00341539">
        <w:tab/>
      </w:r>
      <w:r w:rsidRPr="00341539">
        <w:tab/>
        <w:t xml:space="preserve">                         наименование для юр. лиц)</w:t>
      </w:r>
    </w:p>
    <w:p w:rsidR="00976596" w:rsidRPr="00341539" w:rsidRDefault="000255D1" w:rsidP="000255D1">
      <w:pPr>
        <w:autoSpaceDE w:val="0"/>
        <w:autoSpaceDN w:val="0"/>
        <w:adjustRightInd w:val="0"/>
        <w:ind w:firstLine="709"/>
        <w:jc w:val="center"/>
      </w:pPr>
      <w:r>
        <w:t xml:space="preserve">                                                                                           </w:t>
      </w:r>
      <w:proofErr w:type="gramStart"/>
      <w:r w:rsidR="00976596" w:rsidRPr="007478B2">
        <w:rPr>
          <w:sz w:val="28"/>
          <w:szCs w:val="28"/>
        </w:rPr>
        <w:t>Проживающего</w:t>
      </w:r>
      <w:proofErr w:type="gramEnd"/>
      <w:r>
        <w:rPr>
          <w:sz w:val="28"/>
          <w:szCs w:val="28"/>
        </w:rPr>
        <w:t xml:space="preserve"> </w:t>
      </w:r>
      <w:r w:rsidR="00976596" w:rsidRPr="007478B2">
        <w:rPr>
          <w:sz w:val="28"/>
          <w:szCs w:val="28"/>
        </w:rPr>
        <w:t>(ей) по адресу</w:t>
      </w:r>
      <w:r w:rsidR="00976596" w:rsidRPr="00341539">
        <w:t>: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right"/>
      </w:pPr>
      <w:r w:rsidRPr="00341539">
        <w:t xml:space="preserve">                  </w:t>
      </w:r>
      <w:r w:rsidRPr="00341539">
        <w:tab/>
      </w:r>
      <w:r w:rsidRPr="00341539">
        <w:tab/>
      </w:r>
      <w:r w:rsidRPr="00341539">
        <w:tab/>
      </w:r>
      <w:r w:rsidRPr="00341539">
        <w:tab/>
      </w:r>
      <w:r w:rsidRPr="00341539">
        <w:tab/>
        <w:t>________________________________________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right"/>
      </w:pPr>
      <w:r w:rsidRPr="00341539">
        <w:t xml:space="preserve">                    </w:t>
      </w:r>
      <w:r w:rsidRPr="00341539">
        <w:tab/>
      </w:r>
      <w:r w:rsidRPr="00341539">
        <w:tab/>
      </w:r>
      <w:r w:rsidRPr="00341539">
        <w:tab/>
      </w:r>
      <w:r w:rsidRPr="00341539">
        <w:tab/>
      </w:r>
      <w:r w:rsidRPr="00341539">
        <w:tab/>
        <w:t>________________________________________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right"/>
      </w:pPr>
    </w:p>
    <w:p w:rsidR="007478B2" w:rsidRDefault="000255D1" w:rsidP="000255D1">
      <w:pPr>
        <w:autoSpaceDE w:val="0"/>
        <w:autoSpaceDN w:val="0"/>
        <w:adjustRightInd w:val="0"/>
        <w:ind w:left="3540" w:firstLine="709"/>
        <w:jc w:val="both"/>
      </w:pPr>
      <w:r>
        <w:rPr>
          <w:sz w:val="28"/>
          <w:szCs w:val="28"/>
        </w:rPr>
        <w:t xml:space="preserve">                    </w:t>
      </w:r>
      <w:r w:rsidR="00976596" w:rsidRPr="007478B2">
        <w:rPr>
          <w:sz w:val="28"/>
          <w:szCs w:val="28"/>
        </w:rPr>
        <w:t>Паспорт серия</w:t>
      </w:r>
      <w:r>
        <w:t xml:space="preserve"> _____________________</w:t>
      </w:r>
    </w:p>
    <w:p w:rsidR="000255D1" w:rsidRDefault="000255D1" w:rsidP="000255D1">
      <w:pPr>
        <w:autoSpaceDE w:val="0"/>
        <w:autoSpaceDN w:val="0"/>
        <w:adjustRightInd w:val="0"/>
        <w:ind w:left="3540" w:firstLine="709"/>
        <w:jc w:val="right"/>
      </w:pPr>
      <w:r>
        <w:t xml:space="preserve"> ________________________________________</w:t>
      </w:r>
    </w:p>
    <w:p w:rsidR="00976596" w:rsidRDefault="000255D1" w:rsidP="000255D1">
      <w:pPr>
        <w:autoSpaceDE w:val="0"/>
        <w:autoSpaceDN w:val="0"/>
        <w:adjustRightInd w:val="0"/>
        <w:ind w:left="3540" w:firstLine="709"/>
        <w:jc w:val="both"/>
      </w:pPr>
      <w:r>
        <w:rPr>
          <w:sz w:val="28"/>
          <w:szCs w:val="28"/>
        </w:rPr>
        <w:t xml:space="preserve">                    </w:t>
      </w:r>
      <w:r w:rsidR="00976596" w:rsidRPr="007478B2">
        <w:rPr>
          <w:sz w:val="28"/>
          <w:szCs w:val="28"/>
        </w:rPr>
        <w:t xml:space="preserve">Выдан </w:t>
      </w:r>
      <w:r w:rsidR="00976596" w:rsidRPr="00341539">
        <w:t>________</w:t>
      </w:r>
      <w:r w:rsidR="007478B2">
        <w:t>_____</w:t>
      </w:r>
      <w:r>
        <w:t>__________________</w:t>
      </w:r>
    </w:p>
    <w:p w:rsidR="000255D1" w:rsidRPr="00341539" w:rsidRDefault="000255D1" w:rsidP="000255D1">
      <w:pPr>
        <w:autoSpaceDE w:val="0"/>
        <w:autoSpaceDN w:val="0"/>
        <w:adjustRightInd w:val="0"/>
        <w:ind w:left="3540" w:firstLine="709"/>
        <w:jc w:val="right"/>
      </w:pPr>
      <w:r>
        <w:t>_______________________________________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right"/>
      </w:pPr>
    </w:p>
    <w:p w:rsidR="00976596" w:rsidRDefault="00976596" w:rsidP="007478B2">
      <w:pPr>
        <w:autoSpaceDE w:val="0"/>
        <w:autoSpaceDN w:val="0"/>
        <w:adjustRightInd w:val="0"/>
        <w:ind w:left="3540" w:firstLine="709"/>
        <w:jc w:val="right"/>
      </w:pPr>
      <w:r w:rsidRPr="000255D1">
        <w:rPr>
          <w:sz w:val="28"/>
          <w:szCs w:val="28"/>
        </w:rPr>
        <w:t>Контактный телефон</w:t>
      </w:r>
      <w:r w:rsidR="000255D1">
        <w:t xml:space="preserve"> _____________</w:t>
      </w:r>
    </w:p>
    <w:p w:rsidR="000255D1" w:rsidRPr="00341539" w:rsidRDefault="000255D1" w:rsidP="007478B2">
      <w:pPr>
        <w:autoSpaceDE w:val="0"/>
        <w:autoSpaceDN w:val="0"/>
        <w:adjustRightInd w:val="0"/>
        <w:ind w:left="3540" w:firstLine="709"/>
        <w:jc w:val="right"/>
      </w:pPr>
      <w:r>
        <w:t>______________________________________</w:t>
      </w:r>
    </w:p>
    <w:p w:rsidR="00976596" w:rsidRPr="00341539" w:rsidRDefault="00976596" w:rsidP="00CF0CDE">
      <w:pPr>
        <w:autoSpaceDE w:val="0"/>
        <w:autoSpaceDN w:val="0"/>
        <w:adjustRightInd w:val="0"/>
        <w:jc w:val="both"/>
      </w:pPr>
    </w:p>
    <w:p w:rsidR="00976596" w:rsidRPr="00341539" w:rsidRDefault="00976596" w:rsidP="00CF0CD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41539">
        <w:rPr>
          <w:bCs/>
          <w:sz w:val="28"/>
          <w:szCs w:val="28"/>
        </w:rPr>
        <w:t>Заявление</w:t>
      </w:r>
    </w:p>
    <w:p w:rsidR="00976596" w:rsidRPr="00341539" w:rsidRDefault="00976596" w:rsidP="00CF0CDE">
      <w:pPr>
        <w:autoSpaceDE w:val="0"/>
        <w:autoSpaceDN w:val="0"/>
        <w:adjustRightInd w:val="0"/>
        <w:jc w:val="both"/>
      </w:pP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    Прошу признать  садовый дом (жилой дом) жилым домом (садовым домом)</w:t>
      </w:r>
    </w:p>
    <w:p w:rsidR="00976596" w:rsidRPr="00341539" w:rsidRDefault="00181361" w:rsidP="007478B2">
      <w:pPr>
        <w:autoSpaceDE w:val="0"/>
        <w:autoSpaceDN w:val="0"/>
        <w:adjustRightInd w:val="0"/>
        <w:ind w:firstLine="709"/>
        <w:jc w:val="center"/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5168" behindDoc="0" locked="0" layoutInCell="0" allowOverlap="1" wp14:anchorId="75CE54F1" wp14:editId="079DA188">
                <wp:simplePos x="0" y="0"/>
                <wp:positionH relativeFrom="column">
                  <wp:posOffset>-26670</wp:posOffset>
                </wp:positionH>
                <wp:positionV relativeFrom="paragraph">
                  <wp:posOffset>26034</wp:posOffset>
                </wp:positionV>
                <wp:extent cx="6181090" cy="0"/>
                <wp:effectExtent l="0" t="0" r="1016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10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1pt,2.05pt" to="484.6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aKf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" o:allowincell="f"/>
            </w:pict>
          </mc:Fallback>
        </mc:AlternateContent>
      </w:r>
      <w:r w:rsidR="00976596" w:rsidRPr="00341539">
        <w:t>(ненужное зачеркнуть)</w:t>
      </w:r>
    </w:p>
    <w:p w:rsidR="00976596" w:rsidRPr="00341539" w:rsidRDefault="00976596" w:rsidP="000255D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__________</w:t>
      </w:r>
      <w:r w:rsidR="000255D1">
        <w:rPr>
          <w:sz w:val="28"/>
          <w:szCs w:val="28"/>
        </w:rPr>
        <w:t>___________________________</w:t>
      </w:r>
      <w:r w:rsidRPr="00341539">
        <w:rPr>
          <w:sz w:val="28"/>
          <w:szCs w:val="28"/>
        </w:rPr>
        <w:t xml:space="preserve"> общей площадью_________</w:t>
      </w:r>
      <w:r w:rsidR="005D56BD">
        <w:rPr>
          <w:sz w:val="28"/>
          <w:szCs w:val="28"/>
        </w:rPr>
        <w:t>__</w:t>
      </w:r>
      <w:r w:rsidR="000255D1">
        <w:rPr>
          <w:sz w:val="28"/>
          <w:szCs w:val="28"/>
        </w:rPr>
        <w:t>_</w:t>
      </w:r>
      <w:proofErr w:type="spellStart"/>
      <w:r w:rsidRPr="00341539">
        <w:rPr>
          <w:sz w:val="28"/>
          <w:szCs w:val="28"/>
        </w:rPr>
        <w:t>кв</w:t>
      </w:r>
      <w:proofErr w:type="gramStart"/>
      <w:r w:rsidRPr="00341539">
        <w:rPr>
          <w:sz w:val="28"/>
          <w:szCs w:val="28"/>
        </w:rPr>
        <w:t>.м</w:t>
      </w:r>
      <w:proofErr w:type="spellEnd"/>
      <w:proofErr w:type="gramEnd"/>
      <w:r w:rsidRPr="00341539">
        <w:rPr>
          <w:sz w:val="28"/>
          <w:szCs w:val="28"/>
        </w:rPr>
        <w:t>,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</w:pPr>
      <w:r w:rsidRPr="00341539">
        <w:t xml:space="preserve">    (кадастровый номер садового дома или жилого дома)</w:t>
      </w:r>
    </w:p>
    <w:p w:rsidR="00976596" w:rsidRPr="00341539" w:rsidRDefault="00976596" w:rsidP="000255D1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341539">
        <w:rPr>
          <w:sz w:val="28"/>
          <w:szCs w:val="28"/>
        </w:rPr>
        <w:t>расположенного</w:t>
      </w:r>
      <w:proofErr w:type="gramEnd"/>
      <w:r w:rsidRPr="00341539">
        <w:rPr>
          <w:sz w:val="28"/>
          <w:szCs w:val="28"/>
        </w:rPr>
        <w:t xml:space="preserve"> на земельном участке с када</w:t>
      </w:r>
      <w:r w:rsidR="000255D1">
        <w:rPr>
          <w:sz w:val="28"/>
          <w:szCs w:val="28"/>
        </w:rPr>
        <w:t>стровым номером ___________________________________________________________________</w:t>
      </w:r>
    </w:p>
    <w:p w:rsidR="00976596" w:rsidRPr="00341539" w:rsidRDefault="00976596" w:rsidP="000255D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по адресу:_____________________________</w:t>
      </w:r>
      <w:r w:rsidR="000255D1">
        <w:rPr>
          <w:sz w:val="28"/>
          <w:szCs w:val="28"/>
        </w:rPr>
        <w:t>_____________________________</w:t>
      </w:r>
    </w:p>
    <w:p w:rsidR="000255D1" w:rsidRDefault="00976596" w:rsidP="000255D1">
      <w:pPr>
        <w:autoSpaceDE w:val="0"/>
        <w:autoSpaceDN w:val="0"/>
        <w:adjustRightInd w:val="0"/>
        <w:ind w:firstLine="709"/>
        <w:jc w:val="both"/>
      </w:pPr>
      <w:r w:rsidRPr="00341539">
        <w:t xml:space="preserve">                                                        (полный адрес места нахождения объекта)</w:t>
      </w:r>
    </w:p>
    <w:p w:rsidR="00976596" w:rsidRPr="00341539" w:rsidRDefault="00976596" w:rsidP="00025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1539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 заявителя:</w:t>
      </w:r>
    </w:p>
    <w:p w:rsidR="00976596" w:rsidRPr="000255D1" w:rsidRDefault="00976596" w:rsidP="00025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153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0255D1">
        <w:rPr>
          <w:rFonts w:ascii="Times New Roman" w:hAnsi="Times New Roman" w:cs="Times New Roman"/>
          <w:sz w:val="28"/>
          <w:szCs w:val="28"/>
        </w:rPr>
        <w:t>Р</w:t>
      </w:r>
      <w:r w:rsidRPr="000255D1">
        <w:rPr>
          <w:rFonts w:ascii="Times New Roman" w:hAnsi="Times New Roman" w:cs="Times New Roman"/>
          <w:sz w:val="28"/>
          <w:szCs w:val="28"/>
        </w:rPr>
        <w:t>езультат предоставления услуги получить следующим способом:</w:t>
      </w:r>
    </w:p>
    <w:p w:rsidR="00976596" w:rsidRPr="00341539" w:rsidRDefault="00976596" w:rsidP="000255D1">
      <w:pPr>
        <w:rPr>
          <w:sz w:val="28"/>
          <w:szCs w:val="28"/>
        </w:rPr>
      </w:pPr>
      <w:r w:rsidRPr="00341539">
        <w:rPr>
          <w:sz w:val="28"/>
          <w:szCs w:val="28"/>
        </w:rPr>
        <w:t>______________________________________</w:t>
      </w:r>
      <w:r w:rsidR="000255D1">
        <w:rPr>
          <w:sz w:val="28"/>
          <w:szCs w:val="28"/>
        </w:rPr>
        <w:t>______________________________</w:t>
      </w:r>
    </w:p>
    <w:p w:rsidR="00976596" w:rsidRPr="00341539" w:rsidRDefault="00976596" w:rsidP="007478B2">
      <w:pPr>
        <w:ind w:firstLine="709"/>
        <w:jc w:val="center"/>
        <w:rPr>
          <w:sz w:val="28"/>
          <w:szCs w:val="28"/>
        </w:rPr>
      </w:pPr>
      <w:r w:rsidRPr="00341539">
        <w:t>(почтовое отправление с уведомлением о вручении, электронная почта, получение лично в многофункциональном центре)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К  заявлению  прилагаю  документы,  предусмотренные  </w:t>
      </w:r>
      <w:r w:rsidR="007B7FD7">
        <w:rPr>
          <w:sz w:val="28"/>
          <w:szCs w:val="28"/>
        </w:rPr>
        <w:t>Постановлением Правительства Российской Федерации</w:t>
      </w:r>
      <w:r w:rsidRPr="00341539">
        <w:rPr>
          <w:sz w:val="28"/>
          <w:szCs w:val="28"/>
        </w:rPr>
        <w:t xml:space="preserve"> от 28.01.2006 N47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</w:pPr>
      <w:r w:rsidRPr="00341539">
        <w:t>___________________________________    ___________________________________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</w:pPr>
      <w:r w:rsidRPr="00341539">
        <w:t>(подпись лица, подавшего заявление)          (расшифровка подписи)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</w:pPr>
    </w:p>
    <w:p w:rsidR="00976596" w:rsidRPr="00341539" w:rsidRDefault="00545912" w:rsidP="00747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76596" w:rsidRPr="00341539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976596" w:rsidRPr="00341539">
        <w:rPr>
          <w:sz w:val="28"/>
          <w:szCs w:val="28"/>
        </w:rPr>
        <w:t xml:space="preserve"> _____________ 20__ г.</w:t>
      </w:r>
    </w:p>
    <w:p w:rsidR="00976596" w:rsidRPr="00341539" w:rsidRDefault="00976596" w:rsidP="007478B2">
      <w:pPr>
        <w:autoSpaceDE w:val="0"/>
        <w:autoSpaceDN w:val="0"/>
        <w:adjustRightInd w:val="0"/>
        <w:ind w:left="5670" w:firstLine="709"/>
        <w:jc w:val="center"/>
        <w:sectPr w:rsidR="00976596" w:rsidRPr="00341539" w:rsidSect="007478B2">
          <w:pgSz w:w="11905" w:h="16840"/>
          <w:pgMar w:top="1134" w:right="567" w:bottom="1134" w:left="1701" w:header="0" w:footer="0" w:gutter="0"/>
          <w:cols w:space="720"/>
          <w:noEndnote/>
        </w:sectPr>
      </w:pPr>
    </w:p>
    <w:p w:rsidR="00976596" w:rsidRPr="00CF0CDE" w:rsidRDefault="00976596" w:rsidP="000255D1">
      <w:pPr>
        <w:autoSpaceDE w:val="0"/>
        <w:autoSpaceDN w:val="0"/>
        <w:adjustRightInd w:val="0"/>
        <w:ind w:left="5670"/>
        <w:jc w:val="center"/>
        <w:rPr>
          <w:sz w:val="28"/>
          <w:szCs w:val="24"/>
        </w:rPr>
      </w:pPr>
      <w:r w:rsidRPr="00CF0CDE">
        <w:rPr>
          <w:sz w:val="28"/>
          <w:szCs w:val="24"/>
        </w:rPr>
        <w:lastRenderedPageBreak/>
        <w:t>Приложение №2</w:t>
      </w:r>
      <w:r w:rsidR="000255D1" w:rsidRPr="00CF0CDE">
        <w:rPr>
          <w:sz w:val="28"/>
          <w:szCs w:val="24"/>
        </w:rPr>
        <w:t xml:space="preserve"> к Административному </w:t>
      </w:r>
      <w:r w:rsidRPr="00CF0CDE">
        <w:rPr>
          <w:sz w:val="28"/>
          <w:szCs w:val="24"/>
        </w:rPr>
        <w:t>регламенту</w:t>
      </w:r>
      <w:r w:rsidR="000255D1" w:rsidRPr="00CF0CDE">
        <w:rPr>
          <w:sz w:val="28"/>
          <w:szCs w:val="24"/>
        </w:rPr>
        <w:t xml:space="preserve"> </w:t>
      </w:r>
      <w:r w:rsidRPr="00CF0CDE">
        <w:rPr>
          <w:sz w:val="28"/>
          <w:szCs w:val="24"/>
        </w:rPr>
        <w:t>предоставления муниципальной услуги</w:t>
      </w:r>
      <w:r w:rsidR="000255D1" w:rsidRPr="00CF0CDE">
        <w:rPr>
          <w:sz w:val="28"/>
          <w:szCs w:val="24"/>
        </w:rPr>
        <w:t xml:space="preserve"> </w:t>
      </w:r>
      <w:r w:rsidR="00545912" w:rsidRPr="00CF0CDE">
        <w:rPr>
          <w:sz w:val="28"/>
          <w:szCs w:val="24"/>
        </w:rPr>
        <w:t>«</w:t>
      </w:r>
      <w:r w:rsidRPr="00CF0CDE">
        <w:rPr>
          <w:sz w:val="28"/>
          <w:szCs w:val="24"/>
        </w:rPr>
        <w:t>П</w:t>
      </w:r>
      <w:r w:rsidRPr="00CF0CDE">
        <w:rPr>
          <w:bCs/>
          <w:sz w:val="28"/>
          <w:szCs w:val="24"/>
        </w:rPr>
        <w:t>ризнание садового дома жилым домом и жилого дома садовым домом</w:t>
      </w:r>
      <w:r w:rsidR="00545912" w:rsidRPr="00CF0CDE">
        <w:rPr>
          <w:sz w:val="28"/>
          <w:szCs w:val="24"/>
        </w:rPr>
        <w:t>»</w:t>
      </w:r>
    </w:p>
    <w:p w:rsidR="00976596" w:rsidRPr="00341539" w:rsidRDefault="00976596" w:rsidP="007478B2">
      <w:pPr>
        <w:autoSpaceDE w:val="0"/>
        <w:autoSpaceDN w:val="0"/>
        <w:adjustRightInd w:val="0"/>
        <w:ind w:left="5670" w:firstLine="709"/>
        <w:jc w:val="center"/>
      </w:pPr>
    </w:p>
    <w:p w:rsidR="00976596" w:rsidRPr="00341539" w:rsidRDefault="00976596" w:rsidP="00CF0CDE">
      <w:pPr>
        <w:spacing w:after="60"/>
        <w:jc w:val="center"/>
        <w:rPr>
          <w:bCs/>
          <w:spacing w:val="60"/>
          <w:sz w:val="26"/>
          <w:szCs w:val="26"/>
        </w:rPr>
      </w:pPr>
      <w:r w:rsidRPr="00341539">
        <w:rPr>
          <w:bCs/>
          <w:spacing w:val="60"/>
          <w:sz w:val="26"/>
          <w:szCs w:val="26"/>
        </w:rPr>
        <w:t>РЕШЕНИЕ</w:t>
      </w:r>
    </w:p>
    <w:p w:rsidR="00976596" w:rsidRPr="00341539" w:rsidRDefault="00976596" w:rsidP="00CF0CDE">
      <w:pPr>
        <w:spacing w:after="240"/>
        <w:jc w:val="center"/>
      </w:pPr>
      <w:r w:rsidRPr="00341539">
        <w:rPr>
          <w:snapToGrid w:val="0"/>
          <w:sz w:val="26"/>
          <w:szCs w:val="26"/>
        </w:rPr>
        <w:t>о признании садового дома жилым домом</w:t>
      </w:r>
      <w:r w:rsidRPr="00341539">
        <w:rPr>
          <w:snapToGrid w:val="0"/>
          <w:sz w:val="26"/>
          <w:szCs w:val="26"/>
        </w:rPr>
        <w:br/>
        <w:t>и жилого дома садовым домом</w:t>
      </w:r>
    </w:p>
    <w:p w:rsidR="00976596" w:rsidRPr="00341539" w:rsidRDefault="00976596" w:rsidP="00CF0CDE">
      <w:pPr>
        <w:spacing w:after="120"/>
        <w:jc w:val="center"/>
      </w:pPr>
      <w:r w:rsidRPr="00341539">
        <w:t>Дата, номер</w:t>
      </w:r>
    </w:p>
    <w:p w:rsidR="00976596" w:rsidRPr="00341539" w:rsidRDefault="00976596" w:rsidP="007478B2">
      <w:pPr>
        <w:ind w:firstLine="709"/>
      </w:pPr>
      <w:r w:rsidRPr="00341539">
        <w:t xml:space="preserve">В связи с обращением  </w:t>
      </w:r>
    </w:p>
    <w:p w:rsidR="00976596" w:rsidRPr="00341539" w:rsidRDefault="00976596" w:rsidP="007478B2">
      <w:pPr>
        <w:widowControl w:val="0"/>
        <w:pBdr>
          <w:top w:val="single" w:sz="4" w:space="1" w:color="auto"/>
        </w:pBdr>
        <w:ind w:left="2380" w:firstLine="709"/>
        <w:jc w:val="center"/>
      </w:pPr>
      <w:r w:rsidRPr="00341539">
        <w:t>(Ф.И.О. физического лица, наименование юридического лица - заявителя)</w:t>
      </w:r>
    </w:p>
    <w:p w:rsidR="00976596" w:rsidRPr="00341539" w:rsidRDefault="00976596" w:rsidP="007478B2">
      <w:pPr>
        <w:widowControl w:val="0"/>
        <w:ind w:firstLine="709"/>
        <w:jc w:val="both"/>
        <w:rPr>
          <w:sz w:val="2"/>
          <w:szCs w:val="2"/>
        </w:rPr>
      </w:pPr>
      <w:r w:rsidRPr="00341539">
        <w:t xml:space="preserve">о намерении признать </w:t>
      </w:r>
      <w:r w:rsidRPr="00341539">
        <w:rPr>
          <w:u w:val="single"/>
        </w:rPr>
        <w:t>садовый дом жилым домом/жилой дом садовым домом</w:t>
      </w:r>
      <w:r w:rsidRPr="00341539">
        <w:t>,</w:t>
      </w:r>
      <w:r w:rsidRPr="00341539">
        <w:br/>
      </w:r>
    </w:p>
    <w:p w:rsidR="00976596" w:rsidRPr="00341539" w:rsidRDefault="00976596" w:rsidP="007478B2">
      <w:pPr>
        <w:widowControl w:val="0"/>
        <w:ind w:left="2968" w:firstLine="709"/>
        <w:jc w:val="center"/>
      </w:pPr>
      <w:r w:rsidRPr="00341539">
        <w:t>(ненужное зачеркнуть)</w:t>
      </w:r>
    </w:p>
    <w:p w:rsidR="00976596" w:rsidRPr="00341539" w:rsidRDefault="00976596" w:rsidP="007478B2">
      <w:pPr>
        <w:widowControl w:val="0"/>
        <w:ind w:firstLine="709"/>
      </w:pPr>
      <w:proofErr w:type="gramStart"/>
      <w:r w:rsidRPr="00341539">
        <w:t>расположенный</w:t>
      </w:r>
      <w:proofErr w:type="gramEnd"/>
      <w:r w:rsidRPr="00341539">
        <w:t xml:space="preserve"> по адресу:  </w:t>
      </w:r>
    </w:p>
    <w:p w:rsidR="00976596" w:rsidRPr="00341539" w:rsidRDefault="00976596" w:rsidP="007478B2">
      <w:pPr>
        <w:widowControl w:val="0"/>
        <w:pBdr>
          <w:top w:val="single" w:sz="4" w:space="1" w:color="auto"/>
        </w:pBdr>
        <w:ind w:left="2870" w:firstLine="709"/>
        <w:rPr>
          <w:sz w:val="2"/>
          <w:szCs w:val="2"/>
        </w:rPr>
      </w:pPr>
    </w:p>
    <w:p w:rsidR="00976596" w:rsidRPr="00341539" w:rsidRDefault="00976596" w:rsidP="007478B2">
      <w:pPr>
        <w:widowControl w:val="0"/>
        <w:tabs>
          <w:tab w:val="right" w:pos="9923"/>
        </w:tabs>
        <w:ind w:firstLine="709"/>
      </w:pPr>
      <w:r w:rsidRPr="00341539">
        <w:tab/>
        <w:t>,</w:t>
      </w:r>
    </w:p>
    <w:p w:rsidR="00976596" w:rsidRPr="00341539" w:rsidRDefault="00976596" w:rsidP="007478B2">
      <w:pPr>
        <w:widowControl w:val="0"/>
        <w:pBdr>
          <w:top w:val="single" w:sz="4" w:space="1" w:color="auto"/>
        </w:pBdr>
        <w:ind w:right="113" w:firstLine="709"/>
        <w:rPr>
          <w:sz w:val="2"/>
          <w:szCs w:val="2"/>
        </w:rPr>
      </w:pPr>
    </w:p>
    <w:p w:rsidR="00976596" w:rsidRPr="00341539" w:rsidRDefault="00976596" w:rsidP="007478B2">
      <w:pPr>
        <w:widowControl w:val="0"/>
        <w:ind w:firstLine="709"/>
        <w:jc w:val="both"/>
      </w:pPr>
      <w:r w:rsidRPr="00341539">
        <w:t>кадастровый номер земельного участка, в пределах которого расположен дом:</w:t>
      </w:r>
      <w:r w:rsidRPr="00341539">
        <w:br/>
      </w:r>
    </w:p>
    <w:p w:rsidR="00976596" w:rsidRPr="00341539" w:rsidRDefault="00976596" w:rsidP="007478B2">
      <w:pPr>
        <w:widowControl w:val="0"/>
        <w:pBdr>
          <w:top w:val="single" w:sz="4" w:space="1" w:color="auto"/>
        </w:pBdr>
        <w:ind w:firstLine="709"/>
        <w:rPr>
          <w:sz w:val="2"/>
          <w:szCs w:val="2"/>
        </w:rPr>
      </w:pPr>
    </w:p>
    <w:p w:rsidR="00976596" w:rsidRPr="00341539" w:rsidRDefault="00976596" w:rsidP="007478B2">
      <w:pPr>
        <w:widowControl w:val="0"/>
        <w:tabs>
          <w:tab w:val="right" w:pos="9923"/>
        </w:tabs>
        <w:ind w:firstLine="709"/>
      </w:pPr>
      <w:r w:rsidRPr="00341539">
        <w:tab/>
        <w:t>,</w:t>
      </w:r>
    </w:p>
    <w:p w:rsidR="00976596" w:rsidRPr="00341539" w:rsidRDefault="00976596" w:rsidP="007478B2">
      <w:pPr>
        <w:widowControl w:val="0"/>
        <w:pBdr>
          <w:top w:val="single" w:sz="4" w:space="1" w:color="auto"/>
        </w:pBdr>
        <w:ind w:right="113" w:firstLine="709"/>
        <w:rPr>
          <w:sz w:val="2"/>
          <w:szCs w:val="2"/>
        </w:rPr>
      </w:pPr>
    </w:p>
    <w:p w:rsidR="00976596" w:rsidRPr="00341539" w:rsidRDefault="00976596" w:rsidP="007478B2">
      <w:pPr>
        <w:widowControl w:val="0"/>
        <w:ind w:firstLine="709"/>
      </w:pPr>
      <w:r w:rsidRPr="00341539">
        <w:t xml:space="preserve">на основании  </w:t>
      </w:r>
    </w:p>
    <w:p w:rsidR="00976596" w:rsidRPr="00341539" w:rsidRDefault="00976596" w:rsidP="007478B2">
      <w:pPr>
        <w:widowControl w:val="0"/>
        <w:pBdr>
          <w:top w:val="single" w:sz="4" w:space="1" w:color="auto"/>
        </w:pBdr>
        <w:ind w:left="1503" w:firstLine="709"/>
        <w:jc w:val="center"/>
      </w:pPr>
      <w:r w:rsidRPr="00341539">
        <w:t>(наименование и реквизиты правоустанавливающего документа)</w:t>
      </w:r>
    </w:p>
    <w:p w:rsidR="00976596" w:rsidRPr="00341539" w:rsidRDefault="00976596" w:rsidP="007478B2">
      <w:pPr>
        <w:widowControl w:val="0"/>
        <w:tabs>
          <w:tab w:val="right" w:pos="9923"/>
        </w:tabs>
        <w:ind w:firstLine="709"/>
      </w:pPr>
      <w:r w:rsidRPr="00341539">
        <w:tab/>
        <w:t>,</w:t>
      </w:r>
    </w:p>
    <w:p w:rsidR="00976596" w:rsidRPr="00341539" w:rsidRDefault="00976596" w:rsidP="007478B2">
      <w:pPr>
        <w:widowControl w:val="0"/>
        <w:pBdr>
          <w:top w:val="single" w:sz="4" w:space="1" w:color="auto"/>
        </w:pBdr>
        <w:ind w:right="113" w:firstLine="709"/>
        <w:rPr>
          <w:sz w:val="2"/>
          <w:szCs w:val="2"/>
        </w:rPr>
      </w:pPr>
    </w:p>
    <w:p w:rsidR="00976596" w:rsidRPr="00341539" w:rsidRDefault="00976596" w:rsidP="007478B2">
      <w:pPr>
        <w:widowControl w:val="0"/>
        <w:spacing w:after="120"/>
        <w:ind w:firstLine="709"/>
      </w:pPr>
      <w:r w:rsidRPr="00341539">
        <w:t>по результатам рассмотрения представленных документов принято решение:</w:t>
      </w:r>
    </w:p>
    <w:p w:rsidR="00976596" w:rsidRPr="00341539" w:rsidRDefault="00976596" w:rsidP="007478B2">
      <w:pPr>
        <w:widowControl w:val="0"/>
        <w:ind w:firstLine="709"/>
      </w:pPr>
      <w:r w:rsidRPr="00341539">
        <w:t xml:space="preserve">Признать  </w:t>
      </w:r>
    </w:p>
    <w:p w:rsidR="00976596" w:rsidRPr="00341539" w:rsidRDefault="00976596" w:rsidP="007478B2">
      <w:pPr>
        <w:widowControl w:val="0"/>
        <w:pBdr>
          <w:top w:val="single" w:sz="4" w:space="1" w:color="auto"/>
        </w:pBdr>
        <w:ind w:left="1078" w:firstLine="709"/>
        <w:jc w:val="center"/>
      </w:pPr>
      <w:r w:rsidRPr="00341539">
        <w:t xml:space="preserve">(садовый дом жилым домом/жилой дом садовым домом - </w:t>
      </w:r>
      <w:proofErr w:type="gramStart"/>
      <w:r w:rsidRPr="00341539">
        <w:t>нужное</w:t>
      </w:r>
      <w:proofErr w:type="gramEnd"/>
      <w:r w:rsidRPr="00341539">
        <w:t xml:space="preserve"> указать)</w:t>
      </w:r>
    </w:p>
    <w:p w:rsidR="00976596" w:rsidRPr="00341539" w:rsidRDefault="00976596" w:rsidP="007478B2">
      <w:pPr>
        <w:widowControl w:val="0"/>
        <w:tabs>
          <w:tab w:val="right" w:pos="9923"/>
        </w:tabs>
        <w:ind w:firstLine="709"/>
      </w:pPr>
      <w:r w:rsidRPr="00341539">
        <w:tab/>
        <w:t>.</w:t>
      </w:r>
    </w:p>
    <w:p w:rsidR="00976596" w:rsidRPr="00341539" w:rsidRDefault="00976596" w:rsidP="007478B2">
      <w:pPr>
        <w:widowControl w:val="0"/>
        <w:pBdr>
          <w:top w:val="single" w:sz="4" w:space="1" w:color="auto"/>
        </w:pBdr>
        <w:spacing w:after="240"/>
        <w:ind w:right="113" w:firstLine="709"/>
        <w:rPr>
          <w:sz w:val="2"/>
          <w:szCs w:val="2"/>
        </w:rPr>
      </w:pPr>
    </w:p>
    <w:p w:rsidR="00976596" w:rsidRPr="00341539" w:rsidRDefault="00976596" w:rsidP="007478B2">
      <w:pPr>
        <w:widowControl w:val="0"/>
        <w:ind w:right="5685" w:firstLine="709"/>
        <w:jc w:val="center"/>
      </w:pPr>
    </w:p>
    <w:p w:rsidR="00976596" w:rsidRPr="00341539" w:rsidRDefault="00976596" w:rsidP="007478B2">
      <w:pPr>
        <w:widowControl w:val="0"/>
        <w:pBdr>
          <w:top w:val="single" w:sz="4" w:space="1" w:color="auto"/>
        </w:pBdr>
        <w:ind w:right="5685" w:firstLine="709"/>
        <w:jc w:val="center"/>
      </w:pPr>
      <w:r w:rsidRPr="00341539">
        <w:t>(должность)</w:t>
      </w:r>
    </w:p>
    <w:tbl>
      <w:tblPr>
        <w:tblW w:w="99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4253"/>
      </w:tblGrid>
      <w:tr w:rsidR="00976596" w:rsidRPr="00341539" w:rsidTr="00976596"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6596" w:rsidRPr="00341539" w:rsidRDefault="00976596" w:rsidP="007478B2">
            <w:pPr>
              <w:ind w:firstLine="709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6596" w:rsidRPr="00341539" w:rsidRDefault="00976596" w:rsidP="007478B2">
            <w:pPr>
              <w:ind w:firstLine="709"/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6596" w:rsidRPr="00341539" w:rsidRDefault="00976596" w:rsidP="007478B2">
            <w:pPr>
              <w:ind w:firstLine="709"/>
              <w:jc w:val="center"/>
            </w:pPr>
          </w:p>
        </w:tc>
      </w:tr>
      <w:tr w:rsidR="00976596" w:rsidRPr="00341539" w:rsidTr="00976596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  <w:jc w:val="center"/>
            </w:pPr>
            <w:r w:rsidRPr="00341539">
              <w:t xml:space="preserve">(Ф.И.О. должностного лица органа </w:t>
            </w:r>
            <w:r w:rsidRPr="00341539">
              <w:br/>
              <w:t xml:space="preserve">местного самоуправления муниципального образования, в границах которого </w:t>
            </w:r>
            <w:r w:rsidRPr="00341539">
              <w:br/>
              <w:t>расположен садовый дом или жилой дом)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  <w:jc w:val="center"/>
            </w:pPr>
            <w:r w:rsidRPr="00341539">
              <w:t xml:space="preserve">(подпись должностного лица органа </w:t>
            </w:r>
            <w:r w:rsidRPr="00341539">
              <w:br/>
              <w:t xml:space="preserve">местного самоуправления муниципального образования, в границах которого </w:t>
            </w:r>
            <w:r w:rsidRPr="00341539">
              <w:br/>
              <w:t>расположен садовый дом или жилой дом)</w:t>
            </w:r>
          </w:p>
        </w:tc>
      </w:tr>
    </w:tbl>
    <w:p w:rsidR="00976596" w:rsidRPr="00341539" w:rsidRDefault="00976596" w:rsidP="007478B2">
      <w:pPr>
        <w:widowControl w:val="0"/>
        <w:spacing w:before="120" w:after="240"/>
        <w:ind w:firstLine="709"/>
        <w:jc w:val="right"/>
      </w:pPr>
      <w:r w:rsidRPr="00341539">
        <w:t>М.П.</w:t>
      </w:r>
    </w:p>
    <w:tbl>
      <w:tblPr>
        <w:tblW w:w="999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87"/>
        <w:gridCol w:w="454"/>
        <w:gridCol w:w="255"/>
        <w:gridCol w:w="1418"/>
        <w:gridCol w:w="369"/>
        <w:gridCol w:w="397"/>
        <w:gridCol w:w="851"/>
        <w:gridCol w:w="2552"/>
        <w:gridCol w:w="794"/>
        <w:gridCol w:w="1588"/>
      </w:tblGrid>
      <w:tr w:rsidR="00976596" w:rsidRPr="00341539" w:rsidTr="00976596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6596" w:rsidRPr="00341539" w:rsidRDefault="00976596" w:rsidP="007478B2">
            <w:pPr>
              <w:keepNext/>
              <w:ind w:firstLine="709"/>
            </w:pPr>
            <w:r w:rsidRPr="00341539">
              <w:t>Получил: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6596" w:rsidRPr="00341539" w:rsidRDefault="00545912" w:rsidP="007478B2">
            <w:pPr>
              <w:keepNext/>
              <w:ind w:firstLine="709"/>
              <w:jc w:val="right"/>
            </w:pPr>
            <w: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6596" w:rsidRPr="00341539" w:rsidRDefault="00976596" w:rsidP="007478B2">
            <w:pPr>
              <w:keepNext/>
              <w:ind w:firstLine="709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6596" w:rsidRPr="00341539" w:rsidRDefault="00545912" w:rsidP="007478B2">
            <w:pPr>
              <w:keepNext/>
              <w:ind w:firstLine="709"/>
            </w:pPr>
            <w:r>
              <w:t>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6596" w:rsidRPr="00341539" w:rsidRDefault="00976596" w:rsidP="007478B2">
            <w:pPr>
              <w:keepNext/>
              <w:ind w:firstLine="709"/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6596" w:rsidRPr="00341539" w:rsidRDefault="00976596" w:rsidP="007478B2">
            <w:pPr>
              <w:keepNext/>
              <w:ind w:firstLine="709"/>
              <w:jc w:val="right"/>
            </w:pPr>
            <w:r w:rsidRPr="00341539"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6596" w:rsidRPr="00341539" w:rsidRDefault="00976596" w:rsidP="007478B2">
            <w:pPr>
              <w:keepNext/>
              <w:ind w:firstLine="709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6596" w:rsidRPr="00341539" w:rsidRDefault="00976596" w:rsidP="007478B2">
            <w:pPr>
              <w:keepNext/>
              <w:ind w:left="57" w:firstLine="709"/>
            </w:pPr>
            <w:proofErr w:type="gramStart"/>
            <w:r w:rsidRPr="00341539">
              <w:t>г</w:t>
            </w:r>
            <w:proofErr w:type="gramEnd"/>
            <w:r w:rsidRPr="00341539"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6596" w:rsidRPr="00341539" w:rsidRDefault="00976596" w:rsidP="007478B2">
            <w:pPr>
              <w:keepNext/>
              <w:ind w:firstLine="709"/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vAlign w:val="bottom"/>
          </w:tcPr>
          <w:p w:rsidR="00976596" w:rsidRPr="00341539" w:rsidRDefault="00976596" w:rsidP="007478B2">
            <w:pPr>
              <w:keepNext/>
              <w:ind w:firstLine="709"/>
            </w:pP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vAlign w:val="bottom"/>
          </w:tcPr>
          <w:p w:rsidR="00976596" w:rsidRPr="00341539" w:rsidRDefault="00976596" w:rsidP="007478B2">
            <w:pPr>
              <w:keepNext/>
              <w:ind w:firstLine="709"/>
              <w:jc w:val="center"/>
            </w:pPr>
            <w:proofErr w:type="gramStart"/>
            <w:r w:rsidRPr="00341539">
              <w:t>(заполняется</w:t>
            </w:r>
            <w:proofErr w:type="gramEnd"/>
          </w:p>
        </w:tc>
      </w:tr>
      <w:tr w:rsidR="00976596" w:rsidRPr="00341539" w:rsidTr="00976596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  <w:jc w:val="right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left="57" w:firstLine="709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  <w:jc w:val="center"/>
            </w:pPr>
            <w:r w:rsidRPr="00341539">
              <w:t>(подпись заявителя)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</w:pPr>
          </w:p>
        </w:tc>
        <w:tc>
          <w:tcPr>
            <w:tcW w:w="1588" w:type="dxa"/>
            <w:tcBorders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  <w:jc w:val="center"/>
            </w:pPr>
            <w:r w:rsidRPr="00341539">
              <w:t>в случае получения решения лично)</w:t>
            </w:r>
          </w:p>
        </w:tc>
      </w:tr>
    </w:tbl>
    <w:p w:rsidR="00976596" w:rsidRPr="00341539" w:rsidRDefault="00976596" w:rsidP="007478B2">
      <w:pPr>
        <w:widowControl w:val="0"/>
        <w:spacing w:after="240"/>
        <w:ind w:firstLine="709"/>
        <w:rPr>
          <w:sz w:val="2"/>
          <w:szCs w:val="2"/>
        </w:rPr>
      </w:pPr>
    </w:p>
    <w:tbl>
      <w:tblPr>
        <w:tblW w:w="92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7"/>
        <w:gridCol w:w="284"/>
        <w:gridCol w:w="454"/>
        <w:gridCol w:w="255"/>
        <w:gridCol w:w="1701"/>
        <w:gridCol w:w="369"/>
        <w:gridCol w:w="397"/>
        <w:gridCol w:w="392"/>
      </w:tblGrid>
      <w:tr w:rsidR="00976596" w:rsidRPr="00341539" w:rsidTr="00976596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6596" w:rsidRPr="00341539" w:rsidRDefault="00976596" w:rsidP="007478B2">
            <w:pPr>
              <w:ind w:firstLine="709"/>
            </w:pPr>
            <w:r w:rsidRPr="00341539">
              <w:t>Решение направлено в адрес заявителя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6596" w:rsidRPr="00341539" w:rsidRDefault="00545912" w:rsidP="007478B2">
            <w:pPr>
              <w:ind w:firstLine="709"/>
              <w:jc w:val="right"/>
            </w:pPr>
            <w: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6596" w:rsidRPr="00341539" w:rsidRDefault="00976596" w:rsidP="007478B2">
            <w:pPr>
              <w:ind w:firstLine="709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6596" w:rsidRPr="00341539" w:rsidRDefault="00545912" w:rsidP="007478B2">
            <w:pPr>
              <w:ind w:firstLine="709"/>
            </w:pPr>
            <w:r>
              <w:t>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6596" w:rsidRPr="00341539" w:rsidRDefault="00976596" w:rsidP="007478B2">
            <w:pPr>
              <w:ind w:firstLine="709"/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6596" w:rsidRPr="00341539" w:rsidRDefault="00976596" w:rsidP="000255D1">
            <w:pPr>
              <w:ind w:firstLine="709"/>
              <w:jc w:val="right"/>
            </w:pPr>
            <w:r w:rsidRPr="00341539"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6596" w:rsidRPr="00341539" w:rsidRDefault="00976596" w:rsidP="007478B2">
            <w:pPr>
              <w:ind w:firstLine="709"/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6596" w:rsidRPr="00341539" w:rsidRDefault="00976596" w:rsidP="007478B2">
            <w:pPr>
              <w:ind w:left="57" w:firstLine="709"/>
            </w:pPr>
            <w:proofErr w:type="gramStart"/>
            <w:r w:rsidRPr="00341539">
              <w:t>г</w:t>
            </w:r>
            <w:proofErr w:type="gramEnd"/>
            <w:r w:rsidRPr="00341539">
              <w:t>.</w:t>
            </w:r>
          </w:p>
        </w:tc>
      </w:tr>
      <w:tr w:rsidR="00976596" w:rsidRPr="00341539" w:rsidTr="00976596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  <w:jc w:val="center"/>
            </w:pPr>
            <w:r w:rsidRPr="00341539">
              <w:t>(заполняется в случае направления решения по почте)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  <w:jc w:val="right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left="57" w:firstLine="709"/>
            </w:pPr>
          </w:p>
        </w:tc>
      </w:tr>
    </w:tbl>
    <w:p w:rsidR="00976596" w:rsidRPr="00341539" w:rsidRDefault="00976596" w:rsidP="007478B2">
      <w:pPr>
        <w:widowControl w:val="0"/>
        <w:spacing w:before="120"/>
        <w:ind w:left="5387" w:firstLine="709"/>
      </w:pPr>
    </w:p>
    <w:p w:rsidR="00976596" w:rsidRPr="00341539" w:rsidRDefault="00976596" w:rsidP="007478B2">
      <w:pPr>
        <w:widowControl w:val="0"/>
        <w:pBdr>
          <w:top w:val="single" w:sz="4" w:space="1" w:color="auto"/>
        </w:pBdr>
        <w:ind w:left="5387" w:firstLine="709"/>
        <w:jc w:val="center"/>
      </w:pPr>
      <w:r w:rsidRPr="00341539">
        <w:t xml:space="preserve">(Ф.И.О., подпись должностного лица, </w:t>
      </w:r>
      <w:r w:rsidRPr="00341539">
        <w:br/>
        <w:t>направившего решение в адрес заявителя)</w:t>
      </w:r>
    </w:p>
    <w:p w:rsidR="00976596" w:rsidRPr="00341539" w:rsidRDefault="00976596" w:rsidP="007478B2">
      <w:pPr>
        <w:autoSpaceDE w:val="0"/>
        <w:autoSpaceDN w:val="0"/>
        <w:adjustRightInd w:val="0"/>
        <w:ind w:firstLine="709"/>
        <w:jc w:val="both"/>
      </w:pPr>
    </w:p>
    <w:p w:rsidR="00CF0CDE" w:rsidRDefault="00CF0CDE">
      <w:r>
        <w:br w:type="page"/>
      </w:r>
    </w:p>
    <w:p w:rsidR="00976596" w:rsidRPr="00CF0CDE" w:rsidRDefault="000255D1" w:rsidP="000255D1">
      <w:pPr>
        <w:autoSpaceDE w:val="0"/>
        <w:autoSpaceDN w:val="0"/>
        <w:adjustRightInd w:val="0"/>
        <w:ind w:left="5670"/>
        <w:jc w:val="center"/>
        <w:rPr>
          <w:sz w:val="28"/>
          <w:szCs w:val="24"/>
        </w:rPr>
      </w:pPr>
      <w:r w:rsidRPr="00CF0CDE">
        <w:rPr>
          <w:sz w:val="28"/>
          <w:szCs w:val="24"/>
        </w:rPr>
        <w:lastRenderedPageBreak/>
        <w:t xml:space="preserve">Приложение №3 к Административному регламенту предоставления муниципальной услуги </w:t>
      </w:r>
      <w:r w:rsidR="00545912" w:rsidRPr="00CF0CDE">
        <w:rPr>
          <w:sz w:val="28"/>
          <w:szCs w:val="24"/>
        </w:rPr>
        <w:t>«</w:t>
      </w:r>
      <w:r w:rsidRPr="00CF0CDE">
        <w:rPr>
          <w:sz w:val="28"/>
          <w:szCs w:val="24"/>
        </w:rPr>
        <w:t>Признание садового дома жилым домом и жилого дома садовым домом</w:t>
      </w:r>
      <w:r w:rsidR="00545912" w:rsidRPr="00CF0CDE">
        <w:rPr>
          <w:sz w:val="28"/>
          <w:szCs w:val="24"/>
        </w:rPr>
        <w:t>»</w:t>
      </w:r>
    </w:p>
    <w:p w:rsidR="000255D1" w:rsidRPr="00CF0CDE" w:rsidRDefault="000255D1" w:rsidP="000255D1">
      <w:pPr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</w:p>
    <w:p w:rsidR="00976596" w:rsidRPr="00341539" w:rsidRDefault="00976596" w:rsidP="00CF0CDE">
      <w:pPr>
        <w:spacing w:after="60"/>
        <w:jc w:val="center"/>
        <w:rPr>
          <w:bCs/>
          <w:spacing w:val="60"/>
          <w:sz w:val="26"/>
          <w:szCs w:val="26"/>
        </w:rPr>
      </w:pPr>
      <w:r w:rsidRPr="00341539">
        <w:rPr>
          <w:bCs/>
          <w:spacing w:val="60"/>
          <w:sz w:val="26"/>
          <w:szCs w:val="26"/>
        </w:rPr>
        <w:t>РЕШЕНИЕ</w:t>
      </w:r>
    </w:p>
    <w:p w:rsidR="00976596" w:rsidRPr="00341539" w:rsidRDefault="00976596" w:rsidP="00CF0CDE">
      <w:pPr>
        <w:spacing w:after="240"/>
        <w:jc w:val="center"/>
      </w:pPr>
      <w:r w:rsidRPr="00341539">
        <w:rPr>
          <w:snapToGrid w:val="0"/>
          <w:sz w:val="26"/>
          <w:szCs w:val="26"/>
        </w:rPr>
        <w:t>об отказе в признании садового дома жилым домом</w:t>
      </w:r>
      <w:r w:rsidRPr="00341539">
        <w:rPr>
          <w:snapToGrid w:val="0"/>
          <w:sz w:val="26"/>
          <w:szCs w:val="26"/>
        </w:rPr>
        <w:br/>
        <w:t>и жилого дома садовым домом</w:t>
      </w:r>
    </w:p>
    <w:p w:rsidR="00976596" w:rsidRPr="00341539" w:rsidRDefault="00CF0CDE" w:rsidP="00CF0CDE">
      <w:pPr>
        <w:spacing w:after="120"/>
        <w:jc w:val="center"/>
      </w:pPr>
      <w:r>
        <w:t>Д</w:t>
      </w:r>
      <w:r w:rsidR="00976596" w:rsidRPr="00341539">
        <w:t>ата, номер</w:t>
      </w:r>
    </w:p>
    <w:p w:rsidR="00976596" w:rsidRPr="00341539" w:rsidRDefault="00976596" w:rsidP="007478B2">
      <w:pPr>
        <w:ind w:firstLine="709"/>
        <w:rPr>
          <w:sz w:val="28"/>
          <w:szCs w:val="28"/>
        </w:rPr>
      </w:pPr>
      <w:r w:rsidRPr="00341539">
        <w:rPr>
          <w:sz w:val="28"/>
          <w:szCs w:val="28"/>
        </w:rPr>
        <w:t xml:space="preserve">В связи с обращением  </w:t>
      </w:r>
    </w:p>
    <w:p w:rsidR="00976596" w:rsidRPr="00341539" w:rsidRDefault="00976596" w:rsidP="007478B2">
      <w:pPr>
        <w:widowControl w:val="0"/>
        <w:pBdr>
          <w:top w:val="single" w:sz="4" w:space="1" w:color="auto"/>
        </w:pBdr>
        <w:ind w:left="2380" w:firstLine="709"/>
        <w:jc w:val="center"/>
      </w:pPr>
      <w:r w:rsidRPr="00341539">
        <w:t>(Ф.И.О. физического лица, наименование юридического лица - заявителя)</w:t>
      </w:r>
    </w:p>
    <w:p w:rsidR="00976596" w:rsidRPr="00341539" w:rsidRDefault="00976596" w:rsidP="007478B2">
      <w:pPr>
        <w:widowControl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о намерении признать </w:t>
      </w:r>
      <w:r w:rsidRPr="00341539">
        <w:rPr>
          <w:sz w:val="28"/>
          <w:szCs w:val="28"/>
          <w:u w:val="single"/>
        </w:rPr>
        <w:t>садовый дом жилым домом/жилой дом садовым домом</w:t>
      </w:r>
      <w:r w:rsidRPr="00341539">
        <w:rPr>
          <w:sz w:val="28"/>
          <w:szCs w:val="28"/>
        </w:rPr>
        <w:t>,</w:t>
      </w:r>
    </w:p>
    <w:p w:rsidR="00976596" w:rsidRPr="00341539" w:rsidRDefault="00976596" w:rsidP="007478B2">
      <w:pPr>
        <w:widowControl w:val="0"/>
        <w:ind w:left="2968" w:firstLine="709"/>
        <w:jc w:val="center"/>
      </w:pPr>
      <w:r w:rsidRPr="00341539">
        <w:t>(ненужное зачеркнуть)</w:t>
      </w:r>
    </w:p>
    <w:p w:rsidR="00976596" w:rsidRPr="00341539" w:rsidRDefault="00976596" w:rsidP="007478B2">
      <w:pPr>
        <w:widowControl w:val="0"/>
        <w:ind w:firstLine="709"/>
        <w:rPr>
          <w:sz w:val="28"/>
          <w:szCs w:val="28"/>
        </w:rPr>
      </w:pPr>
      <w:proofErr w:type="gramStart"/>
      <w:r w:rsidRPr="00341539">
        <w:rPr>
          <w:sz w:val="28"/>
          <w:szCs w:val="28"/>
        </w:rPr>
        <w:t>расположенный</w:t>
      </w:r>
      <w:proofErr w:type="gramEnd"/>
      <w:r w:rsidRPr="00341539">
        <w:rPr>
          <w:sz w:val="28"/>
          <w:szCs w:val="28"/>
        </w:rPr>
        <w:t xml:space="preserve"> по адресу:  </w:t>
      </w:r>
    </w:p>
    <w:p w:rsidR="00976596" w:rsidRPr="00341539" w:rsidRDefault="00976596" w:rsidP="007478B2">
      <w:pPr>
        <w:widowControl w:val="0"/>
        <w:pBdr>
          <w:top w:val="single" w:sz="4" w:space="1" w:color="auto"/>
        </w:pBdr>
        <w:ind w:left="2870" w:firstLine="709"/>
        <w:rPr>
          <w:sz w:val="2"/>
          <w:szCs w:val="2"/>
        </w:rPr>
      </w:pPr>
    </w:p>
    <w:p w:rsidR="00976596" w:rsidRPr="00341539" w:rsidRDefault="00976596" w:rsidP="007478B2">
      <w:pPr>
        <w:widowControl w:val="0"/>
        <w:tabs>
          <w:tab w:val="right" w:pos="9923"/>
        </w:tabs>
        <w:ind w:firstLine="709"/>
      </w:pPr>
      <w:r w:rsidRPr="00341539">
        <w:tab/>
        <w:t>,</w:t>
      </w:r>
    </w:p>
    <w:p w:rsidR="00976596" w:rsidRPr="00341539" w:rsidRDefault="00976596" w:rsidP="007478B2">
      <w:pPr>
        <w:widowControl w:val="0"/>
        <w:pBdr>
          <w:top w:val="single" w:sz="4" w:space="1" w:color="auto"/>
        </w:pBdr>
        <w:ind w:right="113" w:firstLine="709"/>
        <w:rPr>
          <w:sz w:val="2"/>
          <w:szCs w:val="2"/>
        </w:rPr>
      </w:pPr>
    </w:p>
    <w:p w:rsidR="00976596" w:rsidRPr="00341539" w:rsidRDefault="00976596" w:rsidP="007478B2">
      <w:pPr>
        <w:widowControl w:val="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>кадастровый номер земельного участка, в пределах которого расположен дом:</w:t>
      </w:r>
      <w:r w:rsidRPr="00341539">
        <w:rPr>
          <w:sz w:val="28"/>
          <w:szCs w:val="28"/>
        </w:rPr>
        <w:br/>
      </w:r>
    </w:p>
    <w:p w:rsidR="00976596" w:rsidRPr="00341539" w:rsidRDefault="00976596" w:rsidP="007478B2">
      <w:pPr>
        <w:widowControl w:val="0"/>
        <w:pBdr>
          <w:top w:val="single" w:sz="4" w:space="1" w:color="auto"/>
        </w:pBdr>
        <w:ind w:firstLine="709"/>
        <w:rPr>
          <w:sz w:val="2"/>
          <w:szCs w:val="2"/>
        </w:rPr>
      </w:pPr>
    </w:p>
    <w:p w:rsidR="00976596" w:rsidRPr="00341539" w:rsidRDefault="00976596" w:rsidP="007478B2">
      <w:pPr>
        <w:widowControl w:val="0"/>
        <w:tabs>
          <w:tab w:val="right" w:pos="9923"/>
        </w:tabs>
        <w:ind w:firstLine="709"/>
      </w:pPr>
      <w:r w:rsidRPr="00341539">
        <w:tab/>
        <w:t>,</w:t>
      </w:r>
    </w:p>
    <w:p w:rsidR="00976596" w:rsidRPr="00341539" w:rsidRDefault="00976596" w:rsidP="007478B2">
      <w:pPr>
        <w:widowControl w:val="0"/>
        <w:pBdr>
          <w:top w:val="single" w:sz="4" w:space="1" w:color="auto"/>
        </w:pBdr>
        <w:ind w:right="113" w:firstLine="709"/>
        <w:rPr>
          <w:sz w:val="2"/>
          <w:szCs w:val="2"/>
        </w:rPr>
      </w:pPr>
    </w:p>
    <w:p w:rsidR="00976596" w:rsidRPr="00341539" w:rsidRDefault="00976596" w:rsidP="007478B2">
      <w:pPr>
        <w:widowControl w:val="0"/>
        <w:ind w:firstLine="709"/>
        <w:rPr>
          <w:sz w:val="28"/>
          <w:szCs w:val="28"/>
        </w:rPr>
      </w:pPr>
      <w:r w:rsidRPr="00341539">
        <w:rPr>
          <w:sz w:val="28"/>
          <w:szCs w:val="28"/>
        </w:rPr>
        <w:t xml:space="preserve">на основании  </w:t>
      </w:r>
    </w:p>
    <w:p w:rsidR="00976596" w:rsidRPr="00341539" w:rsidRDefault="00976596" w:rsidP="007478B2">
      <w:pPr>
        <w:widowControl w:val="0"/>
        <w:pBdr>
          <w:top w:val="single" w:sz="4" w:space="1" w:color="auto"/>
        </w:pBdr>
        <w:ind w:left="1503" w:firstLine="709"/>
        <w:jc w:val="center"/>
      </w:pPr>
      <w:r w:rsidRPr="00341539">
        <w:t>(наименование и реквизиты правоустанавливающего документа)</w:t>
      </w:r>
    </w:p>
    <w:p w:rsidR="00976596" w:rsidRPr="00341539" w:rsidRDefault="00976596" w:rsidP="007478B2">
      <w:pPr>
        <w:widowControl w:val="0"/>
        <w:tabs>
          <w:tab w:val="right" w:pos="9923"/>
        </w:tabs>
        <w:ind w:firstLine="709"/>
      </w:pPr>
      <w:r w:rsidRPr="00341539">
        <w:tab/>
        <w:t>,</w:t>
      </w:r>
    </w:p>
    <w:p w:rsidR="00976596" w:rsidRPr="00341539" w:rsidRDefault="00976596" w:rsidP="007478B2">
      <w:pPr>
        <w:widowControl w:val="0"/>
        <w:pBdr>
          <w:top w:val="single" w:sz="4" w:space="1" w:color="auto"/>
        </w:pBdr>
        <w:ind w:right="113" w:firstLine="709"/>
        <w:rPr>
          <w:sz w:val="2"/>
          <w:szCs w:val="2"/>
        </w:rPr>
      </w:pPr>
    </w:p>
    <w:p w:rsidR="00976596" w:rsidRPr="00341539" w:rsidRDefault="00976596" w:rsidP="007478B2">
      <w:pPr>
        <w:widowControl w:val="0"/>
        <w:spacing w:after="120"/>
        <w:ind w:firstLine="709"/>
        <w:rPr>
          <w:sz w:val="28"/>
          <w:szCs w:val="28"/>
        </w:rPr>
      </w:pPr>
      <w:r w:rsidRPr="00341539">
        <w:rPr>
          <w:sz w:val="28"/>
          <w:szCs w:val="28"/>
        </w:rPr>
        <w:t>по результатам рассмотрения представленных документов принято решение:</w:t>
      </w:r>
    </w:p>
    <w:p w:rsidR="00976596" w:rsidRPr="00341539" w:rsidRDefault="00976596" w:rsidP="007478B2">
      <w:pPr>
        <w:widowControl w:val="0"/>
        <w:spacing w:after="120"/>
        <w:ind w:firstLine="709"/>
        <w:jc w:val="both"/>
        <w:rPr>
          <w:sz w:val="28"/>
          <w:szCs w:val="28"/>
        </w:rPr>
      </w:pPr>
      <w:r w:rsidRPr="00341539">
        <w:rPr>
          <w:sz w:val="28"/>
          <w:szCs w:val="28"/>
        </w:rPr>
        <w:t xml:space="preserve">      Отказать </w:t>
      </w:r>
      <w:r w:rsidRPr="00341539">
        <w:rPr>
          <w:snapToGrid w:val="0"/>
          <w:sz w:val="28"/>
          <w:szCs w:val="28"/>
        </w:rPr>
        <w:t xml:space="preserve">в признании </w:t>
      </w:r>
      <w:r w:rsidRPr="00341539">
        <w:rPr>
          <w:sz w:val="28"/>
          <w:szCs w:val="28"/>
        </w:rPr>
        <w:t xml:space="preserve">садового дома (жилого дома) жилым домом (садовым домом) в связи </w:t>
      </w:r>
      <w:proofErr w:type="gramStart"/>
      <w:r w:rsidRPr="00341539">
        <w:rPr>
          <w:sz w:val="28"/>
          <w:szCs w:val="28"/>
        </w:rPr>
        <w:t>с</w:t>
      </w:r>
      <w:proofErr w:type="gramEnd"/>
    </w:p>
    <w:p w:rsidR="00976596" w:rsidRPr="00341539" w:rsidRDefault="00181361" w:rsidP="007478B2">
      <w:pPr>
        <w:widowControl w:val="0"/>
        <w:pBdr>
          <w:top w:val="single" w:sz="4" w:space="0" w:color="auto"/>
        </w:pBdr>
        <w:spacing w:after="240"/>
        <w:ind w:right="113" w:firstLine="709"/>
        <w:jc w:val="center"/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6192" behindDoc="0" locked="0" layoutInCell="0" allowOverlap="1" wp14:anchorId="30D6D9F0" wp14:editId="3D73A953">
                <wp:simplePos x="0" y="0"/>
                <wp:positionH relativeFrom="column">
                  <wp:posOffset>-66675</wp:posOffset>
                </wp:positionH>
                <wp:positionV relativeFrom="paragraph">
                  <wp:posOffset>278129</wp:posOffset>
                </wp:positionV>
                <wp:extent cx="6492240" cy="0"/>
                <wp:effectExtent l="0" t="0" r="2286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22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619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.25pt,21.9pt" to="505.95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" o:allowincell="f"/>
            </w:pict>
          </mc:Fallback>
        </mc:AlternateContent>
      </w:r>
      <w:r w:rsidR="00976596" w:rsidRPr="00341539">
        <w:rPr>
          <w:sz w:val="28"/>
          <w:szCs w:val="28"/>
        </w:rPr>
        <w:t xml:space="preserve"> </w:t>
      </w:r>
      <w:r w:rsidR="00976596" w:rsidRPr="00341539">
        <w:t>(ненужное зачеркнуть)</w:t>
      </w:r>
    </w:p>
    <w:p w:rsidR="00976596" w:rsidRPr="00341539" w:rsidRDefault="00976596" w:rsidP="007478B2">
      <w:pPr>
        <w:widowControl w:val="0"/>
        <w:pBdr>
          <w:top w:val="single" w:sz="4" w:space="0" w:color="auto"/>
        </w:pBdr>
        <w:ind w:right="113" w:firstLine="709"/>
        <w:jc w:val="center"/>
      </w:pPr>
      <w:r w:rsidRPr="00341539">
        <w:t xml:space="preserve">(указать основания, предусмотренные </w:t>
      </w:r>
      <w:r w:rsidR="007B7FD7">
        <w:t>Постановлением Правительства Российской Федерации</w:t>
      </w:r>
      <w:r w:rsidRPr="00341539">
        <w:rPr>
          <w:lang w:eastAsia="en-US"/>
        </w:rPr>
        <w:t xml:space="preserve"> от 28.01.2006 №47) </w:t>
      </w:r>
    </w:p>
    <w:p w:rsidR="00976596" w:rsidRPr="00341539" w:rsidRDefault="00181361" w:rsidP="00CF0CDE">
      <w:pPr>
        <w:widowControl w:val="0"/>
        <w:pBdr>
          <w:top w:val="single" w:sz="4" w:space="0" w:color="auto"/>
        </w:pBdr>
        <w:spacing w:after="240"/>
        <w:ind w:right="113" w:firstLine="709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7216" behindDoc="0" locked="0" layoutInCell="0" allowOverlap="1" wp14:anchorId="56966872" wp14:editId="6331B933">
                <wp:simplePos x="0" y="0"/>
                <wp:positionH relativeFrom="column">
                  <wp:posOffset>-66675</wp:posOffset>
                </wp:positionH>
                <wp:positionV relativeFrom="paragraph">
                  <wp:posOffset>212724</wp:posOffset>
                </wp:positionV>
                <wp:extent cx="6492240" cy="0"/>
                <wp:effectExtent l="0" t="0" r="2286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22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.25pt,16.75pt" to="505.9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" o:allowincell="f"/>
            </w:pict>
          </mc:Fallback>
        </mc:AlternateContent>
      </w:r>
    </w:p>
    <w:p w:rsidR="00976596" w:rsidRPr="00341539" w:rsidRDefault="00181361" w:rsidP="00CF0CDE">
      <w:pPr>
        <w:widowControl w:val="0"/>
        <w:ind w:right="5685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8240" behindDoc="0" locked="0" layoutInCell="0" allowOverlap="1" wp14:anchorId="50F6330C" wp14:editId="10112BDA">
                <wp:simplePos x="0" y="0"/>
                <wp:positionH relativeFrom="column">
                  <wp:posOffset>-67310</wp:posOffset>
                </wp:positionH>
                <wp:positionV relativeFrom="paragraph">
                  <wp:posOffset>132079</wp:posOffset>
                </wp:positionV>
                <wp:extent cx="6492240" cy="0"/>
                <wp:effectExtent l="0" t="0" r="2286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22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.3pt,10.4pt" to="505.9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" o:allowincell="f"/>
            </w:pict>
          </mc:Fallback>
        </mc:AlternateContent>
      </w:r>
    </w:p>
    <w:p w:rsidR="00976596" w:rsidRPr="00341539" w:rsidRDefault="00976596" w:rsidP="00CF0CDE">
      <w:pPr>
        <w:widowControl w:val="0"/>
        <w:ind w:right="5685" w:firstLine="709"/>
        <w:jc w:val="center"/>
        <w:rPr>
          <w:sz w:val="28"/>
          <w:szCs w:val="28"/>
        </w:rPr>
      </w:pPr>
    </w:p>
    <w:p w:rsidR="00976596" w:rsidRPr="00341539" w:rsidRDefault="00181361" w:rsidP="00CF0CDE">
      <w:pPr>
        <w:widowControl w:val="0"/>
        <w:ind w:right="5685" w:firstLine="709"/>
        <w:jc w:val="center"/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 wp14:anchorId="7DCC1186" wp14:editId="18C93EE3">
                <wp:simplePos x="0" y="0"/>
                <wp:positionH relativeFrom="column">
                  <wp:posOffset>5715</wp:posOffset>
                </wp:positionH>
                <wp:positionV relativeFrom="paragraph">
                  <wp:posOffset>2539</wp:posOffset>
                </wp:positionV>
                <wp:extent cx="6492240" cy="0"/>
                <wp:effectExtent l="0" t="0" r="2286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22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45pt,.2pt" to="511.6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" o:allowincell="f"/>
            </w:pict>
          </mc:Fallback>
        </mc:AlternateContent>
      </w:r>
    </w:p>
    <w:p w:rsidR="00976596" w:rsidRPr="00341539" w:rsidRDefault="00181361" w:rsidP="00CF0CDE">
      <w:pPr>
        <w:widowControl w:val="0"/>
        <w:ind w:right="5685" w:firstLine="709"/>
        <w:jc w:val="center"/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0" allowOverlap="1" wp14:anchorId="7B7E5205" wp14:editId="381D7590">
                <wp:simplePos x="0" y="0"/>
                <wp:positionH relativeFrom="column">
                  <wp:posOffset>5080</wp:posOffset>
                </wp:positionH>
                <wp:positionV relativeFrom="paragraph">
                  <wp:posOffset>73659</wp:posOffset>
                </wp:positionV>
                <wp:extent cx="6492240" cy="0"/>
                <wp:effectExtent l="0" t="0" r="2286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22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4pt,5.8pt" to="511.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" o:allowincell="f"/>
            </w:pict>
          </mc:Fallback>
        </mc:AlternateContent>
      </w:r>
    </w:p>
    <w:p w:rsidR="00976596" w:rsidRPr="00341539" w:rsidRDefault="00976596" w:rsidP="007478B2">
      <w:pPr>
        <w:widowControl w:val="0"/>
        <w:ind w:right="5685" w:firstLine="709"/>
        <w:jc w:val="center"/>
      </w:pPr>
    </w:p>
    <w:p w:rsidR="00976596" w:rsidRPr="00341539" w:rsidRDefault="00976596" w:rsidP="007478B2">
      <w:pPr>
        <w:widowControl w:val="0"/>
        <w:ind w:right="5685" w:firstLine="709"/>
        <w:jc w:val="center"/>
      </w:pPr>
    </w:p>
    <w:p w:rsidR="00976596" w:rsidRPr="00341539" w:rsidRDefault="00976596" w:rsidP="007478B2">
      <w:pPr>
        <w:widowControl w:val="0"/>
        <w:pBdr>
          <w:top w:val="single" w:sz="4" w:space="1" w:color="auto"/>
        </w:pBdr>
        <w:ind w:right="5685" w:firstLine="709"/>
        <w:jc w:val="center"/>
      </w:pPr>
      <w:r w:rsidRPr="00341539">
        <w:t>(должность)</w:t>
      </w:r>
    </w:p>
    <w:tbl>
      <w:tblPr>
        <w:tblW w:w="99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4253"/>
      </w:tblGrid>
      <w:tr w:rsidR="00976596" w:rsidRPr="00341539" w:rsidTr="00976596"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6596" w:rsidRPr="00341539" w:rsidRDefault="00976596" w:rsidP="007478B2">
            <w:pPr>
              <w:ind w:firstLine="709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6596" w:rsidRPr="00341539" w:rsidRDefault="00976596" w:rsidP="007478B2">
            <w:pPr>
              <w:ind w:firstLine="709"/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6596" w:rsidRPr="00341539" w:rsidRDefault="00976596" w:rsidP="007478B2">
            <w:pPr>
              <w:ind w:firstLine="709"/>
              <w:jc w:val="center"/>
            </w:pPr>
          </w:p>
        </w:tc>
      </w:tr>
      <w:tr w:rsidR="00976596" w:rsidRPr="00341539" w:rsidTr="00976596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  <w:jc w:val="center"/>
            </w:pPr>
            <w:r w:rsidRPr="00341539">
              <w:t xml:space="preserve">(Ф.И.О. должностного лица органа </w:t>
            </w:r>
            <w:r w:rsidRPr="00341539">
              <w:br/>
              <w:t xml:space="preserve">местного самоуправления муниципального образования, в границах которого </w:t>
            </w:r>
            <w:r w:rsidRPr="00341539">
              <w:br/>
              <w:t>расположен садовый дом или жилой дом)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  <w:jc w:val="center"/>
            </w:pPr>
            <w:r w:rsidRPr="00341539">
              <w:t xml:space="preserve">(подпись должностного лица органа </w:t>
            </w:r>
            <w:r w:rsidRPr="00341539">
              <w:br/>
              <w:t xml:space="preserve">местного самоуправления муниципального образования, в границах которого </w:t>
            </w:r>
            <w:r w:rsidRPr="00341539">
              <w:br/>
              <w:t>расположен садовый дом или жилой дом)</w:t>
            </w:r>
          </w:p>
        </w:tc>
      </w:tr>
    </w:tbl>
    <w:p w:rsidR="00976596" w:rsidRPr="00341539" w:rsidRDefault="00976596" w:rsidP="007639DA">
      <w:pPr>
        <w:widowControl w:val="0"/>
        <w:spacing w:before="120" w:after="240"/>
        <w:ind w:firstLine="709"/>
        <w:jc w:val="right"/>
      </w:pPr>
      <w:r w:rsidRPr="00341539">
        <w:t>М.П.</w:t>
      </w:r>
    </w:p>
    <w:tbl>
      <w:tblPr>
        <w:tblW w:w="999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87"/>
        <w:gridCol w:w="454"/>
        <w:gridCol w:w="255"/>
        <w:gridCol w:w="1418"/>
        <w:gridCol w:w="369"/>
        <w:gridCol w:w="397"/>
        <w:gridCol w:w="851"/>
        <w:gridCol w:w="2552"/>
        <w:gridCol w:w="794"/>
        <w:gridCol w:w="1588"/>
      </w:tblGrid>
      <w:tr w:rsidR="00976596" w:rsidRPr="00341539" w:rsidTr="00976596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6596" w:rsidRPr="00341539" w:rsidRDefault="00976596" w:rsidP="000255D1">
            <w:pPr>
              <w:keepNext/>
            </w:pPr>
            <w:r w:rsidRPr="00341539">
              <w:lastRenderedPageBreak/>
              <w:t>Получил: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6596" w:rsidRPr="00341539" w:rsidRDefault="00545912" w:rsidP="007478B2">
            <w:pPr>
              <w:keepNext/>
              <w:ind w:firstLine="709"/>
              <w:jc w:val="right"/>
            </w:pPr>
            <w: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6596" w:rsidRPr="00341539" w:rsidRDefault="00976596" w:rsidP="007478B2">
            <w:pPr>
              <w:keepNext/>
              <w:ind w:firstLine="709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6596" w:rsidRPr="00341539" w:rsidRDefault="00545912" w:rsidP="007478B2">
            <w:pPr>
              <w:keepNext/>
              <w:ind w:firstLine="709"/>
            </w:pPr>
            <w:r>
              <w:t>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6596" w:rsidRPr="00341539" w:rsidRDefault="00976596" w:rsidP="007478B2">
            <w:pPr>
              <w:keepNext/>
              <w:ind w:firstLine="709"/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6596" w:rsidRPr="00341539" w:rsidRDefault="00976596" w:rsidP="000255D1">
            <w:pPr>
              <w:keepNext/>
              <w:ind w:firstLine="709"/>
              <w:jc w:val="right"/>
            </w:pPr>
            <w:r w:rsidRPr="00341539"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6596" w:rsidRPr="00341539" w:rsidRDefault="00976596" w:rsidP="007478B2">
            <w:pPr>
              <w:keepNext/>
              <w:ind w:firstLine="709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6596" w:rsidRPr="00341539" w:rsidRDefault="00976596" w:rsidP="007478B2">
            <w:pPr>
              <w:keepNext/>
              <w:ind w:left="57" w:firstLine="709"/>
            </w:pPr>
            <w:r w:rsidRPr="00341539"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6596" w:rsidRPr="00341539" w:rsidRDefault="00976596" w:rsidP="007478B2">
            <w:pPr>
              <w:keepNext/>
              <w:ind w:firstLine="709"/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vAlign w:val="bottom"/>
          </w:tcPr>
          <w:p w:rsidR="00976596" w:rsidRPr="00341539" w:rsidRDefault="00976596" w:rsidP="007478B2">
            <w:pPr>
              <w:keepNext/>
              <w:ind w:firstLine="709"/>
            </w:pP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vAlign w:val="bottom"/>
          </w:tcPr>
          <w:p w:rsidR="00976596" w:rsidRPr="00341539" w:rsidRDefault="00976596" w:rsidP="007639DA">
            <w:pPr>
              <w:keepNext/>
            </w:pPr>
            <w:proofErr w:type="gramStart"/>
            <w:r w:rsidRPr="00341539">
              <w:t>(заполняется</w:t>
            </w:r>
            <w:proofErr w:type="gramEnd"/>
          </w:p>
        </w:tc>
      </w:tr>
      <w:tr w:rsidR="00976596" w:rsidRPr="00341539" w:rsidTr="00976596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  <w:jc w:val="right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left="57" w:firstLine="709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  <w:jc w:val="center"/>
            </w:pPr>
            <w:r w:rsidRPr="00341539">
              <w:t>(подпись заявителя)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</w:pPr>
          </w:p>
        </w:tc>
        <w:tc>
          <w:tcPr>
            <w:tcW w:w="1588" w:type="dxa"/>
            <w:tcBorders>
              <w:left w:val="nil"/>
              <w:bottom w:val="nil"/>
              <w:right w:val="nil"/>
            </w:tcBorders>
          </w:tcPr>
          <w:p w:rsidR="00976596" w:rsidRPr="00341539" w:rsidRDefault="00976596" w:rsidP="007639DA">
            <w:r w:rsidRPr="00341539">
              <w:t>в случае получения решения лично)</w:t>
            </w:r>
          </w:p>
        </w:tc>
      </w:tr>
    </w:tbl>
    <w:p w:rsidR="00976596" w:rsidRPr="00341539" w:rsidRDefault="00976596" w:rsidP="007478B2">
      <w:pPr>
        <w:widowControl w:val="0"/>
        <w:spacing w:after="240"/>
        <w:ind w:firstLine="709"/>
        <w:rPr>
          <w:sz w:val="2"/>
          <w:szCs w:val="2"/>
        </w:rPr>
      </w:pPr>
    </w:p>
    <w:tbl>
      <w:tblPr>
        <w:tblW w:w="92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7"/>
        <w:gridCol w:w="284"/>
        <w:gridCol w:w="454"/>
        <w:gridCol w:w="255"/>
        <w:gridCol w:w="1701"/>
        <w:gridCol w:w="369"/>
        <w:gridCol w:w="397"/>
        <w:gridCol w:w="392"/>
      </w:tblGrid>
      <w:tr w:rsidR="00976596" w:rsidRPr="00341539" w:rsidTr="00976596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6596" w:rsidRPr="00341539" w:rsidRDefault="00976596" w:rsidP="000255D1">
            <w:r w:rsidRPr="00341539">
              <w:t>Решение направлено в адрес заявителя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6596" w:rsidRPr="00341539" w:rsidRDefault="00545912" w:rsidP="007478B2">
            <w:pPr>
              <w:ind w:firstLine="709"/>
              <w:jc w:val="right"/>
            </w:pPr>
            <w: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6596" w:rsidRPr="00341539" w:rsidRDefault="00976596" w:rsidP="007478B2">
            <w:pPr>
              <w:ind w:firstLine="709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6596" w:rsidRPr="00341539" w:rsidRDefault="00545912" w:rsidP="007478B2">
            <w:pPr>
              <w:ind w:firstLine="709"/>
            </w:pPr>
            <w:r>
              <w:t>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6596" w:rsidRPr="00341539" w:rsidRDefault="00976596" w:rsidP="007478B2">
            <w:pPr>
              <w:ind w:firstLine="709"/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6596" w:rsidRPr="00341539" w:rsidRDefault="00976596" w:rsidP="000255D1">
            <w:pPr>
              <w:ind w:firstLine="709"/>
              <w:jc w:val="right"/>
            </w:pPr>
            <w:r w:rsidRPr="00341539"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6596" w:rsidRPr="00341539" w:rsidRDefault="00976596" w:rsidP="007478B2">
            <w:pPr>
              <w:ind w:firstLine="709"/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6596" w:rsidRPr="00341539" w:rsidRDefault="00976596" w:rsidP="007478B2">
            <w:pPr>
              <w:ind w:left="57" w:firstLine="709"/>
            </w:pPr>
            <w:proofErr w:type="gramStart"/>
            <w:r w:rsidRPr="00341539">
              <w:t>г</w:t>
            </w:r>
            <w:proofErr w:type="gramEnd"/>
            <w:r w:rsidRPr="00341539">
              <w:t>.</w:t>
            </w:r>
          </w:p>
        </w:tc>
      </w:tr>
      <w:tr w:rsidR="00976596" w:rsidRPr="00341539" w:rsidTr="00976596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255D1" w:rsidRDefault="000255D1" w:rsidP="000255D1"/>
          <w:p w:rsidR="000255D1" w:rsidRDefault="00976596" w:rsidP="000255D1">
            <w:proofErr w:type="gramStart"/>
            <w:r w:rsidRPr="00341539">
              <w:t xml:space="preserve">(заполняется в случае </w:t>
            </w:r>
            <w:proofErr w:type="gramEnd"/>
          </w:p>
          <w:p w:rsidR="00976596" w:rsidRPr="00341539" w:rsidRDefault="00976596" w:rsidP="000255D1">
            <w:r w:rsidRPr="00341539">
              <w:t>направления решения по почте)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  <w:jc w:val="right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firstLine="709"/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976596" w:rsidRPr="00341539" w:rsidRDefault="00976596" w:rsidP="007478B2">
            <w:pPr>
              <w:ind w:left="57" w:firstLine="709"/>
            </w:pPr>
          </w:p>
        </w:tc>
      </w:tr>
    </w:tbl>
    <w:p w:rsidR="00976596" w:rsidRPr="005D56BD" w:rsidRDefault="00976596" w:rsidP="007478B2">
      <w:pPr>
        <w:widowControl w:val="0"/>
        <w:pBdr>
          <w:top w:val="single" w:sz="4" w:space="1" w:color="auto"/>
        </w:pBdr>
        <w:ind w:left="5387" w:firstLine="709"/>
        <w:jc w:val="center"/>
      </w:pPr>
      <w:r w:rsidRPr="00341539">
        <w:t xml:space="preserve">(Ф.И.О., подпись должностного лица, </w:t>
      </w:r>
      <w:r w:rsidRPr="00341539">
        <w:br/>
        <w:t>направившего решение в адрес заявителя)</w:t>
      </w:r>
    </w:p>
    <w:sectPr w:rsidR="00976596" w:rsidRPr="005D56BD" w:rsidSect="007478B2">
      <w:pgSz w:w="11906" w:h="16840"/>
      <w:pgMar w:top="1134" w:right="567" w:bottom="1134" w:left="1701" w:header="567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AAB" w:rsidRDefault="00354AAB">
      <w:r>
        <w:separator/>
      </w:r>
    </w:p>
  </w:endnote>
  <w:endnote w:type="continuationSeparator" w:id="0">
    <w:p w:rsidR="00354AAB" w:rsidRDefault="0035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AAB" w:rsidRDefault="00354AAB">
      <w:r>
        <w:separator/>
      </w:r>
    </w:p>
  </w:footnote>
  <w:footnote w:type="continuationSeparator" w:id="0">
    <w:p w:rsidR="00354AAB" w:rsidRDefault="00354A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05C38"/>
    <w:multiLevelType w:val="hybridMultilevel"/>
    <w:tmpl w:val="458C9CDE"/>
    <w:lvl w:ilvl="0" w:tplc="8F9251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9E66BF0"/>
    <w:multiLevelType w:val="hybridMultilevel"/>
    <w:tmpl w:val="61AA4076"/>
    <w:lvl w:ilvl="0" w:tplc="9F0C2F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CC29A63"/>
    <w:multiLevelType w:val="singleLevel"/>
    <w:tmpl w:val="3CC29A63"/>
    <w:name w:val="Нумерованный список 1"/>
    <w:lvl w:ilvl="0">
      <w:start w:val="1"/>
      <w:numFmt w:val="decimal"/>
      <w:lvlText w:val="%1."/>
      <w:lvlJc w:val="left"/>
      <w:pPr>
        <w:tabs>
          <w:tab w:val="left" w:pos="502"/>
        </w:tabs>
        <w:ind w:left="502" w:hanging="360"/>
      </w:pPr>
    </w:lvl>
  </w:abstractNum>
  <w:abstractNum w:abstractNumId="3">
    <w:nsid w:val="71801D4E"/>
    <w:multiLevelType w:val="hybridMultilevel"/>
    <w:tmpl w:val="DB70026A"/>
    <w:lvl w:ilvl="0" w:tplc="9F0C2F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945"/>
    <w:rsid w:val="0000077E"/>
    <w:rsid w:val="0000224E"/>
    <w:rsid w:val="000041C1"/>
    <w:rsid w:val="000062D1"/>
    <w:rsid w:val="00007AD7"/>
    <w:rsid w:val="00010149"/>
    <w:rsid w:val="00021F43"/>
    <w:rsid w:val="00022FEB"/>
    <w:rsid w:val="0002374D"/>
    <w:rsid w:val="00023FEF"/>
    <w:rsid w:val="000255D1"/>
    <w:rsid w:val="000312F8"/>
    <w:rsid w:val="000323E1"/>
    <w:rsid w:val="000329F8"/>
    <w:rsid w:val="00032CD6"/>
    <w:rsid w:val="00032D23"/>
    <w:rsid w:val="000377B4"/>
    <w:rsid w:val="00044541"/>
    <w:rsid w:val="00047BBE"/>
    <w:rsid w:val="0005126B"/>
    <w:rsid w:val="00051736"/>
    <w:rsid w:val="00060952"/>
    <w:rsid w:val="00061300"/>
    <w:rsid w:val="00065D0B"/>
    <w:rsid w:val="00065D5B"/>
    <w:rsid w:val="000665EF"/>
    <w:rsid w:val="00072422"/>
    <w:rsid w:val="0007386C"/>
    <w:rsid w:val="0007546B"/>
    <w:rsid w:val="000776DB"/>
    <w:rsid w:val="0007792A"/>
    <w:rsid w:val="0008243B"/>
    <w:rsid w:val="000834CE"/>
    <w:rsid w:val="000A2A22"/>
    <w:rsid w:val="000A2A6D"/>
    <w:rsid w:val="000A2BCA"/>
    <w:rsid w:val="000A57C6"/>
    <w:rsid w:val="000A714C"/>
    <w:rsid w:val="000A72C6"/>
    <w:rsid w:val="000B11EB"/>
    <w:rsid w:val="000B2D32"/>
    <w:rsid w:val="000B36D1"/>
    <w:rsid w:val="000B55C2"/>
    <w:rsid w:val="000B6BA2"/>
    <w:rsid w:val="000B7A20"/>
    <w:rsid w:val="000C04EE"/>
    <w:rsid w:val="000C4AC7"/>
    <w:rsid w:val="000C4B21"/>
    <w:rsid w:val="000C50DC"/>
    <w:rsid w:val="000D4496"/>
    <w:rsid w:val="000D6538"/>
    <w:rsid w:val="000D7483"/>
    <w:rsid w:val="000E09FF"/>
    <w:rsid w:val="000E42DF"/>
    <w:rsid w:val="000E57FE"/>
    <w:rsid w:val="000F15B0"/>
    <w:rsid w:val="000F27B6"/>
    <w:rsid w:val="00100C09"/>
    <w:rsid w:val="0010241C"/>
    <w:rsid w:val="00102451"/>
    <w:rsid w:val="00103A7D"/>
    <w:rsid w:val="00103DCF"/>
    <w:rsid w:val="00106874"/>
    <w:rsid w:val="00107410"/>
    <w:rsid w:val="00111FC9"/>
    <w:rsid w:val="00112F14"/>
    <w:rsid w:val="0011307E"/>
    <w:rsid w:val="001133FE"/>
    <w:rsid w:val="001136BA"/>
    <w:rsid w:val="00114B5B"/>
    <w:rsid w:val="00115956"/>
    <w:rsid w:val="00115C85"/>
    <w:rsid w:val="001163C7"/>
    <w:rsid w:val="00121A4A"/>
    <w:rsid w:val="00124F73"/>
    <w:rsid w:val="001274FC"/>
    <w:rsid w:val="00130BC2"/>
    <w:rsid w:val="001321B0"/>
    <w:rsid w:val="001336E6"/>
    <w:rsid w:val="00135F52"/>
    <w:rsid w:val="00137464"/>
    <w:rsid w:val="00141EFC"/>
    <w:rsid w:val="00142962"/>
    <w:rsid w:val="001455B0"/>
    <w:rsid w:val="00153A71"/>
    <w:rsid w:val="00153F53"/>
    <w:rsid w:val="00155ED4"/>
    <w:rsid w:val="00156810"/>
    <w:rsid w:val="00160508"/>
    <w:rsid w:val="00160EAB"/>
    <w:rsid w:val="00163DC2"/>
    <w:rsid w:val="0016715B"/>
    <w:rsid w:val="001676F8"/>
    <w:rsid w:val="00171D0A"/>
    <w:rsid w:val="001730B5"/>
    <w:rsid w:val="00173DA5"/>
    <w:rsid w:val="00173E3E"/>
    <w:rsid w:val="001752E2"/>
    <w:rsid w:val="00177DE3"/>
    <w:rsid w:val="00181361"/>
    <w:rsid w:val="00183B87"/>
    <w:rsid w:val="001861CA"/>
    <w:rsid w:val="00186CB7"/>
    <w:rsid w:val="00187449"/>
    <w:rsid w:val="00187B83"/>
    <w:rsid w:val="00190BCE"/>
    <w:rsid w:val="001929C2"/>
    <w:rsid w:val="001977C9"/>
    <w:rsid w:val="00197A0F"/>
    <w:rsid w:val="001A117F"/>
    <w:rsid w:val="001A190F"/>
    <w:rsid w:val="001A20B2"/>
    <w:rsid w:val="001A22FC"/>
    <w:rsid w:val="001A2E41"/>
    <w:rsid w:val="001A333E"/>
    <w:rsid w:val="001A4525"/>
    <w:rsid w:val="001A4B89"/>
    <w:rsid w:val="001B1DC6"/>
    <w:rsid w:val="001B2DB4"/>
    <w:rsid w:val="001B39FC"/>
    <w:rsid w:val="001B7F9B"/>
    <w:rsid w:val="001C55D0"/>
    <w:rsid w:val="001C5DA0"/>
    <w:rsid w:val="001C6DC0"/>
    <w:rsid w:val="001D0355"/>
    <w:rsid w:val="001D2C07"/>
    <w:rsid w:val="001D308A"/>
    <w:rsid w:val="001D42E6"/>
    <w:rsid w:val="001E0D42"/>
    <w:rsid w:val="001E1974"/>
    <w:rsid w:val="001E19FC"/>
    <w:rsid w:val="001E2602"/>
    <w:rsid w:val="001E2A92"/>
    <w:rsid w:val="001E4F52"/>
    <w:rsid w:val="001E585B"/>
    <w:rsid w:val="001E6C3F"/>
    <w:rsid w:val="001E6EE2"/>
    <w:rsid w:val="001F4224"/>
    <w:rsid w:val="001F4A7A"/>
    <w:rsid w:val="001F559F"/>
    <w:rsid w:val="002024E6"/>
    <w:rsid w:val="00207B17"/>
    <w:rsid w:val="00210176"/>
    <w:rsid w:val="0021051F"/>
    <w:rsid w:val="00210F08"/>
    <w:rsid w:val="002111E1"/>
    <w:rsid w:val="0021250A"/>
    <w:rsid w:val="00213433"/>
    <w:rsid w:val="00214728"/>
    <w:rsid w:val="00216072"/>
    <w:rsid w:val="00222E8C"/>
    <w:rsid w:val="00226616"/>
    <w:rsid w:val="00227E86"/>
    <w:rsid w:val="00230889"/>
    <w:rsid w:val="00230C8F"/>
    <w:rsid w:val="00232215"/>
    <w:rsid w:val="00232CFF"/>
    <w:rsid w:val="00233066"/>
    <w:rsid w:val="0024229F"/>
    <w:rsid w:val="00242CCF"/>
    <w:rsid w:val="00243005"/>
    <w:rsid w:val="00245232"/>
    <w:rsid w:val="00245BF8"/>
    <w:rsid w:val="00247149"/>
    <w:rsid w:val="002475EE"/>
    <w:rsid w:val="00251CCC"/>
    <w:rsid w:val="0025210C"/>
    <w:rsid w:val="00260D22"/>
    <w:rsid w:val="00262758"/>
    <w:rsid w:val="00263EC2"/>
    <w:rsid w:val="00263FBA"/>
    <w:rsid w:val="0026435B"/>
    <w:rsid w:val="002645AE"/>
    <w:rsid w:val="00265DAF"/>
    <w:rsid w:val="00265E29"/>
    <w:rsid w:val="002662D1"/>
    <w:rsid w:val="00266D6D"/>
    <w:rsid w:val="002715A9"/>
    <w:rsid w:val="002728BC"/>
    <w:rsid w:val="0028414C"/>
    <w:rsid w:val="00284705"/>
    <w:rsid w:val="00285698"/>
    <w:rsid w:val="00285C78"/>
    <w:rsid w:val="002901A9"/>
    <w:rsid w:val="00292883"/>
    <w:rsid w:val="0029375D"/>
    <w:rsid w:val="0029527E"/>
    <w:rsid w:val="00295D16"/>
    <w:rsid w:val="00296AC7"/>
    <w:rsid w:val="002A1DAA"/>
    <w:rsid w:val="002A3070"/>
    <w:rsid w:val="002A3B26"/>
    <w:rsid w:val="002A59E7"/>
    <w:rsid w:val="002A5B3A"/>
    <w:rsid w:val="002B0388"/>
    <w:rsid w:val="002B573C"/>
    <w:rsid w:val="002B6621"/>
    <w:rsid w:val="002C0991"/>
    <w:rsid w:val="002C1502"/>
    <w:rsid w:val="002C180B"/>
    <w:rsid w:val="002C2876"/>
    <w:rsid w:val="002C2E1E"/>
    <w:rsid w:val="002C3BD3"/>
    <w:rsid w:val="002C58E6"/>
    <w:rsid w:val="002C6FA6"/>
    <w:rsid w:val="002D2D69"/>
    <w:rsid w:val="002D4A87"/>
    <w:rsid w:val="002E0AC3"/>
    <w:rsid w:val="002E32E2"/>
    <w:rsid w:val="002E4B5D"/>
    <w:rsid w:val="002E74AB"/>
    <w:rsid w:val="002F0206"/>
    <w:rsid w:val="002F0351"/>
    <w:rsid w:val="002F1C96"/>
    <w:rsid w:val="00300781"/>
    <w:rsid w:val="003024AE"/>
    <w:rsid w:val="003051B9"/>
    <w:rsid w:val="0030559D"/>
    <w:rsid w:val="0031282B"/>
    <w:rsid w:val="00313003"/>
    <w:rsid w:val="003152B9"/>
    <w:rsid w:val="00317079"/>
    <w:rsid w:val="0031738A"/>
    <w:rsid w:val="00320E01"/>
    <w:rsid w:val="003219B8"/>
    <w:rsid w:val="0033175F"/>
    <w:rsid w:val="0033204C"/>
    <w:rsid w:val="00332AE3"/>
    <w:rsid w:val="0033302C"/>
    <w:rsid w:val="00334965"/>
    <w:rsid w:val="0033637E"/>
    <w:rsid w:val="003402E0"/>
    <w:rsid w:val="00340A1F"/>
    <w:rsid w:val="00341539"/>
    <w:rsid w:val="0034261D"/>
    <w:rsid w:val="0034356D"/>
    <w:rsid w:val="00345277"/>
    <w:rsid w:val="003463BD"/>
    <w:rsid w:val="00347ED5"/>
    <w:rsid w:val="00351EDA"/>
    <w:rsid w:val="003523CD"/>
    <w:rsid w:val="00354003"/>
    <w:rsid w:val="00354651"/>
    <w:rsid w:val="00354886"/>
    <w:rsid w:val="00354AAB"/>
    <w:rsid w:val="003570EC"/>
    <w:rsid w:val="00357FAF"/>
    <w:rsid w:val="0036031A"/>
    <w:rsid w:val="00360984"/>
    <w:rsid w:val="00361F4D"/>
    <w:rsid w:val="00361FDA"/>
    <w:rsid w:val="003647EB"/>
    <w:rsid w:val="00365465"/>
    <w:rsid w:val="003663A3"/>
    <w:rsid w:val="00366F44"/>
    <w:rsid w:val="00367C20"/>
    <w:rsid w:val="003718EA"/>
    <w:rsid w:val="00377F8A"/>
    <w:rsid w:val="00383663"/>
    <w:rsid w:val="00384CC8"/>
    <w:rsid w:val="003858FD"/>
    <w:rsid w:val="0038679F"/>
    <w:rsid w:val="00387085"/>
    <w:rsid w:val="0038727E"/>
    <w:rsid w:val="00387AF0"/>
    <w:rsid w:val="00391678"/>
    <w:rsid w:val="003917A0"/>
    <w:rsid w:val="00392064"/>
    <w:rsid w:val="00395782"/>
    <w:rsid w:val="003964AB"/>
    <w:rsid w:val="003A1CAB"/>
    <w:rsid w:val="003A3F80"/>
    <w:rsid w:val="003A60B2"/>
    <w:rsid w:val="003A6374"/>
    <w:rsid w:val="003B14A7"/>
    <w:rsid w:val="003B1678"/>
    <w:rsid w:val="003C1354"/>
    <w:rsid w:val="003C3926"/>
    <w:rsid w:val="003C3FFC"/>
    <w:rsid w:val="003C4D59"/>
    <w:rsid w:val="003D64EC"/>
    <w:rsid w:val="003E01EA"/>
    <w:rsid w:val="003E0FF6"/>
    <w:rsid w:val="003E1C16"/>
    <w:rsid w:val="003E46E9"/>
    <w:rsid w:val="003E49C1"/>
    <w:rsid w:val="003E75FC"/>
    <w:rsid w:val="003E7C14"/>
    <w:rsid w:val="003F1715"/>
    <w:rsid w:val="003F3E8E"/>
    <w:rsid w:val="003F47EA"/>
    <w:rsid w:val="003F7C85"/>
    <w:rsid w:val="00401853"/>
    <w:rsid w:val="004021FF"/>
    <w:rsid w:val="00402830"/>
    <w:rsid w:val="00406D31"/>
    <w:rsid w:val="00412931"/>
    <w:rsid w:val="00412FB6"/>
    <w:rsid w:val="0041536E"/>
    <w:rsid w:val="00421043"/>
    <w:rsid w:val="004222E3"/>
    <w:rsid w:val="00427744"/>
    <w:rsid w:val="0043082E"/>
    <w:rsid w:val="00430995"/>
    <w:rsid w:val="004339BE"/>
    <w:rsid w:val="004340FF"/>
    <w:rsid w:val="00435053"/>
    <w:rsid w:val="00437A23"/>
    <w:rsid w:val="0044427F"/>
    <w:rsid w:val="00444F53"/>
    <w:rsid w:val="00446781"/>
    <w:rsid w:val="00446A12"/>
    <w:rsid w:val="00451EE6"/>
    <w:rsid w:val="00451F85"/>
    <w:rsid w:val="00461A33"/>
    <w:rsid w:val="00461F80"/>
    <w:rsid w:val="00461FBF"/>
    <w:rsid w:val="0046273C"/>
    <w:rsid w:val="004640EE"/>
    <w:rsid w:val="00464E46"/>
    <w:rsid w:val="004661E9"/>
    <w:rsid w:val="00466454"/>
    <w:rsid w:val="004664D0"/>
    <w:rsid w:val="004667D3"/>
    <w:rsid w:val="00466BFA"/>
    <w:rsid w:val="0047111C"/>
    <w:rsid w:val="00472DC2"/>
    <w:rsid w:val="004757B7"/>
    <w:rsid w:val="00476D47"/>
    <w:rsid w:val="00476DFA"/>
    <w:rsid w:val="00480B76"/>
    <w:rsid w:val="004813BA"/>
    <w:rsid w:val="0048277F"/>
    <w:rsid w:val="0049205C"/>
    <w:rsid w:val="00495403"/>
    <w:rsid w:val="00495E32"/>
    <w:rsid w:val="00496469"/>
    <w:rsid w:val="00496A31"/>
    <w:rsid w:val="004A38D6"/>
    <w:rsid w:val="004A4A13"/>
    <w:rsid w:val="004B055E"/>
    <w:rsid w:val="004B0914"/>
    <w:rsid w:val="004B5450"/>
    <w:rsid w:val="004B5B36"/>
    <w:rsid w:val="004C01CA"/>
    <w:rsid w:val="004C21F5"/>
    <w:rsid w:val="004C2651"/>
    <w:rsid w:val="004C2D53"/>
    <w:rsid w:val="004C4323"/>
    <w:rsid w:val="004C5A71"/>
    <w:rsid w:val="004C5DCB"/>
    <w:rsid w:val="004D2A7C"/>
    <w:rsid w:val="004D4D29"/>
    <w:rsid w:val="004D5240"/>
    <w:rsid w:val="004D658F"/>
    <w:rsid w:val="004D7204"/>
    <w:rsid w:val="004E0854"/>
    <w:rsid w:val="004E2528"/>
    <w:rsid w:val="004E5E1D"/>
    <w:rsid w:val="004E7101"/>
    <w:rsid w:val="004F1F64"/>
    <w:rsid w:val="004F6EBF"/>
    <w:rsid w:val="005000F7"/>
    <w:rsid w:val="0050248B"/>
    <w:rsid w:val="00502566"/>
    <w:rsid w:val="005036CA"/>
    <w:rsid w:val="0050657C"/>
    <w:rsid w:val="00507CEA"/>
    <w:rsid w:val="00507E68"/>
    <w:rsid w:val="00512A68"/>
    <w:rsid w:val="00516EBD"/>
    <w:rsid w:val="005208DE"/>
    <w:rsid w:val="00523075"/>
    <w:rsid w:val="005230F4"/>
    <w:rsid w:val="00527B5B"/>
    <w:rsid w:val="005330BB"/>
    <w:rsid w:val="00540689"/>
    <w:rsid w:val="0054076F"/>
    <w:rsid w:val="00540C40"/>
    <w:rsid w:val="0054258A"/>
    <w:rsid w:val="005434AB"/>
    <w:rsid w:val="00543CF4"/>
    <w:rsid w:val="00545912"/>
    <w:rsid w:val="00546348"/>
    <w:rsid w:val="005479F7"/>
    <w:rsid w:val="005510C0"/>
    <w:rsid w:val="00551DE7"/>
    <w:rsid w:val="00553800"/>
    <w:rsid w:val="00553FB4"/>
    <w:rsid w:val="005561A2"/>
    <w:rsid w:val="00560EA9"/>
    <w:rsid w:val="005626A3"/>
    <w:rsid w:val="00564218"/>
    <w:rsid w:val="00570472"/>
    <w:rsid w:val="005722DB"/>
    <w:rsid w:val="00572BB2"/>
    <w:rsid w:val="00575223"/>
    <w:rsid w:val="00575DC3"/>
    <w:rsid w:val="00575E88"/>
    <w:rsid w:val="005763CD"/>
    <w:rsid w:val="005768A0"/>
    <w:rsid w:val="005816EA"/>
    <w:rsid w:val="0058617C"/>
    <w:rsid w:val="005878E5"/>
    <w:rsid w:val="00591847"/>
    <w:rsid w:val="00592F6C"/>
    <w:rsid w:val="00593B88"/>
    <w:rsid w:val="005949DF"/>
    <w:rsid w:val="00595B8F"/>
    <w:rsid w:val="00597925"/>
    <w:rsid w:val="005A0755"/>
    <w:rsid w:val="005A1068"/>
    <w:rsid w:val="005A2038"/>
    <w:rsid w:val="005A2308"/>
    <w:rsid w:val="005A31A3"/>
    <w:rsid w:val="005A6763"/>
    <w:rsid w:val="005B0036"/>
    <w:rsid w:val="005B035D"/>
    <w:rsid w:val="005B0BA5"/>
    <w:rsid w:val="005B4826"/>
    <w:rsid w:val="005B70A8"/>
    <w:rsid w:val="005C07ED"/>
    <w:rsid w:val="005C2CDB"/>
    <w:rsid w:val="005C3012"/>
    <w:rsid w:val="005C3F6E"/>
    <w:rsid w:val="005C71DF"/>
    <w:rsid w:val="005C787F"/>
    <w:rsid w:val="005D0843"/>
    <w:rsid w:val="005D22A9"/>
    <w:rsid w:val="005D3D56"/>
    <w:rsid w:val="005D40C2"/>
    <w:rsid w:val="005D4F38"/>
    <w:rsid w:val="005D56BD"/>
    <w:rsid w:val="005D6534"/>
    <w:rsid w:val="005D7AD2"/>
    <w:rsid w:val="005E0EB4"/>
    <w:rsid w:val="005E5997"/>
    <w:rsid w:val="005E6E13"/>
    <w:rsid w:val="005E7700"/>
    <w:rsid w:val="005F16CA"/>
    <w:rsid w:val="005F2E5D"/>
    <w:rsid w:val="005F4686"/>
    <w:rsid w:val="005F6148"/>
    <w:rsid w:val="005F639C"/>
    <w:rsid w:val="005F6D55"/>
    <w:rsid w:val="00600EBE"/>
    <w:rsid w:val="00606524"/>
    <w:rsid w:val="00606713"/>
    <w:rsid w:val="00610615"/>
    <w:rsid w:val="00611A39"/>
    <w:rsid w:val="00613B47"/>
    <w:rsid w:val="00617B09"/>
    <w:rsid w:val="006202C3"/>
    <w:rsid w:val="00620F69"/>
    <w:rsid w:val="00621890"/>
    <w:rsid w:val="006226BC"/>
    <w:rsid w:val="00622CD3"/>
    <w:rsid w:val="006275CF"/>
    <w:rsid w:val="00630693"/>
    <w:rsid w:val="00631B20"/>
    <w:rsid w:val="006356BA"/>
    <w:rsid w:val="00641A92"/>
    <w:rsid w:val="00643F32"/>
    <w:rsid w:val="00643F49"/>
    <w:rsid w:val="00644487"/>
    <w:rsid w:val="00646C7D"/>
    <w:rsid w:val="006471A0"/>
    <w:rsid w:val="00650443"/>
    <w:rsid w:val="006524E4"/>
    <w:rsid w:val="00652766"/>
    <w:rsid w:val="0065544A"/>
    <w:rsid w:val="00655B61"/>
    <w:rsid w:val="006615CA"/>
    <w:rsid w:val="00662F0A"/>
    <w:rsid w:val="006632FE"/>
    <w:rsid w:val="00666D6F"/>
    <w:rsid w:val="0067187F"/>
    <w:rsid w:val="00671D7D"/>
    <w:rsid w:val="00674488"/>
    <w:rsid w:val="006839E3"/>
    <w:rsid w:val="006850B8"/>
    <w:rsid w:val="0068537E"/>
    <w:rsid w:val="0069042F"/>
    <w:rsid w:val="00692821"/>
    <w:rsid w:val="00695149"/>
    <w:rsid w:val="00695F63"/>
    <w:rsid w:val="00696D6D"/>
    <w:rsid w:val="00697486"/>
    <w:rsid w:val="006A1569"/>
    <w:rsid w:val="006A15AC"/>
    <w:rsid w:val="006A1662"/>
    <w:rsid w:val="006A3836"/>
    <w:rsid w:val="006A5004"/>
    <w:rsid w:val="006A577E"/>
    <w:rsid w:val="006A6A57"/>
    <w:rsid w:val="006A78CD"/>
    <w:rsid w:val="006B6A64"/>
    <w:rsid w:val="006B7C29"/>
    <w:rsid w:val="006C13DD"/>
    <w:rsid w:val="006C3415"/>
    <w:rsid w:val="006C6BB0"/>
    <w:rsid w:val="006C7EA2"/>
    <w:rsid w:val="006D1BEE"/>
    <w:rsid w:val="006D21E5"/>
    <w:rsid w:val="006D35BA"/>
    <w:rsid w:val="006D57F7"/>
    <w:rsid w:val="006D70C1"/>
    <w:rsid w:val="006D7D00"/>
    <w:rsid w:val="006E080D"/>
    <w:rsid w:val="006E13F0"/>
    <w:rsid w:val="006E4153"/>
    <w:rsid w:val="006E58D2"/>
    <w:rsid w:val="006E5B68"/>
    <w:rsid w:val="006E5DD4"/>
    <w:rsid w:val="006E5FAF"/>
    <w:rsid w:val="006E615B"/>
    <w:rsid w:val="006F0331"/>
    <w:rsid w:val="006F1CCA"/>
    <w:rsid w:val="006F29F1"/>
    <w:rsid w:val="006F3476"/>
    <w:rsid w:val="006F4334"/>
    <w:rsid w:val="00700A10"/>
    <w:rsid w:val="00702D56"/>
    <w:rsid w:val="00703654"/>
    <w:rsid w:val="00704718"/>
    <w:rsid w:val="007049C7"/>
    <w:rsid w:val="00706FF1"/>
    <w:rsid w:val="00710DDB"/>
    <w:rsid w:val="00710E1D"/>
    <w:rsid w:val="00715B8F"/>
    <w:rsid w:val="007160FD"/>
    <w:rsid w:val="00720FBC"/>
    <w:rsid w:val="00721C1A"/>
    <w:rsid w:val="007275D3"/>
    <w:rsid w:val="00730938"/>
    <w:rsid w:val="00732780"/>
    <w:rsid w:val="0073324F"/>
    <w:rsid w:val="00733D15"/>
    <w:rsid w:val="00733F49"/>
    <w:rsid w:val="0073470D"/>
    <w:rsid w:val="00735E3A"/>
    <w:rsid w:val="007367BF"/>
    <w:rsid w:val="007367C3"/>
    <w:rsid w:val="00736AE5"/>
    <w:rsid w:val="00737EF7"/>
    <w:rsid w:val="00742B47"/>
    <w:rsid w:val="007440C9"/>
    <w:rsid w:val="007471AB"/>
    <w:rsid w:val="007478B2"/>
    <w:rsid w:val="0075093E"/>
    <w:rsid w:val="00751802"/>
    <w:rsid w:val="007540EE"/>
    <w:rsid w:val="00754C4E"/>
    <w:rsid w:val="007559E1"/>
    <w:rsid w:val="00760281"/>
    <w:rsid w:val="00762955"/>
    <w:rsid w:val="007639DA"/>
    <w:rsid w:val="007641D0"/>
    <w:rsid w:val="00765B48"/>
    <w:rsid w:val="00765E8B"/>
    <w:rsid w:val="007730ED"/>
    <w:rsid w:val="00774B22"/>
    <w:rsid w:val="00775860"/>
    <w:rsid w:val="0077682B"/>
    <w:rsid w:val="00777C22"/>
    <w:rsid w:val="0078453E"/>
    <w:rsid w:val="0078604C"/>
    <w:rsid w:val="0079056B"/>
    <w:rsid w:val="0079261D"/>
    <w:rsid w:val="00793E0D"/>
    <w:rsid w:val="007942FA"/>
    <w:rsid w:val="00794490"/>
    <w:rsid w:val="007947C1"/>
    <w:rsid w:val="00795F51"/>
    <w:rsid w:val="0079693D"/>
    <w:rsid w:val="00797BB5"/>
    <w:rsid w:val="007A006C"/>
    <w:rsid w:val="007A0B8C"/>
    <w:rsid w:val="007A0C49"/>
    <w:rsid w:val="007A2F3D"/>
    <w:rsid w:val="007A3E21"/>
    <w:rsid w:val="007A501E"/>
    <w:rsid w:val="007B0F52"/>
    <w:rsid w:val="007B2F6B"/>
    <w:rsid w:val="007B370E"/>
    <w:rsid w:val="007B5895"/>
    <w:rsid w:val="007B7FD7"/>
    <w:rsid w:val="007C1918"/>
    <w:rsid w:val="007D06E5"/>
    <w:rsid w:val="007D16C0"/>
    <w:rsid w:val="007D22CF"/>
    <w:rsid w:val="007D2772"/>
    <w:rsid w:val="007D3410"/>
    <w:rsid w:val="007D4E20"/>
    <w:rsid w:val="007D5EF8"/>
    <w:rsid w:val="007D6C9D"/>
    <w:rsid w:val="007E08B0"/>
    <w:rsid w:val="007E20B9"/>
    <w:rsid w:val="007E4DD3"/>
    <w:rsid w:val="007E5591"/>
    <w:rsid w:val="007E5F72"/>
    <w:rsid w:val="007E6D44"/>
    <w:rsid w:val="007F0CAB"/>
    <w:rsid w:val="007F0E15"/>
    <w:rsid w:val="007F191C"/>
    <w:rsid w:val="007F1EF4"/>
    <w:rsid w:val="007F380E"/>
    <w:rsid w:val="007F4054"/>
    <w:rsid w:val="00800A77"/>
    <w:rsid w:val="00801054"/>
    <w:rsid w:val="00802952"/>
    <w:rsid w:val="00802BE4"/>
    <w:rsid w:val="00803CDB"/>
    <w:rsid w:val="00804D68"/>
    <w:rsid w:val="0080589F"/>
    <w:rsid w:val="00807F79"/>
    <w:rsid w:val="00810C86"/>
    <w:rsid w:val="008124C4"/>
    <w:rsid w:val="0081350B"/>
    <w:rsid w:val="00817EE0"/>
    <w:rsid w:val="00821970"/>
    <w:rsid w:val="00822AE3"/>
    <w:rsid w:val="00830952"/>
    <w:rsid w:val="00831788"/>
    <w:rsid w:val="0083203D"/>
    <w:rsid w:val="00836050"/>
    <w:rsid w:val="00836C38"/>
    <w:rsid w:val="00840E52"/>
    <w:rsid w:val="008420AE"/>
    <w:rsid w:val="008421BA"/>
    <w:rsid w:val="00843381"/>
    <w:rsid w:val="00843499"/>
    <w:rsid w:val="00844032"/>
    <w:rsid w:val="00846BC1"/>
    <w:rsid w:val="00846E5C"/>
    <w:rsid w:val="00850620"/>
    <w:rsid w:val="00851649"/>
    <w:rsid w:val="00851D6B"/>
    <w:rsid w:val="008552E0"/>
    <w:rsid w:val="00857B86"/>
    <w:rsid w:val="00861325"/>
    <w:rsid w:val="00863FDC"/>
    <w:rsid w:val="00867D81"/>
    <w:rsid w:val="008704EB"/>
    <w:rsid w:val="00870BA8"/>
    <w:rsid w:val="00871BFB"/>
    <w:rsid w:val="0087417A"/>
    <w:rsid w:val="00876EA2"/>
    <w:rsid w:val="008773A5"/>
    <w:rsid w:val="00877B69"/>
    <w:rsid w:val="00883986"/>
    <w:rsid w:val="008839FC"/>
    <w:rsid w:val="00886418"/>
    <w:rsid w:val="0088772A"/>
    <w:rsid w:val="00887A00"/>
    <w:rsid w:val="00891A0B"/>
    <w:rsid w:val="00892D79"/>
    <w:rsid w:val="008939EA"/>
    <w:rsid w:val="00895AF1"/>
    <w:rsid w:val="008A1E88"/>
    <w:rsid w:val="008A3567"/>
    <w:rsid w:val="008A6E90"/>
    <w:rsid w:val="008A70A8"/>
    <w:rsid w:val="008B0FB9"/>
    <w:rsid w:val="008B3B2D"/>
    <w:rsid w:val="008B45F8"/>
    <w:rsid w:val="008B4CE1"/>
    <w:rsid w:val="008B51B9"/>
    <w:rsid w:val="008B6F41"/>
    <w:rsid w:val="008B7F45"/>
    <w:rsid w:val="008C1F36"/>
    <w:rsid w:val="008C2F59"/>
    <w:rsid w:val="008C41AF"/>
    <w:rsid w:val="008C76AE"/>
    <w:rsid w:val="008C7D54"/>
    <w:rsid w:val="008D03C4"/>
    <w:rsid w:val="008D102A"/>
    <w:rsid w:val="008D1C9F"/>
    <w:rsid w:val="008D2436"/>
    <w:rsid w:val="008D4A37"/>
    <w:rsid w:val="008D68EA"/>
    <w:rsid w:val="008D69AA"/>
    <w:rsid w:val="008D75F5"/>
    <w:rsid w:val="008E0381"/>
    <w:rsid w:val="008E1CEB"/>
    <w:rsid w:val="008E34C2"/>
    <w:rsid w:val="008E5859"/>
    <w:rsid w:val="008E6807"/>
    <w:rsid w:val="008E7866"/>
    <w:rsid w:val="008E797B"/>
    <w:rsid w:val="008F38DA"/>
    <w:rsid w:val="008F6B80"/>
    <w:rsid w:val="008F7A90"/>
    <w:rsid w:val="00900428"/>
    <w:rsid w:val="00901E6C"/>
    <w:rsid w:val="009021A4"/>
    <w:rsid w:val="009067FD"/>
    <w:rsid w:val="00913577"/>
    <w:rsid w:val="00923DB2"/>
    <w:rsid w:val="00927EC0"/>
    <w:rsid w:val="00932F1B"/>
    <w:rsid w:val="00934852"/>
    <w:rsid w:val="00935677"/>
    <w:rsid w:val="00936F12"/>
    <w:rsid w:val="0094140B"/>
    <w:rsid w:val="00942F80"/>
    <w:rsid w:val="00944BB7"/>
    <w:rsid w:val="009500A7"/>
    <w:rsid w:val="0095255C"/>
    <w:rsid w:val="00952B5C"/>
    <w:rsid w:val="00955C52"/>
    <w:rsid w:val="00956CC7"/>
    <w:rsid w:val="00957D23"/>
    <w:rsid w:val="009636A9"/>
    <w:rsid w:val="00964045"/>
    <w:rsid w:val="0096431B"/>
    <w:rsid w:val="00970941"/>
    <w:rsid w:val="00970E20"/>
    <w:rsid w:val="00970FC7"/>
    <w:rsid w:val="00972595"/>
    <w:rsid w:val="00972AC4"/>
    <w:rsid w:val="0097351F"/>
    <w:rsid w:val="009741FC"/>
    <w:rsid w:val="00975E83"/>
    <w:rsid w:val="009760FD"/>
    <w:rsid w:val="00976596"/>
    <w:rsid w:val="0098592E"/>
    <w:rsid w:val="00990719"/>
    <w:rsid w:val="00994A80"/>
    <w:rsid w:val="00995611"/>
    <w:rsid w:val="0099700D"/>
    <w:rsid w:val="00997AE6"/>
    <w:rsid w:val="009A0455"/>
    <w:rsid w:val="009A1F40"/>
    <w:rsid w:val="009A21F1"/>
    <w:rsid w:val="009A27F9"/>
    <w:rsid w:val="009A5DFD"/>
    <w:rsid w:val="009B0479"/>
    <w:rsid w:val="009B2EC2"/>
    <w:rsid w:val="009B76C8"/>
    <w:rsid w:val="009C1E47"/>
    <w:rsid w:val="009C1F7C"/>
    <w:rsid w:val="009C21D9"/>
    <w:rsid w:val="009C4104"/>
    <w:rsid w:val="009C682B"/>
    <w:rsid w:val="009C71D2"/>
    <w:rsid w:val="009D1A09"/>
    <w:rsid w:val="009D26F4"/>
    <w:rsid w:val="009D3120"/>
    <w:rsid w:val="009D4A6D"/>
    <w:rsid w:val="009D5DCD"/>
    <w:rsid w:val="009D5FDF"/>
    <w:rsid w:val="009E5F08"/>
    <w:rsid w:val="009E77ED"/>
    <w:rsid w:val="009F1BD7"/>
    <w:rsid w:val="009F3612"/>
    <w:rsid w:val="009F39BA"/>
    <w:rsid w:val="00A046AE"/>
    <w:rsid w:val="00A064FE"/>
    <w:rsid w:val="00A0741F"/>
    <w:rsid w:val="00A12195"/>
    <w:rsid w:val="00A15F7A"/>
    <w:rsid w:val="00A16283"/>
    <w:rsid w:val="00A16295"/>
    <w:rsid w:val="00A173EB"/>
    <w:rsid w:val="00A20331"/>
    <w:rsid w:val="00A21A28"/>
    <w:rsid w:val="00A23BC8"/>
    <w:rsid w:val="00A24998"/>
    <w:rsid w:val="00A301DF"/>
    <w:rsid w:val="00A32A2C"/>
    <w:rsid w:val="00A32E58"/>
    <w:rsid w:val="00A334D2"/>
    <w:rsid w:val="00A357A6"/>
    <w:rsid w:val="00A36A8D"/>
    <w:rsid w:val="00A43D95"/>
    <w:rsid w:val="00A44093"/>
    <w:rsid w:val="00A45524"/>
    <w:rsid w:val="00A458AE"/>
    <w:rsid w:val="00A45930"/>
    <w:rsid w:val="00A522A3"/>
    <w:rsid w:val="00A530DC"/>
    <w:rsid w:val="00A53AB5"/>
    <w:rsid w:val="00A62143"/>
    <w:rsid w:val="00A659D1"/>
    <w:rsid w:val="00A675EC"/>
    <w:rsid w:val="00A67E85"/>
    <w:rsid w:val="00A710FD"/>
    <w:rsid w:val="00A7281A"/>
    <w:rsid w:val="00A735AF"/>
    <w:rsid w:val="00A7418D"/>
    <w:rsid w:val="00A7499E"/>
    <w:rsid w:val="00A75796"/>
    <w:rsid w:val="00A805F2"/>
    <w:rsid w:val="00A81989"/>
    <w:rsid w:val="00A82056"/>
    <w:rsid w:val="00A8234F"/>
    <w:rsid w:val="00A82754"/>
    <w:rsid w:val="00A84A47"/>
    <w:rsid w:val="00A84AFC"/>
    <w:rsid w:val="00A93CE4"/>
    <w:rsid w:val="00AA0EC3"/>
    <w:rsid w:val="00AA11CC"/>
    <w:rsid w:val="00AA27AC"/>
    <w:rsid w:val="00AA3D1A"/>
    <w:rsid w:val="00AA3FEF"/>
    <w:rsid w:val="00AA48E5"/>
    <w:rsid w:val="00AA68B2"/>
    <w:rsid w:val="00AB165D"/>
    <w:rsid w:val="00AB1709"/>
    <w:rsid w:val="00AB1DBE"/>
    <w:rsid w:val="00AC2473"/>
    <w:rsid w:val="00AC4427"/>
    <w:rsid w:val="00AC53D0"/>
    <w:rsid w:val="00AD2B3B"/>
    <w:rsid w:val="00AD4CD8"/>
    <w:rsid w:val="00AD68A5"/>
    <w:rsid w:val="00AE311E"/>
    <w:rsid w:val="00AE3BEC"/>
    <w:rsid w:val="00AE5847"/>
    <w:rsid w:val="00AE725B"/>
    <w:rsid w:val="00AE7983"/>
    <w:rsid w:val="00AE7A5F"/>
    <w:rsid w:val="00AF04D1"/>
    <w:rsid w:val="00AF0DEF"/>
    <w:rsid w:val="00AF2051"/>
    <w:rsid w:val="00AF307D"/>
    <w:rsid w:val="00AF342F"/>
    <w:rsid w:val="00AF5E56"/>
    <w:rsid w:val="00AF608C"/>
    <w:rsid w:val="00B027B0"/>
    <w:rsid w:val="00B0354D"/>
    <w:rsid w:val="00B06B74"/>
    <w:rsid w:val="00B115D9"/>
    <w:rsid w:val="00B13125"/>
    <w:rsid w:val="00B15301"/>
    <w:rsid w:val="00B20048"/>
    <w:rsid w:val="00B219EF"/>
    <w:rsid w:val="00B242C7"/>
    <w:rsid w:val="00B251DA"/>
    <w:rsid w:val="00B2643A"/>
    <w:rsid w:val="00B3012F"/>
    <w:rsid w:val="00B317E6"/>
    <w:rsid w:val="00B31952"/>
    <w:rsid w:val="00B31D2B"/>
    <w:rsid w:val="00B3358D"/>
    <w:rsid w:val="00B348FA"/>
    <w:rsid w:val="00B34C3D"/>
    <w:rsid w:val="00B3514F"/>
    <w:rsid w:val="00B35196"/>
    <w:rsid w:val="00B4162E"/>
    <w:rsid w:val="00B46C82"/>
    <w:rsid w:val="00B5119E"/>
    <w:rsid w:val="00B52647"/>
    <w:rsid w:val="00B55039"/>
    <w:rsid w:val="00B55253"/>
    <w:rsid w:val="00B55769"/>
    <w:rsid w:val="00B56C59"/>
    <w:rsid w:val="00B57FF2"/>
    <w:rsid w:val="00B6161E"/>
    <w:rsid w:val="00B61EA7"/>
    <w:rsid w:val="00B621AD"/>
    <w:rsid w:val="00B62D52"/>
    <w:rsid w:val="00B67AE5"/>
    <w:rsid w:val="00B74D43"/>
    <w:rsid w:val="00B7605F"/>
    <w:rsid w:val="00B76A6F"/>
    <w:rsid w:val="00B8029F"/>
    <w:rsid w:val="00B81A72"/>
    <w:rsid w:val="00B82B06"/>
    <w:rsid w:val="00B8324F"/>
    <w:rsid w:val="00B95743"/>
    <w:rsid w:val="00B95FDB"/>
    <w:rsid w:val="00B9682B"/>
    <w:rsid w:val="00B975C7"/>
    <w:rsid w:val="00BA025A"/>
    <w:rsid w:val="00BA1BAE"/>
    <w:rsid w:val="00BA2F3F"/>
    <w:rsid w:val="00BA4928"/>
    <w:rsid w:val="00BA6F10"/>
    <w:rsid w:val="00BB03E5"/>
    <w:rsid w:val="00BB0DE5"/>
    <w:rsid w:val="00BB1F9D"/>
    <w:rsid w:val="00BB2C0F"/>
    <w:rsid w:val="00BB2C12"/>
    <w:rsid w:val="00BB507A"/>
    <w:rsid w:val="00BB5AA3"/>
    <w:rsid w:val="00BB7324"/>
    <w:rsid w:val="00BC0407"/>
    <w:rsid w:val="00BC089F"/>
    <w:rsid w:val="00BC11D8"/>
    <w:rsid w:val="00BC3854"/>
    <w:rsid w:val="00BC623C"/>
    <w:rsid w:val="00BC6E8C"/>
    <w:rsid w:val="00BC7823"/>
    <w:rsid w:val="00BC79D3"/>
    <w:rsid w:val="00BD00CD"/>
    <w:rsid w:val="00BD04DF"/>
    <w:rsid w:val="00BD2398"/>
    <w:rsid w:val="00BD35A8"/>
    <w:rsid w:val="00BD4872"/>
    <w:rsid w:val="00BD4CB7"/>
    <w:rsid w:val="00BD4D6C"/>
    <w:rsid w:val="00BD4D71"/>
    <w:rsid w:val="00BD56A5"/>
    <w:rsid w:val="00BD6486"/>
    <w:rsid w:val="00BD6C6B"/>
    <w:rsid w:val="00BE073A"/>
    <w:rsid w:val="00BE20C0"/>
    <w:rsid w:val="00BE20F4"/>
    <w:rsid w:val="00BE2272"/>
    <w:rsid w:val="00BE3562"/>
    <w:rsid w:val="00BE35C1"/>
    <w:rsid w:val="00BE3810"/>
    <w:rsid w:val="00BE41CA"/>
    <w:rsid w:val="00BE4F35"/>
    <w:rsid w:val="00BE52AE"/>
    <w:rsid w:val="00BE684B"/>
    <w:rsid w:val="00BF30AA"/>
    <w:rsid w:val="00BF4CB7"/>
    <w:rsid w:val="00BF5508"/>
    <w:rsid w:val="00BF5CF9"/>
    <w:rsid w:val="00BF7394"/>
    <w:rsid w:val="00C011CC"/>
    <w:rsid w:val="00C011E4"/>
    <w:rsid w:val="00C0179E"/>
    <w:rsid w:val="00C078E0"/>
    <w:rsid w:val="00C1070C"/>
    <w:rsid w:val="00C107D3"/>
    <w:rsid w:val="00C1220C"/>
    <w:rsid w:val="00C12396"/>
    <w:rsid w:val="00C27625"/>
    <w:rsid w:val="00C277F4"/>
    <w:rsid w:val="00C330C8"/>
    <w:rsid w:val="00C418DC"/>
    <w:rsid w:val="00C41A0F"/>
    <w:rsid w:val="00C43CCF"/>
    <w:rsid w:val="00C43DB9"/>
    <w:rsid w:val="00C441CA"/>
    <w:rsid w:val="00C449B4"/>
    <w:rsid w:val="00C4552E"/>
    <w:rsid w:val="00C455C5"/>
    <w:rsid w:val="00C45A01"/>
    <w:rsid w:val="00C45EAF"/>
    <w:rsid w:val="00C50491"/>
    <w:rsid w:val="00C51A4A"/>
    <w:rsid w:val="00C51B46"/>
    <w:rsid w:val="00C533AA"/>
    <w:rsid w:val="00C5422B"/>
    <w:rsid w:val="00C54F05"/>
    <w:rsid w:val="00C55828"/>
    <w:rsid w:val="00C560D4"/>
    <w:rsid w:val="00C57664"/>
    <w:rsid w:val="00C57DEA"/>
    <w:rsid w:val="00C600BC"/>
    <w:rsid w:val="00C61F68"/>
    <w:rsid w:val="00C63AC1"/>
    <w:rsid w:val="00C63CC6"/>
    <w:rsid w:val="00C63D85"/>
    <w:rsid w:val="00C64A5D"/>
    <w:rsid w:val="00C65333"/>
    <w:rsid w:val="00C65CB5"/>
    <w:rsid w:val="00C65F44"/>
    <w:rsid w:val="00C6791D"/>
    <w:rsid w:val="00C70416"/>
    <w:rsid w:val="00C7186E"/>
    <w:rsid w:val="00C73180"/>
    <w:rsid w:val="00C73A12"/>
    <w:rsid w:val="00C76D08"/>
    <w:rsid w:val="00C901EB"/>
    <w:rsid w:val="00C929A0"/>
    <w:rsid w:val="00C938E7"/>
    <w:rsid w:val="00CA2695"/>
    <w:rsid w:val="00CA4AA0"/>
    <w:rsid w:val="00CA62EF"/>
    <w:rsid w:val="00CA6A15"/>
    <w:rsid w:val="00CB0A82"/>
    <w:rsid w:val="00CB1EB6"/>
    <w:rsid w:val="00CB35F7"/>
    <w:rsid w:val="00CB3D98"/>
    <w:rsid w:val="00CB59F3"/>
    <w:rsid w:val="00CB6B28"/>
    <w:rsid w:val="00CC3DEB"/>
    <w:rsid w:val="00CC40D1"/>
    <w:rsid w:val="00CC5F5D"/>
    <w:rsid w:val="00CC61F5"/>
    <w:rsid w:val="00CC6E82"/>
    <w:rsid w:val="00CC7960"/>
    <w:rsid w:val="00CD1E65"/>
    <w:rsid w:val="00CD2DB8"/>
    <w:rsid w:val="00CD2EE2"/>
    <w:rsid w:val="00CD43F3"/>
    <w:rsid w:val="00CD4C7E"/>
    <w:rsid w:val="00CE24A5"/>
    <w:rsid w:val="00CE2A2E"/>
    <w:rsid w:val="00CE5CFF"/>
    <w:rsid w:val="00CE79A3"/>
    <w:rsid w:val="00CF0CDE"/>
    <w:rsid w:val="00CF22EC"/>
    <w:rsid w:val="00CF2D93"/>
    <w:rsid w:val="00CF6A48"/>
    <w:rsid w:val="00CF7817"/>
    <w:rsid w:val="00D01B40"/>
    <w:rsid w:val="00D02203"/>
    <w:rsid w:val="00D03A41"/>
    <w:rsid w:val="00D05170"/>
    <w:rsid w:val="00D05DBD"/>
    <w:rsid w:val="00D07AB2"/>
    <w:rsid w:val="00D07C43"/>
    <w:rsid w:val="00D13231"/>
    <w:rsid w:val="00D163CD"/>
    <w:rsid w:val="00D17B45"/>
    <w:rsid w:val="00D209BF"/>
    <w:rsid w:val="00D24301"/>
    <w:rsid w:val="00D24BD6"/>
    <w:rsid w:val="00D26C55"/>
    <w:rsid w:val="00D30FE9"/>
    <w:rsid w:val="00D31017"/>
    <w:rsid w:val="00D328EB"/>
    <w:rsid w:val="00D33833"/>
    <w:rsid w:val="00D35F39"/>
    <w:rsid w:val="00D368F3"/>
    <w:rsid w:val="00D426FE"/>
    <w:rsid w:val="00D42A81"/>
    <w:rsid w:val="00D45A95"/>
    <w:rsid w:val="00D45FD8"/>
    <w:rsid w:val="00D507FF"/>
    <w:rsid w:val="00D50D66"/>
    <w:rsid w:val="00D52535"/>
    <w:rsid w:val="00D527A3"/>
    <w:rsid w:val="00D53F9B"/>
    <w:rsid w:val="00D55E82"/>
    <w:rsid w:val="00D56793"/>
    <w:rsid w:val="00D612B6"/>
    <w:rsid w:val="00D612CF"/>
    <w:rsid w:val="00D67B3D"/>
    <w:rsid w:val="00D67E3B"/>
    <w:rsid w:val="00D720CA"/>
    <w:rsid w:val="00D74C2F"/>
    <w:rsid w:val="00D7748F"/>
    <w:rsid w:val="00D83E1A"/>
    <w:rsid w:val="00D85432"/>
    <w:rsid w:val="00D863F4"/>
    <w:rsid w:val="00D921C8"/>
    <w:rsid w:val="00D92A8F"/>
    <w:rsid w:val="00D95394"/>
    <w:rsid w:val="00DA0681"/>
    <w:rsid w:val="00DA22AB"/>
    <w:rsid w:val="00DA266F"/>
    <w:rsid w:val="00DA322D"/>
    <w:rsid w:val="00DA34DA"/>
    <w:rsid w:val="00DA6709"/>
    <w:rsid w:val="00DA6FB8"/>
    <w:rsid w:val="00DB5406"/>
    <w:rsid w:val="00DC0349"/>
    <w:rsid w:val="00DC06F6"/>
    <w:rsid w:val="00DC1139"/>
    <w:rsid w:val="00DC28B1"/>
    <w:rsid w:val="00DC2D1F"/>
    <w:rsid w:val="00DC4312"/>
    <w:rsid w:val="00DC5A50"/>
    <w:rsid w:val="00DC6933"/>
    <w:rsid w:val="00DC6D9D"/>
    <w:rsid w:val="00DD1219"/>
    <w:rsid w:val="00DD1C3C"/>
    <w:rsid w:val="00DD2C11"/>
    <w:rsid w:val="00DD46FB"/>
    <w:rsid w:val="00DD5182"/>
    <w:rsid w:val="00DD66C0"/>
    <w:rsid w:val="00DD7053"/>
    <w:rsid w:val="00DE09A6"/>
    <w:rsid w:val="00DE151E"/>
    <w:rsid w:val="00DE256C"/>
    <w:rsid w:val="00DE325D"/>
    <w:rsid w:val="00DE7951"/>
    <w:rsid w:val="00DF5833"/>
    <w:rsid w:val="00DF6616"/>
    <w:rsid w:val="00E01E38"/>
    <w:rsid w:val="00E0488C"/>
    <w:rsid w:val="00E070E8"/>
    <w:rsid w:val="00E0754C"/>
    <w:rsid w:val="00E10583"/>
    <w:rsid w:val="00E13FD4"/>
    <w:rsid w:val="00E14949"/>
    <w:rsid w:val="00E16E2C"/>
    <w:rsid w:val="00E175A4"/>
    <w:rsid w:val="00E177AB"/>
    <w:rsid w:val="00E179DA"/>
    <w:rsid w:val="00E200BF"/>
    <w:rsid w:val="00E20AC9"/>
    <w:rsid w:val="00E2437A"/>
    <w:rsid w:val="00E263AE"/>
    <w:rsid w:val="00E31785"/>
    <w:rsid w:val="00E32526"/>
    <w:rsid w:val="00E32C83"/>
    <w:rsid w:val="00E3378F"/>
    <w:rsid w:val="00E35BE3"/>
    <w:rsid w:val="00E40F4A"/>
    <w:rsid w:val="00E40F8C"/>
    <w:rsid w:val="00E4266E"/>
    <w:rsid w:val="00E453B1"/>
    <w:rsid w:val="00E453BF"/>
    <w:rsid w:val="00E477CC"/>
    <w:rsid w:val="00E47BD9"/>
    <w:rsid w:val="00E516CA"/>
    <w:rsid w:val="00E53E4E"/>
    <w:rsid w:val="00E54345"/>
    <w:rsid w:val="00E55606"/>
    <w:rsid w:val="00E5687A"/>
    <w:rsid w:val="00E568BA"/>
    <w:rsid w:val="00E56D7C"/>
    <w:rsid w:val="00E57D33"/>
    <w:rsid w:val="00E64ABA"/>
    <w:rsid w:val="00E64C58"/>
    <w:rsid w:val="00E6670C"/>
    <w:rsid w:val="00E679CF"/>
    <w:rsid w:val="00E7003F"/>
    <w:rsid w:val="00E70611"/>
    <w:rsid w:val="00E71945"/>
    <w:rsid w:val="00E73B42"/>
    <w:rsid w:val="00E84E13"/>
    <w:rsid w:val="00E861B9"/>
    <w:rsid w:val="00E91FEA"/>
    <w:rsid w:val="00E92AFB"/>
    <w:rsid w:val="00E939A2"/>
    <w:rsid w:val="00E95461"/>
    <w:rsid w:val="00E95ECA"/>
    <w:rsid w:val="00E9650C"/>
    <w:rsid w:val="00E9733D"/>
    <w:rsid w:val="00E97D5C"/>
    <w:rsid w:val="00EA16AD"/>
    <w:rsid w:val="00EA2D9D"/>
    <w:rsid w:val="00EA4708"/>
    <w:rsid w:val="00EA748C"/>
    <w:rsid w:val="00EA77AB"/>
    <w:rsid w:val="00EB0129"/>
    <w:rsid w:val="00EB3227"/>
    <w:rsid w:val="00EB3EF4"/>
    <w:rsid w:val="00EB43BD"/>
    <w:rsid w:val="00EB4C31"/>
    <w:rsid w:val="00EB63EF"/>
    <w:rsid w:val="00EC095C"/>
    <w:rsid w:val="00EC5CE7"/>
    <w:rsid w:val="00EC612B"/>
    <w:rsid w:val="00ED3E78"/>
    <w:rsid w:val="00ED46E1"/>
    <w:rsid w:val="00ED51D6"/>
    <w:rsid w:val="00ED5F0B"/>
    <w:rsid w:val="00ED5F6E"/>
    <w:rsid w:val="00ED7109"/>
    <w:rsid w:val="00EE3D7B"/>
    <w:rsid w:val="00EE4F81"/>
    <w:rsid w:val="00EE7D63"/>
    <w:rsid w:val="00EF1898"/>
    <w:rsid w:val="00EF3701"/>
    <w:rsid w:val="00EF3C63"/>
    <w:rsid w:val="00EF42F3"/>
    <w:rsid w:val="00EF667A"/>
    <w:rsid w:val="00EF7F0D"/>
    <w:rsid w:val="00F002CA"/>
    <w:rsid w:val="00F00C61"/>
    <w:rsid w:val="00F00EF6"/>
    <w:rsid w:val="00F02129"/>
    <w:rsid w:val="00F06616"/>
    <w:rsid w:val="00F0692B"/>
    <w:rsid w:val="00F1252B"/>
    <w:rsid w:val="00F15B9F"/>
    <w:rsid w:val="00F16502"/>
    <w:rsid w:val="00F17C64"/>
    <w:rsid w:val="00F17C84"/>
    <w:rsid w:val="00F215AF"/>
    <w:rsid w:val="00F22524"/>
    <w:rsid w:val="00F2286A"/>
    <w:rsid w:val="00F260A7"/>
    <w:rsid w:val="00F26429"/>
    <w:rsid w:val="00F265EE"/>
    <w:rsid w:val="00F308DF"/>
    <w:rsid w:val="00F31102"/>
    <w:rsid w:val="00F31162"/>
    <w:rsid w:val="00F33608"/>
    <w:rsid w:val="00F340CF"/>
    <w:rsid w:val="00F3589B"/>
    <w:rsid w:val="00F35CE0"/>
    <w:rsid w:val="00F37E0A"/>
    <w:rsid w:val="00F418E0"/>
    <w:rsid w:val="00F41935"/>
    <w:rsid w:val="00F41E4F"/>
    <w:rsid w:val="00F43C5A"/>
    <w:rsid w:val="00F447AC"/>
    <w:rsid w:val="00F44F73"/>
    <w:rsid w:val="00F46BEF"/>
    <w:rsid w:val="00F5056A"/>
    <w:rsid w:val="00F50E92"/>
    <w:rsid w:val="00F51383"/>
    <w:rsid w:val="00F55AF4"/>
    <w:rsid w:val="00F63C05"/>
    <w:rsid w:val="00F64A2A"/>
    <w:rsid w:val="00F668DB"/>
    <w:rsid w:val="00F669FD"/>
    <w:rsid w:val="00F72087"/>
    <w:rsid w:val="00F738F5"/>
    <w:rsid w:val="00F738F8"/>
    <w:rsid w:val="00F74487"/>
    <w:rsid w:val="00F75274"/>
    <w:rsid w:val="00F820C0"/>
    <w:rsid w:val="00F83010"/>
    <w:rsid w:val="00F83F7C"/>
    <w:rsid w:val="00F900B2"/>
    <w:rsid w:val="00F947B7"/>
    <w:rsid w:val="00F9590B"/>
    <w:rsid w:val="00F95DA7"/>
    <w:rsid w:val="00F9633E"/>
    <w:rsid w:val="00F97DAD"/>
    <w:rsid w:val="00FB259B"/>
    <w:rsid w:val="00FB28A0"/>
    <w:rsid w:val="00FB355D"/>
    <w:rsid w:val="00FB42A2"/>
    <w:rsid w:val="00FB6572"/>
    <w:rsid w:val="00FC11FA"/>
    <w:rsid w:val="00FC63E5"/>
    <w:rsid w:val="00FD071A"/>
    <w:rsid w:val="00FD1C6A"/>
    <w:rsid w:val="00FE1BB1"/>
    <w:rsid w:val="00FE245C"/>
    <w:rsid w:val="00FE2B10"/>
    <w:rsid w:val="00FE506B"/>
    <w:rsid w:val="00FE51F2"/>
    <w:rsid w:val="00FE5885"/>
    <w:rsid w:val="00FF02FF"/>
    <w:rsid w:val="00FF1434"/>
    <w:rsid w:val="00FF3400"/>
    <w:rsid w:val="00FF5368"/>
    <w:rsid w:val="00FF5482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261D"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3">
    <w:name w:val="heading 3"/>
    <w:basedOn w:val="2"/>
    <w:next w:val="a"/>
    <w:qFormat/>
    <w:rsid w:val="00666D6F"/>
    <w:pPr>
      <w:ind w:left="-5"/>
      <w:outlineLvl w:val="2"/>
    </w:pPr>
    <w:rPr>
      <w:color w:val="000000"/>
      <w:sz w:val="28"/>
      <w:szCs w:val="28"/>
    </w:rPr>
  </w:style>
  <w:style w:type="paragraph" w:styleId="4">
    <w:name w:val="heading 4"/>
    <w:basedOn w:val="a"/>
    <w:next w:val="a"/>
    <w:qFormat/>
    <w:rsid w:val="00666D6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666D6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666D6F"/>
    <w:pPr>
      <w:spacing w:before="240" w:after="60"/>
      <w:ind w:left="-5"/>
      <w:outlineLvl w:val="6"/>
    </w:pPr>
    <w:rPr>
      <w:color w:val="000000"/>
      <w:sz w:val="24"/>
      <w:szCs w:val="24"/>
    </w:rPr>
  </w:style>
  <w:style w:type="paragraph" w:styleId="8">
    <w:name w:val="heading 8"/>
    <w:basedOn w:val="a"/>
    <w:next w:val="a"/>
    <w:link w:val="80"/>
    <w:qFormat/>
    <w:rsid w:val="00C65333"/>
    <w:pPr>
      <w:spacing w:before="240" w:after="60"/>
      <w:ind w:left="-5"/>
      <w:outlineLvl w:val="7"/>
    </w:pPr>
    <w:rPr>
      <w:i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Title"/>
    <w:basedOn w:val="a"/>
    <w:link w:val="aa"/>
    <w:qFormat/>
    <w:rsid w:val="005C3F6E"/>
    <w:pPr>
      <w:jc w:val="center"/>
    </w:pPr>
    <w:rPr>
      <w:b/>
      <w:caps/>
      <w:sz w:val="36"/>
      <w:lang w:val="x-none" w:eastAsia="x-none"/>
    </w:rPr>
  </w:style>
  <w:style w:type="character" w:customStyle="1" w:styleId="aa">
    <w:name w:val="Название Знак"/>
    <w:link w:val="a9"/>
    <w:rsid w:val="005C3F6E"/>
    <w:rPr>
      <w:b/>
      <w:caps/>
      <w:sz w:val="36"/>
    </w:rPr>
  </w:style>
  <w:style w:type="character" w:styleId="ab">
    <w:name w:val="Hyperlink"/>
    <w:rsid w:val="00666D6F"/>
    <w:rPr>
      <w:color w:val="000000"/>
      <w:u w:val="single"/>
    </w:rPr>
  </w:style>
  <w:style w:type="paragraph" w:styleId="ac">
    <w:name w:val="Normal (Web)"/>
    <w:basedOn w:val="a"/>
    <w:rsid w:val="00666D6F"/>
    <w:pPr>
      <w:spacing w:before="100" w:beforeAutospacing="1" w:after="100" w:afterAutospacing="1"/>
      <w:ind w:left="-5"/>
    </w:pPr>
    <w:rPr>
      <w:color w:val="000000"/>
      <w:sz w:val="24"/>
      <w:szCs w:val="24"/>
    </w:rPr>
  </w:style>
  <w:style w:type="character" w:customStyle="1" w:styleId="ad">
    <w:name w:val="Текст примечания Знак"/>
    <w:link w:val="ae"/>
    <w:locked/>
    <w:rsid w:val="00666D6F"/>
    <w:rPr>
      <w:lang w:val="ru-RU" w:eastAsia="ru-RU" w:bidi="ar-SA"/>
    </w:rPr>
  </w:style>
  <w:style w:type="paragraph" w:styleId="ae">
    <w:name w:val="annotation text"/>
    <w:basedOn w:val="a"/>
    <w:link w:val="ad"/>
    <w:rsid w:val="00666D6F"/>
  </w:style>
  <w:style w:type="character" w:customStyle="1" w:styleId="20">
    <w:name w:val="Знак Знак2"/>
    <w:locked/>
    <w:rsid w:val="00666D6F"/>
    <w:rPr>
      <w:b/>
      <w:caps/>
      <w:sz w:val="36"/>
      <w:lang w:val="ru-RU" w:eastAsia="ru-RU" w:bidi="ar-SA"/>
    </w:rPr>
  </w:style>
  <w:style w:type="paragraph" w:styleId="af">
    <w:name w:val="Body Text Indent"/>
    <w:basedOn w:val="a"/>
    <w:rsid w:val="00666D6F"/>
    <w:pPr>
      <w:spacing w:after="120"/>
      <w:ind w:left="283"/>
    </w:pPr>
    <w:rPr>
      <w:color w:val="000000"/>
    </w:rPr>
  </w:style>
  <w:style w:type="paragraph" w:styleId="21">
    <w:name w:val="Body Text Indent 2"/>
    <w:basedOn w:val="a"/>
    <w:rsid w:val="00666D6F"/>
    <w:pPr>
      <w:spacing w:after="120" w:line="480" w:lineRule="auto"/>
      <w:ind w:left="283"/>
    </w:pPr>
    <w:rPr>
      <w:color w:val="000000"/>
    </w:rPr>
  </w:style>
  <w:style w:type="paragraph" w:styleId="af0">
    <w:name w:val="Block Text"/>
    <w:basedOn w:val="a"/>
    <w:rsid w:val="00666D6F"/>
    <w:pPr>
      <w:ind w:left="5040" w:right="-432"/>
    </w:pPr>
    <w:rPr>
      <w:color w:val="000000"/>
      <w:sz w:val="24"/>
    </w:rPr>
  </w:style>
  <w:style w:type="character" w:customStyle="1" w:styleId="af1">
    <w:name w:val="Тема примечания Знак"/>
    <w:link w:val="af2"/>
    <w:locked/>
    <w:rsid w:val="00666D6F"/>
    <w:rPr>
      <w:b/>
      <w:bCs/>
      <w:lang w:val="ru-RU" w:eastAsia="ru-RU" w:bidi="ar-SA"/>
    </w:rPr>
  </w:style>
  <w:style w:type="paragraph" w:styleId="af2">
    <w:name w:val="annotation subject"/>
    <w:basedOn w:val="ae"/>
    <w:next w:val="ae"/>
    <w:link w:val="af1"/>
    <w:rsid w:val="00666D6F"/>
    <w:rPr>
      <w:b/>
      <w:bCs/>
    </w:rPr>
  </w:style>
  <w:style w:type="paragraph" w:styleId="af3">
    <w:name w:val="Balloon Text"/>
    <w:basedOn w:val="a"/>
    <w:rsid w:val="00666D6F"/>
    <w:pPr>
      <w:ind w:left="-5"/>
    </w:pPr>
    <w:rPr>
      <w:rFonts w:ascii="Tahoma" w:hAnsi="Tahoma" w:cs="Tahoma"/>
      <w:color w:val="000000"/>
      <w:sz w:val="16"/>
      <w:szCs w:val="16"/>
    </w:rPr>
  </w:style>
  <w:style w:type="paragraph" w:customStyle="1" w:styleId="ConsPlusTitle">
    <w:name w:val="ConsPlusTitle"/>
    <w:rsid w:val="00666D6F"/>
    <w:pPr>
      <w:widowControl w:val="0"/>
    </w:pPr>
    <w:rPr>
      <w:b/>
      <w:color w:val="000000"/>
      <w:sz w:val="24"/>
      <w:szCs w:val="24"/>
    </w:rPr>
  </w:style>
  <w:style w:type="paragraph" w:customStyle="1" w:styleId="ConsPlusNormal">
    <w:name w:val="ConsPlusNormal"/>
    <w:rsid w:val="00666D6F"/>
    <w:pPr>
      <w:widowControl w:val="0"/>
      <w:ind w:firstLine="720"/>
    </w:pPr>
    <w:rPr>
      <w:rFonts w:ascii="Arial" w:hAnsi="Arial" w:cs="Arial"/>
      <w:color w:val="000000"/>
    </w:rPr>
  </w:style>
  <w:style w:type="paragraph" w:customStyle="1" w:styleId="ico-paragraphaddress-ico">
    <w:name w:val="ico-paragraph address-ico"/>
    <w:basedOn w:val="a"/>
    <w:rsid w:val="00666D6F"/>
    <w:pPr>
      <w:ind w:left="-5"/>
    </w:pPr>
    <w:rPr>
      <w:color w:val="000000"/>
      <w:sz w:val="24"/>
      <w:szCs w:val="24"/>
    </w:rPr>
  </w:style>
  <w:style w:type="character" w:customStyle="1" w:styleId="200">
    <w:name w:val="Обычный (веб)20 Знак"/>
    <w:link w:val="201"/>
    <w:uiPriority w:val="99"/>
    <w:locked/>
    <w:rsid w:val="00666D6F"/>
    <w:rPr>
      <w:color w:val="000000"/>
      <w:sz w:val="24"/>
      <w:szCs w:val="24"/>
      <w:lang w:val="ru-RU" w:eastAsia="ru-RU" w:bidi="ar-SA"/>
    </w:rPr>
  </w:style>
  <w:style w:type="paragraph" w:customStyle="1" w:styleId="201">
    <w:name w:val="Обычный (веб)20"/>
    <w:basedOn w:val="a"/>
    <w:link w:val="200"/>
    <w:uiPriority w:val="99"/>
    <w:rsid w:val="00666D6F"/>
    <w:pPr>
      <w:jc w:val="both"/>
    </w:pPr>
    <w:rPr>
      <w:color w:val="000000"/>
      <w:sz w:val="24"/>
      <w:szCs w:val="24"/>
    </w:rPr>
  </w:style>
  <w:style w:type="paragraph" w:styleId="af4">
    <w:name w:val="No Spacing"/>
    <w:uiPriority w:val="99"/>
    <w:qFormat/>
    <w:rsid w:val="00666D6F"/>
    <w:rPr>
      <w:rFonts w:ascii="Calibri" w:hAnsi="Calibri" w:cs="Calibri"/>
      <w:sz w:val="22"/>
      <w:szCs w:val="22"/>
    </w:rPr>
  </w:style>
  <w:style w:type="character" w:customStyle="1" w:styleId="ConsPlusTitle0">
    <w:name w:val="ConsPlusTitle Знак"/>
    <w:rsid w:val="00666D6F"/>
    <w:rPr>
      <w:b/>
      <w:bCs w:val="0"/>
      <w:noProof w:val="0"/>
      <w:sz w:val="24"/>
      <w:szCs w:val="24"/>
      <w:lang w:val="ru-RU" w:eastAsia="ru-RU" w:bidi="ar-SA"/>
    </w:rPr>
  </w:style>
  <w:style w:type="character" w:customStyle="1" w:styleId="FontStyle75">
    <w:name w:val="Font Style75"/>
    <w:rsid w:val="00666D6F"/>
    <w:rPr>
      <w:rFonts w:ascii="Times New Roman" w:hAnsi="Times New Roman" w:cs="Times New Roman" w:hint="default"/>
      <w:sz w:val="26"/>
      <w:szCs w:val="26"/>
    </w:rPr>
  </w:style>
  <w:style w:type="character" w:customStyle="1" w:styleId="80">
    <w:name w:val="Заголовок 8 Знак"/>
    <w:link w:val="8"/>
    <w:rsid w:val="00C65333"/>
    <w:rPr>
      <w:i/>
      <w:color w:val="000000"/>
      <w:sz w:val="24"/>
      <w:szCs w:val="24"/>
    </w:rPr>
  </w:style>
  <w:style w:type="paragraph" w:customStyle="1" w:styleId="ConsPlusNonformat">
    <w:name w:val="ConsPlusNonformat"/>
    <w:link w:val="ConsPlusNonformat0"/>
    <w:uiPriority w:val="99"/>
    <w:rsid w:val="00C65333"/>
    <w:pPr>
      <w:widowControl w:val="0"/>
    </w:pPr>
    <w:rPr>
      <w:rFonts w:ascii="Courier New" w:hAnsi="Courier New" w:cs="Courier New"/>
      <w:color w:val="000000"/>
    </w:rPr>
  </w:style>
  <w:style w:type="paragraph" w:customStyle="1" w:styleId="ico-paragraphphone-ico">
    <w:name w:val="ico-paragraph phone-ico"/>
    <w:basedOn w:val="a"/>
    <w:rsid w:val="00C65333"/>
    <w:pPr>
      <w:ind w:left="-5"/>
    </w:pPr>
    <w:rPr>
      <w:color w:val="000000"/>
      <w:sz w:val="24"/>
      <w:szCs w:val="24"/>
    </w:rPr>
  </w:style>
  <w:style w:type="paragraph" w:customStyle="1" w:styleId="ico-paragraphemail-ico">
    <w:name w:val="ico-paragraph email-ico"/>
    <w:basedOn w:val="a"/>
    <w:rsid w:val="00C65333"/>
    <w:pPr>
      <w:ind w:left="-5"/>
    </w:pPr>
    <w:rPr>
      <w:color w:val="000000"/>
      <w:sz w:val="24"/>
      <w:szCs w:val="24"/>
    </w:rPr>
  </w:style>
  <w:style w:type="paragraph" w:customStyle="1" w:styleId="ico-paragraphinternet-ico">
    <w:name w:val="ico-paragraph internet-ico"/>
    <w:basedOn w:val="a"/>
    <w:rsid w:val="00C65333"/>
    <w:pPr>
      <w:ind w:left="-5"/>
    </w:pPr>
    <w:rPr>
      <w:color w:val="000000"/>
      <w:sz w:val="24"/>
      <w:szCs w:val="24"/>
    </w:rPr>
  </w:style>
  <w:style w:type="paragraph" w:customStyle="1" w:styleId="consplusnormal0">
    <w:name w:val="consplusnormal"/>
    <w:basedOn w:val="a"/>
    <w:rsid w:val="00C65333"/>
    <w:pPr>
      <w:spacing w:before="100" w:beforeAutospacing="1" w:after="100" w:afterAutospacing="1"/>
      <w:ind w:left="-5"/>
    </w:pPr>
    <w:rPr>
      <w:color w:val="000000"/>
      <w:sz w:val="24"/>
      <w:szCs w:val="24"/>
    </w:rPr>
  </w:style>
  <w:style w:type="character" w:customStyle="1" w:styleId="af5">
    <w:name w:val="Знак Знак"/>
    <w:rsid w:val="00C65333"/>
    <w:rPr>
      <w:noProof w:val="0"/>
      <w:lang w:val="ru-RU" w:eastAsia="ru-RU" w:bidi="ar-SA"/>
    </w:rPr>
  </w:style>
  <w:style w:type="character" w:styleId="af6">
    <w:name w:val="FollowedHyperlink"/>
    <w:rsid w:val="00C65333"/>
    <w:rPr>
      <w:color w:val="7F007F"/>
      <w:u w:val="single"/>
    </w:rPr>
  </w:style>
  <w:style w:type="character" w:customStyle="1" w:styleId="af7">
    <w:name w:val="Основной текст_"/>
    <w:rsid w:val="00C65333"/>
    <w:rPr>
      <w:b/>
      <w:noProof w:val="0"/>
      <w:spacing w:val="40"/>
      <w:kern w:val="1"/>
      <w:sz w:val="36"/>
      <w:lang w:val="ru-RU" w:eastAsia="ru-RU" w:bidi="ar-SA"/>
    </w:rPr>
  </w:style>
  <w:style w:type="paragraph" w:customStyle="1" w:styleId="10">
    <w:name w:val="Абзац списка1"/>
    <w:basedOn w:val="a"/>
    <w:rsid w:val="00C653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60">
    <w:name w:val="Знак Знак6"/>
    <w:rsid w:val="00C65333"/>
    <w:rPr>
      <w:b/>
      <w:bCs/>
      <w:sz w:val="24"/>
      <w:szCs w:val="24"/>
      <w:lang w:val="ru-RU" w:eastAsia="ru-RU" w:bidi="ar-SA"/>
    </w:rPr>
  </w:style>
  <w:style w:type="character" w:styleId="af8">
    <w:name w:val="annotation reference"/>
    <w:rsid w:val="00C65333"/>
    <w:rPr>
      <w:sz w:val="16"/>
      <w:szCs w:val="16"/>
    </w:rPr>
  </w:style>
  <w:style w:type="paragraph" w:styleId="af9">
    <w:name w:val="Document Map"/>
    <w:basedOn w:val="a"/>
    <w:link w:val="afa"/>
    <w:rsid w:val="00C65333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link w:val="af9"/>
    <w:rsid w:val="00C65333"/>
    <w:rPr>
      <w:rFonts w:ascii="Tahoma" w:hAnsi="Tahoma" w:cs="Tahoma"/>
      <w:shd w:val="clear" w:color="auto" w:fill="000080"/>
    </w:rPr>
  </w:style>
  <w:style w:type="table" w:styleId="afb">
    <w:name w:val="Table Grid"/>
    <w:basedOn w:val="a1"/>
    <w:rsid w:val="00C653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c">
    <w:name w:val="Описание документов"/>
    <w:basedOn w:val="a"/>
    <w:link w:val="afd"/>
    <w:qFormat/>
    <w:rsid w:val="00102451"/>
    <w:rPr>
      <w:rFonts w:eastAsia="Calibri"/>
      <w:sz w:val="16"/>
      <w:szCs w:val="16"/>
    </w:rPr>
  </w:style>
  <w:style w:type="character" w:customStyle="1" w:styleId="afd">
    <w:name w:val="Описание документов Знак"/>
    <w:link w:val="afc"/>
    <w:rsid w:val="00102451"/>
    <w:rPr>
      <w:rFonts w:eastAsia="Calibri"/>
      <w:sz w:val="16"/>
      <w:szCs w:val="16"/>
      <w:lang w:val="ru-RU" w:eastAsia="ru-RU" w:bidi="ar-SA"/>
    </w:rPr>
  </w:style>
  <w:style w:type="paragraph" w:customStyle="1" w:styleId="msonormalcxspmiddle">
    <w:name w:val="msonormalcxspmiddle"/>
    <w:basedOn w:val="a"/>
    <w:semiHidden/>
    <w:rsid w:val="0008243B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nformat0">
    <w:name w:val="ConsPlusNonformat Знак"/>
    <w:link w:val="ConsPlusNonformat"/>
    <w:uiPriority w:val="99"/>
    <w:rsid w:val="005B70A8"/>
    <w:rPr>
      <w:rFonts w:ascii="Courier New" w:hAnsi="Courier New" w:cs="Courier New"/>
      <w:color w:val="000000"/>
    </w:rPr>
  </w:style>
  <w:style w:type="character" w:customStyle="1" w:styleId="a4">
    <w:name w:val="Основной текст Знак"/>
    <w:link w:val="a3"/>
    <w:rsid w:val="0079261D"/>
    <w:rPr>
      <w:b/>
      <w:spacing w:val="40"/>
      <w:kern w:val="28"/>
      <w:sz w:val="36"/>
    </w:rPr>
  </w:style>
  <w:style w:type="character" w:customStyle="1" w:styleId="a6">
    <w:name w:val="Верхний колонтитул Знак"/>
    <w:link w:val="a5"/>
    <w:locked/>
    <w:rsid w:val="008B51B9"/>
  </w:style>
  <w:style w:type="paragraph" w:customStyle="1" w:styleId="11">
    <w:name w:val="Абзац списка1"/>
    <w:basedOn w:val="a"/>
    <w:uiPriority w:val="99"/>
    <w:rsid w:val="0097659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">
    <w:name w:val="blk"/>
    <w:uiPriority w:val="99"/>
    <w:rsid w:val="00976596"/>
  </w:style>
  <w:style w:type="character" w:customStyle="1" w:styleId="f">
    <w:name w:val="f"/>
    <w:uiPriority w:val="99"/>
    <w:rsid w:val="00976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261D"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3">
    <w:name w:val="heading 3"/>
    <w:basedOn w:val="2"/>
    <w:next w:val="a"/>
    <w:qFormat/>
    <w:rsid w:val="00666D6F"/>
    <w:pPr>
      <w:ind w:left="-5"/>
      <w:outlineLvl w:val="2"/>
    </w:pPr>
    <w:rPr>
      <w:color w:val="000000"/>
      <w:sz w:val="28"/>
      <w:szCs w:val="28"/>
    </w:rPr>
  </w:style>
  <w:style w:type="paragraph" w:styleId="4">
    <w:name w:val="heading 4"/>
    <w:basedOn w:val="a"/>
    <w:next w:val="a"/>
    <w:qFormat/>
    <w:rsid w:val="00666D6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666D6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666D6F"/>
    <w:pPr>
      <w:spacing w:before="240" w:after="60"/>
      <w:ind w:left="-5"/>
      <w:outlineLvl w:val="6"/>
    </w:pPr>
    <w:rPr>
      <w:color w:val="000000"/>
      <w:sz w:val="24"/>
      <w:szCs w:val="24"/>
    </w:rPr>
  </w:style>
  <w:style w:type="paragraph" w:styleId="8">
    <w:name w:val="heading 8"/>
    <w:basedOn w:val="a"/>
    <w:next w:val="a"/>
    <w:link w:val="80"/>
    <w:qFormat/>
    <w:rsid w:val="00C65333"/>
    <w:pPr>
      <w:spacing w:before="240" w:after="60"/>
      <w:ind w:left="-5"/>
      <w:outlineLvl w:val="7"/>
    </w:pPr>
    <w:rPr>
      <w:i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Title"/>
    <w:basedOn w:val="a"/>
    <w:link w:val="aa"/>
    <w:qFormat/>
    <w:rsid w:val="005C3F6E"/>
    <w:pPr>
      <w:jc w:val="center"/>
    </w:pPr>
    <w:rPr>
      <w:b/>
      <w:caps/>
      <w:sz w:val="36"/>
      <w:lang w:val="x-none" w:eastAsia="x-none"/>
    </w:rPr>
  </w:style>
  <w:style w:type="character" w:customStyle="1" w:styleId="aa">
    <w:name w:val="Название Знак"/>
    <w:link w:val="a9"/>
    <w:rsid w:val="005C3F6E"/>
    <w:rPr>
      <w:b/>
      <w:caps/>
      <w:sz w:val="36"/>
    </w:rPr>
  </w:style>
  <w:style w:type="character" w:styleId="ab">
    <w:name w:val="Hyperlink"/>
    <w:rsid w:val="00666D6F"/>
    <w:rPr>
      <w:color w:val="000000"/>
      <w:u w:val="single"/>
    </w:rPr>
  </w:style>
  <w:style w:type="paragraph" w:styleId="ac">
    <w:name w:val="Normal (Web)"/>
    <w:basedOn w:val="a"/>
    <w:rsid w:val="00666D6F"/>
    <w:pPr>
      <w:spacing w:before="100" w:beforeAutospacing="1" w:after="100" w:afterAutospacing="1"/>
      <w:ind w:left="-5"/>
    </w:pPr>
    <w:rPr>
      <w:color w:val="000000"/>
      <w:sz w:val="24"/>
      <w:szCs w:val="24"/>
    </w:rPr>
  </w:style>
  <w:style w:type="character" w:customStyle="1" w:styleId="ad">
    <w:name w:val="Текст примечания Знак"/>
    <w:link w:val="ae"/>
    <w:locked/>
    <w:rsid w:val="00666D6F"/>
    <w:rPr>
      <w:lang w:val="ru-RU" w:eastAsia="ru-RU" w:bidi="ar-SA"/>
    </w:rPr>
  </w:style>
  <w:style w:type="paragraph" w:styleId="ae">
    <w:name w:val="annotation text"/>
    <w:basedOn w:val="a"/>
    <w:link w:val="ad"/>
    <w:rsid w:val="00666D6F"/>
  </w:style>
  <w:style w:type="character" w:customStyle="1" w:styleId="20">
    <w:name w:val="Знак Знак2"/>
    <w:locked/>
    <w:rsid w:val="00666D6F"/>
    <w:rPr>
      <w:b/>
      <w:caps/>
      <w:sz w:val="36"/>
      <w:lang w:val="ru-RU" w:eastAsia="ru-RU" w:bidi="ar-SA"/>
    </w:rPr>
  </w:style>
  <w:style w:type="paragraph" w:styleId="af">
    <w:name w:val="Body Text Indent"/>
    <w:basedOn w:val="a"/>
    <w:rsid w:val="00666D6F"/>
    <w:pPr>
      <w:spacing w:after="120"/>
      <w:ind w:left="283"/>
    </w:pPr>
    <w:rPr>
      <w:color w:val="000000"/>
    </w:rPr>
  </w:style>
  <w:style w:type="paragraph" w:styleId="21">
    <w:name w:val="Body Text Indent 2"/>
    <w:basedOn w:val="a"/>
    <w:rsid w:val="00666D6F"/>
    <w:pPr>
      <w:spacing w:after="120" w:line="480" w:lineRule="auto"/>
      <w:ind w:left="283"/>
    </w:pPr>
    <w:rPr>
      <w:color w:val="000000"/>
    </w:rPr>
  </w:style>
  <w:style w:type="paragraph" w:styleId="af0">
    <w:name w:val="Block Text"/>
    <w:basedOn w:val="a"/>
    <w:rsid w:val="00666D6F"/>
    <w:pPr>
      <w:ind w:left="5040" w:right="-432"/>
    </w:pPr>
    <w:rPr>
      <w:color w:val="000000"/>
      <w:sz w:val="24"/>
    </w:rPr>
  </w:style>
  <w:style w:type="character" w:customStyle="1" w:styleId="af1">
    <w:name w:val="Тема примечания Знак"/>
    <w:link w:val="af2"/>
    <w:locked/>
    <w:rsid w:val="00666D6F"/>
    <w:rPr>
      <w:b/>
      <w:bCs/>
      <w:lang w:val="ru-RU" w:eastAsia="ru-RU" w:bidi="ar-SA"/>
    </w:rPr>
  </w:style>
  <w:style w:type="paragraph" w:styleId="af2">
    <w:name w:val="annotation subject"/>
    <w:basedOn w:val="ae"/>
    <w:next w:val="ae"/>
    <w:link w:val="af1"/>
    <w:rsid w:val="00666D6F"/>
    <w:rPr>
      <w:b/>
      <w:bCs/>
    </w:rPr>
  </w:style>
  <w:style w:type="paragraph" w:styleId="af3">
    <w:name w:val="Balloon Text"/>
    <w:basedOn w:val="a"/>
    <w:rsid w:val="00666D6F"/>
    <w:pPr>
      <w:ind w:left="-5"/>
    </w:pPr>
    <w:rPr>
      <w:rFonts w:ascii="Tahoma" w:hAnsi="Tahoma" w:cs="Tahoma"/>
      <w:color w:val="000000"/>
      <w:sz w:val="16"/>
      <w:szCs w:val="16"/>
    </w:rPr>
  </w:style>
  <w:style w:type="paragraph" w:customStyle="1" w:styleId="ConsPlusTitle">
    <w:name w:val="ConsPlusTitle"/>
    <w:rsid w:val="00666D6F"/>
    <w:pPr>
      <w:widowControl w:val="0"/>
    </w:pPr>
    <w:rPr>
      <w:b/>
      <w:color w:val="000000"/>
      <w:sz w:val="24"/>
      <w:szCs w:val="24"/>
    </w:rPr>
  </w:style>
  <w:style w:type="paragraph" w:customStyle="1" w:styleId="ConsPlusNormal">
    <w:name w:val="ConsPlusNormal"/>
    <w:rsid w:val="00666D6F"/>
    <w:pPr>
      <w:widowControl w:val="0"/>
      <w:ind w:firstLine="720"/>
    </w:pPr>
    <w:rPr>
      <w:rFonts w:ascii="Arial" w:hAnsi="Arial" w:cs="Arial"/>
      <w:color w:val="000000"/>
    </w:rPr>
  </w:style>
  <w:style w:type="paragraph" w:customStyle="1" w:styleId="ico-paragraphaddress-ico">
    <w:name w:val="ico-paragraph address-ico"/>
    <w:basedOn w:val="a"/>
    <w:rsid w:val="00666D6F"/>
    <w:pPr>
      <w:ind w:left="-5"/>
    </w:pPr>
    <w:rPr>
      <w:color w:val="000000"/>
      <w:sz w:val="24"/>
      <w:szCs w:val="24"/>
    </w:rPr>
  </w:style>
  <w:style w:type="character" w:customStyle="1" w:styleId="200">
    <w:name w:val="Обычный (веб)20 Знак"/>
    <w:link w:val="201"/>
    <w:uiPriority w:val="99"/>
    <w:locked/>
    <w:rsid w:val="00666D6F"/>
    <w:rPr>
      <w:color w:val="000000"/>
      <w:sz w:val="24"/>
      <w:szCs w:val="24"/>
      <w:lang w:val="ru-RU" w:eastAsia="ru-RU" w:bidi="ar-SA"/>
    </w:rPr>
  </w:style>
  <w:style w:type="paragraph" w:customStyle="1" w:styleId="201">
    <w:name w:val="Обычный (веб)20"/>
    <w:basedOn w:val="a"/>
    <w:link w:val="200"/>
    <w:uiPriority w:val="99"/>
    <w:rsid w:val="00666D6F"/>
    <w:pPr>
      <w:jc w:val="both"/>
    </w:pPr>
    <w:rPr>
      <w:color w:val="000000"/>
      <w:sz w:val="24"/>
      <w:szCs w:val="24"/>
    </w:rPr>
  </w:style>
  <w:style w:type="paragraph" w:styleId="af4">
    <w:name w:val="No Spacing"/>
    <w:uiPriority w:val="99"/>
    <w:qFormat/>
    <w:rsid w:val="00666D6F"/>
    <w:rPr>
      <w:rFonts w:ascii="Calibri" w:hAnsi="Calibri" w:cs="Calibri"/>
      <w:sz w:val="22"/>
      <w:szCs w:val="22"/>
    </w:rPr>
  </w:style>
  <w:style w:type="character" w:customStyle="1" w:styleId="ConsPlusTitle0">
    <w:name w:val="ConsPlusTitle Знак"/>
    <w:rsid w:val="00666D6F"/>
    <w:rPr>
      <w:b/>
      <w:bCs w:val="0"/>
      <w:noProof w:val="0"/>
      <w:sz w:val="24"/>
      <w:szCs w:val="24"/>
      <w:lang w:val="ru-RU" w:eastAsia="ru-RU" w:bidi="ar-SA"/>
    </w:rPr>
  </w:style>
  <w:style w:type="character" w:customStyle="1" w:styleId="FontStyle75">
    <w:name w:val="Font Style75"/>
    <w:rsid w:val="00666D6F"/>
    <w:rPr>
      <w:rFonts w:ascii="Times New Roman" w:hAnsi="Times New Roman" w:cs="Times New Roman" w:hint="default"/>
      <w:sz w:val="26"/>
      <w:szCs w:val="26"/>
    </w:rPr>
  </w:style>
  <w:style w:type="character" w:customStyle="1" w:styleId="80">
    <w:name w:val="Заголовок 8 Знак"/>
    <w:link w:val="8"/>
    <w:rsid w:val="00C65333"/>
    <w:rPr>
      <w:i/>
      <w:color w:val="000000"/>
      <w:sz w:val="24"/>
      <w:szCs w:val="24"/>
    </w:rPr>
  </w:style>
  <w:style w:type="paragraph" w:customStyle="1" w:styleId="ConsPlusNonformat">
    <w:name w:val="ConsPlusNonformat"/>
    <w:link w:val="ConsPlusNonformat0"/>
    <w:uiPriority w:val="99"/>
    <w:rsid w:val="00C65333"/>
    <w:pPr>
      <w:widowControl w:val="0"/>
    </w:pPr>
    <w:rPr>
      <w:rFonts w:ascii="Courier New" w:hAnsi="Courier New" w:cs="Courier New"/>
      <w:color w:val="000000"/>
    </w:rPr>
  </w:style>
  <w:style w:type="paragraph" w:customStyle="1" w:styleId="ico-paragraphphone-ico">
    <w:name w:val="ico-paragraph phone-ico"/>
    <w:basedOn w:val="a"/>
    <w:rsid w:val="00C65333"/>
    <w:pPr>
      <w:ind w:left="-5"/>
    </w:pPr>
    <w:rPr>
      <w:color w:val="000000"/>
      <w:sz w:val="24"/>
      <w:szCs w:val="24"/>
    </w:rPr>
  </w:style>
  <w:style w:type="paragraph" w:customStyle="1" w:styleId="ico-paragraphemail-ico">
    <w:name w:val="ico-paragraph email-ico"/>
    <w:basedOn w:val="a"/>
    <w:rsid w:val="00C65333"/>
    <w:pPr>
      <w:ind w:left="-5"/>
    </w:pPr>
    <w:rPr>
      <w:color w:val="000000"/>
      <w:sz w:val="24"/>
      <w:szCs w:val="24"/>
    </w:rPr>
  </w:style>
  <w:style w:type="paragraph" w:customStyle="1" w:styleId="ico-paragraphinternet-ico">
    <w:name w:val="ico-paragraph internet-ico"/>
    <w:basedOn w:val="a"/>
    <w:rsid w:val="00C65333"/>
    <w:pPr>
      <w:ind w:left="-5"/>
    </w:pPr>
    <w:rPr>
      <w:color w:val="000000"/>
      <w:sz w:val="24"/>
      <w:szCs w:val="24"/>
    </w:rPr>
  </w:style>
  <w:style w:type="paragraph" w:customStyle="1" w:styleId="consplusnormal0">
    <w:name w:val="consplusnormal"/>
    <w:basedOn w:val="a"/>
    <w:rsid w:val="00C65333"/>
    <w:pPr>
      <w:spacing w:before="100" w:beforeAutospacing="1" w:after="100" w:afterAutospacing="1"/>
      <w:ind w:left="-5"/>
    </w:pPr>
    <w:rPr>
      <w:color w:val="000000"/>
      <w:sz w:val="24"/>
      <w:szCs w:val="24"/>
    </w:rPr>
  </w:style>
  <w:style w:type="character" w:customStyle="1" w:styleId="af5">
    <w:name w:val="Знак Знак"/>
    <w:rsid w:val="00C65333"/>
    <w:rPr>
      <w:noProof w:val="0"/>
      <w:lang w:val="ru-RU" w:eastAsia="ru-RU" w:bidi="ar-SA"/>
    </w:rPr>
  </w:style>
  <w:style w:type="character" w:styleId="af6">
    <w:name w:val="FollowedHyperlink"/>
    <w:rsid w:val="00C65333"/>
    <w:rPr>
      <w:color w:val="7F007F"/>
      <w:u w:val="single"/>
    </w:rPr>
  </w:style>
  <w:style w:type="character" w:customStyle="1" w:styleId="af7">
    <w:name w:val="Основной текст_"/>
    <w:rsid w:val="00C65333"/>
    <w:rPr>
      <w:b/>
      <w:noProof w:val="0"/>
      <w:spacing w:val="40"/>
      <w:kern w:val="1"/>
      <w:sz w:val="36"/>
      <w:lang w:val="ru-RU" w:eastAsia="ru-RU" w:bidi="ar-SA"/>
    </w:rPr>
  </w:style>
  <w:style w:type="paragraph" w:customStyle="1" w:styleId="10">
    <w:name w:val="Абзац списка1"/>
    <w:basedOn w:val="a"/>
    <w:rsid w:val="00C653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60">
    <w:name w:val="Знак Знак6"/>
    <w:rsid w:val="00C65333"/>
    <w:rPr>
      <w:b/>
      <w:bCs/>
      <w:sz w:val="24"/>
      <w:szCs w:val="24"/>
      <w:lang w:val="ru-RU" w:eastAsia="ru-RU" w:bidi="ar-SA"/>
    </w:rPr>
  </w:style>
  <w:style w:type="character" w:styleId="af8">
    <w:name w:val="annotation reference"/>
    <w:rsid w:val="00C65333"/>
    <w:rPr>
      <w:sz w:val="16"/>
      <w:szCs w:val="16"/>
    </w:rPr>
  </w:style>
  <w:style w:type="paragraph" w:styleId="af9">
    <w:name w:val="Document Map"/>
    <w:basedOn w:val="a"/>
    <w:link w:val="afa"/>
    <w:rsid w:val="00C65333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link w:val="af9"/>
    <w:rsid w:val="00C65333"/>
    <w:rPr>
      <w:rFonts w:ascii="Tahoma" w:hAnsi="Tahoma" w:cs="Tahoma"/>
      <w:shd w:val="clear" w:color="auto" w:fill="000080"/>
    </w:rPr>
  </w:style>
  <w:style w:type="table" w:styleId="afb">
    <w:name w:val="Table Grid"/>
    <w:basedOn w:val="a1"/>
    <w:rsid w:val="00C653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c">
    <w:name w:val="Описание документов"/>
    <w:basedOn w:val="a"/>
    <w:link w:val="afd"/>
    <w:qFormat/>
    <w:rsid w:val="00102451"/>
    <w:rPr>
      <w:rFonts w:eastAsia="Calibri"/>
      <w:sz w:val="16"/>
      <w:szCs w:val="16"/>
    </w:rPr>
  </w:style>
  <w:style w:type="character" w:customStyle="1" w:styleId="afd">
    <w:name w:val="Описание документов Знак"/>
    <w:link w:val="afc"/>
    <w:rsid w:val="00102451"/>
    <w:rPr>
      <w:rFonts w:eastAsia="Calibri"/>
      <w:sz w:val="16"/>
      <w:szCs w:val="16"/>
      <w:lang w:val="ru-RU" w:eastAsia="ru-RU" w:bidi="ar-SA"/>
    </w:rPr>
  </w:style>
  <w:style w:type="paragraph" w:customStyle="1" w:styleId="msonormalcxspmiddle">
    <w:name w:val="msonormalcxspmiddle"/>
    <w:basedOn w:val="a"/>
    <w:semiHidden/>
    <w:rsid w:val="0008243B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nformat0">
    <w:name w:val="ConsPlusNonformat Знак"/>
    <w:link w:val="ConsPlusNonformat"/>
    <w:uiPriority w:val="99"/>
    <w:rsid w:val="005B70A8"/>
    <w:rPr>
      <w:rFonts w:ascii="Courier New" w:hAnsi="Courier New" w:cs="Courier New"/>
      <w:color w:val="000000"/>
    </w:rPr>
  </w:style>
  <w:style w:type="character" w:customStyle="1" w:styleId="a4">
    <w:name w:val="Основной текст Знак"/>
    <w:link w:val="a3"/>
    <w:rsid w:val="0079261D"/>
    <w:rPr>
      <w:b/>
      <w:spacing w:val="40"/>
      <w:kern w:val="28"/>
      <w:sz w:val="36"/>
    </w:rPr>
  </w:style>
  <w:style w:type="character" w:customStyle="1" w:styleId="a6">
    <w:name w:val="Верхний колонтитул Знак"/>
    <w:link w:val="a5"/>
    <w:locked/>
    <w:rsid w:val="008B51B9"/>
  </w:style>
  <w:style w:type="paragraph" w:customStyle="1" w:styleId="11">
    <w:name w:val="Абзац списка1"/>
    <w:basedOn w:val="a"/>
    <w:uiPriority w:val="99"/>
    <w:rsid w:val="0097659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">
    <w:name w:val="blk"/>
    <w:uiPriority w:val="99"/>
    <w:rsid w:val="00976596"/>
  </w:style>
  <w:style w:type="character" w:customStyle="1" w:styleId="f">
    <w:name w:val="f"/>
    <w:uiPriority w:val="99"/>
    <w:rsid w:val="00976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4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6A31A9C61A934EEF28CC2BFBE644429F2F289372FF70E0ABB3FFECF4f1m4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6A31A9C61A934EEF28D226ED8A1B47982C759A7DFA7EB6F0ECA4B1A31DDBBBB39314E003B29F50762C8FfCm3P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C6A31A9C61A934EEF28D226ED8A1B47982C759A7DFA7EB6F0ECA4B1A31DDBBBB39314E003B29F50762D8BfCm3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tksrv\RASP$\DOT-arh\&#1041;&#1083;&#1072;&#1085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97124-F824-4C9E-A3F5-F95156E67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</Template>
  <TotalTime>1</TotalTime>
  <Pages>39</Pages>
  <Words>13381</Words>
  <Characters>76278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RePack by SPecialiST</Company>
  <LinksUpToDate>false</LinksUpToDate>
  <CharactersWithSpaces>89481</CharactersWithSpaces>
  <SharedDoc>false</SharedDoc>
  <HLinks>
    <vt:vector size="96" baseType="variant">
      <vt:variant>
        <vt:i4>6619185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Par135</vt:lpwstr>
      </vt:variant>
      <vt:variant>
        <vt:i4>5767170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Par97</vt:lpwstr>
      </vt:variant>
      <vt:variant>
        <vt:i4>6684721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Par136</vt:lpwstr>
      </vt:variant>
      <vt:variant>
        <vt:i4>5832706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Par89</vt:lpwstr>
      </vt:variant>
      <vt:variant>
        <vt:i4>589894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589894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6619185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Par135</vt:lpwstr>
      </vt:variant>
      <vt:variant>
        <vt:i4>5767170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Par97</vt:lpwstr>
      </vt:variant>
      <vt:variant>
        <vt:i4>6684723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Par116</vt:lpwstr>
      </vt:variant>
      <vt:variant>
        <vt:i4>5767170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Par97</vt:lpwstr>
      </vt:variant>
      <vt:variant>
        <vt:i4>5439581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consultantplus://offline/ref=7C6A31A9C61A934EEF28CC2BFBE644429F2F289372FF70E0ABB3FFECF4f1m4P</vt:lpwstr>
      </vt:variant>
      <vt:variant>
        <vt:lpwstr/>
      </vt:variant>
      <vt:variant>
        <vt:i4>5308424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consultantplus://offline/ref=7C6A31A9C61A934EEF28D226ED8A1B47982C759A7DFA7EB6F0ECA4B1A31DDBBBB39314E003B29F50762C8FfCm3P</vt:lpwstr>
      </vt:variant>
      <vt:variant>
        <vt:lpwstr/>
      </vt:variant>
      <vt:variant>
        <vt:i4>5308427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consultantplus://offline/ref=7C6A31A9C61A934EEF28D226ED8A1B47982C759A7DFA7EB6F0ECA4B1A31DDBBBB39314E003B29F50762D8BfCm3P</vt:lpwstr>
      </vt:variant>
      <vt:variant>
        <vt:lpwstr/>
      </vt:variant>
      <vt:variant>
        <vt:i4>6750257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Par234</vt:lpwstr>
      </vt:variant>
      <vt:variant>
        <vt:i4>6684723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Par116</vt:lpwstr>
      </vt:variant>
      <vt:variant>
        <vt:i4>131145</vt:i4>
      </vt:variant>
      <vt:variant>
        <vt:i4>0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Панченко Влада Владиславовна</cp:lastModifiedBy>
  <cp:revision>3</cp:revision>
  <cp:lastPrinted>2024-07-30T08:29:00Z</cp:lastPrinted>
  <dcterms:created xsi:type="dcterms:W3CDTF">2024-07-30T14:45:00Z</dcterms:created>
  <dcterms:modified xsi:type="dcterms:W3CDTF">2024-07-30T14:46:00Z</dcterms:modified>
</cp:coreProperties>
</file>