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45F" w:rsidRPr="0063658E" w:rsidRDefault="0047745F" w:rsidP="0047745F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6A64283" wp14:editId="13529AD2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745F" w:rsidRDefault="0047745F" w:rsidP="0047745F">
      <w:pPr>
        <w:jc w:val="center"/>
        <w:rPr>
          <w:b/>
          <w:spacing w:val="60"/>
          <w:sz w:val="36"/>
          <w:szCs w:val="36"/>
        </w:rPr>
      </w:pPr>
    </w:p>
    <w:p w:rsidR="0047745F" w:rsidRDefault="0047745F" w:rsidP="0047745F">
      <w:pPr>
        <w:jc w:val="center"/>
        <w:rPr>
          <w:b/>
          <w:spacing w:val="60"/>
          <w:sz w:val="36"/>
          <w:szCs w:val="36"/>
        </w:rPr>
      </w:pPr>
    </w:p>
    <w:p w:rsidR="0047745F" w:rsidRDefault="0047745F" w:rsidP="0047745F">
      <w:pPr>
        <w:jc w:val="center"/>
        <w:rPr>
          <w:b/>
          <w:spacing w:val="60"/>
          <w:sz w:val="36"/>
          <w:szCs w:val="36"/>
        </w:rPr>
      </w:pPr>
    </w:p>
    <w:p w:rsidR="0047745F" w:rsidRPr="001E207C" w:rsidRDefault="0047745F" w:rsidP="0047745F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7745F" w:rsidRPr="006D4A91" w:rsidRDefault="0047745F" w:rsidP="0047745F">
      <w:pPr>
        <w:jc w:val="center"/>
        <w:rPr>
          <w:spacing w:val="60"/>
          <w:sz w:val="26"/>
          <w:szCs w:val="26"/>
        </w:rPr>
      </w:pPr>
    </w:p>
    <w:p w:rsidR="0047745F" w:rsidRDefault="0047745F" w:rsidP="0047745F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47745F" w:rsidRDefault="0047745F" w:rsidP="0047745F">
      <w:pPr>
        <w:jc w:val="center"/>
        <w:rPr>
          <w:sz w:val="28"/>
          <w:szCs w:val="28"/>
        </w:rPr>
      </w:pPr>
    </w:p>
    <w:p w:rsidR="003958C8" w:rsidRDefault="0047745F" w:rsidP="004774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F3368">
        <w:rPr>
          <w:sz w:val="28"/>
          <w:szCs w:val="28"/>
        </w:rPr>
        <w:t>02.07.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9F3368">
        <w:rPr>
          <w:sz w:val="28"/>
          <w:szCs w:val="28"/>
        </w:rPr>
        <w:t>2224</w:t>
      </w:r>
    </w:p>
    <w:p w:rsidR="0047745F" w:rsidRPr="003958C8" w:rsidRDefault="0047745F" w:rsidP="0047745F">
      <w:pPr>
        <w:jc w:val="center"/>
        <w:rPr>
          <w:kern w:val="28"/>
          <w:sz w:val="28"/>
          <w:szCs w:val="28"/>
        </w:rPr>
      </w:pPr>
    </w:p>
    <w:p w:rsidR="003958C8" w:rsidRPr="0047745F" w:rsidRDefault="003958C8" w:rsidP="00CE2654">
      <w:pPr>
        <w:jc w:val="center"/>
        <w:rPr>
          <w:b/>
          <w:kern w:val="28"/>
          <w:sz w:val="28"/>
          <w:szCs w:val="28"/>
        </w:rPr>
      </w:pPr>
      <w:r w:rsidRPr="0047745F">
        <w:rPr>
          <w:b/>
          <w:kern w:val="28"/>
          <w:sz w:val="28"/>
          <w:szCs w:val="28"/>
        </w:rPr>
        <w:t xml:space="preserve">О внесении изменений в </w:t>
      </w:r>
      <w:r w:rsidR="0047745F" w:rsidRPr="0047745F">
        <w:rPr>
          <w:b/>
          <w:kern w:val="28"/>
          <w:sz w:val="28"/>
          <w:szCs w:val="28"/>
        </w:rPr>
        <w:t>п</w:t>
      </w:r>
      <w:r w:rsidR="00CE2654" w:rsidRPr="0047745F">
        <w:rPr>
          <w:b/>
          <w:kern w:val="28"/>
          <w:sz w:val="28"/>
          <w:szCs w:val="28"/>
        </w:rPr>
        <w:t>остановление Администрации города Шахты от 21.06.2013 №3805 «Об экспертной рабочей группе при Администрации города Шахты по рассмотрению общественных инициатив»</w:t>
      </w:r>
    </w:p>
    <w:p w:rsidR="00CE2654" w:rsidRDefault="00CE2654" w:rsidP="00CE2654">
      <w:pPr>
        <w:jc w:val="center"/>
        <w:rPr>
          <w:kern w:val="28"/>
          <w:sz w:val="28"/>
          <w:szCs w:val="28"/>
        </w:rPr>
      </w:pPr>
    </w:p>
    <w:p w:rsidR="00B50162" w:rsidRDefault="00B50162" w:rsidP="0047745F">
      <w:pPr>
        <w:ind w:firstLine="709"/>
        <w:jc w:val="both"/>
        <w:rPr>
          <w:sz w:val="28"/>
          <w:szCs w:val="28"/>
        </w:rPr>
      </w:pPr>
      <w:r w:rsidRPr="00B50162">
        <w:rPr>
          <w:sz w:val="28"/>
          <w:szCs w:val="28"/>
        </w:rPr>
        <w:t>В соответствии с Решением 5</w:t>
      </w:r>
      <w:r w:rsidR="00667FCE">
        <w:rPr>
          <w:sz w:val="28"/>
          <w:szCs w:val="28"/>
        </w:rPr>
        <w:t>6</w:t>
      </w:r>
      <w:r w:rsidRPr="00B50162">
        <w:rPr>
          <w:sz w:val="28"/>
          <w:szCs w:val="28"/>
        </w:rPr>
        <w:t xml:space="preserve">-го заседания городской Думы города Шахты </w:t>
      </w:r>
      <w:r w:rsidR="00D733DE" w:rsidRPr="00B50162">
        <w:rPr>
          <w:sz w:val="28"/>
          <w:szCs w:val="28"/>
        </w:rPr>
        <w:t>от 2</w:t>
      </w:r>
      <w:r w:rsidR="00667FCE">
        <w:rPr>
          <w:sz w:val="28"/>
          <w:szCs w:val="28"/>
        </w:rPr>
        <w:t>7</w:t>
      </w:r>
      <w:r w:rsidR="00D733DE">
        <w:rPr>
          <w:sz w:val="28"/>
          <w:szCs w:val="28"/>
        </w:rPr>
        <w:t>.</w:t>
      </w:r>
      <w:r w:rsidR="00667FCE">
        <w:rPr>
          <w:sz w:val="28"/>
          <w:szCs w:val="28"/>
        </w:rPr>
        <w:t>03</w:t>
      </w:r>
      <w:r w:rsidR="00D733DE">
        <w:rPr>
          <w:sz w:val="28"/>
          <w:szCs w:val="28"/>
        </w:rPr>
        <w:t>.</w:t>
      </w:r>
      <w:r w:rsidR="00D733DE" w:rsidRPr="00B50162">
        <w:rPr>
          <w:sz w:val="28"/>
          <w:szCs w:val="28"/>
        </w:rPr>
        <w:t>20</w:t>
      </w:r>
      <w:r w:rsidR="00667FCE">
        <w:rPr>
          <w:sz w:val="28"/>
          <w:szCs w:val="28"/>
        </w:rPr>
        <w:t>24</w:t>
      </w:r>
      <w:r w:rsidR="00D733DE" w:rsidRPr="00B50162">
        <w:rPr>
          <w:sz w:val="28"/>
          <w:szCs w:val="28"/>
        </w:rPr>
        <w:t xml:space="preserve"> </w:t>
      </w:r>
      <w:r w:rsidRPr="00B50162">
        <w:rPr>
          <w:sz w:val="28"/>
          <w:szCs w:val="28"/>
        </w:rPr>
        <w:t>№</w:t>
      </w:r>
      <w:r w:rsidR="00667FCE">
        <w:rPr>
          <w:sz w:val="28"/>
          <w:szCs w:val="28"/>
        </w:rPr>
        <w:t>480</w:t>
      </w:r>
      <w:r w:rsidRPr="00B50162">
        <w:rPr>
          <w:sz w:val="28"/>
          <w:szCs w:val="28"/>
        </w:rPr>
        <w:t xml:space="preserve"> «О внесении изменения в решение городской Думы города Шахты «Об утверждении структ</w:t>
      </w:r>
      <w:r>
        <w:rPr>
          <w:sz w:val="28"/>
          <w:szCs w:val="28"/>
        </w:rPr>
        <w:t>уры Администрации города Шахты»,</w:t>
      </w:r>
      <w:r w:rsidR="0047745F">
        <w:rPr>
          <w:sz w:val="28"/>
          <w:szCs w:val="28"/>
        </w:rPr>
        <w:t xml:space="preserve"> Администрация города Шахты</w:t>
      </w:r>
    </w:p>
    <w:p w:rsidR="00B50162" w:rsidRPr="00B50162" w:rsidRDefault="00B50162" w:rsidP="00B50162">
      <w:pPr>
        <w:ind w:firstLine="872"/>
        <w:jc w:val="both"/>
        <w:rPr>
          <w:sz w:val="28"/>
          <w:szCs w:val="28"/>
        </w:rPr>
      </w:pPr>
    </w:p>
    <w:p w:rsidR="0047745F" w:rsidRPr="00BA68B3" w:rsidRDefault="0047745F" w:rsidP="0047745F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B50162" w:rsidRPr="00B50162" w:rsidRDefault="00B50162" w:rsidP="00B50162">
      <w:pPr>
        <w:ind w:firstLine="872"/>
        <w:jc w:val="both"/>
        <w:rPr>
          <w:sz w:val="28"/>
          <w:szCs w:val="28"/>
        </w:rPr>
      </w:pPr>
    </w:p>
    <w:p w:rsidR="00CE3A03" w:rsidRDefault="005B14CA" w:rsidP="00F87A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7A31">
        <w:rPr>
          <w:sz w:val="28"/>
          <w:szCs w:val="28"/>
        </w:rPr>
        <w:t xml:space="preserve">.Внести в </w:t>
      </w:r>
      <w:r w:rsidR="0047745F">
        <w:rPr>
          <w:sz w:val="28"/>
          <w:szCs w:val="28"/>
        </w:rPr>
        <w:t>п</w:t>
      </w:r>
      <w:r w:rsidR="00F87A31" w:rsidRPr="00F87A31">
        <w:rPr>
          <w:sz w:val="28"/>
          <w:szCs w:val="28"/>
        </w:rPr>
        <w:t>остановление Администрации города Шахты</w:t>
      </w:r>
      <w:r w:rsidR="00F87A31">
        <w:rPr>
          <w:sz w:val="28"/>
          <w:szCs w:val="28"/>
        </w:rPr>
        <w:t xml:space="preserve"> </w:t>
      </w:r>
      <w:r w:rsidR="00F87A31" w:rsidRPr="00F87A31">
        <w:rPr>
          <w:sz w:val="28"/>
          <w:szCs w:val="28"/>
        </w:rPr>
        <w:t>от 21.06.2013 №3805 «Об экспертной рабочей группе при Администрации города Шахты по рассмотрению общественных инициатив»</w:t>
      </w:r>
      <w:r w:rsidR="00F87A31">
        <w:rPr>
          <w:sz w:val="28"/>
          <w:szCs w:val="28"/>
        </w:rPr>
        <w:t xml:space="preserve"> следующие изменения:</w:t>
      </w:r>
    </w:p>
    <w:p w:rsidR="005B14CA" w:rsidRDefault="005B14CA" w:rsidP="00B50162">
      <w:pPr>
        <w:ind w:firstLine="709"/>
        <w:jc w:val="both"/>
        <w:rPr>
          <w:sz w:val="28"/>
          <w:szCs w:val="28"/>
        </w:rPr>
      </w:pPr>
      <w:r w:rsidRPr="005B14CA">
        <w:rPr>
          <w:sz w:val="28"/>
          <w:szCs w:val="28"/>
        </w:rPr>
        <w:t>1.1.Приложение №</w:t>
      </w:r>
      <w:r w:rsidR="008C5A30">
        <w:rPr>
          <w:sz w:val="28"/>
          <w:szCs w:val="28"/>
        </w:rPr>
        <w:t>1</w:t>
      </w:r>
      <w:r w:rsidRPr="005B14CA">
        <w:rPr>
          <w:sz w:val="28"/>
          <w:szCs w:val="28"/>
        </w:rPr>
        <w:t xml:space="preserve"> </w:t>
      </w:r>
      <w:r w:rsidR="0047745F">
        <w:rPr>
          <w:sz w:val="28"/>
          <w:szCs w:val="28"/>
        </w:rPr>
        <w:t xml:space="preserve">к постановлению </w:t>
      </w:r>
      <w:r w:rsidRPr="005B14CA">
        <w:rPr>
          <w:sz w:val="28"/>
          <w:szCs w:val="28"/>
        </w:rPr>
        <w:t xml:space="preserve">изложить в редакции </w:t>
      </w:r>
      <w:r w:rsidR="0047745F">
        <w:rPr>
          <w:sz w:val="28"/>
          <w:szCs w:val="28"/>
        </w:rPr>
        <w:t>согласно п</w:t>
      </w:r>
      <w:r w:rsidRPr="005B14CA">
        <w:rPr>
          <w:sz w:val="28"/>
          <w:szCs w:val="28"/>
        </w:rPr>
        <w:t>риложени</w:t>
      </w:r>
      <w:r w:rsidR="0047745F">
        <w:rPr>
          <w:sz w:val="28"/>
          <w:szCs w:val="28"/>
        </w:rPr>
        <w:t>ю</w:t>
      </w:r>
      <w:r w:rsidRPr="005B14CA">
        <w:rPr>
          <w:sz w:val="28"/>
          <w:szCs w:val="28"/>
        </w:rPr>
        <w:t xml:space="preserve"> к настоящему </w:t>
      </w:r>
      <w:r w:rsidR="0047745F">
        <w:rPr>
          <w:sz w:val="28"/>
          <w:szCs w:val="28"/>
        </w:rPr>
        <w:t>п</w:t>
      </w:r>
      <w:r w:rsidRPr="005B14CA">
        <w:rPr>
          <w:sz w:val="28"/>
          <w:szCs w:val="28"/>
        </w:rPr>
        <w:t>остановлению.</w:t>
      </w:r>
    </w:p>
    <w:p w:rsidR="00B50162" w:rsidRPr="00B50162" w:rsidRDefault="005B14CA" w:rsidP="00B501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0162" w:rsidRPr="00B50162">
        <w:rPr>
          <w:sz w:val="28"/>
          <w:szCs w:val="28"/>
        </w:rPr>
        <w:t>.</w:t>
      </w:r>
      <w:r w:rsidR="003958C8" w:rsidRPr="003958C8">
        <w:rPr>
          <w:sz w:val="28"/>
          <w:szCs w:val="28"/>
        </w:rPr>
        <w:t xml:space="preserve">Настоящее </w:t>
      </w:r>
      <w:r w:rsidR="0047745F">
        <w:rPr>
          <w:sz w:val="28"/>
          <w:szCs w:val="28"/>
        </w:rPr>
        <w:t>п</w:t>
      </w:r>
      <w:r w:rsidR="003958C8" w:rsidRPr="003958C8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BA386D" w:rsidRPr="00B50162" w:rsidRDefault="005B14CA" w:rsidP="00B501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0162" w:rsidRPr="00B50162">
        <w:rPr>
          <w:sz w:val="28"/>
          <w:szCs w:val="28"/>
        </w:rPr>
        <w:t>.</w:t>
      </w:r>
      <w:proofErr w:type="gramStart"/>
      <w:r w:rsidR="00B50162" w:rsidRPr="00B50162">
        <w:rPr>
          <w:sz w:val="28"/>
          <w:szCs w:val="28"/>
        </w:rPr>
        <w:t>Контроль за</w:t>
      </w:r>
      <w:proofErr w:type="gramEnd"/>
      <w:r w:rsidR="00B50162" w:rsidRPr="00B50162">
        <w:rPr>
          <w:sz w:val="28"/>
          <w:szCs w:val="28"/>
        </w:rPr>
        <w:t xml:space="preserve"> исполнением </w:t>
      </w:r>
      <w:r w:rsidR="00F87A31">
        <w:rPr>
          <w:sz w:val="28"/>
          <w:szCs w:val="28"/>
        </w:rPr>
        <w:t xml:space="preserve">настоящего </w:t>
      </w:r>
      <w:r w:rsidR="0047745F">
        <w:rPr>
          <w:sz w:val="28"/>
          <w:szCs w:val="28"/>
        </w:rPr>
        <w:t>п</w:t>
      </w:r>
      <w:r w:rsidR="00F87A31" w:rsidRPr="00B50162">
        <w:rPr>
          <w:sz w:val="28"/>
          <w:szCs w:val="28"/>
        </w:rPr>
        <w:t xml:space="preserve">остановления </w:t>
      </w:r>
      <w:r w:rsidR="00B50162" w:rsidRPr="00B50162">
        <w:rPr>
          <w:sz w:val="28"/>
          <w:szCs w:val="28"/>
        </w:rPr>
        <w:t xml:space="preserve">возложить на </w:t>
      </w:r>
      <w:r w:rsidR="00F87A31">
        <w:rPr>
          <w:sz w:val="28"/>
          <w:szCs w:val="28"/>
        </w:rPr>
        <w:t xml:space="preserve">заместителя главы </w:t>
      </w:r>
      <w:r w:rsidR="00B50162" w:rsidRPr="00B50162">
        <w:rPr>
          <w:sz w:val="28"/>
          <w:szCs w:val="28"/>
        </w:rPr>
        <w:t xml:space="preserve">Администрации </w:t>
      </w:r>
      <w:proofErr w:type="spellStart"/>
      <w:r w:rsidR="00F87A31">
        <w:rPr>
          <w:sz w:val="28"/>
          <w:szCs w:val="28"/>
        </w:rPr>
        <w:t>Правдюка</w:t>
      </w:r>
      <w:proofErr w:type="spellEnd"/>
      <w:r w:rsidR="00F87A31">
        <w:rPr>
          <w:sz w:val="28"/>
          <w:szCs w:val="28"/>
        </w:rPr>
        <w:t xml:space="preserve"> В.Н</w:t>
      </w:r>
      <w:r w:rsidR="00BA2B9A" w:rsidRPr="00B50162">
        <w:rPr>
          <w:sz w:val="28"/>
          <w:szCs w:val="28"/>
        </w:rPr>
        <w:t>.</w:t>
      </w:r>
    </w:p>
    <w:p w:rsidR="009B4D28" w:rsidRPr="00B50162" w:rsidRDefault="009B4D28" w:rsidP="009B4D28">
      <w:pPr>
        <w:rPr>
          <w:sz w:val="28"/>
          <w:szCs w:val="28"/>
        </w:rPr>
      </w:pPr>
    </w:p>
    <w:p w:rsidR="009B4D28" w:rsidRPr="00B50162" w:rsidRDefault="009B4D28" w:rsidP="009B4D28">
      <w:pPr>
        <w:rPr>
          <w:sz w:val="28"/>
          <w:szCs w:val="28"/>
        </w:rPr>
      </w:pPr>
    </w:p>
    <w:p w:rsidR="0047745F" w:rsidRPr="004132EB" w:rsidRDefault="0047745F" w:rsidP="0047745F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4132EB">
        <w:rPr>
          <w:sz w:val="28"/>
          <w:szCs w:val="28"/>
        </w:rPr>
        <w:t>И.о</w:t>
      </w:r>
      <w:proofErr w:type="spellEnd"/>
      <w:r w:rsidRPr="004132EB">
        <w:rPr>
          <w:sz w:val="28"/>
          <w:szCs w:val="28"/>
        </w:rPr>
        <w:t>. главы Администрации</w:t>
      </w:r>
    </w:p>
    <w:p w:rsidR="0047745F" w:rsidRDefault="0047745F" w:rsidP="0047745F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4132EB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47745F" w:rsidRDefault="0047745F" w:rsidP="0047745F">
      <w:pPr>
        <w:rPr>
          <w:sz w:val="28"/>
          <w:szCs w:val="28"/>
        </w:rPr>
      </w:pPr>
    </w:p>
    <w:p w:rsidR="009B4D28" w:rsidRPr="00B50162" w:rsidRDefault="009B4D28" w:rsidP="009B4D28">
      <w:pPr>
        <w:jc w:val="both"/>
        <w:rPr>
          <w:sz w:val="28"/>
          <w:szCs w:val="28"/>
        </w:rPr>
      </w:pPr>
    </w:p>
    <w:p w:rsidR="00BA2B9A" w:rsidRDefault="009B4D28" w:rsidP="00BA2B9A">
      <w:pPr>
        <w:ind w:right="-62"/>
        <w:jc w:val="both"/>
        <w:rPr>
          <w:sz w:val="28"/>
          <w:szCs w:val="28"/>
        </w:rPr>
      </w:pPr>
      <w:r w:rsidRPr="00B50162">
        <w:rPr>
          <w:sz w:val="28"/>
          <w:szCs w:val="28"/>
        </w:rPr>
        <w:t>Постановление вносит:</w:t>
      </w:r>
      <w:r w:rsidR="00B50162" w:rsidRPr="00B50162">
        <w:rPr>
          <w:sz w:val="28"/>
          <w:szCs w:val="28"/>
        </w:rPr>
        <w:t xml:space="preserve"> О</w:t>
      </w:r>
      <w:r w:rsidR="003958C8">
        <w:rPr>
          <w:sz w:val="28"/>
          <w:szCs w:val="28"/>
        </w:rPr>
        <w:t>СПК</w:t>
      </w:r>
    </w:p>
    <w:p w:rsidR="00BA2B9A" w:rsidRDefault="00BA2B9A" w:rsidP="00BA2B9A">
      <w:pPr>
        <w:tabs>
          <w:tab w:val="left" w:pos="567"/>
          <w:tab w:val="left" w:pos="10348"/>
        </w:tabs>
        <w:rPr>
          <w:sz w:val="28"/>
          <w:szCs w:val="28"/>
        </w:rPr>
      </w:pPr>
      <w:r w:rsidRPr="00B50162">
        <w:rPr>
          <w:sz w:val="28"/>
          <w:szCs w:val="28"/>
        </w:rPr>
        <w:t xml:space="preserve">Разослано: </w:t>
      </w:r>
      <w:r w:rsidR="00B50162" w:rsidRPr="00B50162">
        <w:rPr>
          <w:sz w:val="28"/>
          <w:szCs w:val="28"/>
        </w:rPr>
        <w:t>О</w:t>
      </w:r>
      <w:r w:rsidR="003958C8">
        <w:rPr>
          <w:sz w:val="28"/>
          <w:szCs w:val="28"/>
        </w:rPr>
        <w:t>СПК</w:t>
      </w:r>
    </w:p>
    <w:p w:rsidR="005B14CA" w:rsidRDefault="005B14C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7745F" w:rsidRDefault="0047745F" w:rsidP="0047745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7745F" w:rsidRDefault="0047745F" w:rsidP="0047745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7745F" w:rsidRDefault="0047745F" w:rsidP="0047745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7745F" w:rsidRDefault="0047745F" w:rsidP="0047745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F3368">
        <w:rPr>
          <w:sz w:val="28"/>
          <w:szCs w:val="28"/>
        </w:rPr>
        <w:t>02.07.</w:t>
      </w:r>
      <w:bookmarkStart w:id="0" w:name="_GoBack"/>
      <w:bookmarkEnd w:id="0"/>
      <w:r>
        <w:rPr>
          <w:sz w:val="28"/>
          <w:szCs w:val="28"/>
        </w:rPr>
        <w:t>2024 №</w:t>
      </w:r>
      <w:r w:rsidR="009F3368">
        <w:rPr>
          <w:sz w:val="28"/>
          <w:szCs w:val="28"/>
        </w:rPr>
        <w:t>2224</w:t>
      </w:r>
    </w:p>
    <w:p w:rsidR="005B14CA" w:rsidRPr="005B14CA" w:rsidRDefault="005B14CA" w:rsidP="005B14CA">
      <w:pPr>
        <w:rPr>
          <w:sz w:val="28"/>
          <w:szCs w:val="28"/>
        </w:rPr>
      </w:pPr>
    </w:p>
    <w:p w:rsidR="005B14CA" w:rsidRPr="005B14CA" w:rsidRDefault="005B14CA" w:rsidP="005B14CA">
      <w:pPr>
        <w:jc w:val="center"/>
        <w:rPr>
          <w:sz w:val="28"/>
          <w:szCs w:val="28"/>
        </w:rPr>
      </w:pPr>
      <w:r w:rsidRPr="005B14CA">
        <w:rPr>
          <w:sz w:val="28"/>
          <w:szCs w:val="28"/>
        </w:rPr>
        <w:t>СОСТАВ</w:t>
      </w:r>
    </w:p>
    <w:p w:rsidR="005B14CA" w:rsidRPr="005B14CA" w:rsidRDefault="005B14CA" w:rsidP="005B14CA">
      <w:pPr>
        <w:jc w:val="center"/>
        <w:rPr>
          <w:color w:val="000000"/>
          <w:sz w:val="28"/>
          <w:szCs w:val="28"/>
        </w:rPr>
      </w:pPr>
      <w:r w:rsidRPr="005B14CA">
        <w:rPr>
          <w:color w:val="000000"/>
          <w:sz w:val="28"/>
          <w:szCs w:val="28"/>
        </w:rPr>
        <w:t xml:space="preserve">экспертной рабочей группы при Администрации города Шахты </w:t>
      </w:r>
    </w:p>
    <w:p w:rsidR="005B14CA" w:rsidRPr="005B14CA" w:rsidRDefault="005B14CA" w:rsidP="005B14CA">
      <w:pPr>
        <w:jc w:val="center"/>
        <w:rPr>
          <w:sz w:val="28"/>
          <w:szCs w:val="28"/>
        </w:rPr>
      </w:pPr>
      <w:r w:rsidRPr="005B14CA">
        <w:rPr>
          <w:color w:val="000000"/>
          <w:sz w:val="28"/>
          <w:szCs w:val="28"/>
        </w:rPr>
        <w:t>по рассмотрению общественных инициатив</w:t>
      </w:r>
    </w:p>
    <w:p w:rsidR="005B14CA" w:rsidRPr="005B14CA" w:rsidRDefault="005B14CA" w:rsidP="005B14CA">
      <w:pPr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63"/>
        <w:gridCol w:w="310"/>
        <w:gridCol w:w="6481"/>
      </w:tblGrid>
      <w:tr w:rsidR="00CE2654" w:rsidRPr="005B14CA" w:rsidTr="004222B8">
        <w:tc>
          <w:tcPr>
            <w:tcW w:w="3221" w:type="dxa"/>
          </w:tcPr>
          <w:p w:rsidR="004222B8" w:rsidRDefault="004222B8" w:rsidP="004222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Правдюк</w:t>
            </w:r>
            <w:proofErr w:type="spellEnd"/>
          </w:p>
          <w:p w:rsidR="00CE2654" w:rsidRPr="005B14CA" w:rsidRDefault="004222B8" w:rsidP="0042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310" w:type="dxa"/>
          </w:tcPr>
          <w:p w:rsidR="00CE2654" w:rsidRPr="005B14CA" w:rsidRDefault="00CE2654" w:rsidP="00870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CE2654" w:rsidRDefault="00CE2654" w:rsidP="00870731">
            <w:pPr>
              <w:rPr>
                <w:sz w:val="28"/>
                <w:szCs w:val="28"/>
              </w:rPr>
            </w:pPr>
            <w:r w:rsidRPr="005B14CA">
              <w:rPr>
                <w:sz w:val="28"/>
                <w:szCs w:val="28"/>
              </w:rPr>
              <w:t>заместитель главы Администрации, председатель экспертной рабочей группы</w:t>
            </w:r>
            <w:r>
              <w:rPr>
                <w:sz w:val="28"/>
                <w:szCs w:val="28"/>
              </w:rPr>
              <w:t>;</w:t>
            </w:r>
          </w:p>
          <w:p w:rsidR="004222B8" w:rsidRPr="005B14CA" w:rsidRDefault="004222B8" w:rsidP="00870731">
            <w:pPr>
              <w:rPr>
                <w:sz w:val="28"/>
                <w:szCs w:val="28"/>
              </w:rPr>
            </w:pPr>
          </w:p>
        </w:tc>
      </w:tr>
      <w:tr w:rsidR="00CE2654" w:rsidRPr="005B14CA" w:rsidTr="004222B8">
        <w:tc>
          <w:tcPr>
            <w:tcW w:w="3221" w:type="dxa"/>
          </w:tcPr>
          <w:p w:rsidR="004222B8" w:rsidRDefault="004222B8" w:rsidP="0042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Тхак</w:t>
            </w:r>
          </w:p>
          <w:p w:rsidR="00CE2654" w:rsidRPr="005B14CA" w:rsidRDefault="004222B8" w:rsidP="0042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Владимировна</w:t>
            </w:r>
          </w:p>
        </w:tc>
        <w:tc>
          <w:tcPr>
            <w:tcW w:w="310" w:type="dxa"/>
          </w:tcPr>
          <w:p w:rsidR="00CE2654" w:rsidRPr="005B14CA" w:rsidRDefault="00CE2654" w:rsidP="00870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CE2654" w:rsidRDefault="00CE2654" w:rsidP="00870731">
            <w:pPr>
              <w:rPr>
                <w:sz w:val="28"/>
                <w:szCs w:val="28"/>
              </w:rPr>
            </w:pPr>
            <w:r w:rsidRPr="005B14CA"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 w:rsidRPr="005B14CA">
              <w:rPr>
                <w:sz w:val="28"/>
                <w:szCs w:val="28"/>
              </w:rPr>
              <w:t>Администрации</w:t>
            </w:r>
            <w:proofErr w:type="gramStart"/>
            <w:r w:rsidRPr="005B14CA">
              <w:rPr>
                <w:sz w:val="28"/>
                <w:szCs w:val="28"/>
              </w:rPr>
              <w:t>,з</w:t>
            </w:r>
            <w:proofErr w:type="gramEnd"/>
            <w:r w:rsidRPr="005B14CA">
              <w:rPr>
                <w:sz w:val="28"/>
                <w:szCs w:val="28"/>
              </w:rPr>
              <w:t>аместитель</w:t>
            </w:r>
            <w:proofErr w:type="spellEnd"/>
            <w:r w:rsidRPr="005B14CA">
              <w:rPr>
                <w:sz w:val="28"/>
                <w:szCs w:val="28"/>
              </w:rPr>
              <w:t xml:space="preserve"> председателя экспертной рабочей группы</w:t>
            </w:r>
            <w:r>
              <w:rPr>
                <w:sz w:val="28"/>
                <w:szCs w:val="28"/>
              </w:rPr>
              <w:t>;</w:t>
            </w:r>
          </w:p>
          <w:p w:rsidR="004222B8" w:rsidRPr="005B14CA" w:rsidRDefault="004222B8" w:rsidP="00870731">
            <w:pPr>
              <w:rPr>
                <w:sz w:val="28"/>
                <w:szCs w:val="28"/>
              </w:rPr>
            </w:pPr>
          </w:p>
        </w:tc>
      </w:tr>
      <w:tr w:rsidR="00CE2654" w:rsidRPr="005B14CA" w:rsidTr="004222B8">
        <w:tc>
          <w:tcPr>
            <w:tcW w:w="3221" w:type="dxa"/>
          </w:tcPr>
          <w:p w:rsidR="00CE2654" w:rsidRPr="00CE2654" w:rsidRDefault="00CE2654" w:rsidP="00CE2654">
            <w:pPr>
              <w:rPr>
                <w:sz w:val="28"/>
                <w:szCs w:val="28"/>
              </w:rPr>
            </w:pPr>
            <w:r w:rsidRPr="00CE2654">
              <w:rPr>
                <w:sz w:val="28"/>
                <w:szCs w:val="28"/>
              </w:rPr>
              <w:t>Туков</w:t>
            </w:r>
          </w:p>
          <w:p w:rsidR="00CE2654" w:rsidRPr="005B14CA" w:rsidRDefault="00CE2654" w:rsidP="00CE2654">
            <w:pPr>
              <w:rPr>
                <w:sz w:val="28"/>
                <w:szCs w:val="28"/>
              </w:rPr>
            </w:pPr>
            <w:r w:rsidRPr="00CE2654">
              <w:rPr>
                <w:sz w:val="28"/>
                <w:szCs w:val="28"/>
              </w:rPr>
              <w:t>Мурат Мухамедович</w:t>
            </w:r>
          </w:p>
        </w:tc>
        <w:tc>
          <w:tcPr>
            <w:tcW w:w="310" w:type="dxa"/>
          </w:tcPr>
          <w:p w:rsidR="00CE2654" w:rsidRPr="005B14CA" w:rsidRDefault="00CE2654" w:rsidP="00870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CE2654" w:rsidRDefault="004222B8" w:rsidP="00870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социально-политических коммуникаций</w:t>
            </w:r>
            <w:r w:rsidR="00CE2654" w:rsidRPr="005B14CA">
              <w:rPr>
                <w:sz w:val="28"/>
                <w:szCs w:val="28"/>
              </w:rPr>
              <w:t>, секретарь экспертной рабочей группы</w:t>
            </w:r>
            <w:r w:rsidR="00CE2654">
              <w:rPr>
                <w:sz w:val="28"/>
                <w:szCs w:val="28"/>
              </w:rPr>
              <w:t>.</w:t>
            </w:r>
          </w:p>
          <w:p w:rsidR="004222B8" w:rsidRPr="005B14CA" w:rsidRDefault="004222B8" w:rsidP="00870731">
            <w:pPr>
              <w:rPr>
                <w:sz w:val="28"/>
                <w:szCs w:val="28"/>
              </w:rPr>
            </w:pPr>
          </w:p>
        </w:tc>
      </w:tr>
      <w:tr w:rsidR="00CE2654" w:rsidRPr="005B14CA" w:rsidTr="004222B8">
        <w:tc>
          <w:tcPr>
            <w:tcW w:w="10421" w:type="dxa"/>
            <w:gridSpan w:val="3"/>
          </w:tcPr>
          <w:p w:rsidR="00CE2654" w:rsidRDefault="00CE2654" w:rsidP="00870731">
            <w:pPr>
              <w:jc w:val="center"/>
              <w:rPr>
                <w:sz w:val="28"/>
                <w:szCs w:val="28"/>
              </w:rPr>
            </w:pPr>
          </w:p>
          <w:p w:rsidR="00CE2654" w:rsidRDefault="00CE2654" w:rsidP="00870731">
            <w:pPr>
              <w:jc w:val="center"/>
              <w:rPr>
                <w:sz w:val="28"/>
                <w:szCs w:val="28"/>
              </w:rPr>
            </w:pPr>
            <w:r w:rsidRPr="005B14CA">
              <w:rPr>
                <w:sz w:val="28"/>
                <w:szCs w:val="28"/>
              </w:rPr>
              <w:t>Члены экспертной рабочей группы:</w:t>
            </w:r>
          </w:p>
          <w:p w:rsidR="00CE2654" w:rsidRPr="005B14CA" w:rsidRDefault="00CE2654" w:rsidP="00870731">
            <w:pPr>
              <w:jc w:val="center"/>
              <w:rPr>
                <w:sz w:val="28"/>
                <w:szCs w:val="28"/>
              </w:rPr>
            </w:pPr>
          </w:p>
        </w:tc>
      </w:tr>
      <w:tr w:rsidR="004222B8" w:rsidRPr="005B14CA" w:rsidTr="004222B8">
        <w:tc>
          <w:tcPr>
            <w:tcW w:w="3221" w:type="dxa"/>
          </w:tcPr>
          <w:p w:rsidR="004222B8" w:rsidRPr="005B14CA" w:rsidRDefault="004222B8" w:rsidP="00F02B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Корнеев</w:t>
            </w:r>
            <w:r w:rsidRPr="005B14CA">
              <w:rPr>
                <w:sz w:val="28"/>
                <w:szCs w:val="28"/>
              </w:rPr>
              <w:t xml:space="preserve"> </w:t>
            </w:r>
          </w:p>
          <w:p w:rsidR="004222B8" w:rsidRPr="005B14CA" w:rsidRDefault="004222B8" w:rsidP="00F02B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Кузьмич</w:t>
            </w:r>
          </w:p>
        </w:tc>
        <w:tc>
          <w:tcPr>
            <w:tcW w:w="310" w:type="dxa"/>
          </w:tcPr>
          <w:p w:rsidR="004222B8" w:rsidRPr="005B14CA" w:rsidRDefault="004222B8" w:rsidP="00F02B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4222B8" w:rsidRDefault="004222B8" w:rsidP="00F02B6E">
            <w:pPr>
              <w:rPr>
                <w:sz w:val="28"/>
                <w:szCs w:val="28"/>
              </w:rPr>
            </w:pPr>
            <w:r w:rsidRPr="005B14CA">
              <w:rPr>
                <w:sz w:val="28"/>
                <w:szCs w:val="28"/>
              </w:rPr>
              <w:t xml:space="preserve">председатель Городской Думы </w:t>
            </w:r>
            <w:r>
              <w:rPr>
                <w:sz w:val="28"/>
                <w:szCs w:val="28"/>
              </w:rPr>
              <w:t xml:space="preserve">– глава </w:t>
            </w:r>
            <w:r w:rsidRPr="005B14CA">
              <w:rPr>
                <w:sz w:val="28"/>
                <w:szCs w:val="28"/>
              </w:rPr>
              <w:t>города Шахты 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4222B8" w:rsidRPr="005B14CA" w:rsidRDefault="004222B8" w:rsidP="00F02B6E">
            <w:pPr>
              <w:rPr>
                <w:sz w:val="28"/>
                <w:szCs w:val="28"/>
              </w:rPr>
            </w:pPr>
          </w:p>
        </w:tc>
      </w:tr>
      <w:tr w:rsidR="004222B8" w:rsidRPr="005B14CA" w:rsidTr="004222B8">
        <w:tc>
          <w:tcPr>
            <w:tcW w:w="3221" w:type="dxa"/>
          </w:tcPr>
          <w:p w:rsidR="004222B8" w:rsidRPr="00CE2654" w:rsidRDefault="004222B8" w:rsidP="00CE2654">
            <w:pPr>
              <w:rPr>
                <w:sz w:val="28"/>
                <w:szCs w:val="28"/>
              </w:rPr>
            </w:pPr>
            <w:r w:rsidRPr="00CE2654">
              <w:rPr>
                <w:sz w:val="28"/>
                <w:szCs w:val="28"/>
              </w:rPr>
              <w:t>Скориков</w:t>
            </w:r>
          </w:p>
          <w:p w:rsidR="004222B8" w:rsidRPr="005B14CA" w:rsidRDefault="004222B8" w:rsidP="00CE2654">
            <w:pPr>
              <w:rPr>
                <w:sz w:val="28"/>
                <w:szCs w:val="28"/>
              </w:rPr>
            </w:pPr>
            <w:r w:rsidRPr="00CE2654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310" w:type="dxa"/>
          </w:tcPr>
          <w:p w:rsidR="004222B8" w:rsidRPr="005B14CA" w:rsidRDefault="004222B8" w:rsidP="00870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4222B8" w:rsidRDefault="004222B8" w:rsidP="00870731">
            <w:pPr>
              <w:rPr>
                <w:sz w:val="28"/>
                <w:szCs w:val="28"/>
              </w:rPr>
            </w:pPr>
            <w:r w:rsidRPr="005B14CA">
              <w:rPr>
                <w:sz w:val="28"/>
                <w:szCs w:val="28"/>
              </w:rPr>
              <w:t>председатель Общественной палаты города Шахты 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4222B8" w:rsidRPr="005B14CA" w:rsidRDefault="004222B8" w:rsidP="00870731">
            <w:pPr>
              <w:rPr>
                <w:sz w:val="28"/>
                <w:szCs w:val="28"/>
              </w:rPr>
            </w:pPr>
          </w:p>
        </w:tc>
      </w:tr>
      <w:tr w:rsidR="004222B8" w:rsidRPr="005B14CA" w:rsidTr="004222B8">
        <w:tc>
          <w:tcPr>
            <w:tcW w:w="3221" w:type="dxa"/>
          </w:tcPr>
          <w:p w:rsidR="004222B8" w:rsidRDefault="004222B8" w:rsidP="0087073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Стрюкова</w:t>
            </w:r>
            <w:proofErr w:type="spellEnd"/>
          </w:p>
          <w:p w:rsidR="004222B8" w:rsidRPr="005B14CA" w:rsidRDefault="004222B8" w:rsidP="002A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Ольга </w:t>
            </w:r>
            <w:r w:rsidR="002A2B1D">
              <w:rPr>
                <w:sz w:val="28"/>
                <w:szCs w:val="28"/>
              </w:rPr>
              <w:t>Алексеевна</w:t>
            </w:r>
          </w:p>
        </w:tc>
        <w:tc>
          <w:tcPr>
            <w:tcW w:w="310" w:type="dxa"/>
          </w:tcPr>
          <w:p w:rsidR="004222B8" w:rsidRPr="005B14CA" w:rsidRDefault="004222B8" w:rsidP="00870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4222B8" w:rsidRPr="005B14CA" w:rsidRDefault="004222B8" w:rsidP="00F7645C">
            <w:pPr>
              <w:rPr>
                <w:sz w:val="28"/>
                <w:szCs w:val="28"/>
              </w:rPr>
            </w:pPr>
            <w:r w:rsidRPr="005B14CA">
              <w:rPr>
                <w:sz w:val="28"/>
                <w:szCs w:val="28"/>
              </w:rPr>
              <w:t>начальник правового управления</w:t>
            </w:r>
            <w:r w:rsidR="00F7645C">
              <w:rPr>
                <w:sz w:val="28"/>
                <w:szCs w:val="28"/>
              </w:rPr>
              <w:t>.</w:t>
            </w:r>
            <w:r w:rsidRPr="005B14CA">
              <w:rPr>
                <w:sz w:val="28"/>
                <w:szCs w:val="28"/>
              </w:rPr>
              <w:t xml:space="preserve"> </w:t>
            </w:r>
          </w:p>
        </w:tc>
      </w:tr>
    </w:tbl>
    <w:p w:rsidR="005B14CA" w:rsidRDefault="005B14CA" w:rsidP="005B14CA">
      <w:pPr>
        <w:rPr>
          <w:sz w:val="28"/>
          <w:szCs w:val="28"/>
        </w:rPr>
      </w:pPr>
    </w:p>
    <w:p w:rsidR="0047745F" w:rsidRPr="005B14CA" w:rsidRDefault="0047745F" w:rsidP="005B14CA">
      <w:pPr>
        <w:rPr>
          <w:sz w:val="28"/>
          <w:szCs w:val="28"/>
        </w:rPr>
      </w:pPr>
    </w:p>
    <w:p w:rsidR="0047745F" w:rsidRPr="00603376" w:rsidRDefault="0047745F" w:rsidP="0047745F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</w:t>
      </w:r>
      <w:r w:rsidRPr="00851E95">
        <w:rPr>
          <w:sz w:val="28"/>
          <w:szCs w:val="28"/>
        </w:rPr>
        <w:t xml:space="preserve">В.Н. </w:t>
      </w:r>
      <w:proofErr w:type="spellStart"/>
      <w:r w:rsidRPr="00851E95">
        <w:rPr>
          <w:sz w:val="28"/>
          <w:szCs w:val="28"/>
        </w:rPr>
        <w:t>Правдюк</w:t>
      </w:r>
      <w:proofErr w:type="spellEnd"/>
    </w:p>
    <w:p w:rsidR="005B14CA" w:rsidRPr="005B14CA" w:rsidRDefault="005B14CA" w:rsidP="0047745F">
      <w:pPr>
        <w:tabs>
          <w:tab w:val="left" w:pos="567"/>
        </w:tabs>
        <w:rPr>
          <w:sz w:val="28"/>
          <w:szCs w:val="28"/>
        </w:rPr>
      </w:pPr>
    </w:p>
    <w:sectPr w:rsidR="005B14CA" w:rsidRPr="005B14CA" w:rsidSect="0047745F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421" w:rsidRDefault="00C14421">
      <w:r>
        <w:separator/>
      </w:r>
    </w:p>
  </w:endnote>
  <w:endnote w:type="continuationSeparator" w:id="0">
    <w:p w:rsidR="00C14421" w:rsidRDefault="00C14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421" w:rsidRDefault="00C14421">
      <w:r>
        <w:separator/>
      </w:r>
    </w:p>
  </w:footnote>
  <w:footnote w:type="continuationSeparator" w:id="0">
    <w:p w:rsidR="00C14421" w:rsidRDefault="00C14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345"/>
    <w:multiLevelType w:val="hybridMultilevel"/>
    <w:tmpl w:val="370E98A0"/>
    <w:lvl w:ilvl="0" w:tplc="1E4A77B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923BD6"/>
    <w:multiLevelType w:val="hybridMultilevel"/>
    <w:tmpl w:val="57A6CFC2"/>
    <w:lvl w:ilvl="0" w:tplc="54327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C9"/>
    <w:rsid w:val="00000217"/>
    <w:rsid w:val="00040B5B"/>
    <w:rsid w:val="00052501"/>
    <w:rsid w:val="000863CE"/>
    <w:rsid w:val="000B4514"/>
    <w:rsid w:val="000C45EC"/>
    <w:rsid w:val="000F0BEF"/>
    <w:rsid w:val="001150A3"/>
    <w:rsid w:val="0012757C"/>
    <w:rsid w:val="00133C8A"/>
    <w:rsid w:val="00134516"/>
    <w:rsid w:val="0013768E"/>
    <w:rsid w:val="001411B0"/>
    <w:rsid w:val="00155926"/>
    <w:rsid w:val="00177BD6"/>
    <w:rsid w:val="00177C14"/>
    <w:rsid w:val="001A594D"/>
    <w:rsid w:val="001B36E3"/>
    <w:rsid w:val="001D0902"/>
    <w:rsid w:val="001D551A"/>
    <w:rsid w:val="001E3A98"/>
    <w:rsid w:val="00210EB4"/>
    <w:rsid w:val="00231DCA"/>
    <w:rsid w:val="002423BA"/>
    <w:rsid w:val="002457C9"/>
    <w:rsid w:val="002729A9"/>
    <w:rsid w:val="00287E19"/>
    <w:rsid w:val="002A2B1D"/>
    <w:rsid w:val="002B5A1F"/>
    <w:rsid w:val="002B6167"/>
    <w:rsid w:val="002C4544"/>
    <w:rsid w:val="002C4BC9"/>
    <w:rsid w:val="002D1036"/>
    <w:rsid w:val="002D52C9"/>
    <w:rsid w:val="002E25AE"/>
    <w:rsid w:val="003021ED"/>
    <w:rsid w:val="00334CC7"/>
    <w:rsid w:val="00350F82"/>
    <w:rsid w:val="003710C7"/>
    <w:rsid w:val="003740C9"/>
    <w:rsid w:val="003958C8"/>
    <w:rsid w:val="003A66E0"/>
    <w:rsid w:val="003B3159"/>
    <w:rsid w:val="003D3D48"/>
    <w:rsid w:val="003E5DB3"/>
    <w:rsid w:val="0040284E"/>
    <w:rsid w:val="004222B8"/>
    <w:rsid w:val="004334E7"/>
    <w:rsid w:val="0045119E"/>
    <w:rsid w:val="00456219"/>
    <w:rsid w:val="004654DE"/>
    <w:rsid w:val="00475F4F"/>
    <w:rsid w:val="0047621B"/>
    <w:rsid w:val="0047745F"/>
    <w:rsid w:val="004D1CDF"/>
    <w:rsid w:val="0050638C"/>
    <w:rsid w:val="00511A33"/>
    <w:rsid w:val="005120EB"/>
    <w:rsid w:val="005318A6"/>
    <w:rsid w:val="00543ACF"/>
    <w:rsid w:val="00547D0E"/>
    <w:rsid w:val="0056572C"/>
    <w:rsid w:val="00570871"/>
    <w:rsid w:val="0059004B"/>
    <w:rsid w:val="00593077"/>
    <w:rsid w:val="005A575C"/>
    <w:rsid w:val="005B14CA"/>
    <w:rsid w:val="00623F72"/>
    <w:rsid w:val="00626FCA"/>
    <w:rsid w:val="00650081"/>
    <w:rsid w:val="00667FCE"/>
    <w:rsid w:val="00686C3A"/>
    <w:rsid w:val="006871F7"/>
    <w:rsid w:val="006A5064"/>
    <w:rsid w:val="006B0993"/>
    <w:rsid w:val="006C693D"/>
    <w:rsid w:val="006D228B"/>
    <w:rsid w:val="006D4B28"/>
    <w:rsid w:val="006D5137"/>
    <w:rsid w:val="006E0225"/>
    <w:rsid w:val="006E043E"/>
    <w:rsid w:val="007003A2"/>
    <w:rsid w:val="007015F0"/>
    <w:rsid w:val="007369A6"/>
    <w:rsid w:val="007774B9"/>
    <w:rsid w:val="00781030"/>
    <w:rsid w:val="007916F9"/>
    <w:rsid w:val="00792388"/>
    <w:rsid w:val="007B2132"/>
    <w:rsid w:val="007C4720"/>
    <w:rsid w:val="008230F9"/>
    <w:rsid w:val="00834840"/>
    <w:rsid w:val="00836B4A"/>
    <w:rsid w:val="00845390"/>
    <w:rsid w:val="0085590A"/>
    <w:rsid w:val="00863D73"/>
    <w:rsid w:val="00866C7E"/>
    <w:rsid w:val="008A62E7"/>
    <w:rsid w:val="008B13C0"/>
    <w:rsid w:val="008C5A30"/>
    <w:rsid w:val="008D60AE"/>
    <w:rsid w:val="008E17D9"/>
    <w:rsid w:val="00903114"/>
    <w:rsid w:val="009058C6"/>
    <w:rsid w:val="0091297C"/>
    <w:rsid w:val="009241EE"/>
    <w:rsid w:val="0098204D"/>
    <w:rsid w:val="00991C56"/>
    <w:rsid w:val="009B0F7A"/>
    <w:rsid w:val="009B4D28"/>
    <w:rsid w:val="009C5F26"/>
    <w:rsid w:val="009D2DC1"/>
    <w:rsid w:val="009E23AB"/>
    <w:rsid w:val="009F3368"/>
    <w:rsid w:val="00A21B81"/>
    <w:rsid w:val="00A416BC"/>
    <w:rsid w:val="00A90AC4"/>
    <w:rsid w:val="00AA648A"/>
    <w:rsid w:val="00AD2938"/>
    <w:rsid w:val="00AD416D"/>
    <w:rsid w:val="00AD6CC8"/>
    <w:rsid w:val="00AE73B1"/>
    <w:rsid w:val="00B04A2B"/>
    <w:rsid w:val="00B163E3"/>
    <w:rsid w:val="00B23A01"/>
    <w:rsid w:val="00B35157"/>
    <w:rsid w:val="00B47BC4"/>
    <w:rsid w:val="00B50162"/>
    <w:rsid w:val="00B704DD"/>
    <w:rsid w:val="00B723F5"/>
    <w:rsid w:val="00BA2B9A"/>
    <w:rsid w:val="00BA386D"/>
    <w:rsid w:val="00BB080B"/>
    <w:rsid w:val="00BB7A99"/>
    <w:rsid w:val="00BC3DC6"/>
    <w:rsid w:val="00BD3A93"/>
    <w:rsid w:val="00BF3CFB"/>
    <w:rsid w:val="00BF4253"/>
    <w:rsid w:val="00BF5144"/>
    <w:rsid w:val="00BF6DBB"/>
    <w:rsid w:val="00C14421"/>
    <w:rsid w:val="00C63A3A"/>
    <w:rsid w:val="00C93721"/>
    <w:rsid w:val="00CB31E7"/>
    <w:rsid w:val="00CC34A4"/>
    <w:rsid w:val="00CE2654"/>
    <w:rsid w:val="00CE2BC9"/>
    <w:rsid w:val="00CE3A03"/>
    <w:rsid w:val="00CE4E9F"/>
    <w:rsid w:val="00CE5251"/>
    <w:rsid w:val="00CF60F9"/>
    <w:rsid w:val="00D34B0F"/>
    <w:rsid w:val="00D43714"/>
    <w:rsid w:val="00D72D13"/>
    <w:rsid w:val="00D733DE"/>
    <w:rsid w:val="00D82287"/>
    <w:rsid w:val="00D8353F"/>
    <w:rsid w:val="00D92AB0"/>
    <w:rsid w:val="00DA4087"/>
    <w:rsid w:val="00DE4DDF"/>
    <w:rsid w:val="00E14B78"/>
    <w:rsid w:val="00E31392"/>
    <w:rsid w:val="00E84D4A"/>
    <w:rsid w:val="00E876C9"/>
    <w:rsid w:val="00EA67AE"/>
    <w:rsid w:val="00EC0F59"/>
    <w:rsid w:val="00EC3447"/>
    <w:rsid w:val="00EE55E1"/>
    <w:rsid w:val="00EF46CA"/>
    <w:rsid w:val="00F04025"/>
    <w:rsid w:val="00F22483"/>
    <w:rsid w:val="00F22680"/>
    <w:rsid w:val="00F45660"/>
    <w:rsid w:val="00F66C7E"/>
    <w:rsid w:val="00F7645C"/>
    <w:rsid w:val="00F831AD"/>
    <w:rsid w:val="00F87A31"/>
    <w:rsid w:val="00FA2B8D"/>
    <w:rsid w:val="00FA4AE1"/>
    <w:rsid w:val="00FB3473"/>
    <w:rsid w:val="00FC12DD"/>
    <w:rsid w:val="00FF092E"/>
    <w:rsid w:val="00FF36ED"/>
    <w:rsid w:val="00FF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character" w:customStyle="1" w:styleId="a7">
    <w:name w:val="Название Знак"/>
    <w:link w:val="a8"/>
    <w:locked/>
    <w:rsid w:val="00040B5B"/>
    <w:rPr>
      <w:sz w:val="28"/>
      <w:lang w:val="ru-RU" w:eastAsia="ru-RU" w:bidi="ar-SA"/>
    </w:rPr>
  </w:style>
  <w:style w:type="paragraph" w:styleId="a8">
    <w:name w:val="Title"/>
    <w:basedOn w:val="a"/>
    <w:link w:val="a7"/>
    <w:qFormat/>
    <w:rsid w:val="00040B5B"/>
    <w:pPr>
      <w:jc w:val="center"/>
    </w:pPr>
    <w:rPr>
      <w:sz w:val="28"/>
    </w:rPr>
  </w:style>
  <w:style w:type="character" w:customStyle="1" w:styleId="4">
    <w:name w:val="Знак Знак4"/>
    <w:locked/>
    <w:rsid w:val="00BA386D"/>
    <w:rPr>
      <w:b/>
      <w:sz w:val="24"/>
      <w:lang w:val="x-none" w:eastAsia="x-none" w:bidi="ar-SA"/>
    </w:rPr>
  </w:style>
  <w:style w:type="paragraph" w:styleId="a9">
    <w:name w:val="List Paragraph"/>
    <w:basedOn w:val="a"/>
    <w:qFormat/>
    <w:rsid w:val="00BA2B9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a">
    <w:name w:val="Table Grid"/>
    <w:basedOn w:val="a1"/>
    <w:rsid w:val="005B1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14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character" w:customStyle="1" w:styleId="a7">
    <w:name w:val="Название Знак"/>
    <w:link w:val="a8"/>
    <w:locked/>
    <w:rsid w:val="00040B5B"/>
    <w:rPr>
      <w:sz w:val="28"/>
      <w:lang w:val="ru-RU" w:eastAsia="ru-RU" w:bidi="ar-SA"/>
    </w:rPr>
  </w:style>
  <w:style w:type="paragraph" w:styleId="a8">
    <w:name w:val="Title"/>
    <w:basedOn w:val="a"/>
    <w:link w:val="a7"/>
    <w:qFormat/>
    <w:rsid w:val="00040B5B"/>
    <w:pPr>
      <w:jc w:val="center"/>
    </w:pPr>
    <w:rPr>
      <w:sz w:val="28"/>
    </w:rPr>
  </w:style>
  <w:style w:type="character" w:customStyle="1" w:styleId="4">
    <w:name w:val="Знак Знак4"/>
    <w:locked/>
    <w:rsid w:val="00BA386D"/>
    <w:rPr>
      <w:b/>
      <w:sz w:val="24"/>
      <w:lang w:val="x-none" w:eastAsia="x-none" w:bidi="ar-SA"/>
    </w:rPr>
  </w:style>
  <w:style w:type="paragraph" w:styleId="a9">
    <w:name w:val="List Paragraph"/>
    <w:basedOn w:val="a"/>
    <w:qFormat/>
    <w:rsid w:val="00BA2B9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a">
    <w:name w:val="Table Grid"/>
    <w:basedOn w:val="a1"/>
    <w:rsid w:val="005B1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14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5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ukov\AppData\Local\Microsoft\Windows\INetCache\Content.MSO\97635D2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97635D2E</Template>
  <TotalTime>0</TotalTime>
  <Pages>2</Pages>
  <Words>235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890</dc:creator>
  <cp:lastModifiedBy>Панченко Влада Владиславовна</cp:lastModifiedBy>
  <cp:revision>2</cp:revision>
  <cp:lastPrinted>2024-06-28T10:05:00Z</cp:lastPrinted>
  <dcterms:created xsi:type="dcterms:W3CDTF">2024-07-02T06:54:00Z</dcterms:created>
  <dcterms:modified xsi:type="dcterms:W3CDTF">2024-07-02T06:54:00Z</dcterms:modified>
</cp:coreProperties>
</file>