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EA9" w:rsidRPr="0063658E" w:rsidRDefault="00C65EA9" w:rsidP="00C65EA9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0A220AF5" wp14:editId="570B197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5EA9" w:rsidRDefault="00C65EA9" w:rsidP="00C65EA9">
      <w:pPr>
        <w:jc w:val="center"/>
        <w:rPr>
          <w:b/>
          <w:spacing w:val="60"/>
          <w:sz w:val="36"/>
          <w:szCs w:val="36"/>
        </w:rPr>
      </w:pPr>
    </w:p>
    <w:p w:rsidR="00C65EA9" w:rsidRDefault="00C65EA9" w:rsidP="00C65EA9">
      <w:pPr>
        <w:jc w:val="center"/>
        <w:rPr>
          <w:b/>
          <w:spacing w:val="60"/>
          <w:sz w:val="36"/>
          <w:szCs w:val="36"/>
        </w:rPr>
      </w:pPr>
    </w:p>
    <w:p w:rsidR="00C65EA9" w:rsidRDefault="00C65EA9" w:rsidP="00C65EA9">
      <w:pPr>
        <w:jc w:val="center"/>
        <w:rPr>
          <w:b/>
          <w:spacing w:val="60"/>
          <w:sz w:val="36"/>
          <w:szCs w:val="36"/>
        </w:rPr>
      </w:pPr>
    </w:p>
    <w:p w:rsidR="00C65EA9" w:rsidRPr="001E207C" w:rsidRDefault="00C65EA9" w:rsidP="00C65EA9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C65EA9" w:rsidRPr="006D4A91" w:rsidRDefault="00C65EA9" w:rsidP="00C65EA9">
      <w:pPr>
        <w:jc w:val="center"/>
        <w:rPr>
          <w:spacing w:val="60"/>
          <w:sz w:val="26"/>
          <w:szCs w:val="26"/>
        </w:rPr>
      </w:pPr>
    </w:p>
    <w:p w:rsidR="00C65EA9" w:rsidRDefault="00C65EA9" w:rsidP="00C65EA9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C65EA9" w:rsidRDefault="00C65EA9" w:rsidP="00C65EA9">
      <w:pPr>
        <w:jc w:val="center"/>
        <w:rPr>
          <w:sz w:val="28"/>
          <w:szCs w:val="28"/>
        </w:rPr>
      </w:pPr>
    </w:p>
    <w:p w:rsidR="00C65EA9" w:rsidRPr="001E207C" w:rsidRDefault="00C65EA9" w:rsidP="00C65E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C40DC">
        <w:rPr>
          <w:sz w:val="28"/>
          <w:szCs w:val="28"/>
        </w:rPr>
        <w:t>28.06.</w:t>
      </w:r>
      <w:r>
        <w:rPr>
          <w:sz w:val="28"/>
          <w:szCs w:val="28"/>
        </w:rPr>
        <w:t>2024</w:t>
      </w:r>
      <w:r w:rsidRPr="001E207C">
        <w:rPr>
          <w:sz w:val="28"/>
          <w:szCs w:val="28"/>
        </w:rPr>
        <w:t xml:space="preserve"> №</w:t>
      </w:r>
      <w:r w:rsidR="00CC40DC">
        <w:rPr>
          <w:sz w:val="28"/>
          <w:szCs w:val="28"/>
        </w:rPr>
        <w:t>2188</w:t>
      </w:r>
    </w:p>
    <w:p w:rsidR="003958C8" w:rsidRPr="003958C8" w:rsidRDefault="003958C8" w:rsidP="003958C8">
      <w:pPr>
        <w:jc w:val="center"/>
        <w:rPr>
          <w:kern w:val="28"/>
          <w:sz w:val="28"/>
          <w:szCs w:val="28"/>
        </w:rPr>
      </w:pPr>
    </w:p>
    <w:p w:rsidR="00CB31E7" w:rsidRPr="00C65EA9" w:rsidRDefault="003958C8" w:rsidP="003958C8">
      <w:pPr>
        <w:jc w:val="center"/>
        <w:rPr>
          <w:b/>
          <w:kern w:val="28"/>
          <w:sz w:val="28"/>
          <w:szCs w:val="28"/>
        </w:rPr>
      </w:pPr>
      <w:r w:rsidRPr="00C65EA9">
        <w:rPr>
          <w:b/>
          <w:kern w:val="28"/>
          <w:sz w:val="28"/>
          <w:szCs w:val="28"/>
        </w:rPr>
        <w:t xml:space="preserve">О внесении изменений в </w:t>
      </w:r>
      <w:r w:rsidR="000A52AE" w:rsidRPr="00C65EA9">
        <w:rPr>
          <w:b/>
          <w:kern w:val="28"/>
          <w:sz w:val="28"/>
          <w:szCs w:val="28"/>
        </w:rPr>
        <w:t xml:space="preserve">постановление </w:t>
      </w:r>
      <w:r w:rsidR="006463D6" w:rsidRPr="00C65EA9">
        <w:rPr>
          <w:b/>
          <w:kern w:val="28"/>
          <w:sz w:val="28"/>
          <w:szCs w:val="28"/>
        </w:rPr>
        <w:t>Администрации города Шахты от 18.08.2011 №3649 «О создании Координационного совета по межнациональным вопросам»</w:t>
      </w:r>
    </w:p>
    <w:p w:rsidR="003958C8" w:rsidRDefault="003958C8" w:rsidP="00CB31E7">
      <w:pPr>
        <w:rPr>
          <w:kern w:val="28"/>
          <w:sz w:val="28"/>
          <w:szCs w:val="28"/>
        </w:rPr>
      </w:pPr>
    </w:p>
    <w:p w:rsidR="00B50162" w:rsidRDefault="00B50162" w:rsidP="00C65EA9">
      <w:pPr>
        <w:ind w:firstLine="709"/>
        <w:jc w:val="both"/>
        <w:rPr>
          <w:sz w:val="28"/>
          <w:szCs w:val="28"/>
        </w:rPr>
      </w:pPr>
      <w:r w:rsidRPr="00B50162">
        <w:rPr>
          <w:sz w:val="28"/>
          <w:szCs w:val="28"/>
        </w:rPr>
        <w:t>В соответствии с Решением 5</w:t>
      </w:r>
      <w:r w:rsidR="00667FCE">
        <w:rPr>
          <w:sz w:val="28"/>
          <w:szCs w:val="28"/>
        </w:rPr>
        <w:t>6</w:t>
      </w:r>
      <w:r w:rsidRPr="00B50162">
        <w:rPr>
          <w:sz w:val="28"/>
          <w:szCs w:val="28"/>
        </w:rPr>
        <w:t xml:space="preserve">-го заседания городской Думы города Шахты </w:t>
      </w:r>
      <w:r w:rsidR="00D733DE" w:rsidRPr="00B50162">
        <w:rPr>
          <w:sz w:val="28"/>
          <w:szCs w:val="28"/>
        </w:rPr>
        <w:t>от 2</w:t>
      </w:r>
      <w:r w:rsidR="00667FCE">
        <w:rPr>
          <w:sz w:val="28"/>
          <w:szCs w:val="28"/>
        </w:rPr>
        <w:t>7</w:t>
      </w:r>
      <w:r w:rsidR="00D733DE">
        <w:rPr>
          <w:sz w:val="28"/>
          <w:szCs w:val="28"/>
        </w:rPr>
        <w:t>.</w:t>
      </w:r>
      <w:r w:rsidR="00667FCE">
        <w:rPr>
          <w:sz w:val="28"/>
          <w:szCs w:val="28"/>
        </w:rPr>
        <w:t>03</w:t>
      </w:r>
      <w:r w:rsidR="00D733DE">
        <w:rPr>
          <w:sz w:val="28"/>
          <w:szCs w:val="28"/>
        </w:rPr>
        <w:t>.</w:t>
      </w:r>
      <w:r w:rsidR="00D733DE" w:rsidRPr="00B50162">
        <w:rPr>
          <w:sz w:val="28"/>
          <w:szCs w:val="28"/>
        </w:rPr>
        <w:t>20</w:t>
      </w:r>
      <w:r w:rsidR="00667FCE">
        <w:rPr>
          <w:sz w:val="28"/>
          <w:szCs w:val="28"/>
        </w:rPr>
        <w:t>24</w:t>
      </w:r>
      <w:r w:rsidR="00D733DE" w:rsidRPr="00B50162">
        <w:rPr>
          <w:sz w:val="28"/>
          <w:szCs w:val="28"/>
        </w:rPr>
        <w:t xml:space="preserve"> </w:t>
      </w:r>
      <w:r w:rsidRPr="00B50162">
        <w:rPr>
          <w:sz w:val="28"/>
          <w:szCs w:val="28"/>
        </w:rPr>
        <w:t>№</w:t>
      </w:r>
      <w:r w:rsidR="00667FCE">
        <w:rPr>
          <w:sz w:val="28"/>
          <w:szCs w:val="28"/>
        </w:rPr>
        <w:t>480</w:t>
      </w:r>
      <w:r w:rsidRPr="00B50162">
        <w:rPr>
          <w:sz w:val="28"/>
          <w:szCs w:val="28"/>
        </w:rPr>
        <w:t xml:space="preserve"> «О внесении изменения в решение городской Думы города Шахты «Об утверждении структ</w:t>
      </w:r>
      <w:r>
        <w:rPr>
          <w:sz w:val="28"/>
          <w:szCs w:val="28"/>
        </w:rPr>
        <w:t>уры Администрации города Шахты»,</w:t>
      </w:r>
      <w:r w:rsidR="003D4DEA">
        <w:rPr>
          <w:sz w:val="28"/>
          <w:szCs w:val="28"/>
        </w:rPr>
        <w:t xml:space="preserve"> Администрация города Шахты</w:t>
      </w:r>
    </w:p>
    <w:p w:rsidR="00B50162" w:rsidRPr="00B50162" w:rsidRDefault="00B50162" w:rsidP="00B50162">
      <w:pPr>
        <w:ind w:firstLine="872"/>
        <w:jc w:val="both"/>
        <w:rPr>
          <w:sz w:val="28"/>
          <w:szCs w:val="28"/>
        </w:rPr>
      </w:pPr>
    </w:p>
    <w:p w:rsidR="00C65EA9" w:rsidRPr="00BA68B3" w:rsidRDefault="00C65EA9" w:rsidP="00C65EA9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B50162" w:rsidRPr="00B50162" w:rsidRDefault="00B50162" w:rsidP="00B50162">
      <w:pPr>
        <w:ind w:firstLine="872"/>
        <w:jc w:val="both"/>
        <w:rPr>
          <w:sz w:val="28"/>
          <w:szCs w:val="28"/>
        </w:rPr>
      </w:pPr>
    </w:p>
    <w:p w:rsidR="00B50162" w:rsidRDefault="00B50162" w:rsidP="00B50162">
      <w:pPr>
        <w:ind w:firstLine="709"/>
        <w:jc w:val="both"/>
        <w:rPr>
          <w:sz w:val="28"/>
          <w:szCs w:val="28"/>
        </w:rPr>
      </w:pPr>
      <w:r w:rsidRPr="002D52C9">
        <w:rPr>
          <w:sz w:val="28"/>
          <w:szCs w:val="28"/>
        </w:rPr>
        <w:t xml:space="preserve">1.Внести </w:t>
      </w:r>
      <w:r w:rsidR="006463D6">
        <w:rPr>
          <w:sz w:val="28"/>
          <w:szCs w:val="28"/>
        </w:rPr>
        <w:t xml:space="preserve">в </w:t>
      </w:r>
      <w:r w:rsidR="000A52AE">
        <w:rPr>
          <w:sz w:val="28"/>
          <w:szCs w:val="28"/>
        </w:rPr>
        <w:t>п</w:t>
      </w:r>
      <w:r w:rsidR="000A52AE" w:rsidRPr="002D52C9">
        <w:rPr>
          <w:sz w:val="28"/>
          <w:szCs w:val="28"/>
        </w:rPr>
        <w:t>остановлени</w:t>
      </w:r>
      <w:r w:rsidR="000A52AE">
        <w:rPr>
          <w:sz w:val="28"/>
          <w:szCs w:val="28"/>
        </w:rPr>
        <w:t>е</w:t>
      </w:r>
      <w:r w:rsidR="000A52AE" w:rsidRPr="002D52C9">
        <w:rPr>
          <w:sz w:val="28"/>
          <w:szCs w:val="28"/>
        </w:rPr>
        <w:t xml:space="preserve"> </w:t>
      </w:r>
      <w:r w:rsidRPr="002D52C9">
        <w:rPr>
          <w:sz w:val="28"/>
          <w:szCs w:val="28"/>
        </w:rPr>
        <w:t>Администрации города Шахты от 18.08.2011 №3649 «О создании Координационного совета по межнациональным вопросам» следующие изменения</w:t>
      </w:r>
      <w:r w:rsidR="00D733DE" w:rsidRPr="002D52C9">
        <w:rPr>
          <w:sz w:val="28"/>
          <w:szCs w:val="28"/>
        </w:rPr>
        <w:t>:</w:t>
      </w:r>
    </w:p>
    <w:p w:rsidR="006463D6" w:rsidRPr="002D52C9" w:rsidRDefault="006463D6" w:rsidP="00B501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1.1.Приложение №2 </w:t>
      </w:r>
      <w:r w:rsidR="00C65EA9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 xml:space="preserve">изложить в редакции </w:t>
      </w:r>
      <w:r w:rsidR="00C65EA9">
        <w:rPr>
          <w:sz w:val="28"/>
          <w:szCs w:val="28"/>
        </w:rPr>
        <w:t>согласно п</w:t>
      </w:r>
      <w:r>
        <w:rPr>
          <w:sz w:val="28"/>
          <w:szCs w:val="28"/>
        </w:rPr>
        <w:t>риложени</w:t>
      </w:r>
      <w:r w:rsidR="00C65EA9">
        <w:rPr>
          <w:sz w:val="28"/>
          <w:szCs w:val="28"/>
        </w:rPr>
        <w:t>ю</w:t>
      </w:r>
      <w:r>
        <w:rPr>
          <w:sz w:val="28"/>
          <w:szCs w:val="28"/>
        </w:rPr>
        <w:t xml:space="preserve"> к настоящему </w:t>
      </w:r>
      <w:r w:rsidR="000A52AE">
        <w:rPr>
          <w:sz w:val="28"/>
          <w:szCs w:val="28"/>
        </w:rPr>
        <w:t>постановлению</w:t>
      </w:r>
      <w:r>
        <w:rPr>
          <w:sz w:val="28"/>
          <w:szCs w:val="28"/>
        </w:rPr>
        <w:t>.</w:t>
      </w:r>
    </w:p>
    <w:p w:rsidR="00B50162" w:rsidRPr="00B50162" w:rsidRDefault="006463D6" w:rsidP="00B501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50162" w:rsidRPr="00B50162">
        <w:rPr>
          <w:sz w:val="28"/>
          <w:szCs w:val="28"/>
        </w:rPr>
        <w:t>.</w:t>
      </w:r>
      <w:r w:rsidR="003958C8" w:rsidRPr="003958C8">
        <w:rPr>
          <w:sz w:val="28"/>
          <w:szCs w:val="28"/>
        </w:rPr>
        <w:t xml:space="preserve">Настоящее </w:t>
      </w:r>
      <w:r w:rsidR="000A52AE" w:rsidRPr="003958C8">
        <w:rPr>
          <w:sz w:val="28"/>
          <w:szCs w:val="28"/>
        </w:rPr>
        <w:t xml:space="preserve">постановление </w:t>
      </w:r>
      <w:r w:rsidR="003958C8" w:rsidRPr="003958C8">
        <w:rPr>
          <w:sz w:val="28"/>
          <w:szCs w:val="28"/>
        </w:rPr>
        <w:t>подлежит опубликованию в газете «</w:t>
      </w:r>
      <w:proofErr w:type="spellStart"/>
      <w:r w:rsidR="003958C8" w:rsidRPr="003958C8">
        <w:rPr>
          <w:sz w:val="28"/>
          <w:szCs w:val="28"/>
        </w:rPr>
        <w:t>Шахтинские</w:t>
      </w:r>
      <w:proofErr w:type="spellEnd"/>
      <w:r w:rsidR="003958C8" w:rsidRPr="003958C8">
        <w:rPr>
          <w:sz w:val="28"/>
          <w:szCs w:val="28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BA386D" w:rsidRPr="00B50162" w:rsidRDefault="006463D6" w:rsidP="00B501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50162" w:rsidRPr="00B50162">
        <w:rPr>
          <w:sz w:val="28"/>
          <w:szCs w:val="28"/>
        </w:rPr>
        <w:t xml:space="preserve">.Контроль за исполнением </w:t>
      </w:r>
      <w:r w:rsidR="00F87A31">
        <w:rPr>
          <w:sz w:val="28"/>
          <w:szCs w:val="28"/>
        </w:rPr>
        <w:t xml:space="preserve">настоящего </w:t>
      </w:r>
      <w:r w:rsidR="000A52AE" w:rsidRPr="00B50162">
        <w:rPr>
          <w:sz w:val="28"/>
          <w:szCs w:val="28"/>
        </w:rPr>
        <w:t xml:space="preserve">постановления </w:t>
      </w:r>
      <w:r w:rsidR="00B50162" w:rsidRPr="00B50162">
        <w:rPr>
          <w:sz w:val="28"/>
          <w:szCs w:val="28"/>
        </w:rPr>
        <w:t xml:space="preserve">возложить на </w:t>
      </w:r>
      <w:r w:rsidR="00F87A31">
        <w:rPr>
          <w:sz w:val="28"/>
          <w:szCs w:val="28"/>
        </w:rPr>
        <w:t xml:space="preserve">заместителя главы </w:t>
      </w:r>
      <w:r w:rsidR="00B50162" w:rsidRPr="00B50162">
        <w:rPr>
          <w:sz w:val="28"/>
          <w:szCs w:val="28"/>
        </w:rPr>
        <w:t xml:space="preserve">Администрации </w:t>
      </w:r>
      <w:proofErr w:type="spellStart"/>
      <w:r w:rsidR="00F87A31">
        <w:rPr>
          <w:sz w:val="28"/>
          <w:szCs w:val="28"/>
        </w:rPr>
        <w:t>Правдюка</w:t>
      </w:r>
      <w:proofErr w:type="spellEnd"/>
      <w:r w:rsidR="00F87A31">
        <w:rPr>
          <w:sz w:val="28"/>
          <w:szCs w:val="28"/>
        </w:rPr>
        <w:t xml:space="preserve"> В.Н</w:t>
      </w:r>
      <w:r w:rsidR="00BA2B9A" w:rsidRPr="00B50162">
        <w:rPr>
          <w:sz w:val="28"/>
          <w:szCs w:val="28"/>
        </w:rPr>
        <w:t>.</w:t>
      </w:r>
    </w:p>
    <w:p w:rsidR="009B4D28" w:rsidRPr="00B50162" w:rsidRDefault="009B4D28" w:rsidP="009B4D28">
      <w:pPr>
        <w:rPr>
          <w:sz w:val="28"/>
          <w:szCs w:val="28"/>
        </w:rPr>
      </w:pPr>
    </w:p>
    <w:p w:rsidR="009B4D28" w:rsidRPr="00B50162" w:rsidRDefault="009B4D28" w:rsidP="009B4D28">
      <w:pPr>
        <w:rPr>
          <w:sz w:val="28"/>
          <w:szCs w:val="28"/>
        </w:rPr>
      </w:pPr>
    </w:p>
    <w:p w:rsidR="00C65EA9" w:rsidRPr="004132EB" w:rsidRDefault="00C65EA9" w:rsidP="00C65EA9">
      <w:pPr>
        <w:tabs>
          <w:tab w:val="left" w:pos="993"/>
        </w:tabs>
        <w:ind w:right="-1"/>
        <w:jc w:val="both"/>
        <w:rPr>
          <w:sz w:val="28"/>
          <w:szCs w:val="28"/>
        </w:rPr>
      </w:pPr>
      <w:proofErr w:type="spellStart"/>
      <w:r w:rsidRPr="004132EB">
        <w:rPr>
          <w:sz w:val="28"/>
          <w:szCs w:val="28"/>
        </w:rPr>
        <w:t>И.о</w:t>
      </w:r>
      <w:proofErr w:type="spellEnd"/>
      <w:r w:rsidRPr="004132EB">
        <w:rPr>
          <w:sz w:val="28"/>
          <w:szCs w:val="28"/>
        </w:rPr>
        <w:t>. главы Администрации</w:t>
      </w:r>
    </w:p>
    <w:p w:rsidR="00C65EA9" w:rsidRDefault="00C65EA9" w:rsidP="00C65EA9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4132EB">
        <w:rPr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9B4D28" w:rsidRPr="00B50162" w:rsidRDefault="009B4D28" w:rsidP="009B4D28">
      <w:pPr>
        <w:jc w:val="both"/>
        <w:rPr>
          <w:sz w:val="28"/>
          <w:szCs w:val="28"/>
        </w:rPr>
      </w:pPr>
    </w:p>
    <w:p w:rsidR="009B4D28" w:rsidRPr="00B50162" w:rsidRDefault="009B4D28" w:rsidP="009B4D28">
      <w:pPr>
        <w:jc w:val="both"/>
        <w:rPr>
          <w:sz w:val="28"/>
          <w:szCs w:val="28"/>
        </w:rPr>
      </w:pPr>
    </w:p>
    <w:p w:rsidR="00BA2B9A" w:rsidRDefault="009B4D28" w:rsidP="00BA2B9A">
      <w:pPr>
        <w:ind w:right="-62"/>
        <w:jc w:val="both"/>
        <w:rPr>
          <w:sz w:val="28"/>
          <w:szCs w:val="28"/>
        </w:rPr>
      </w:pPr>
      <w:r w:rsidRPr="00B50162">
        <w:rPr>
          <w:sz w:val="28"/>
          <w:szCs w:val="28"/>
        </w:rPr>
        <w:t>Постановление вносит:</w:t>
      </w:r>
      <w:r w:rsidR="00B50162" w:rsidRPr="00B50162">
        <w:rPr>
          <w:sz w:val="28"/>
          <w:szCs w:val="28"/>
        </w:rPr>
        <w:t xml:space="preserve"> О</w:t>
      </w:r>
      <w:r w:rsidR="003958C8">
        <w:rPr>
          <w:sz w:val="28"/>
          <w:szCs w:val="28"/>
        </w:rPr>
        <w:t>СПК</w:t>
      </w:r>
    </w:p>
    <w:p w:rsidR="00BA2B9A" w:rsidRDefault="00BA2B9A" w:rsidP="00BA2B9A">
      <w:pPr>
        <w:tabs>
          <w:tab w:val="left" w:pos="567"/>
          <w:tab w:val="left" w:pos="10348"/>
        </w:tabs>
        <w:rPr>
          <w:sz w:val="28"/>
          <w:szCs w:val="28"/>
        </w:rPr>
      </w:pPr>
      <w:r w:rsidRPr="00B50162">
        <w:rPr>
          <w:sz w:val="28"/>
          <w:szCs w:val="28"/>
        </w:rPr>
        <w:t xml:space="preserve">Разослано: </w:t>
      </w:r>
      <w:r w:rsidR="00B50162" w:rsidRPr="00B50162">
        <w:rPr>
          <w:sz w:val="28"/>
          <w:szCs w:val="28"/>
        </w:rPr>
        <w:t>О</w:t>
      </w:r>
      <w:r w:rsidR="003958C8">
        <w:rPr>
          <w:sz w:val="28"/>
          <w:szCs w:val="28"/>
        </w:rPr>
        <w:t>СПК</w:t>
      </w:r>
    </w:p>
    <w:p w:rsidR="006463D6" w:rsidRDefault="006463D6" w:rsidP="00BA2B9A">
      <w:pPr>
        <w:tabs>
          <w:tab w:val="left" w:pos="567"/>
          <w:tab w:val="left" w:pos="10348"/>
        </w:tabs>
        <w:rPr>
          <w:sz w:val="28"/>
          <w:szCs w:val="28"/>
        </w:rPr>
      </w:pPr>
    </w:p>
    <w:p w:rsidR="00E14CAF" w:rsidRDefault="00E14CAF" w:rsidP="00E14CA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65EA9" w:rsidRDefault="00C65EA9" w:rsidP="00C65EA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C65EA9" w:rsidRDefault="00C65EA9" w:rsidP="00C65EA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C65EA9" w:rsidRDefault="00C65EA9" w:rsidP="00C65EA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C65EA9" w:rsidRDefault="00C65EA9" w:rsidP="00C65EA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C40DC">
        <w:rPr>
          <w:sz w:val="28"/>
          <w:szCs w:val="28"/>
        </w:rPr>
        <w:t>28.06.</w:t>
      </w:r>
      <w:bookmarkStart w:id="0" w:name="_GoBack"/>
      <w:bookmarkEnd w:id="0"/>
      <w:r>
        <w:rPr>
          <w:sz w:val="28"/>
          <w:szCs w:val="28"/>
        </w:rPr>
        <w:t>2024 №</w:t>
      </w:r>
      <w:r w:rsidR="00CC40DC">
        <w:rPr>
          <w:sz w:val="28"/>
          <w:szCs w:val="28"/>
        </w:rPr>
        <w:t>2188</w:t>
      </w:r>
    </w:p>
    <w:p w:rsidR="006463D6" w:rsidRDefault="006463D6" w:rsidP="007F2C4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463D6" w:rsidRDefault="006463D6" w:rsidP="007F2C4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6463D6" w:rsidRDefault="006463D6" w:rsidP="007F2C4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Координационного совета по межнациональным вопросам </w:t>
      </w:r>
    </w:p>
    <w:p w:rsidR="006463D6" w:rsidRDefault="006463D6" w:rsidP="007F2C4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3261"/>
        <w:gridCol w:w="310"/>
        <w:gridCol w:w="6068"/>
      </w:tblGrid>
      <w:tr w:rsidR="006463D6" w:rsidTr="00E87B96">
        <w:trPr>
          <w:cantSplit/>
        </w:trPr>
        <w:tc>
          <w:tcPr>
            <w:tcW w:w="3261" w:type="dxa"/>
            <w:shd w:val="clear" w:color="auto" w:fill="auto"/>
          </w:tcPr>
          <w:p w:rsidR="006463D6" w:rsidRPr="0003066B" w:rsidRDefault="006463D6" w:rsidP="007F2C4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Горцевской</w:t>
            </w:r>
            <w:proofErr w:type="spellEnd"/>
          </w:p>
          <w:p w:rsidR="006463D6" w:rsidRPr="0003066B" w:rsidRDefault="006463D6" w:rsidP="007F2C44">
            <w:pPr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t xml:space="preserve">Андрей </w:t>
            </w:r>
            <w:r>
              <w:rPr>
                <w:sz w:val="28"/>
                <w:szCs w:val="28"/>
              </w:rPr>
              <w:t>Григорьевич</w:t>
            </w:r>
          </w:p>
          <w:p w:rsidR="006463D6" w:rsidRPr="0003066B" w:rsidRDefault="006463D6" w:rsidP="007F2C44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6463D6" w:rsidRPr="0003066B" w:rsidRDefault="006463D6" w:rsidP="007F2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8" w:type="dxa"/>
            <w:shd w:val="clear" w:color="auto" w:fill="auto"/>
          </w:tcPr>
          <w:p w:rsidR="006463D6" w:rsidRPr="0003066B" w:rsidRDefault="006463D6" w:rsidP="007F2C44">
            <w:pPr>
              <w:jc w:val="both"/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t>глава Администрации города Шахты,</w:t>
            </w:r>
            <w:r>
              <w:rPr>
                <w:sz w:val="28"/>
                <w:szCs w:val="28"/>
              </w:rPr>
              <w:t xml:space="preserve"> </w:t>
            </w:r>
            <w:r w:rsidRPr="0003066B">
              <w:rPr>
                <w:sz w:val="28"/>
                <w:szCs w:val="28"/>
              </w:rPr>
              <w:t>председатель Координационного совета</w:t>
            </w:r>
            <w:r>
              <w:rPr>
                <w:sz w:val="28"/>
                <w:szCs w:val="28"/>
              </w:rPr>
              <w:t>;</w:t>
            </w:r>
          </w:p>
        </w:tc>
      </w:tr>
      <w:tr w:rsidR="006463D6" w:rsidTr="00E87B96">
        <w:trPr>
          <w:cantSplit/>
        </w:trPr>
        <w:tc>
          <w:tcPr>
            <w:tcW w:w="3261" w:type="dxa"/>
            <w:shd w:val="clear" w:color="auto" w:fill="auto"/>
          </w:tcPr>
          <w:p w:rsidR="006463D6" w:rsidRPr="0003066B" w:rsidRDefault="006463D6" w:rsidP="007F2C44">
            <w:pPr>
              <w:rPr>
                <w:sz w:val="28"/>
                <w:szCs w:val="28"/>
              </w:rPr>
            </w:pPr>
            <w:proofErr w:type="spellStart"/>
            <w:r w:rsidRPr="0003066B">
              <w:rPr>
                <w:sz w:val="28"/>
                <w:szCs w:val="28"/>
              </w:rPr>
              <w:t>Пилюкпасиди</w:t>
            </w:r>
            <w:proofErr w:type="spellEnd"/>
          </w:p>
          <w:p w:rsidR="006463D6" w:rsidRPr="0003066B" w:rsidRDefault="006463D6" w:rsidP="007F2C44">
            <w:pPr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t xml:space="preserve">Константин </w:t>
            </w:r>
            <w:proofErr w:type="spellStart"/>
            <w:r w:rsidRPr="0003066B">
              <w:rPr>
                <w:sz w:val="28"/>
                <w:szCs w:val="28"/>
              </w:rPr>
              <w:t>Евстафьевич</w:t>
            </w:r>
            <w:proofErr w:type="spellEnd"/>
          </w:p>
          <w:p w:rsidR="006463D6" w:rsidRPr="0003066B" w:rsidRDefault="006463D6" w:rsidP="007F2C44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6463D6" w:rsidRPr="0003066B" w:rsidRDefault="006463D6" w:rsidP="007F2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8" w:type="dxa"/>
            <w:shd w:val="clear" w:color="auto" w:fill="auto"/>
          </w:tcPr>
          <w:p w:rsidR="006463D6" w:rsidRDefault="006463D6" w:rsidP="007F2C44">
            <w:pPr>
              <w:jc w:val="both"/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t>председатель Совета старейшин города Шахты,</w:t>
            </w:r>
            <w:r>
              <w:rPr>
                <w:sz w:val="28"/>
                <w:szCs w:val="28"/>
              </w:rPr>
              <w:t xml:space="preserve"> </w:t>
            </w:r>
            <w:r w:rsidRPr="0003066B">
              <w:rPr>
                <w:sz w:val="28"/>
                <w:szCs w:val="28"/>
              </w:rPr>
              <w:t>заместитель председателя Координационного совета</w:t>
            </w:r>
            <w:r>
              <w:rPr>
                <w:sz w:val="28"/>
                <w:szCs w:val="28"/>
              </w:rPr>
              <w:t xml:space="preserve"> </w:t>
            </w:r>
            <w:r w:rsidRPr="0003066B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  <w:p w:rsidR="006463D6" w:rsidRPr="0003066B" w:rsidRDefault="006463D6" w:rsidP="007F2C44">
            <w:pPr>
              <w:jc w:val="both"/>
              <w:rPr>
                <w:sz w:val="28"/>
                <w:szCs w:val="28"/>
              </w:rPr>
            </w:pPr>
          </w:p>
        </w:tc>
      </w:tr>
      <w:tr w:rsidR="00E14CAF" w:rsidTr="00E87B96">
        <w:trPr>
          <w:cantSplit/>
        </w:trPr>
        <w:tc>
          <w:tcPr>
            <w:tcW w:w="3261" w:type="dxa"/>
            <w:shd w:val="clear" w:color="auto" w:fill="auto"/>
          </w:tcPr>
          <w:p w:rsidR="00E14CAF" w:rsidRDefault="00E14CAF" w:rsidP="007F2C4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Правдюк</w:t>
            </w:r>
            <w:proofErr w:type="spellEnd"/>
          </w:p>
          <w:p w:rsidR="00E14CAF" w:rsidRDefault="00E14CAF" w:rsidP="007F2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Николаевич</w:t>
            </w:r>
          </w:p>
          <w:p w:rsidR="00E14CAF" w:rsidRPr="0003066B" w:rsidRDefault="00E14CAF" w:rsidP="007F2C44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E14CAF" w:rsidRDefault="00E14CAF" w:rsidP="007F2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8" w:type="dxa"/>
            <w:shd w:val="clear" w:color="auto" w:fill="auto"/>
          </w:tcPr>
          <w:p w:rsidR="00E14CAF" w:rsidRDefault="00E14CAF" w:rsidP="007F2C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города Шахты, </w:t>
            </w:r>
            <w:r w:rsidRPr="00E14CAF">
              <w:rPr>
                <w:sz w:val="28"/>
                <w:szCs w:val="28"/>
              </w:rPr>
              <w:t>заместитель председателя Координационного совета;</w:t>
            </w:r>
          </w:p>
          <w:p w:rsidR="00E14CAF" w:rsidRPr="0003066B" w:rsidRDefault="00E14CAF" w:rsidP="007F2C44">
            <w:pPr>
              <w:jc w:val="both"/>
              <w:rPr>
                <w:sz w:val="28"/>
                <w:szCs w:val="28"/>
              </w:rPr>
            </w:pPr>
          </w:p>
        </w:tc>
      </w:tr>
      <w:tr w:rsidR="006463D6" w:rsidTr="00E87B96">
        <w:trPr>
          <w:cantSplit/>
        </w:trPr>
        <w:tc>
          <w:tcPr>
            <w:tcW w:w="3261" w:type="dxa"/>
            <w:shd w:val="clear" w:color="auto" w:fill="auto"/>
          </w:tcPr>
          <w:p w:rsidR="006463D6" w:rsidRPr="0003066B" w:rsidRDefault="006463D6" w:rsidP="007F2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Туков</w:t>
            </w:r>
          </w:p>
          <w:p w:rsidR="006463D6" w:rsidRPr="0003066B" w:rsidRDefault="006463D6" w:rsidP="007F2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Мурат Мухамедович</w:t>
            </w:r>
          </w:p>
        </w:tc>
        <w:tc>
          <w:tcPr>
            <w:tcW w:w="310" w:type="dxa"/>
          </w:tcPr>
          <w:p w:rsidR="006463D6" w:rsidRPr="0003066B" w:rsidRDefault="006463D6" w:rsidP="007F2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8" w:type="dxa"/>
            <w:shd w:val="clear" w:color="auto" w:fill="auto"/>
          </w:tcPr>
          <w:p w:rsidR="006463D6" w:rsidRPr="0003066B" w:rsidRDefault="006463D6" w:rsidP="007F2C44">
            <w:pPr>
              <w:jc w:val="both"/>
              <w:rPr>
                <w:sz w:val="28"/>
                <w:szCs w:val="28"/>
              </w:rPr>
            </w:pPr>
            <w:r w:rsidRPr="00526B90">
              <w:rPr>
                <w:sz w:val="28"/>
                <w:szCs w:val="28"/>
              </w:rPr>
              <w:t>начальник отдела социально-политических коммуникаций</w:t>
            </w:r>
            <w:r>
              <w:rPr>
                <w:sz w:val="28"/>
                <w:szCs w:val="28"/>
              </w:rPr>
              <w:t xml:space="preserve"> Администрации города Шахты</w:t>
            </w:r>
            <w:r w:rsidRPr="0003066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03066B">
              <w:rPr>
                <w:sz w:val="28"/>
                <w:szCs w:val="28"/>
              </w:rPr>
              <w:t>ответственный секретарь Координационного совета</w:t>
            </w:r>
            <w:r>
              <w:rPr>
                <w:sz w:val="28"/>
                <w:szCs w:val="28"/>
              </w:rPr>
              <w:t>.</w:t>
            </w:r>
          </w:p>
        </w:tc>
      </w:tr>
      <w:tr w:rsidR="006463D6" w:rsidTr="00E87B96">
        <w:trPr>
          <w:cantSplit/>
        </w:trPr>
        <w:tc>
          <w:tcPr>
            <w:tcW w:w="9639" w:type="dxa"/>
            <w:gridSpan w:val="3"/>
            <w:shd w:val="clear" w:color="auto" w:fill="auto"/>
          </w:tcPr>
          <w:p w:rsidR="006463D6" w:rsidRDefault="006463D6" w:rsidP="007F2C44">
            <w:pPr>
              <w:jc w:val="center"/>
              <w:rPr>
                <w:sz w:val="28"/>
                <w:szCs w:val="28"/>
              </w:rPr>
            </w:pPr>
          </w:p>
          <w:p w:rsidR="006463D6" w:rsidRPr="0003066B" w:rsidRDefault="006463D6" w:rsidP="007F2C44">
            <w:pPr>
              <w:jc w:val="center"/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t>Члены Координационного совета:</w:t>
            </w:r>
          </w:p>
          <w:p w:rsidR="006463D6" w:rsidRPr="00526B90" w:rsidRDefault="006463D6" w:rsidP="007F2C44">
            <w:pPr>
              <w:rPr>
                <w:sz w:val="28"/>
                <w:szCs w:val="28"/>
              </w:rPr>
            </w:pPr>
          </w:p>
        </w:tc>
      </w:tr>
      <w:tr w:rsidR="002B0CBA" w:rsidTr="00E87B96">
        <w:trPr>
          <w:cantSplit/>
        </w:trPr>
        <w:tc>
          <w:tcPr>
            <w:tcW w:w="3261" w:type="dxa"/>
            <w:shd w:val="clear" w:color="auto" w:fill="auto"/>
          </w:tcPr>
          <w:p w:rsidR="002B0CBA" w:rsidRPr="0003066B" w:rsidRDefault="002B0CBA" w:rsidP="007F2C44">
            <w:pPr>
              <w:rPr>
                <w:sz w:val="28"/>
                <w:szCs w:val="28"/>
              </w:rPr>
            </w:pPr>
            <w:proofErr w:type="spellStart"/>
            <w:r w:rsidRPr="0003066B">
              <w:rPr>
                <w:sz w:val="28"/>
                <w:szCs w:val="28"/>
              </w:rPr>
              <w:t>Бадалов</w:t>
            </w:r>
            <w:proofErr w:type="spellEnd"/>
          </w:p>
          <w:p w:rsidR="002B0CBA" w:rsidRDefault="002B0CBA" w:rsidP="007F2C44">
            <w:pPr>
              <w:rPr>
                <w:sz w:val="28"/>
                <w:szCs w:val="28"/>
              </w:rPr>
            </w:pPr>
            <w:proofErr w:type="spellStart"/>
            <w:r w:rsidRPr="0003066B">
              <w:rPr>
                <w:sz w:val="28"/>
                <w:szCs w:val="28"/>
              </w:rPr>
              <w:t>Ровшан</w:t>
            </w:r>
            <w:proofErr w:type="spellEnd"/>
            <w:r w:rsidRPr="0003066B">
              <w:rPr>
                <w:sz w:val="28"/>
                <w:szCs w:val="28"/>
              </w:rPr>
              <w:t xml:space="preserve"> </w:t>
            </w:r>
            <w:proofErr w:type="spellStart"/>
            <w:r w:rsidRPr="0003066B">
              <w:rPr>
                <w:sz w:val="28"/>
                <w:szCs w:val="28"/>
              </w:rPr>
              <w:t>Мехмандарович</w:t>
            </w:r>
            <w:proofErr w:type="spellEnd"/>
          </w:p>
          <w:p w:rsidR="002B0CBA" w:rsidRPr="0003066B" w:rsidRDefault="002B0CBA" w:rsidP="007F2C44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2B0CBA" w:rsidRPr="0003066B" w:rsidRDefault="002B0CBA" w:rsidP="007F2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8" w:type="dxa"/>
            <w:shd w:val="clear" w:color="auto" w:fill="auto"/>
          </w:tcPr>
          <w:p w:rsidR="002B0CBA" w:rsidRDefault="002B0CBA" w:rsidP="007F2C44">
            <w:pPr>
              <w:jc w:val="both"/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t xml:space="preserve">руководитель </w:t>
            </w:r>
            <w:r>
              <w:rPr>
                <w:sz w:val="28"/>
                <w:szCs w:val="28"/>
              </w:rPr>
              <w:t>А</w:t>
            </w:r>
            <w:r w:rsidRPr="0003066B">
              <w:rPr>
                <w:sz w:val="28"/>
                <w:szCs w:val="28"/>
              </w:rPr>
              <w:t>зербайджанской диаспоры города Шахты</w:t>
            </w:r>
            <w:r>
              <w:rPr>
                <w:sz w:val="28"/>
                <w:szCs w:val="28"/>
              </w:rPr>
              <w:t xml:space="preserve"> </w:t>
            </w:r>
            <w:r w:rsidRPr="0003066B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  <w:p w:rsidR="002B0CBA" w:rsidRPr="0003066B" w:rsidRDefault="002B0CBA" w:rsidP="007F2C44">
            <w:pPr>
              <w:jc w:val="both"/>
              <w:rPr>
                <w:sz w:val="28"/>
                <w:szCs w:val="28"/>
              </w:rPr>
            </w:pPr>
          </w:p>
        </w:tc>
      </w:tr>
      <w:tr w:rsidR="002B0CBA" w:rsidTr="00E87B96">
        <w:trPr>
          <w:cantSplit/>
        </w:trPr>
        <w:tc>
          <w:tcPr>
            <w:tcW w:w="3261" w:type="dxa"/>
            <w:shd w:val="clear" w:color="auto" w:fill="auto"/>
          </w:tcPr>
          <w:p w:rsidR="002B0CBA" w:rsidRPr="0003066B" w:rsidRDefault="002B0CBA" w:rsidP="007F2C44">
            <w:pPr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t xml:space="preserve">Болтенков </w:t>
            </w:r>
          </w:p>
          <w:p w:rsidR="002B0CBA" w:rsidRDefault="002B0CBA" w:rsidP="007F2C44">
            <w:pPr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t>Александр Викторович</w:t>
            </w:r>
          </w:p>
          <w:p w:rsidR="002B0CBA" w:rsidRPr="0003066B" w:rsidRDefault="002B0CBA" w:rsidP="007F2C44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2B0CBA" w:rsidRPr="0003066B" w:rsidRDefault="002B0CBA" w:rsidP="007F2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8" w:type="dxa"/>
            <w:shd w:val="clear" w:color="auto" w:fill="auto"/>
          </w:tcPr>
          <w:p w:rsidR="002B0CBA" w:rsidRPr="0003066B" w:rsidRDefault="002B0CBA" w:rsidP="007F2C44">
            <w:pPr>
              <w:jc w:val="both"/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>главы Администрации;</w:t>
            </w:r>
          </w:p>
        </w:tc>
      </w:tr>
      <w:tr w:rsidR="002B0CBA" w:rsidTr="00E87B96">
        <w:trPr>
          <w:cantSplit/>
        </w:trPr>
        <w:tc>
          <w:tcPr>
            <w:tcW w:w="3261" w:type="dxa"/>
            <w:shd w:val="clear" w:color="auto" w:fill="auto"/>
          </w:tcPr>
          <w:p w:rsidR="002B0CBA" w:rsidRPr="0003066B" w:rsidRDefault="002B0CBA" w:rsidP="007F2C44">
            <w:pPr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t>Данилов</w:t>
            </w:r>
          </w:p>
          <w:p w:rsidR="002B0CBA" w:rsidRDefault="002B0CBA" w:rsidP="007F2C44">
            <w:pPr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t>Олег Николаевич</w:t>
            </w:r>
          </w:p>
          <w:p w:rsidR="002B0CBA" w:rsidRPr="0003066B" w:rsidRDefault="002B0CBA" w:rsidP="007F2C44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2B0CBA" w:rsidRPr="0003066B" w:rsidRDefault="002B0CBA" w:rsidP="007F2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8" w:type="dxa"/>
            <w:shd w:val="clear" w:color="auto" w:fill="auto"/>
          </w:tcPr>
          <w:p w:rsidR="002B0CBA" w:rsidRDefault="002B0CBA" w:rsidP="007F2C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  <w:r w:rsidRPr="0003066B">
              <w:rPr>
                <w:sz w:val="28"/>
                <w:szCs w:val="28"/>
              </w:rPr>
              <w:t xml:space="preserve"> Общин</w:t>
            </w:r>
            <w:r>
              <w:rPr>
                <w:sz w:val="28"/>
                <w:szCs w:val="28"/>
              </w:rPr>
              <w:t>ы</w:t>
            </w:r>
            <w:r w:rsidRPr="0003066B">
              <w:rPr>
                <w:sz w:val="28"/>
                <w:szCs w:val="28"/>
              </w:rPr>
              <w:t xml:space="preserve"> удин</w:t>
            </w:r>
            <w:r>
              <w:rPr>
                <w:sz w:val="28"/>
                <w:szCs w:val="28"/>
              </w:rPr>
              <w:t xml:space="preserve"> города Шахты, председатель </w:t>
            </w:r>
            <w:r w:rsidRPr="004C5307">
              <w:rPr>
                <w:sz w:val="28"/>
                <w:szCs w:val="28"/>
              </w:rPr>
              <w:t>комитет</w:t>
            </w:r>
            <w:r>
              <w:rPr>
                <w:sz w:val="28"/>
                <w:szCs w:val="28"/>
              </w:rPr>
              <w:t>а городской Думы города Шахты</w:t>
            </w:r>
            <w:r w:rsidRPr="004C5307">
              <w:rPr>
                <w:sz w:val="28"/>
                <w:szCs w:val="28"/>
              </w:rPr>
              <w:t xml:space="preserve"> по местному самоуправлению и молодежной политике</w:t>
            </w:r>
            <w:r>
              <w:rPr>
                <w:sz w:val="28"/>
                <w:szCs w:val="28"/>
              </w:rPr>
              <w:t xml:space="preserve"> </w:t>
            </w:r>
            <w:r w:rsidRPr="0003066B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  <w:p w:rsidR="002B0CBA" w:rsidRPr="0003066B" w:rsidRDefault="002B0CBA" w:rsidP="007F2C44">
            <w:pPr>
              <w:jc w:val="both"/>
              <w:rPr>
                <w:sz w:val="28"/>
                <w:szCs w:val="28"/>
              </w:rPr>
            </w:pPr>
          </w:p>
        </w:tc>
      </w:tr>
      <w:tr w:rsidR="002B0CBA" w:rsidTr="00E87B96">
        <w:trPr>
          <w:cantSplit/>
        </w:trPr>
        <w:tc>
          <w:tcPr>
            <w:tcW w:w="3261" w:type="dxa"/>
            <w:shd w:val="clear" w:color="auto" w:fill="auto"/>
          </w:tcPr>
          <w:p w:rsidR="002B0CBA" w:rsidRDefault="002B0CBA" w:rsidP="007F2C44">
            <w:pPr>
              <w:rPr>
                <w:sz w:val="28"/>
                <w:szCs w:val="28"/>
              </w:rPr>
            </w:pPr>
            <w:r w:rsidRPr="004C5307">
              <w:rPr>
                <w:sz w:val="28"/>
                <w:szCs w:val="28"/>
              </w:rPr>
              <w:t xml:space="preserve">Ибрагимов </w:t>
            </w:r>
          </w:p>
          <w:p w:rsidR="002B0CBA" w:rsidRDefault="002B0CBA" w:rsidP="007F2C44">
            <w:pPr>
              <w:rPr>
                <w:sz w:val="28"/>
                <w:szCs w:val="28"/>
              </w:rPr>
            </w:pPr>
            <w:proofErr w:type="spellStart"/>
            <w:r w:rsidRPr="004C5307">
              <w:rPr>
                <w:sz w:val="28"/>
                <w:szCs w:val="28"/>
              </w:rPr>
              <w:t>Дамин</w:t>
            </w:r>
            <w:proofErr w:type="spellEnd"/>
            <w:r w:rsidRPr="004C5307">
              <w:rPr>
                <w:sz w:val="28"/>
                <w:szCs w:val="28"/>
              </w:rPr>
              <w:t xml:space="preserve"> </w:t>
            </w:r>
            <w:proofErr w:type="spellStart"/>
            <w:r w:rsidRPr="004C5307">
              <w:rPr>
                <w:sz w:val="28"/>
                <w:szCs w:val="28"/>
              </w:rPr>
              <w:t>Абдираимович</w:t>
            </w:r>
            <w:proofErr w:type="spellEnd"/>
          </w:p>
          <w:p w:rsidR="002B0CBA" w:rsidRPr="0003066B" w:rsidRDefault="002B0CBA" w:rsidP="007F2C44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2B0CBA" w:rsidRDefault="002B0CBA" w:rsidP="007F2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8" w:type="dxa"/>
            <w:shd w:val="clear" w:color="auto" w:fill="auto"/>
          </w:tcPr>
          <w:p w:rsidR="002B0CBA" w:rsidRDefault="002B0CBA" w:rsidP="007F2C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</w:t>
            </w:r>
            <w:r w:rsidRPr="004C5307">
              <w:rPr>
                <w:sz w:val="28"/>
                <w:szCs w:val="28"/>
              </w:rPr>
              <w:t>Местн</w:t>
            </w:r>
            <w:r>
              <w:rPr>
                <w:sz w:val="28"/>
                <w:szCs w:val="28"/>
              </w:rPr>
              <w:t>ой</w:t>
            </w:r>
            <w:r w:rsidRPr="004C5307">
              <w:rPr>
                <w:sz w:val="28"/>
                <w:szCs w:val="28"/>
              </w:rPr>
              <w:t xml:space="preserve"> мусульманск</w:t>
            </w:r>
            <w:r>
              <w:rPr>
                <w:sz w:val="28"/>
                <w:szCs w:val="28"/>
              </w:rPr>
              <w:t>ой</w:t>
            </w:r>
            <w:r w:rsidRPr="004C5307">
              <w:rPr>
                <w:sz w:val="28"/>
                <w:szCs w:val="28"/>
              </w:rPr>
              <w:t xml:space="preserve"> религиозн</w:t>
            </w:r>
            <w:r>
              <w:rPr>
                <w:sz w:val="28"/>
                <w:szCs w:val="28"/>
              </w:rPr>
              <w:t>ой</w:t>
            </w:r>
            <w:r w:rsidRPr="004C5307">
              <w:rPr>
                <w:sz w:val="28"/>
                <w:szCs w:val="28"/>
              </w:rPr>
              <w:t xml:space="preserve"> организаци</w:t>
            </w:r>
            <w:r>
              <w:rPr>
                <w:sz w:val="28"/>
                <w:szCs w:val="28"/>
              </w:rPr>
              <w:t>и</w:t>
            </w:r>
            <w:r w:rsidRPr="004C5307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 xml:space="preserve">орода </w:t>
            </w:r>
            <w:r w:rsidRPr="004C5307">
              <w:rPr>
                <w:sz w:val="28"/>
                <w:szCs w:val="28"/>
              </w:rPr>
              <w:t>Шахты</w:t>
            </w:r>
            <w:r>
              <w:rPr>
                <w:sz w:val="28"/>
                <w:szCs w:val="28"/>
              </w:rPr>
              <w:t xml:space="preserve"> «</w:t>
            </w:r>
            <w:proofErr w:type="spellStart"/>
            <w:r w:rsidRPr="004C5307">
              <w:rPr>
                <w:sz w:val="28"/>
                <w:szCs w:val="28"/>
              </w:rPr>
              <w:t>Махалля</w:t>
            </w:r>
            <w:proofErr w:type="spellEnd"/>
            <w:r w:rsidRPr="004C5307">
              <w:rPr>
                <w:sz w:val="28"/>
                <w:szCs w:val="28"/>
              </w:rPr>
              <w:t xml:space="preserve"> №2844</w:t>
            </w:r>
            <w:r>
              <w:rPr>
                <w:sz w:val="28"/>
                <w:szCs w:val="28"/>
              </w:rPr>
              <w:t>» (по согласованию);</w:t>
            </w:r>
          </w:p>
          <w:p w:rsidR="002B0CBA" w:rsidRPr="0003066B" w:rsidRDefault="002B0CBA" w:rsidP="007F2C44">
            <w:pPr>
              <w:jc w:val="both"/>
              <w:rPr>
                <w:sz w:val="28"/>
                <w:szCs w:val="28"/>
              </w:rPr>
            </w:pPr>
          </w:p>
        </w:tc>
      </w:tr>
      <w:tr w:rsidR="002B0CBA" w:rsidTr="00E87B96">
        <w:trPr>
          <w:cantSplit/>
        </w:trPr>
        <w:tc>
          <w:tcPr>
            <w:tcW w:w="3261" w:type="dxa"/>
            <w:shd w:val="clear" w:color="auto" w:fill="auto"/>
          </w:tcPr>
          <w:p w:rsidR="002B0CBA" w:rsidRDefault="002B0CBA" w:rsidP="007F2C44">
            <w:pPr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t>Иерей</w:t>
            </w:r>
            <w:r>
              <w:rPr>
                <w:sz w:val="28"/>
                <w:szCs w:val="28"/>
              </w:rPr>
              <w:t xml:space="preserve"> Александр</w:t>
            </w:r>
          </w:p>
          <w:p w:rsidR="002B0CBA" w:rsidRPr="0003066B" w:rsidRDefault="002B0CBA" w:rsidP="007F2C44">
            <w:pPr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Теличкин</w:t>
            </w:r>
            <w:r w:rsidRPr="0003066B">
              <w:rPr>
                <w:sz w:val="28"/>
                <w:szCs w:val="28"/>
              </w:rPr>
              <w:t>)</w:t>
            </w:r>
          </w:p>
        </w:tc>
        <w:tc>
          <w:tcPr>
            <w:tcW w:w="310" w:type="dxa"/>
          </w:tcPr>
          <w:p w:rsidR="002B0CBA" w:rsidRPr="0003066B" w:rsidRDefault="002B0CBA" w:rsidP="007F2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8" w:type="dxa"/>
            <w:shd w:val="clear" w:color="auto" w:fill="auto"/>
          </w:tcPr>
          <w:p w:rsidR="002B0CBA" w:rsidRDefault="002B0CBA" w:rsidP="007F2C44">
            <w:pPr>
              <w:jc w:val="both"/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t xml:space="preserve">управляющий Александровск-Грушевского благочиния </w:t>
            </w:r>
            <w:proofErr w:type="spellStart"/>
            <w:r w:rsidRPr="0003066B">
              <w:rPr>
                <w:sz w:val="28"/>
                <w:szCs w:val="28"/>
              </w:rPr>
              <w:t>Шахтинской</w:t>
            </w:r>
            <w:proofErr w:type="spellEnd"/>
            <w:r w:rsidRPr="0003066B">
              <w:rPr>
                <w:sz w:val="28"/>
                <w:szCs w:val="28"/>
              </w:rPr>
              <w:t xml:space="preserve"> епархии Русской Православной Церкви</w:t>
            </w:r>
            <w:r>
              <w:rPr>
                <w:sz w:val="28"/>
                <w:szCs w:val="28"/>
              </w:rPr>
              <w:t xml:space="preserve"> </w:t>
            </w:r>
            <w:r w:rsidRPr="0003066B">
              <w:rPr>
                <w:sz w:val="28"/>
                <w:szCs w:val="28"/>
              </w:rPr>
              <w:t xml:space="preserve">(по согласованию) </w:t>
            </w:r>
          </w:p>
          <w:p w:rsidR="002B0CBA" w:rsidRPr="0003066B" w:rsidRDefault="002B0CBA" w:rsidP="007F2C44">
            <w:pPr>
              <w:jc w:val="both"/>
              <w:rPr>
                <w:sz w:val="28"/>
                <w:szCs w:val="28"/>
              </w:rPr>
            </w:pPr>
          </w:p>
        </w:tc>
      </w:tr>
      <w:tr w:rsidR="002B0CBA" w:rsidTr="00E87B96">
        <w:trPr>
          <w:cantSplit/>
        </w:trPr>
        <w:tc>
          <w:tcPr>
            <w:tcW w:w="3261" w:type="dxa"/>
            <w:shd w:val="clear" w:color="auto" w:fill="auto"/>
          </w:tcPr>
          <w:p w:rsidR="002B0CBA" w:rsidRPr="0003066B" w:rsidRDefault="002B0CBA" w:rsidP="007F2C44">
            <w:pPr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lastRenderedPageBreak/>
              <w:t>Кокоров</w:t>
            </w:r>
          </w:p>
          <w:p w:rsidR="002B0CBA" w:rsidRDefault="002B0CBA" w:rsidP="007F2C44">
            <w:pPr>
              <w:rPr>
                <w:sz w:val="28"/>
                <w:szCs w:val="28"/>
              </w:rPr>
            </w:pPr>
            <w:proofErr w:type="spellStart"/>
            <w:r w:rsidRPr="0003066B">
              <w:rPr>
                <w:sz w:val="28"/>
                <w:szCs w:val="28"/>
              </w:rPr>
              <w:t>Тариэл</w:t>
            </w:r>
            <w:proofErr w:type="spellEnd"/>
            <w:r w:rsidRPr="0003066B">
              <w:rPr>
                <w:sz w:val="28"/>
                <w:szCs w:val="28"/>
              </w:rPr>
              <w:t xml:space="preserve"> </w:t>
            </w:r>
            <w:proofErr w:type="spellStart"/>
            <w:r w:rsidRPr="0003066B">
              <w:rPr>
                <w:sz w:val="28"/>
                <w:szCs w:val="28"/>
              </w:rPr>
              <w:t>Феохарович</w:t>
            </w:r>
            <w:proofErr w:type="spellEnd"/>
          </w:p>
          <w:p w:rsidR="002B0CBA" w:rsidRPr="0003066B" w:rsidRDefault="002B0CBA" w:rsidP="007F2C44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2B0CBA" w:rsidRPr="0003066B" w:rsidRDefault="002B0CBA" w:rsidP="007F2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8" w:type="dxa"/>
            <w:shd w:val="clear" w:color="auto" w:fill="auto"/>
          </w:tcPr>
          <w:p w:rsidR="002B0CBA" w:rsidRDefault="002B0CBA" w:rsidP="007F2C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  <w:r w:rsidRPr="000306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Греческой диаспоры города Шахты </w:t>
            </w:r>
            <w:r w:rsidRPr="0003066B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  <w:p w:rsidR="002B0CBA" w:rsidRPr="0003066B" w:rsidRDefault="002B0CBA" w:rsidP="007F2C44">
            <w:pPr>
              <w:jc w:val="both"/>
              <w:rPr>
                <w:sz w:val="28"/>
                <w:szCs w:val="28"/>
              </w:rPr>
            </w:pPr>
          </w:p>
        </w:tc>
      </w:tr>
      <w:tr w:rsidR="002B0CBA" w:rsidTr="00E87B96">
        <w:trPr>
          <w:cantSplit/>
        </w:trPr>
        <w:tc>
          <w:tcPr>
            <w:tcW w:w="3261" w:type="dxa"/>
            <w:shd w:val="clear" w:color="auto" w:fill="auto"/>
          </w:tcPr>
          <w:p w:rsidR="002B0CBA" w:rsidRPr="0003066B" w:rsidRDefault="002B0CBA" w:rsidP="007F2C44">
            <w:pPr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t>Литвиненко</w:t>
            </w:r>
          </w:p>
          <w:p w:rsidR="002B0CBA" w:rsidRPr="0003066B" w:rsidRDefault="002B0CBA" w:rsidP="007F2C44">
            <w:pPr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t>Анатолий Павлович</w:t>
            </w:r>
          </w:p>
          <w:p w:rsidR="002B0CBA" w:rsidRPr="0003066B" w:rsidRDefault="002B0CBA" w:rsidP="007F2C44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2B0CBA" w:rsidRPr="0003066B" w:rsidRDefault="002B0CBA" w:rsidP="007F2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8" w:type="dxa"/>
            <w:shd w:val="clear" w:color="auto" w:fill="auto"/>
          </w:tcPr>
          <w:p w:rsidR="002B0CBA" w:rsidRPr="0003066B" w:rsidRDefault="002B0CBA" w:rsidP="007F2C44">
            <w:pPr>
              <w:jc w:val="both"/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t xml:space="preserve">руководитель </w:t>
            </w:r>
            <w:r>
              <w:rPr>
                <w:sz w:val="28"/>
                <w:szCs w:val="28"/>
              </w:rPr>
              <w:t>У</w:t>
            </w:r>
            <w:r w:rsidRPr="0003066B">
              <w:rPr>
                <w:sz w:val="28"/>
                <w:szCs w:val="28"/>
              </w:rPr>
              <w:t>краинской диаспоры города Шахты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2B0CBA" w:rsidTr="00E87B96">
        <w:trPr>
          <w:cantSplit/>
        </w:trPr>
        <w:tc>
          <w:tcPr>
            <w:tcW w:w="3261" w:type="dxa"/>
            <w:shd w:val="clear" w:color="auto" w:fill="auto"/>
          </w:tcPr>
          <w:p w:rsidR="002B0CBA" w:rsidRPr="0003066B" w:rsidRDefault="002B0CBA" w:rsidP="007F2C44">
            <w:pPr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t>Месропян</w:t>
            </w:r>
          </w:p>
          <w:p w:rsidR="002B0CBA" w:rsidRPr="0003066B" w:rsidRDefault="002B0CBA" w:rsidP="007F2C44">
            <w:pPr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t>Александр Яковлевич</w:t>
            </w:r>
          </w:p>
        </w:tc>
        <w:tc>
          <w:tcPr>
            <w:tcW w:w="310" w:type="dxa"/>
          </w:tcPr>
          <w:p w:rsidR="002B0CBA" w:rsidRPr="0003066B" w:rsidRDefault="002B0CBA" w:rsidP="007F2C44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8" w:type="dxa"/>
            <w:shd w:val="clear" w:color="auto" w:fill="auto"/>
          </w:tcPr>
          <w:p w:rsidR="002B0CBA" w:rsidRDefault="002B0CBA" w:rsidP="007F2C44">
            <w:pPr>
              <w:ind w:right="-108"/>
              <w:jc w:val="both"/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t xml:space="preserve">председатель </w:t>
            </w:r>
            <w:proofErr w:type="spellStart"/>
            <w:r w:rsidRPr="0003066B">
              <w:rPr>
                <w:sz w:val="28"/>
                <w:szCs w:val="28"/>
              </w:rPr>
              <w:t>Шахтинской</w:t>
            </w:r>
            <w:proofErr w:type="spellEnd"/>
            <w:r w:rsidRPr="0003066B">
              <w:rPr>
                <w:sz w:val="28"/>
                <w:szCs w:val="28"/>
              </w:rPr>
              <w:t xml:space="preserve"> городской общественной организации «Армянский культурно-просветительский центр «</w:t>
            </w:r>
            <w:proofErr w:type="spellStart"/>
            <w:r w:rsidRPr="0003066B">
              <w:rPr>
                <w:sz w:val="28"/>
                <w:szCs w:val="28"/>
              </w:rPr>
              <w:t>Андраник</w:t>
            </w:r>
            <w:proofErr w:type="spellEnd"/>
            <w:r w:rsidRPr="0003066B">
              <w:rPr>
                <w:sz w:val="28"/>
                <w:szCs w:val="28"/>
              </w:rPr>
              <w:t>» (по согласованию)</w:t>
            </w:r>
            <w:r>
              <w:rPr>
                <w:sz w:val="28"/>
                <w:szCs w:val="28"/>
              </w:rPr>
              <w:t>;</w:t>
            </w:r>
          </w:p>
          <w:p w:rsidR="003D4DEA" w:rsidRPr="0003066B" w:rsidRDefault="003D4DEA" w:rsidP="007F2C44">
            <w:pPr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2B0CBA" w:rsidTr="00E87B96">
        <w:trPr>
          <w:cantSplit/>
        </w:trPr>
        <w:tc>
          <w:tcPr>
            <w:tcW w:w="3261" w:type="dxa"/>
            <w:shd w:val="clear" w:color="auto" w:fill="auto"/>
          </w:tcPr>
          <w:p w:rsidR="002B0CBA" w:rsidRPr="0003066B" w:rsidRDefault="002B0CBA" w:rsidP="007F2C44">
            <w:pPr>
              <w:rPr>
                <w:sz w:val="28"/>
                <w:szCs w:val="28"/>
              </w:rPr>
            </w:pPr>
            <w:proofErr w:type="spellStart"/>
            <w:r w:rsidRPr="0003066B">
              <w:rPr>
                <w:sz w:val="28"/>
                <w:szCs w:val="28"/>
              </w:rPr>
              <w:t>Мушулов</w:t>
            </w:r>
            <w:proofErr w:type="spellEnd"/>
          </w:p>
          <w:p w:rsidR="002B0CBA" w:rsidRDefault="002B0CBA" w:rsidP="007F2C44">
            <w:pPr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t>Павел Иванович</w:t>
            </w:r>
          </w:p>
          <w:p w:rsidR="002B0CBA" w:rsidRPr="0003066B" w:rsidRDefault="002B0CBA" w:rsidP="007F2C44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2B0CBA" w:rsidRPr="0003066B" w:rsidRDefault="002B0CBA" w:rsidP="007F2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8" w:type="dxa"/>
            <w:shd w:val="clear" w:color="auto" w:fill="auto"/>
          </w:tcPr>
          <w:p w:rsidR="002B0CBA" w:rsidRPr="0003066B" w:rsidRDefault="002B0CBA" w:rsidP="007F2C44">
            <w:pPr>
              <w:jc w:val="both"/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t xml:space="preserve">руководитель </w:t>
            </w:r>
            <w:r>
              <w:rPr>
                <w:sz w:val="28"/>
                <w:szCs w:val="28"/>
              </w:rPr>
              <w:t>А</w:t>
            </w:r>
            <w:r w:rsidRPr="0003066B">
              <w:rPr>
                <w:sz w:val="28"/>
                <w:szCs w:val="28"/>
              </w:rPr>
              <w:t>ссирийской диаспоры города Шахты</w:t>
            </w:r>
            <w:r>
              <w:rPr>
                <w:sz w:val="28"/>
                <w:szCs w:val="28"/>
              </w:rPr>
              <w:t xml:space="preserve"> </w:t>
            </w:r>
            <w:r w:rsidRPr="0003066B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  <w:p w:rsidR="002B0CBA" w:rsidRPr="0003066B" w:rsidRDefault="002B0CBA" w:rsidP="007F2C44">
            <w:pPr>
              <w:jc w:val="both"/>
              <w:rPr>
                <w:sz w:val="28"/>
                <w:szCs w:val="28"/>
              </w:rPr>
            </w:pPr>
          </w:p>
        </w:tc>
      </w:tr>
      <w:tr w:rsidR="002B0CBA" w:rsidTr="00E87B96">
        <w:trPr>
          <w:cantSplit/>
        </w:trPr>
        <w:tc>
          <w:tcPr>
            <w:tcW w:w="3261" w:type="dxa"/>
            <w:shd w:val="clear" w:color="auto" w:fill="auto"/>
          </w:tcPr>
          <w:p w:rsidR="002B0CBA" w:rsidRDefault="002B0CBA" w:rsidP="007F2C44">
            <w:pPr>
              <w:rPr>
                <w:sz w:val="28"/>
                <w:szCs w:val="28"/>
              </w:rPr>
            </w:pPr>
            <w:proofErr w:type="spellStart"/>
            <w:r w:rsidRPr="00A87EA0">
              <w:rPr>
                <w:sz w:val="28"/>
                <w:szCs w:val="28"/>
              </w:rPr>
              <w:t>Парцвания</w:t>
            </w:r>
            <w:proofErr w:type="spellEnd"/>
            <w:r w:rsidRPr="00A87EA0">
              <w:rPr>
                <w:sz w:val="28"/>
                <w:szCs w:val="28"/>
              </w:rPr>
              <w:t xml:space="preserve"> </w:t>
            </w:r>
          </w:p>
          <w:p w:rsidR="002B0CBA" w:rsidRDefault="002B0CBA" w:rsidP="007F2C44">
            <w:pPr>
              <w:rPr>
                <w:sz w:val="28"/>
                <w:szCs w:val="28"/>
              </w:rPr>
            </w:pPr>
            <w:r w:rsidRPr="00A87EA0">
              <w:rPr>
                <w:sz w:val="28"/>
                <w:szCs w:val="28"/>
              </w:rPr>
              <w:t xml:space="preserve">Джамбул </w:t>
            </w:r>
            <w:proofErr w:type="spellStart"/>
            <w:r w:rsidRPr="00A87EA0">
              <w:rPr>
                <w:sz w:val="28"/>
                <w:szCs w:val="28"/>
              </w:rPr>
              <w:t>Силованович</w:t>
            </w:r>
            <w:proofErr w:type="spellEnd"/>
          </w:p>
          <w:p w:rsidR="002B0CBA" w:rsidRPr="0003066B" w:rsidRDefault="002B0CBA" w:rsidP="007F2C44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2B0CBA" w:rsidRDefault="002B0CBA" w:rsidP="007F2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8" w:type="dxa"/>
            <w:shd w:val="clear" w:color="auto" w:fill="auto"/>
          </w:tcPr>
          <w:p w:rsidR="002B0CBA" w:rsidRPr="0003066B" w:rsidRDefault="002B0CBA" w:rsidP="007F2C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Грузинской диаспоры города Шахты (по согласованию);</w:t>
            </w:r>
          </w:p>
        </w:tc>
      </w:tr>
      <w:tr w:rsidR="002B0CBA" w:rsidTr="00E87B96">
        <w:trPr>
          <w:cantSplit/>
        </w:trPr>
        <w:tc>
          <w:tcPr>
            <w:tcW w:w="3261" w:type="dxa"/>
            <w:shd w:val="clear" w:color="auto" w:fill="auto"/>
          </w:tcPr>
          <w:p w:rsidR="002B0CBA" w:rsidRDefault="002B0CBA" w:rsidP="007F2C44">
            <w:pPr>
              <w:rPr>
                <w:sz w:val="28"/>
                <w:szCs w:val="28"/>
              </w:rPr>
            </w:pPr>
            <w:proofErr w:type="spellStart"/>
            <w:r w:rsidRPr="00072E6C">
              <w:rPr>
                <w:sz w:val="28"/>
                <w:szCs w:val="28"/>
              </w:rPr>
              <w:t>Ристан</w:t>
            </w:r>
            <w:proofErr w:type="spellEnd"/>
            <w:r w:rsidRPr="00072E6C">
              <w:rPr>
                <w:sz w:val="28"/>
                <w:szCs w:val="28"/>
              </w:rPr>
              <w:t xml:space="preserve"> </w:t>
            </w:r>
          </w:p>
          <w:p w:rsidR="002B0CBA" w:rsidRDefault="002B0CBA" w:rsidP="007F2C44">
            <w:pPr>
              <w:rPr>
                <w:sz w:val="28"/>
                <w:szCs w:val="28"/>
              </w:rPr>
            </w:pPr>
            <w:r w:rsidRPr="00072E6C">
              <w:rPr>
                <w:sz w:val="28"/>
                <w:szCs w:val="28"/>
              </w:rPr>
              <w:t>Владимир Янкович</w:t>
            </w:r>
          </w:p>
          <w:p w:rsidR="002B0CBA" w:rsidRPr="0003066B" w:rsidRDefault="002B0CBA" w:rsidP="007F2C44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2B0CBA" w:rsidRPr="0003066B" w:rsidRDefault="002B0CBA" w:rsidP="007F2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8" w:type="dxa"/>
            <w:shd w:val="clear" w:color="auto" w:fill="auto"/>
          </w:tcPr>
          <w:p w:rsidR="002B0CBA" w:rsidRPr="0003066B" w:rsidRDefault="002B0CBA" w:rsidP="007F2C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  <w:r w:rsidRPr="0003066B">
              <w:rPr>
                <w:sz w:val="28"/>
                <w:szCs w:val="28"/>
              </w:rPr>
              <w:t xml:space="preserve"> цыганской общины города Шахты</w:t>
            </w:r>
            <w:r>
              <w:rPr>
                <w:sz w:val="28"/>
                <w:szCs w:val="28"/>
              </w:rPr>
              <w:t xml:space="preserve"> </w:t>
            </w:r>
            <w:r w:rsidRPr="0003066B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2B0CBA" w:rsidTr="00E87B96">
        <w:trPr>
          <w:cantSplit/>
        </w:trPr>
        <w:tc>
          <w:tcPr>
            <w:tcW w:w="3261" w:type="dxa"/>
            <w:shd w:val="clear" w:color="auto" w:fill="auto"/>
          </w:tcPr>
          <w:p w:rsidR="002B0CBA" w:rsidRPr="0003066B" w:rsidRDefault="002B0CBA" w:rsidP="007F2C44">
            <w:pPr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t>Суворов</w:t>
            </w:r>
          </w:p>
          <w:p w:rsidR="002B0CBA" w:rsidRDefault="002B0CBA" w:rsidP="007F2C44">
            <w:pPr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t>Дмитрий Александрович</w:t>
            </w:r>
          </w:p>
          <w:p w:rsidR="002B0CBA" w:rsidRPr="0003066B" w:rsidRDefault="002B0CBA" w:rsidP="007F2C44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2B0CBA" w:rsidRPr="0003066B" w:rsidRDefault="002B0CBA" w:rsidP="007F2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8" w:type="dxa"/>
            <w:shd w:val="clear" w:color="auto" w:fill="auto"/>
          </w:tcPr>
          <w:p w:rsidR="002B0CBA" w:rsidRDefault="002B0CBA" w:rsidP="007F2C44">
            <w:pPr>
              <w:jc w:val="both"/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t>атаман Шахтинского городского казачьего общества «Александровск-</w:t>
            </w:r>
            <w:proofErr w:type="spellStart"/>
            <w:r w:rsidRPr="0003066B">
              <w:rPr>
                <w:sz w:val="28"/>
                <w:szCs w:val="28"/>
              </w:rPr>
              <w:t>Грушевское</w:t>
            </w:r>
            <w:proofErr w:type="spellEnd"/>
            <w:r w:rsidRPr="0003066B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03066B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  <w:p w:rsidR="002B0CBA" w:rsidRPr="0003066B" w:rsidRDefault="002B0CBA" w:rsidP="007F2C44">
            <w:pPr>
              <w:jc w:val="both"/>
              <w:rPr>
                <w:sz w:val="28"/>
                <w:szCs w:val="28"/>
              </w:rPr>
            </w:pPr>
          </w:p>
        </w:tc>
      </w:tr>
      <w:tr w:rsidR="002B0CBA" w:rsidTr="00E87B96">
        <w:trPr>
          <w:cantSplit/>
        </w:trPr>
        <w:tc>
          <w:tcPr>
            <w:tcW w:w="3261" w:type="dxa"/>
            <w:shd w:val="clear" w:color="auto" w:fill="auto"/>
          </w:tcPr>
          <w:p w:rsidR="002B0CBA" w:rsidRDefault="002B0CBA" w:rsidP="007F2C4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Тхак</w:t>
            </w:r>
            <w:proofErr w:type="spellEnd"/>
          </w:p>
          <w:p w:rsidR="002B0CBA" w:rsidRDefault="002B0CBA" w:rsidP="007F2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Владимировна</w:t>
            </w:r>
          </w:p>
          <w:p w:rsidR="002B0CBA" w:rsidRPr="0003066B" w:rsidRDefault="002B0CBA" w:rsidP="007F2C44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2B0CBA" w:rsidRDefault="002B0CBA" w:rsidP="007F2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8" w:type="dxa"/>
            <w:shd w:val="clear" w:color="auto" w:fill="auto"/>
          </w:tcPr>
          <w:p w:rsidR="002B0CBA" w:rsidRDefault="002B0CBA" w:rsidP="007F2C44">
            <w:pPr>
              <w:jc w:val="both"/>
              <w:rPr>
                <w:sz w:val="28"/>
                <w:szCs w:val="28"/>
              </w:rPr>
            </w:pPr>
            <w:r w:rsidRPr="00E14CAF">
              <w:rPr>
                <w:sz w:val="28"/>
                <w:szCs w:val="28"/>
              </w:rPr>
              <w:t>заместитель главы Администрации;</w:t>
            </w:r>
          </w:p>
          <w:p w:rsidR="002B0CBA" w:rsidRPr="0003066B" w:rsidRDefault="002B0CBA" w:rsidP="007F2C44">
            <w:pPr>
              <w:jc w:val="both"/>
              <w:rPr>
                <w:sz w:val="28"/>
                <w:szCs w:val="28"/>
              </w:rPr>
            </w:pPr>
          </w:p>
        </w:tc>
      </w:tr>
      <w:tr w:rsidR="002B0CBA" w:rsidTr="00E87B96">
        <w:trPr>
          <w:cantSplit/>
        </w:trPr>
        <w:tc>
          <w:tcPr>
            <w:tcW w:w="3261" w:type="dxa"/>
            <w:shd w:val="clear" w:color="auto" w:fill="auto"/>
          </w:tcPr>
          <w:p w:rsidR="002B0CBA" w:rsidRPr="0003066B" w:rsidRDefault="002B0CBA" w:rsidP="007F2C44">
            <w:pPr>
              <w:rPr>
                <w:sz w:val="28"/>
                <w:szCs w:val="28"/>
              </w:rPr>
            </w:pPr>
            <w:proofErr w:type="spellStart"/>
            <w:r w:rsidRPr="0003066B">
              <w:rPr>
                <w:sz w:val="28"/>
                <w:szCs w:val="28"/>
              </w:rPr>
              <w:t>Яранский</w:t>
            </w:r>
            <w:proofErr w:type="spellEnd"/>
            <w:r w:rsidRPr="0003066B">
              <w:rPr>
                <w:sz w:val="28"/>
                <w:szCs w:val="28"/>
              </w:rPr>
              <w:t xml:space="preserve"> </w:t>
            </w:r>
          </w:p>
          <w:p w:rsidR="002B0CBA" w:rsidRPr="0003066B" w:rsidRDefault="002B0CBA" w:rsidP="007F2C44">
            <w:pPr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t xml:space="preserve">Сергей Геннадьевич </w:t>
            </w:r>
          </w:p>
        </w:tc>
        <w:tc>
          <w:tcPr>
            <w:tcW w:w="310" w:type="dxa"/>
          </w:tcPr>
          <w:p w:rsidR="002B0CBA" w:rsidRPr="0003066B" w:rsidRDefault="002B0CBA" w:rsidP="007F2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8" w:type="dxa"/>
            <w:shd w:val="clear" w:color="auto" w:fill="auto"/>
          </w:tcPr>
          <w:p w:rsidR="002B0CBA" w:rsidRPr="0003066B" w:rsidRDefault="002B0CBA" w:rsidP="007F2C44">
            <w:pPr>
              <w:jc w:val="both"/>
              <w:rPr>
                <w:sz w:val="28"/>
                <w:szCs w:val="28"/>
              </w:rPr>
            </w:pPr>
            <w:r w:rsidRPr="0003066B">
              <w:rPr>
                <w:sz w:val="28"/>
                <w:szCs w:val="28"/>
              </w:rPr>
              <w:t xml:space="preserve">руководитель </w:t>
            </w:r>
            <w:r>
              <w:rPr>
                <w:sz w:val="28"/>
                <w:szCs w:val="28"/>
              </w:rPr>
              <w:t>Ч</w:t>
            </w:r>
            <w:r w:rsidRPr="0003066B">
              <w:rPr>
                <w:sz w:val="28"/>
                <w:szCs w:val="28"/>
              </w:rPr>
              <w:t xml:space="preserve">увашской </w:t>
            </w:r>
            <w:r>
              <w:rPr>
                <w:sz w:val="28"/>
                <w:szCs w:val="28"/>
              </w:rPr>
              <w:t xml:space="preserve">общины города Шахты </w:t>
            </w:r>
            <w:r w:rsidRPr="0003066B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6463D6" w:rsidRDefault="006463D6" w:rsidP="007F2C4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463D6" w:rsidRDefault="006463D6" w:rsidP="007F2C4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4DEA" w:rsidRPr="00603376" w:rsidRDefault="003D4DEA" w:rsidP="003D4DEA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</w:t>
      </w:r>
      <w:r w:rsidRPr="00851E95">
        <w:rPr>
          <w:sz w:val="28"/>
          <w:szCs w:val="28"/>
        </w:rPr>
        <w:t xml:space="preserve">В.Н. </w:t>
      </w:r>
      <w:proofErr w:type="spellStart"/>
      <w:r w:rsidRPr="00851E95">
        <w:rPr>
          <w:sz w:val="28"/>
          <w:szCs w:val="28"/>
        </w:rPr>
        <w:t>Правдюк</w:t>
      </w:r>
      <w:proofErr w:type="spellEnd"/>
    </w:p>
    <w:p w:rsidR="006463D6" w:rsidRPr="00B50162" w:rsidRDefault="006463D6" w:rsidP="003D4DEA">
      <w:pPr>
        <w:tabs>
          <w:tab w:val="left" w:pos="567"/>
          <w:tab w:val="left" w:pos="10348"/>
        </w:tabs>
        <w:rPr>
          <w:sz w:val="28"/>
          <w:szCs w:val="28"/>
        </w:rPr>
      </w:pPr>
    </w:p>
    <w:sectPr w:rsidR="006463D6" w:rsidRPr="00B50162" w:rsidSect="00C65EA9">
      <w:pgSz w:w="11906" w:h="16838"/>
      <w:pgMar w:top="1134" w:right="567" w:bottom="1134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ABE" w:rsidRDefault="00364ABE">
      <w:r>
        <w:separator/>
      </w:r>
    </w:p>
  </w:endnote>
  <w:endnote w:type="continuationSeparator" w:id="0">
    <w:p w:rsidR="00364ABE" w:rsidRDefault="00364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ABE" w:rsidRDefault="00364ABE">
      <w:r>
        <w:separator/>
      </w:r>
    </w:p>
  </w:footnote>
  <w:footnote w:type="continuationSeparator" w:id="0">
    <w:p w:rsidR="00364ABE" w:rsidRDefault="00364A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345"/>
    <w:multiLevelType w:val="hybridMultilevel"/>
    <w:tmpl w:val="370E98A0"/>
    <w:lvl w:ilvl="0" w:tplc="1E4A77B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1923BD6"/>
    <w:multiLevelType w:val="hybridMultilevel"/>
    <w:tmpl w:val="57A6CFC2"/>
    <w:lvl w:ilvl="0" w:tplc="54327F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7C9"/>
    <w:rsid w:val="00000217"/>
    <w:rsid w:val="00040B5B"/>
    <w:rsid w:val="00052501"/>
    <w:rsid w:val="000863CE"/>
    <w:rsid w:val="000A52AE"/>
    <w:rsid w:val="000C45EC"/>
    <w:rsid w:val="000E12FB"/>
    <w:rsid w:val="000F0BEF"/>
    <w:rsid w:val="001150A3"/>
    <w:rsid w:val="0012757C"/>
    <w:rsid w:val="00133C8A"/>
    <w:rsid w:val="0013768E"/>
    <w:rsid w:val="001411B0"/>
    <w:rsid w:val="00155926"/>
    <w:rsid w:val="00177BD6"/>
    <w:rsid w:val="00177C14"/>
    <w:rsid w:val="001B36E3"/>
    <w:rsid w:val="001D0902"/>
    <w:rsid w:val="001D551A"/>
    <w:rsid w:val="001E3A98"/>
    <w:rsid w:val="00210EB4"/>
    <w:rsid w:val="00231DCA"/>
    <w:rsid w:val="002423BA"/>
    <w:rsid w:val="002457C9"/>
    <w:rsid w:val="002729A9"/>
    <w:rsid w:val="00287E19"/>
    <w:rsid w:val="002B0CBA"/>
    <w:rsid w:val="002B5A1F"/>
    <w:rsid w:val="002B6167"/>
    <w:rsid w:val="002C4544"/>
    <w:rsid w:val="002C4BC9"/>
    <w:rsid w:val="002D1036"/>
    <w:rsid w:val="002D52C9"/>
    <w:rsid w:val="002E25AE"/>
    <w:rsid w:val="002E2A39"/>
    <w:rsid w:val="003021ED"/>
    <w:rsid w:val="00334CC7"/>
    <w:rsid w:val="00350F82"/>
    <w:rsid w:val="00364ABE"/>
    <w:rsid w:val="003740C9"/>
    <w:rsid w:val="003958C8"/>
    <w:rsid w:val="003A66E0"/>
    <w:rsid w:val="003B3159"/>
    <w:rsid w:val="003D3D48"/>
    <w:rsid w:val="003D4DEA"/>
    <w:rsid w:val="003E5DB3"/>
    <w:rsid w:val="0040284E"/>
    <w:rsid w:val="004334E7"/>
    <w:rsid w:val="0045119E"/>
    <w:rsid w:val="00456219"/>
    <w:rsid w:val="004654DE"/>
    <w:rsid w:val="00475F4F"/>
    <w:rsid w:val="0047621B"/>
    <w:rsid w:val="004D1CDF"/>
    <w:rsid w:val="0050638C"/>
    <w:rsid w:val="00511A33"/>
    <w:rsid w:val="005120EB"/>
    <w:rsid w:val="005318A6"/>
    <w:rsid w:val="00543ACF"/>
    <w:rsid w:val="00547D0E"/>
    <w:rsid w:val="0056572C"/>
    <w:rsid w:val="00570871"/>
    <w:rsid w:val="0059004B"/>
    <w:rsid w:val="00593077"/>
    <w:rsid w:val="005A575C"/>
    <w:rsid w:val="00623F72"/>
    <w:rsid w:val="00626FCA"/>
    <w:rsid w:val="006463D6"/>
    <w:rsid w:val="00650081"/>
    <w:rsid w:val="00667FCE"/>
    <w:rsid w:val="00686C3A"/>
    <w:rsid w:val="006871F7"/>
    <w:rsid w:val="006A5064"/>
    <w:rsid w:val="006B0993"/>
    <w:rsid w:val="006C693D"/>
    <w:rsid w:val="006D228B"/>
    <w:rsid w:val="006D4B28"/>
    <w:rsid w:val="006D5137"/>
    <w:rsid w:val="006E0225"/>
    <w:rsid w:val="006E043E"/>
    <w:rsid w:val="007003A2"/>
    <w:rsid w:val="007015F0"/>
    <w:rsid w:val="007369A6"/>
    <w:rsid w:val="007774B9"/>
    <w:rsid w:val="00781030"/>
    <w:rsid w:val="0078607A"/>
    <w:rsid w:val="007916F9"/>
    <w:rsid w:val="00792388"/>
    <w:rsid w:val="007B2132"/>
    <w:rsid w:val="007C4720"/>
    <w:rsid w:val="007F2C44"/>
    <w:rsid w:val="008230F9"/>
    <w:rsid w:val="00834840"/>
    <w:rsid w:val="00836B4A"/>
    <w:rsid w:val="00845390"/>
    <w:rsid w:val="0085590A"/>
    <w:rsid w:val="00863D73"/>
    <w:rsid w:val="00866C7E"/>
    <w:rsid w:val="008A62E7"/>
    <w:rsid w:val="008B13C0"/>
    <w:rsid w:val="008D60AE"/>
    <w:rsid w:val="008E17D9"/>
    <w:rsid w:val="00903114"/>
    <w:rsid w:val="009058C6"/>
    <w:rsid w:val="0091297C"/>
    <w:rsid w:val="009241EE"/>
    <w:rsid w:val="0098204D"/>
    <w:rsid w:val="00991C56"/>
    <w:rsid w:val="009B0F7A"/>
    <w:rsid w:val="009B4D28"/>
    <w:rsid w:val="009C5F26"/>
    <w:rsid w:val="009D2DC1"/>
    <w:rsid w:val="009E23AB"/>
    <w:rsid w:val="00A21B81"/>
    <w:rsid w:val="00A416BC"/>
    <w:rsid w:val="00A90AC4"/>
    <w:rsid w:val="00AA648A"/>
    <w:rsid w:val="00AD2938"/>
    <w:rsid w:val="00AD416D"/>
    <w:rsid w:val="00AD6CC8"/>
    <w:rsid w:val="00AE73B1"/>
    <w:rsid w:val="00B04A2B"/>
    <w:rsid w:val="00B163E3"/>
    <w:rsid w:val="00B23A01"/>
    <w:rsid w:val="00B35157"/>
    <w:rsid w:val="00B47BC4"/>
    <w:rsid w:val="00B50162"/>
    <w:rsid w:val="00B704DD"/>
    <w:rsid w:val="00B723F5"/>
    <w:rsid w:val="00BA2B9A"/>
    <w:rsid w:val="00BA386D"/>
    <w:rsid w:val="00BB080B"/>
    <w:rsid w:val="00BB7A99"/>
    <w:rsid w:val="00BC3DC6"/>
    <w:rsid w:val="00BD3A93"/>
    <w:rsid w:val="00BF3CFB"/>
    <w:rsid w:val="00BF4253"/>
    <w:rsid w:val="00BF5144"/>
    <w:rsid w:val="00BF6DBB"/>
    <w:rsid w:val="00C63A3A"/>
    <w:rsid w:val="00C65EA9"/>
    <w:rsid w:val="00C93721"/>
    <w:rsid w:val="00CB31E7"/>
    <w:rsid w:val="00CC34A4"/>
    <w:rsid w:val="00CC40DC"/>
    <w:rsid w:val="00CE2BC9"/>
    <w:rsid w:val="00CE3A03"/>
    <w:rsid w:val="00CE4E9F"/>
    <w:rsid w:val="00CE5251"/>
    <w:rsid w:val="00CF60F9"/>
    <w:rsid w:val="00D34B0F"/>
    <w:rsid w:val="00D43714"/>
    <w:rsid w:val="00D72D13"/>
    <w:rsid w:val="00D733DE"/>
    <w:rsid w:val="00D82287"/>
    <w:rsid w:val="00D8353F"/>
    <w:rsid w:val="00D92AB0"/>
    <w:rsid w:val="00DA4087"/>
    <w:rsid w:val="00DC2103"/>
    <w:rsid w:val="00DE4DDF"/>
    <w:rsid w:val="00E14CAF"/>
    <w:rsid w:val="00E31392"/>
    <w:rsid w:val="00E32C35"/>
    <w:rsid w:val="00E84D4A"/>
    <w:rsid w:val="00E876C9"/>
    <w:rsid w:val="00EA67AE"/>
    <w:rsid w:val="00EC0F59"/>
    <w:rsid w:val="00EC3447"/>
    <w:rsid w:val="00EE55E1"/>
    <w:rsid w:val="00EF46CA"/>
    <w:rsid w:val="00F04025"/>
    <w:rsid w:val="00F22483"/>
    <w:rsid w:val="00F22680"/>
    <w:rsid w:val="00F45660"/>
    <w:rsid w:val="00F66C7E"/>
    <w:rsid w:val="00F831AD"/>
    <w:rsid w:val="00F87A31"/>
    <w:rsid w:val="00FA2B8D"/>
    <w:rsid w:val="00FA4AE1"/>
    <w:rsid w:val="00FB3473"/>
    <w:rsid w:val="00FC12DD"/>
    <w:rsid w:val="00FF092E"/>
    <w:rsid w:val="00FF36ED"/>
    <w:rsid w:val="00FF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customStyle="1" w:styleId="10">
    <w:name w:val="Заголовок 1 Знак"/>
    <w:link w:val="1"/>
    <w:rsid w:val="006A5064"/>
    <w:rPr>
      <w:kern w:val="28"/>
      <w:sz w:val="28"/>
    </w:rPr>
  </w:style>
  <w:style w:type="character" w:customStyle="1" w:styleId="a7">
    <w:name w:val="Название Знак"/>
    <w:link w:val="a8"/>
    <w:locked/>
    <w:rsid w:val="00040B5B"/>
    <w:rPr>
      <w:sz w:val="28"/>
      <w:lang w:val="ru-RU" w:eastAsia="ru-RU" w:bidi="ar-SA"/>
    </w:rPr>
  </w:style>
  <w:style w:type="paragraph" w:styleId="a8">
    <w:name w:val="Title"/>
    <w:basedOn w:val="a"/>
    <w:link w:val="a7"/>
    <w:qFormat/>
    <w:rsid w:val="00040B5B"/>
    <w:pPr>
      <w:jc w:val="center"/>
    </w:pPr>
    <w:rPr>
      <w:sz w:val="28"/>
    </w:rPr>
  </w:style>
  <w:style w:type="character" w:customStyle="1" w:styleId="4">
    <w:name w:val="Знак Знак4"/>
    <w:locked/>
    <w:rsid w:val="00BA386D"/>
    <w:rPr>
      <w:b/>
      <w:sz w:val="24"/>
      <w:lang w:val="x-none" w:eastAsia="x-none" w:bidi="ar-SA"/>
    </w:rPr>
  </w:style>
  <w:style w:type="paragraph" w:styleId="a9">
    <w:name w:val="List Paragraph"/>
    <w:basedOn w:val="a"/>
    <w:qFormat/>
    <w:rsid w:val="00BA2B9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6463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link w:val="ab"/>
    <w:rsid w:val="00C65E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65E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customStyle="1" w:styleId="10">
    <w:name w:val="Заголовок 1 Знак"/>
    <w:link w:val="1"/>
    <w:rsid w:val="006A5064"/>
    <w:rPr>
      <w:kern w:val="28"/>
      <w:sz w:val="28"/>
    </w:rPr>
  </w:style>
  <w:style w:type="character" w:customStyle="1" w:styleId="a7">
    <w:name w:val="Название Знак"/>
    <w:link w:val="a8"/>
    <w:locked/>
    <w:rsid w:val="00040B5B"/>
    <w:rPr>
      <w:sz w:val="28"/>
      <w:lang w:val="ru-RU" w:eastAsia="ru-RU" w:bidi="ar-SA"/>
    </w:rPr>
  </w:style>
  <w:style w:type="paragraph" w:styleId="a8">
    <w:name w:val="Title"/>
    <w:basedOn w:val="a"/>
    <w:link w:val="a7"/>
    <w:qFormat/>
    <w:rsid w:val="00040B5B"/>
    <w:pPr>
      <w:jc w:val="center"/>
    </w:pPr>
    <w:rPr>
      <w:sz w:val="28"/>
    </w:rPr>
  </w:style>
  <w:style w:type="character" w:customStyle="1" w:styleId="4">
    <w:name w:val="Знак Знак4"/>
    <w:locked/>
    <w:rsid w:val="00BA386D"/>
    <w:rPr>
      <w:b/>
      <w:sz w:val="24"/>
      <w:lang w:val="x-none" w:eastAsia="x-none" w:bidi="ar-SA"/>
    </w:rPr>
  </w:style>
  <w:style w:type="paragraph" w:styleId="a9">
    <w:name w:val="List Paragraph"/>
    <w:basedOn w:val="a"/>
    <w:qFormat/>
    <w:rsid w:val="00BA2B9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6463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link w:val="ab"/>
    <w:rsid w:val="00C65E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65E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5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ukov\AppData\Local\Microsoft\Windows\INetCache\Content.MSO\D4DE2BA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D4DE2BA1</Template>
  <TotalTime>0</TotalTime>
  <Pages>3</Pages>
  <Words>378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890</dc:creator>
  <cp:lastModifiedBy>Назарян Анастасия Витальевна</cp:lastModifiedBy>
  <cp:revision>2</cp:revision>
  <cp:lastPrinted>2024-06-27T12:05:00Z</cp:lastPrinted>
  <dcterms:created xsi:type="dcterms:W3CDTF">2024-06-28T11:12:00Z</dcterms:created>
  <dcterms:modified xsi:type="dcterms:W3CDTF">2024-06-28T11:12:00Z</dcterms:modified>
</cp:coreProperties>
</file>